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6EAEC" w14:textId="5A6918AB" w:rsidR="00BE0C76" w:rsidRPr="00A90824" w:rsidRDefault="00BE0C76" w:rsidP="00804271">
      <w:pPr>
        <w:pStyle w:val="Heading4"/>
        <w:ind w:firstLine="720"/>
        <w:rPr>
          <w:i w:val="0"/>
          <w:szCs w:val="24"/>
        </w:rPr>
      </w:pPr>
      <w:r w:rsidRPr="00A90824">
        <w:rPr>
          <w:i w:val="0"/>
          <w:szCs w:val="24"/>
        </w:rPr>
        <w:t>На основу члана 38. став 1. Закона о планском систему Републике Србије („Службени гласник РС”, број 30/18),</w:t>
      </w:r>
    </w:p>
    <w:p w14:paraId="1B5EFEFB" w14:textId="77777777" w:rsidR="00BE0C76" w:rsidRPr="00A90824" w:rsidRDefault="00BE0C76" w:rsidP="00804271">
      <w:pPr>
        <w:ind w:firstLine="720"/>
        <w:rPr>
          <w:color w:val="000000"/>
          <w:szCs w:val="24"/>
          <w:lang w:val="sr-Cyrl-RS"/>
        </w:rPr>
      </w:pPr>
      <w:r w:rsidRPr="00A90824">
        <w:rPr>
          <w:color w:val="000000"/>
          <w:szCs w:val="24"/>
          <w:lang w:val="sr-Cyrl-RS"/>
        </w:rPr>
        <w:t>Влада усваја</w:t>
      </w:r>
    </w:p>
    <w:p w14:paraId="2668B335" w14:textId="217E4943" w:rsidR="00BE0C76" w:rsidRPr="00A90824" w:rsidRDefault="00BE0C76" w:rsidP="00E8616C">
      <w:pPr>
        <w:pStyle w:val="Title"/>
        <w:rPr>
          <w:rFonts w:ascii="Times New Roman" w:hAnsi="Times New Roman"/>
          <w:color w:val="000000"/>
          <w:sz w:val="24"/>
          <w:szCs w:val="24"/>
          <w:lang w:val="sr-Cyrl-RS"/>
        </w:rPr>
      </w:pPr>
      <w:r w:rsidRPr="00A90824">
        <w:rPr>
          <w:rFonts w:ascii="Times New Roman" w:hAnsi="Times New Roman"/>
          <w:color w:val="000000"/>
          <w:sz w:val="24"/>
          <w:szCs w:val="24"/>
          <w:lang w:val="sr-Cyrl-RS"/>
        </w:rPr>
        <w:t>СТРАТЕГИЈУ РАЗВОЈА ВЕШТАЧКЕ ИНТЕЛИГЕНЦИЈЕ У РЕПУБЛИЦИ СРБИЈИ ЗА ПЕРИОД 202</w:t>
      </w:r>
      <w:r w:rsidR="00CD4EF3" w:rsidRPr="00A90824">
        <w:rPr>
          <w:rFonts w:ascii="Times New Roman" w:hAnsi="Times New Roman"/>
          <w:color w:val="000000"/>
          <w:sz w:val="24"/>
          <w:szCs w:val="24"/>
          <w:lang w:val="sr-Cyrl-RS"/>
        </w:rPr>
        <w:t>5</w:t>
      </w:r>
      <w:r w:rsidR="00312A02" w:rsidRPr="00A90824">
        <w:rPr>
          <w:sz w:val="24"/>
          <w:szCs w:val="24"/>
        </w:rPr>
        <w:sym w:font="Symbol" w:char="002D"/>
      </w:r>
      <w:r w:rsidRPr="00A90824">
        <w:rPr>
          <w:rFonts w:ascii="Times New Roman" w:hAnsi="Times New Roman"/>
          <w:color w:val="000000"/>
          <w:sz w:val="24"/>
          <w:szCs w:val="24"/>
          <w:lang w:val="sr-Cyrl-RS"/>
        </w:rPr>
        <w:t>2030</w:t>
      </w:r>
      <w:r w:rsidR="00CC2053" w:rsidRPr="00A90824">
        <w:rPr>
          <w:rFonts w:ascii="Times New Roman" w:hAnsi="Times New Roman"/>
          <w:color w:val="000000"/>
          <w:sz w:val="24"/>
          <w:szCs w:val="24"/>
          <w:lang w:val="sr-Cyrl-RS"/>
        </w:rPr>
        <w:t>.</w:t>
      </w:r>
      <w:r w:rsidRPr="00A90824">
        <w:rPr>
          <w:rFonts w:ascii="Times New Roman" w:hAnsi="Times New Roman"/>
          <w:color w:val="000000"/>
          <w:sz w:val="24"/>
          <w:szCs w:val="24"/>
          <w:lang w:val="sr-Cyrl-RS"/>
        </w:rPr>
        <w:t xml:space="preserve"> ГОДИНЕ</w:t>
      </w:r>
    </w:p>
    <w:p w14:paraId="19AFD1CC" w14:textId="77777777" w:rsidR="00BE0C76" w:rsidRPr="00A90824" w:rsidRDefault="00E8616C" w:rsidP="00E8616C">
      <w:pPr>
        <w:pStyle w:val="Heading1"/>
        <w:rPr>
          <w:color w:val="000000"/>
          <w:sz w:val="24"/>
          <w:szCs w:val="24"/>
          <w:lang w:val="sr-Cyrl-RS"/>
        </w:rPr>
      </w:pPr>
      <w:bookmarkStart w:id="0" w:name="_Toc174901892"/>
      <w:r w:rsidRPr="00A90824">
        <w:rPr>
          <w:color w:val="000000"/>
          <w:sz w:val="24"/>
          <w:szCs w:val="24"/>
          <w:lang w:val="sr-Cyrl-RS"/>
        </w:rPr>
        <w:t xml:space="preserve">1. </w:t>
      </w:r>
      <w:r w:rsidR="00BE0C76" w:rsidRPr="00A90824">
        <w:rPr>
          <w:color w:val="000000"/>
          <w:sz w:val="24"/>
          <w:szCs w:val="24"/>
          <w:lang w:val="sr-Cyrl-RS"/>
        </w:rPr>
        <w:t>Увод</w:t>
      </w:r>
      <w:bookmarkEnd w:id="0"/>
    </w:p>
    <w:p w14:paraId="091034E9" w14:textId="77777777" w:rsidR="00BE0C76" w:rsidRPr="00A90824" w:rsidRDefault="4D8FA496" w:rsidP="00BE0C76">
      <w:pPr>
        <w:rPr>
          <w:color w:val="000000"/>
          <w:szCs w:val="24"/>
          <w:lang w:val="sr-Cyrl-RS"/>
        </w:rPr>
      </w:pPr>
      <w:r w:rsidRPr="00A90824">
        <w:rPr>
          <w:color w:val="000000"/>
          <w:szCs w:val="24"/>
          <w:lang w:val="sr-Cyrl-RS"/>
        </w:rPr>
        <w:t xml:space="preserve">Вештачка интелигенција, као грана </w:t>
      </w:r>
      <w:r w:rsidR="00993162" w:rsidRPr="00A90824">
        <w:rPr>
          <w:color w:val="000000"/>
          <w:szCs w:val="24"/>
          <w:lang w:val="sr-Cyrl-RS"/>
        </w:rPr>
        <w:t>рачунарских наука и инжењерства,</w:t>
      </w:r>
      <w:r w:rsidRPr="00A90824">
        <w:rPr>
          <w:color w:val="000000"/>
          <w:szCs w:val="24"/>
          <w:lang w:val="sr-Cyrl-RS"/>
        </w:rPr>
        <w:t xml:space="preserve"> </w:t>
      </w:r>
      <w:r w:rsidR="00A577AB" w:rsidRPr="00A90824">
        <w:rPr>
          <w:color w:val="000000"/>
          <w:szCs w:val="24"/>
          <w:lang w:val="sr-Cyrl-RS"/>
        </w:rPr>
        <w:t xml:space="preserve">која </w:t>
      </w:r>
      <w:r w:rsidR="00993162" w:rsidRPr="00A90824">
        <w:rPr>
          <w:color w:val="000000"/>
          <w:szCs w:val="24"/>
          <w:lang w:val="sr-Cyrl-RS"/>
        </w:rPr>
        <w:t>се бави</w:t>
      </w:r>
      <w:r w:rsidRPr="00A90824">
        <w:rPr>
          <w:color w:val="000000"/>
          <w:szCs w:val="24"/>
          <w:lang w:val="sr-Cyrl-RS"/>
        </w:rPr>
        <w:t xml:space="preserve"> </w:t>
      </w:r>
      <w:r w:rsidR="51B4573D" w:rsidRPr="00A90824">
        <w:rPr>
          <w:color w:val="000000"/>
          <w:szCs w:val="24"/>
          <w:lang w:val="sr-Cyrl-RS"/>
        </w:rPr>
        <w:t>стварање</w:t>
      </w:r>
      <w:r w:rsidR="00993162" w:rsidRPr="00A90824">
        <w:rPr>
          <w:color w:val="000000"/>
          <w:szCs w:val="24"/>
          <w:lang w:val="sr-Cyrl-RS"/>
        </w:rPr>
        <w:t>м</w:t>
      </w:r>
      <w:r w:rsidR="51B4573D" w:rsidRPr="00A90824">
        <w:rPr>
          <w:color w:val="000000"/>
          <w:szCs w:val="24"/>
          <w:lang w:val="sr-Cyrl-RS"/>
        </w:rPr>
        <w:t xml:space="preserve"> </w:t>
      </w:r>
      <w:r w:rsidRPr="00A90824">
        <w:rPr>
          <w:color w:val="000000"/>
          <w:szCs w:val="24"/>
          <w:lang w:val="sr-Cyrl-RS"/>
        </w:rPr>
        <w:t xml:space="preserve">система способних за </w:t>
      </w:r>
      <w:r w:rsidR="00993162" w:rsidRPr="00A90824">
        <w:rPr>
          <w:color w:val="000000"/>
          <w:szCs w:val="24"/>
          <w:lang w:val="sr-Cyrl-RS"/>
        </w:rPr>
        <w:t xml:space="preserve">самостално </w:t>
      </w:r>
      <w:r w:rsidRPr="00A90824">
        <w:rPr>
          <w:color w:val="000000"/>
          <w:szCs w:val="24"/>
          <w:lang w:val="sr-Cyrl-RS"/>
        </w:rPr>
        <w:t xml:space="preserve">обављање задатака који </w:t>
      </w:r>
      <w:r w:rsidR="00993162" w:rsidRPr="00A90824">
        <w:rPr>
          <w:color w:val="000000"/>
          <w:szCs w:val="24"/>
          <w:lang w:val="sr-Cyrl-RS"/>
        </w:rPr>
        <w:t>уобичајено захтевају људску интелигенцију</w:t>
      </w:r>
      <w:r w:rsidRPr="00A90824">
        <w:rPr>
          <w:color w:val="000000"/>
          <w:szCs w:val="24"/>
          <w:lang w:val="sr-Cyrl-RS"/>
        </w:rPr>
        <w:t>, убрзано се развија последњих година. Са различитим степеном прилагодљивости и аутономије током примене, вештачка интелигенција доноси револуционарне промене у функционисању привреде и друштва.</w:t>
      </w:r>
    </w:p>
    <w:p w14:paraId="4DCA9228" w14:textId="77777777" w:rsidR="00BE0C76" w:rsidRPr="00A90824" w:rsidRDefault="00A577AB" w:rsidP="00BE0C76">
      <w:pPr>
        <w:rPr>
          <w:color w:val="000000"/>
          <w:szCs w:val="24"/>
          <w:lang w:val="sr-Cyrl-RS"/>
        </w:rPr>
      </w:pPr>
      <w:r w:rsidRPr="00A90824">
        <w:rPr>
          <w:color w:val="000000"/>
          <w:szCs w:val="24"/>
          <w:lang w:val="sr-Cyrl-RS"/>
        </w:rPr>
        <w:t>Истраживања</w:t>
      </w:r>
      <w:r w:rsidR="00BE0C76" w:rsidRPr="00A90824">
        <w:rPr>
          <w:color w:val="000000"/>
          <w:szCs w:val="24"/>
          <w:lang w:val="sr-Cyrl-RS"/>
        </w:rPr>
        <w:t xml:space="preserve"> показују да ће вештачка интелигенција имати велики утицај на глобалну економију кроз повећање продуктивности рада путем аутоматизације активности,</w:t>
      </w:r>
      <w:r w:rsidR="0080395B" w:rsidRPr="00A90824">
        <w:rPr>
          <w:color w:val="000000"/>
          <w:szCs w:val="24"/>
          <w:lang w:val="sr-Cyrl-RS"/>
        </w:rPr>
        <w:t xml:space="preserve"> </w:t>
      </w:r>
      <w:r w:rsidR="00CD4EF3" w:rsidRPr="00A90824">
        <w:rPr>
          <w:color w:val="000000"/>
          <w:szCs w:val="24"/>
          <w:lang w:val="sr-Cyrl-RS"/>
        </w:rPr>
        <w:t>промен</w:t>
      </w:r>
      <w:r w:rsidR="00ED6525" w:rsidRPr="00A90824">
        <w:rPr>
          <w:color w:val="000000"/>
          <w:szCs w:val="24"/>
          <w:lang w:val="sr-Cyrl-RS"/>
        </w:rPr>
        <w:t>е</w:t>
      </w:r>
      <w:r w:rsidR="00CD4EF3" w:rsidRPr="00A90824">
        <w:rPr>
          <w:color w:val="000000"/>
          <w:szCs w:val="24"/>
          <w:lang w:val="sr-Cyrl-RS"/>
        </w:rPr>
        <w:t xml:space="preserve"> у</w:t>
      </w:r>
      <w:r w:rsidR="00BE0C76" w:rsidRPr="00A90824">
        <w:rPr>
          <w:color w:val="000000"/>
          <w:szCs w:val="24"/>
          <w:lang w:val="sr-Cyrl-RS"/>
        </w:rPr>
        <w:t xml:space="preserve"> образовању, здравственој заштити, услугама јавног сектора и </w:t>
      </w:r>
      <w:r w:rsidR="00ED6525" w:rsidRPr="00A90824">
        <w:rPr>
          <w:color w:val="000000"/>
          <w:szCs w:val="24"/>
          <w:lang w:val="sr-Cyrl-RS"/>
        </w:rPr>
        <w:t>др</w:t>
      </w:r>
      <w:r w:rsidR="00BE0C76" w:rsidRPr="00A90824">
        <w:rPr>
          <w:color w:val="000000"/>
          <w:szCs w:val="24"/>
          <w:lang w:val="sr-Cyrl-RS"/>
        </w:rPr>
        <w:t xml:space="preserve">. </w:t>
      </w:r>
      <w:r w:rsidR="00CD4EF3" w:rsidRPr="00A90824">
        <w:rPr>
          <w:color w:val="000000"/>
          <w:szCs w:val="24"/>
          <w:lang w:val="sr-Cyrl-RS"/>
        </w:rPr>
        <w:t>Убрзани</w:t>
      </w:r>
      <w:r w:rsidR="00BE0C76" w:rsidRPr="00A90824">
        <w:rPr>
          <w:color w:val="000000"/>
          <w:szCs w:val="24"/>
          <w:lang w:val="sr-Cyrl-RS"/>
        </w:rPr>
        <w:t xml:space="preserve"> развој и примен</w:t>
      </w:r>
      <w:r w:rsidR="00CD4EF3" w:rsidRPr="00A90824">
        <w:rPr>
          <w:color w:val="000000"/>
          <w:szCs w:val="24"/>
          <w:lang w:val="sr-Cyrl-RS"/>
        </w:rPr>
        <w:t>а</w:t>
      </w:r>
      <w:r w:rsidR="00BE0C76" w:rsidRPr="00A90824">
        <w:rPr>
          <w:color w:val="000000"/>
          <w:szCs w:val="24"/>
          <w:lang w:val="sr-Cyrl-RS"/>
        </w:rPr>
        <w:t xml:space="preserve"> вештачке интелигенције изазива и све већу забринутост због могућ</w:t>
      </w:r>
      <w:r w:rsidR="00ED6525" w:rsidRPr="00A90824">
        <w:rPr>
          <w:color w:val="000000"/>
          <w:szCs w:val="24"/>
          <w:lang w:val="sr-Cyrl-RS"/>
        </w:rPr>
        <w:t>их</w:t>
      </w:r>
      <w:r w:rsidR="00BE0C76" w:rsidRPr="00A90824">
        <w:rPr>
          <w:color w:val="000000"/>
          <w:szCs w:val="24"/>
          <w:lang w:val="sr-Cyrl-RS"/>
        </w:rPr>
        <w:t xml:space="preserve"> злоупотреб</w:t>
      </w:r>
      <w:r w:rsidR="00ED6525" w:rsidRPr="00A90824">
        <w:rPr>
          <w:color w:val="000000"/>
          <w:szCs w:val="24"/>
          <w:lang w:val="sr-Cyrl-RS"/>
        </w:rPr>
        <w:t>а</w:t>
      </w:r>
      <w:r w:rsidR="00BE0C76" w:rsidRPr="00A90824">
        <w:rPr>
          <w:color w:val="000000"/>
          <w:szCs w:val="24"/>
          <w:lang w:val="sr-Cyrl-RS"/>
        </w:rPr>
        <w:t>. Због тога су на глобалном</w:t>
      </w:r>
      <w:r w:rsidRPr="00A90824">
        <w:rPr>
          <w:color w:val="000000"/>
          <w:szCs w:val="24"/>
          <w:lang w:val="sr-Cyrl-RS"/>
        </w:rPr>
        <w:t xml:space="preserve"> нивоу</w:t>
      </w:r>
      <w:r w:rsidR="00BE0C76" w:rsidRPr="00A90824">
        <w:rPr>
          <w:color w:val="000000"/>
          <w:szCs w:val="24"/>
          <w:lang w:val="sr-Cyrl-RS"/>
        </w:rPr>
        <w:t xml:space="preserve">, </w:t>
      </w:r>
      <w:r w:rsidRPr="00A90824">
        <w:rPr>
          <w:color w:val="000000"/>
          <w:szCs w:val="24"/>
          <w:lang w:val="sr-Cyrl-RS"/>
        </w:rPr>
        <w:t xml:space="preserve">као </w:t>
      </w:r>
      <w:r w:rsidR="0080395B" w:rsidRPr="00A90824">
        <w:rPr>
          <w:color w:val="000000"/>
          <w:szCs w:val="24"/>
          <w:lang w:val="sr-Cyrl-RS"/>
        </w:rPr>
        <w:t xml:space="preserve">и </w:t>
      </w:r>
      <w:r w:rsidR="00BE0C76" w:rsidRPr="00A90824">
        <w:rPr>
          <w:color w:val="000000"/>
          <w:szCs w:val="24"/>
          <w:lang w:val="sr-Cyrl-RS"/>
        </w:rPr>
        <w:t xml:space="preserve">на нивоу Европске уније, </w:t>
      </w:r>
      <w:r w:rsidRPr="00A90824">
        <w:rPr>
          <w:color w:val="000000"/>
          <w:szCs w:val="24"/>
          <w:lang w:val="sr-Cyrl-RS"/>
        </w:rPr>
        <w:t xml:space="preserve">покренуте иницијативе </w:t>
      </w:r>
      <w:r w:rsidR="00BE0C76" w:rsidRPr="00A90824">
        <w:rPr>
          <w:color w:val="000000"/>
          <w:szCs w:val="24"/>
          <w:lang w:val="sr-Cyrl-RS"/>
        </w:rPr>
        <w:t>за регулисање питања везаних за развој и примену вештачке интелигенције.</w:t>
      </w:r>
    </w:p>
    <w:p w14:paraId="6F55D541" w14:textId="0598CDF7" w:rsidR="00BE0C76" w:rsidRPr="00A90824" w:rsidRDefault="00BE0C76" w:rsidP="00BE0C76">
      <w:pPr>
        <w:rPr>
          <w:color w:val="000000"/>
          <w:szCs w:val="24"/>
          <w:lang w:val="sr-Cyrl-RS"/>
        </w:rPr>
      </w:pPr>
      <w:r w:rsidRPr="00A90824">
        <w:rPr>
          <w:color w:val="000000"/>
          <w:szCs w:val="24"/>
          <w:lang w:val="sr-Cyrl-RS"/>
        </w:rPr>
        <w:t xml:space="preserve">Због </w:t>
      </w:r>
      <w:r w:rsidR="004126C9" w:rsidRPr="00A90824">
        <w:rPr>
          <w:color w:val="000000"/>
          <w:szCs w:val="24"/>
          <w:lang w:val="sr-Cyrl-RS"/>
        </w:rPr>
        <w:t xml:space="preserve">динамичних </w:t>
      </w:r>
      <w:r w:rsidRPr="00A90824">
        <w:rPr>
          <w:color w:val="000000"/>
          <w:szCs w:val="24"/>
          <w:lang w:val="sr-Cyrl-RS"/>
        </w:rPr>
        <w:t xml:space="preserve">промена које доноси вештачка интелигенција у свим аспектима развоја привреде и друштва, на иницијативу Министарства </w:t>
      </w:r>
      <w:r w:rsidR="00CC2053" w:rsidRPr="00A90824">
        <w:rPr>
          <w:color w:val="000000"/>
          <w:szCs w:val="24"/>
          <w:lang w:val="sr-Cyrl-RS"/>
        </w:rPr>
        <w:t>науке</w:t>
      </w:r>
      <w:r w:rsidRPr="00A90824">
        <w:rPr>
          <w:color w:val="000000"/>
          <w:szCs w:val="24"/>
          <w:lang w:val="sr-Cyrl-RS"/>
        </w:rPr>
        <w:t>, технолошк</w:t>
      </w:r>
      <w:r w:rsidR="00CC2053" w:rsidRPr="00A90824">
        <w:rPr>
          <w:color w:val="000000"/>
          <w:szCs w:val="24"/>
          <w:lang w:val="sr-Cyrl-RS"/>
        </w:rPr>
        <w:t>ог</w:t>
      </w:r>
      <w:r w:rsidRPr="00A90824">
        <w:rPr>
          <w:color w:val="000000"/>
          <w:szCs w:val="24"/>
          <w:lang w:val="sr-Cyrl-RS"/>
        </w:rPr>
        <w:t xml:space="preserve"> развој</w:t>
      </w:r>
      <w:r w:rsidR="00CC2053" w:rsidRPr="00A90824">
        <w:rPr>
          <w:color w:val="000000"/>
          <w:szCs w:val="24"/>
          <w:lang w:val="sr-Cyrl-RS"/>
        </w:rPr>
        <w:t>а</w:t>
      </w:r>
      <w:r w:rsidRPr="00A90824">
        <w:rPr>
          <w:color w:val="000000"/>
          <w:szCs w:val="24"/>
          <w:lang w:val="sr-Cyrl-RS"/>
        </w:rPr>
        <w:t xml:space="preserve"> и иновациј</w:t>
      </w:r>
      <w:r w:rsidR="00CC2053" w:rsidRPr="00A90824">
        <w:rPr>
          <w:color w:val="000000"/>
          <w:szCs w:val="24"/>
          <w:lang w:val="sr-Cyrl-RS"/>
        </w:rPr>
        <w:t>а</w:t>
      </w:r>
      <w:r w:rsidRPr="00A90824">
        <w:rPr>
          <w:color w:val="000000"/>
          <w:szCs w:val="24"/>
          <w:lang w:val="sr-Cyrl-RS"/>
        </w:rPr>
        <w:t xml:space="preserve">, започет је </w:t>
      </w:r>
      <w:r w:rsidR="00CC2053" w:rsidRPr="00A90824">
        <w:rPr>
          <w:color w:val="000000"/>
          <w:szCs w:val="24"/>
          <w:lang w:val="sr-Cyrl-RS"/>
        </w:rPr>
        <w:t xml:space="preserve">процес </w:t>
      </w:r>
      <w:r w:rsidRPr="00A90824">
        <w:rPr>
          <w:color w:val="000000"/>
          <w:szCs w:val="24"/>
          <w:lang w:val="sr-Cyrl-RS"/>
        </w:rPr>
        <w:t>израд</w:t>
      </w:r>
      <w:r w:rsidR="00CC2053" w:rsidRPr="00A90824">
        <w:rPr>
          <w:color w:val="000000"/>
          <w:szCs w:val="24"/>
          <w:lang w:val="sr-Cyrl-RS"/>
        </w:rPr>
        <w:t>е</w:t>
      </w:r>
      <w:r w:rsidRPr="00A90824">
        <w:rPr>
          <w:color w:val="000000"/>
          <w:szCs w:val="24"/>
          <w:lang w:val="sr-Cyrl-RS"/>
        </w:rPr>
        <w:t xml:space="preserve"> нове стратегије и пре истека</w:t>
      </w:r>
      <w:r w:rsidR="00597126" w:rsidRPr="00A90824">
        <w:rPr>
          <w:color w:val="000000"/>
          <w:szCs w:val="24"/>
          <w:lang w:val="sr-Cyrl-RS"/>
        </w:rPr>
        <w:t xml:space="preserve"> </w:t>
      </w:r>
      <w:r w:rsidRPr="00A90824">
        <w:rPr>
          <w:color w:val="000000"/>
          <w:szCs w:val="24"/>
          <w:lang w:val="sr-Cyrl-RS"/>
        </w:rPr>
        <w:t xml:space="preserve">Стратегије развоја вештачке интелигенције у </w:t>
      </w:r>
      <w:r w:rsidR="00312A02" w:rsidRPr="00A90824">
        <w:rPr>
          <w:color w:val="000000"/>
          <w:szCs w:val="24"/>
          <w:lang w:val="sr-Cyrl-RS"/>
        </w:rPr>
        <w:t>Републици Србији за период 2020</w:t>
      </w:r>
      <w:r w:rsidR="00312A02" w:rsidRPr="00A90824">
        <w:rPr>
          <w:szCs w:val="24"/>
        </w:rPr>
        <w:sym w:font="Symbol" w:char="002D"/>
      </w:r>
      <w:r w:rsidRPr="00A90824">
        <w:rPr>
          <w:color w:val="000000"/>
          <w:szCs w:val="24"/>
          <w:lang w:val="sr-Cyrl-RS"/>
        </w:rPr>
        <w:t xml:space="preserve">2025. године („Службени гласник </w:t>
      </w:r>
      <w:r w:rsidR="00E35733" w:rsidRPr="00A90824">
        <w:rPr>
          <w:color w:val="000000"/>
          <w:szCs w:val="24"/>
          <w:lang w:val="sr-Cyrl-RS"/>
        </w:rPr>
        <w:t>РС</w:t>
      </w:r>
      <w:r w:rsidR="00597126" w:rsidRPr="00A90824">
        <w:rPr>
          <w:color w:val="000000"/>
          <w:szCs w:val="24"/>
          <w:lang w:val="sr-Cyrl-RS"/>
        </w:rPr>
        <w:t>”</w:t>
      </w:r>
      <w:r w:rsidRPr="00A90824">
        <w:rPr>
          <w:color w:val="000000"/>
          <w:szCs w:val="24"/>
          <w:lang w:val="sr-Cyrl-RS"/>
        </w:rPr>
        <w:t>, број 96/19).</w:t>
      </w:r>
    </w:p>
    <w:p w14:paraId="4AE31ED1" w14:textId="77777777" w:rsidR="00BE0C76" w:rsidRPr="00A90824" w:rsidRDefault="00BE0C76" w:rsidP="009A67E7">
      <w:pPr>
        <w:rPr>
          <w:color w:val="000000"/>
          <w:szCs w:val="24"/>
          <w:lang w:val="sr-Cyrl-RS"/>
        </w:rPr>
      </w:pPr>
      <w:r w:rsidRPr="00A90824">
        <w:rPr>
          <w:color w:val="000000"/>
          <w:szCs w:val="24"/>
          <w:lang w:val="sr-Cyrl-RS"/>
        </w:rPr>
        <w:t xml:space="preserve">Претходна Стратегија поставила </w:t>
      </w:r>
      <w:r w:rsidR="004126C9" w:rsidRPr="00A90824">
        <w:rPr>
          <w:color w:val="000000"/>
          <w:szCs w:val="24"/>
          <w:lang w:val="sr-Cyrl-RS"/>
        </w:rPr>
        <w:t xml:space="preserve">је </w:t>
      </w:r>
      <w:r w:rsidRPr="00A90824">
        <w:rPr>
          <w:color w:val="000000"/>
          <w:szCs w:val="24"/>
          <w:lang w:val="sr-Cyrl-RS"/>
        </w:rPr>
        <w:t>темеље и трасирала пут развоја вештачке интелигенције у Републици Србији интегрисањем вештачке интелигенције у пет области: развој образовања за потребе</w:t>
      </w:r>
      <w:r w:rsidR="00A577AB" w:rsidRPr="00A90824">
        <w:rPr>
          <w:color w:val="000000"/>
          <w:szCs w:val="24"/>
          <w:lang w:val="sr-Cyrl-RS"/>
        </w:rPr>
        <w:t xml:space="preserve"> стварања људских ресурса са компетенцијама потребним за остварење циљева Стратегије,</w:t>
      </w:r>
      <w:r w:rsidRPr="00A90824">
        <w:rPr>
          <w:color w:val="000000"/>
          <w:szCs w:val="24"/>
          <w:lang w:val="sr-Cyrl-RS"/>
        </w:rPr>
        <w:t xml:space="preserve"> савременог друштва и привреде, развој науке и иновација у области вештачке интелигенције, развој економије заснова</w:t>
      </w:r>
      <w:r w:rsidR="0027738B" w:rsidRPr="00A90824">
        <w:rPr>
          <w:color w:val="000000"/>
          <w:szCs w:val="24"/>
          <w:lang w:val="sr-Cyrl-RS"/>
        </w:rPr>
        <w:t>н</w:t>
      </w:r>
      <w:r w:rsidRPr="00A90824">
        <w:rPr>
          <w:color w:val="000000"/>
          <w:szCs w:val="24"/>
          <w:lang w:val="sr-Cyrl-RS"/>
        </w:rPr>
        <w:t xml:space="preserve">е на вештачкој интелигенцији, развој услуга јавног сектора применом вештачке интелигенције и примена вештачке интелигенције на етички и безбедан начин. Република Србија је била међу првим земљама које су усвојиле </w:t>
      </w:r>
      <w:r w:rsidR="00ED6525" w:rsidRPr="00A90824">
        <w:rPr>
          <w:color w:val="000000"/>
          <w:szCs w:val="24"/>
          <w:lang w:val="sr-Cyrl-RS"/>
        </w:rPr>
        <w:t>одређена стратешка документа</w:t>
      </w:r>
      <w:r w:rsidRPr="00A90824">
        <w:rPr>
          <w:color w:val="000000"/>
          <w:szCs w:val="24"/>
          <w:lang w:val="sr-Cyrl-RS"/>
        </w:rPr>
        <w:t xml:space="preserve"> за развој вештачке интелигенције и на тај начин се благовремено укључила у савремене токове.</w:t>
      </w:r>
    </w:p>
    <w:p w14:paraId="062209AD" w14:textId="1FFBCC3D" w:rsidR="00BE0C76" w:rsidRPr="00A90824" w:rsidRDefault="00CC2053" w:rsidP="009A67E7">
      <w:pPr>
        <w:rPr>
          <w:color w:val="000000"/>
          <w:szCs w:val="24"/>
          <w:lang w:val="sr-Cyrl-RS"/>
        </w:rPr>
      </w:pPr>
      <w:r w:rsidRPr="00A90824">
        <w:rPr>
          <w:color w:val="000000"/>
          <w:szCs w:val="24"/>
          <w:lang w:val="sr-Cyrl-RS"/>
        </w:rPr>
        <w:t xml:space="preserve">Овом стратегијом утврђују се </w:t>
      </w:r>
      <w:r w:rsidR="00BE0C76" w:rsidRPr="00A90824">
        <w:rPr>
          <w:color w:val="000000"/>
          <w:szCs w:val="24"/>
          <w:lang w:val="sr-Cyrl-RS"/>
        </w:rPr>
        <w:t>нов</w:t>
      </w:r>
      <w:r w:rsidRPr="00A90824">
        <w:rPr>
          <w:color w:val="000000"/>
          <w:szCs w:val="24"/>
          <w:lang w:val="sr-Cyrl-RS"/>
        </w:rPr>
        <w:t>и</w:t>
      </w:r>
      <w:r w:rsidR="00BE0C76" w:rsidRPr="00A90824">
        <w:rPr>
          <w:color w:val="000000"/>
          <w:szCs w:val="24"/>
          <w:lang w:val="sr-Cyrl-RS"/>
        </w:rPr>
        <w:t xml:space="preserve"> циљев</w:t>
      </w:r>
      <w:r w:rsidRPr="00A90824">
        <w:rPr>
          <w:color w:val="000000"/>
          <w:szCs w:val="24"/>
          <w:lang w:val="sr-Cyrl-RS"/>
        </w:rPr>
        <w:t>и</w:t>
      </w:r>
      <w:r w:rsidR="00BE0C76" w:rsidRPr="00A90824">
        <w:rPr>
          <w:color w:val="000000"/>
          <w:szCs w:val="24"/>
          <w:lang w:val="sr-Cyrl-RS"/>
        </w:rPr>
        <w:t xml:space="preserve"> и мере како би се наставио </w:t>
      </w:r>
      <w:r w:rsidRPr="00A90824">
        <w:rPr>
          <w:color w:val="000000"/>
          <w:szCs w:val="24"/>
          <w:lang w:val="sr-Cyrl-RS"/>
        </w:rPr>
        <w:t xml:space="preserve">континуиран </w:t>
      </w:r>
      <w:r w:rsidR="00BE0C76" w:rsidRPr="00A90824">
        <w:rPr>
          <w:color w:val="000000"/>
          <w:szCs w:val="24"/>
          <w:lang w:val="sr-Cyrl-RS"/>
        </w:rPr>
        <w:t>развој у области вештачке интелигенције у Републици Србији</w:t>
      </w:r>
      <w:r w:rsidR="00597126" w:rsidRPr="00A90824">
        <w:rPr>
          <w:color w:val="000000"/>
          <w:szCs w:val="24"/>
          <w:lang w:val="sr-Cyrl-RS"/>
        </w:rPr>
        <w:t>,</w:t>
      </w:r>
      <w:r w:rsidR="00BE0C76" w:rsidRPr="00A90824">
        <w:rPr>
          <w:color w:val="000000"/>
          <w:szCs w:val="24"/>
          <w:lang w:val="sr-Cyrl-RS"/>
        </w:rPr>
        <w:t xml:space="preserve"> </w:t>
      </w:r>
      <w:r w:rsidRPr="00A90824">
        <w:rPr>
          <w:color w:val="000000"/>
          <w:szCs w:val="24"/>
          <w:lang w:val="sr-Cyrl-RS"/>
        </w:rPr>
        <w:t>а уједно и</w:t>
      </w:r>
      <w:r w:rsidR="00BE0C76" w:rsidRPr="00A90824">
        <w:rPr>
          <w:color w:val="000000"/>
          <w:szCs w:val="24"/>
          <w:lang w:val="sr-Cyrl-RS"/>
        </w:rPr>
        <w:t xml:space="preserve"> боље прилагодио новим глобалним трендовима. Стратегија развоја вештачке интелигенције за период 202</w:t>
      </w:r>
      <w:r w:rsidR="004126C9" w:rsidRPr="00A90824">
        <w:rPr>
          <w:color w:val="000000"/>
          <w:szCs w:val="24"/>
          <w:lang w:val="sr-Cyrl-RS"/>
        </w:rPr>
        <w:t>5</w:t>
      </w:r>
      <w:r w:rsidR="00312A02" w:rsidRPr="00A90824">
        <w:rPr>
          <w:szCs w:val="24"/>
        </w:rPr>
        <w:sym w:font="Symbol" w:char="002D"/>
      </w:r>
      <w:r w:rsidR="00BE0C76" w:rsidRPr="00A90824">
        <w:rPr>
          <w:color w:val="000000"/>
          <w:szCs w:val="24"/>
          <w:lang w:val="sr-Cyrl-RS"/>
        </w:rPr>
        <w:t xml:space="preserve">2030. године (у даљем тексту: Стратегија) израђена је у складу са чланом 13. Закона о планском систему Републике Србије („Службени гласник </w:t>
      </w:r>
      <w:r w:rsidR="00E35733" w:rsidRPr="00A90824">
        <w:rPr>
          <w:color w:val="000000"/>
          <w:szCs w:val="24"/>
          <w:lang w:val="sr-Cyrl-RS"/>
        </w:rPr>
        <w:t>РС</w:t>
      </w:r>
      <w:r w:rsidR="00F13962" w:rsidRPr="00A90824">
        <w:rPr>
          <w:color w:val="000000"/>
          <w:szCs w:val="24"/>
        </w:rPr>
        <w:t>”</w:t>
      </w:r>
      <w:r w:rsidR="00BE0C76" w:rsidRPr="00A90824">
        <w:rPr>
          <w:color w:val="000000"/>
          <w:szCs w:val="24"/>
          <w:lang w:val="sr-Cyrl-RS"/>
        </w:rPr>
        <w:t>, број 30/18).</w:t>
      </w:r>
    </w:p>
    <w:p w14:paraId="62D9EBD7" w14:textId="77777777" w:rsidR="00BE0C76" w:rsidRPr="00A90824" w:rsidRDefault="0034262F" w:rsidP="009A67E7">
      <w:pPr>
        <w:rPr>
          <w:color w:val="000000"/>
          <w:szCs w:val="24"/>
          <w:lang w:val="sr-Cyrl-RS"/>
        </w:rPr>
      </w:pPr>
      <w:r w:rsidRPr="00A90824">
        <w:rPr>
          <w:color w:val="000000"/>
          <w:szCs w:val="24"/>
          <w:lang w:val="sr-Cyrl-RS"/>
        </w:rPr>
        <w:t>Усвајањем друге по реду</w:t>
      </w:r>
      <w:r w:rsidR="00BE0C76" w:rsidRPr="00A90824">
        <w:rPr>
          <w:color w:val="000000"/>
          <w:szCs w:val="24"/>
          <w:lang w:val="sr-Cyrl-RS"/>
        </w:rPr>
        <w:t xml:space="preserve"> </w:t>
      </w:r>
      <w:r w:rsidRPr="00A90824">
        <w:rPr>
          <w:color w:val="000000"/>
          <w:szCs w:val="24"/>
          <w:lang w:val="sr-Cyrl-RS"/>
        </w:rPr>
        <w:t>с</w:t>
      </w:r>
      <w:r w:rsidR="00BE0C76" w:rsidRPr="00A90824">
        <w:rPr>
          <w:color w:val="000000"/>
          <w:szCs w:val="24"/>
          <w:lang w:val="sr-Cyrl-RS"/>
        </w:rPr>
        <w:t>тратегиј</w:t>
      </w:r>
      <w:r w:rsidRPr="00A90824">
        <w:rPr>
          <w:color w:val="000000"/>
          <w:szCs w:val="24"/>
          <w:lang w:val="sr-Cyrl-RS"/>
        </w:rPr>
        <w:t>е за развој вештачке интелигенције</w:t>
      </w:r>
      <w:r w:rsidR="00BE0C76" w:rsidRPr="00A90824">
        <w:rPr>
          <w:color w:val="000000"/>
          <w:szCs w:val="24"/>
          <w:lang w:val="sr-Cyrl-RS"/>
        </w:rPr>
        <w:t xml:space="preserve">, Република Србија наставља </w:t>
      </w:r>
      <w:r w:rsidRPr="00A90824">
        <w:rPr>
          <w:color w:val="000000"/>
          <w:szCs w:val="24"/>
          <w:lang w:val="sr-Cyrl-RS"/>
        </w:rPr>
        <w:t xml:space="preserve">да следи претходно дефинисан правац </w:t>
      </w:r>
      <w:r w:rsidR="00BE0C76" w:rsidRPr="00A90824">
        <w:rPr>
          <w:color w:val="000000"/>
          <w:szCs w:val="24"/>
          <w:lang w:val="sr-Cyrl-RS"/>
        </w:rPr>
        <w:t>развоја науке, истраживања</w:t>
      </w:r>
      <w:r w:rsidR="00A577AB" w:rsidRPr="00A90824">
        <w:rPr>
          <w:color w:val="000000"/>
          <w:szCs w:val="24"/>
          <w:lang w:val="sr-Cyrl-RS"/>
        </w:rPr>
        <w:t>, образовања, инфраструктуре</w:t>
      </w:r>
      <w:r w:rsidR="00BE0C76" w:rsidRPr="00A90824">
        <w:rPr>
          <w:color w:val="000000"/>
          <w:szCs w:val="24"/>
          <w:lang w:val="sr-Cyrl-RS"/>
        </w:rPr>
        <w:t xml:space="preserve"> и решења из области вештачке интелигенције као и повећања примене вештачке интелигенције у </w:t>
      </w:r>
      <w:r w:rsidR="00A577AB" w:rsidRPr="00A90824">
        <w:rPr>
          <w:color w:val="000000"/>
          <w:szCs w:val="24"/>
          <w:lang w:val="sr-Cyrl-RS"/>
        </w:rPr>
        <w:t>приоритетним</w:t>
      </w:r>
      <w:r w:rsidR="00BE0C76" w:rsidRPr="00A90824">
        <w:rPr>
          <w:color w:val="000000"/>
          <w:szCs w:val="24"/>
          <w:lang w:val="sr-Cyrl-RS"/>
        </w:rPr>
        <w:t xml:space="preserve"> областима. </w:t>
      </w:r>
      <w:r w:rsidRPr="00A90824">
        <w:rPr>
          <w:color w:val="000000"/>
          <w:szCs w:val="24"/>
          <w:lang w:val="sr-Cyrl-RS"/>
        </w:rPr>
        <w:t>Ова с</w:t>
      </w:r>
      <w:r w:rsidR="00BE0C76" w:rsidRPr="00A90824">
        <w:rPr>
          <w:color w:val="000000"/>
          <w:szCs w:val="24"/>
          <w:lang w:val="sr-Cyrl-RS"/>
        </w:rPr>
        <w:t xml:space="preserve">тратегија поставља оквире </w:t>
      </w:r>
      <w:r w:rsidRPr="00A90824">
        <w:rPr>
          <w:color w:val="000000"/>
          <w:szCs w:val="24"/>
          <w:lang w:val="sr-Cyrl-RS"/>
        </w:rPr>
        <w:t xml:space="preserve">за </w:t>
      </w:r>
      <w:r w:rsidR="00BE0C76" w:rsidRPr="00A90824">
        <w:rPr>
          <w:color w:val="000000"/>
          <w:szCs w:val="24"/>
          <w:lang w:val="sr-Cyrl-RS"/>
        </w:rPr>
        <w:t>даљ</w:t>
      </w:r>
      <w:r w:rsidRPr="00A90824">
        <w:rPr>
          <w:color w:val="000000"/>
          <w:szCs w:val="24"/>
          <w:lang w:val="sr-Cyrl-RS"/>
        </w:rPr>
        <w:t>и</w:t>
      </w:r>
      <w:r w:rsidR="00BE0C76" w:rsidRPr="00A90824">
        <w:rPr>
          <w:color w:val="000000"/>
          <w:szCs w:val="24"/>
          <w:lang w:val="sr-Cyrl-RS"/>
        </w:rPr>
        <w:t xml:space="preserve"> развој</w:t>
      </w:r>
      <w:r w:rsidRPr="00A90824">
        <w:rPr>
          <w:color w:val="000000"/>
          <w:szCs w:val="24"/>
          <w:lang w:val="sr-Cyrl-RS"/>
        </w:rPr>
        <w:t xml:space="preserve"> вештачке интелигенције</w:t>
      </w:r>
      <w:r w:rsidR="00BE0C76" w:rsidRPr="00A90824">
        <w:rPr>
          <w:color w:val="000000"/>
          <w:szCs w:val="24"/>
          <w:lang w:val="sr-Cyrl-RS"/>
        </w:rPr>
        <w:t xml:space="preserve"> до 2030. године</w:t>
      </w:r>
      <w:r w:rsidRPr="00A90824">
        <w:rPr>
          <w:color w:val="000000"/>
          <w:szCs w:val="24"/>
          <w:lang w:val="sr-Cyrl-RS"/>
        </w:rPr>
        <w:t>, обезбеђујући да Република Србија</w:t>
      </w:r>
      <w:r w:rsidR="00BE0C76" w:rsidRPr="00A90824">
        <w:rPr>
          <w:color w:val="000000"/>
          <w:szCs w:val="24"/>
          <w:lang w:val="sr-Cyrl-RS"/>
        </w:rPr>
        <w:t xml:space="preserve"> </w:t>
      </w:r>
      <w:r w:rsidRPr="00A90824">
        <w:rPr>
          <w:color w:val="000000"/>
          <w:szCs w:val="24"/>
          <w:lang w:val="sr-Cyrl-RS"/>
        </w:rPr>
        <w:t>прати савремене</w:t>
      </w:r>
      <w:r w:rsidR="00BE0C76" w:rsidRPr="00A90824">
        <w:rPr>
          <w:color w:val="000000"/>
          <w:szCs w:val="24"/>
          <w:lang w:val="sr-Cyrl-RS"/>
        </w:rPr>
        <w:t xml:space="preserve"> трендов</w:t>
      </w:r>
      <w:r w:rsidRPr="00A90824">
        <w:rPr>
          <w:color w:val="000000"/>
          <w:szCs w:val="24"/>
          <w:lang w:val="sr-Cyrl-RS"/>
        </w:rPr>
        <w:t>е</w:t>
      </w:r>
      <w:r w:rsidR="00BE0C76" w:rsidRPr="00A90824">
        <w:rPr>
          <w:color w:val="000000"/>
          <w:szCs w:val="24"/>
          <w:lang w:val="sr-Cyrl-RS"/>
        </w:rPr>
        <w:t xml:space="preserve"> и стандард</w:t>
      </w:r>
      <w:r w:rsidRPr="00A90824">
        <w:rPr>
          <w:color w:val="000000"/>
          <w:szCs w:val="24"/>
          <w:lang w:val="sr-Cyrl-RS"/>
        </w:rPr>
        <w:t>е</w:t>
      </w:r>
      <w:r w:rsidR="00BE0C76" w:rsidRPr="00A90824">
        <w:rPr>
          <w:color w:val="000000"/>
          <w:szCs w:val="24"/>
          <w:lang w:val="sr-Cyrl-RS"/>
        </w:rPr>
        <w:t xml:space="preserve"> у </w:t>
      </w:r>
      <w:r w:rsidRPr="00A90824">
        <w:rPr>
          <w:color w:val="000000"/>
          <w:szCs w:val="24"/>
          <w:lang w:val="sr-Cyrl-RS"/>
        </w:rPr>
        <w:t xml:space="preserve">овој </w:t>
      </w:r>
      <w:r w:rsidR="00BE0C76" w:rsidRPr="00A90824">
        <w:rPr>
          <w:color w:val="000000"/>
          <w:szCs w:val="24"/>
          <w:lang w:val="sr-Cyrl-RS"/>
        </w:rPr>
        <w:t>области</w:t>
      </w:r>
      <w:r w:rsidRPr="00A90824">
        <w:rPr>
          <w:color w:val="000000"/>
          <w:szCs w:val="24"/>
          <w:lang w:val="sr-Cyrl-RS"/>
        </w:rPr>
        <w:t>.</w:t>
      </w:r>
      <w:r w:rsidR="00BE0C76" w:rsidRPr="00A90824">
        <w:rPr>
          <w:color w:val="000000"/>
          <w:szCs w:val="24"/>
          <w:lang w:val="sr-Cyrl-RS"/>
        </w:rPr>
        <w:t xml:space="preserve"> </w:t>
      </w:r>
      <w:r w:rsidR="004126C9" w:rsidRPr="00A90824">
        <w:rPr>
          <w:color w:val="000000"/>
          <w:szCs w:val="24"/>
          <w:lang w:val="sr-Cyrl-RS"/>
        </w:rPr>
        <w:t>Ј</w:t>
      </w:r>
      <w:r w:rsidR="00BE0C76" w:rsidRPr="00A90824">
        <w:rPr>
          <w:color w:val="000000"/>
          <w:szCs w:val="24"/>
          <w:lang w:val="sr-Cyrl-RS"/>
        </w:rPr>
        <w:t>ед</w:t>
      </w:r>
      <w:r w:rsidRPr="00A90824">
        <w:rPr>
          <w:color w:val="000000"/>
          <w:szCs w:val="24"/>
          <w:lang w:val="sr-Cyrl-RS"/>
        </w:rPr>
        <w:t>а</w:t>
      </w:r>
      <w:r w:rsidR="00BE0C76" w:rsidRPr="00A90824">
        <w:rPr>
          <w:color w:val="000000"/>
          <w:szCs w:val="24"/>
          <w:lang w:val="sr-Cyrl-RS"/>
        </w:rPr>
        <w:t xml:space="preserve">н од основих </w:t>
      </w:r>
      <w:r w:rsidRPr="00A90824">
        <w:rPr>
          <w:color w:val="000000"/>
          <w:szCs w:val="24"/>
          <w:lang w:val="sr-Cyrl-RS"/>
        </w:rPr>
        <w:t xml:space="preserve">циљева овог документа </w:t>
      </w:r>
      <w:r w:rsidR="00BE0C76" w:rsidRPr="00A90824">
        <w:rPr>
          <w:color w:val="000000"/>
          <w:szCs w:val="24"/>
          <w:lang w:val="sr-Cyrl-RS"/>
        </w:rPr>
        <w:t xml:space="preserve">је да </w:t>
      </w:r>
      <w:r w:rsidR="00BE0C76" w:rsidRPr="00A90824">
        <w:rPr>
          <w:color w:val="000000"/>
          <w:szCs w:val="24"/>
          <w:lang w:val="sr-Cyrl-RS"/>
        </w:rPr>
        <w:lastRenderedPageBreak/>
        <w:t xml:space="preserve">се кроз </w:t>
      </w:r>
      <w:r w:rsidR="004126C9" w:rsidRPr="00A90824">
        <w:rPr>
          <w:color w:val="000000"/>
          <w:szCs w:val="24"/>
          <w:lang w:val="sr-Cyrl-RS"/>
        </w:rPr>
        <w:t xml:space="preserve">посебне </w:t>
      </w:r>
      <w:r w:rsidR="00BE0C76" w:rsidRPr="00A90824">
        <w:rPr>
          <w:color w:val="000000"/>
          <w:szCs w:val="24"/>
          <w:lang w:val="sr-Cyrl-RS"/>
        </w:rPr>
        <w:t xml:space="preserve">мере </w:t>
      </w:r>
      <w:r w:rsidRPr="00A90824">
        <w:rPr>
          <w:color w:val="000000"/>
          <w:szCs w:val="24"/>
          <w:lang w:val="sr-Cyrl-RS"/>
        </w:rPr>
        <w:t>омогући з</w:t>
      </w:r>
      <w:r w:rsidR="00BE0C76" w:rsidRPr="00A90824">
        <w:rPr>
          <w:color w:val="000000"/>
          <w:szCs w:val="24"/>
          <w:lang w:val="sr-Cyrl-RS"/>
        </w:rPr>
        <w:t xml:space="preserve">начајан подстицај </w:t>
      </w:r>
      <w:r w:rsidRPr="00A90824">
        <w:rPr>
          <w:color w:val="000000"/>
          <w:szCs w:val="24"/>
          <w:lang w:val="sr-Cyrl-RS"/>
        </w:rPr>
        <w:t xml:space="preserve">за даљи развој </w:t>
      </w:r>
      <w:r w:rsidR="00A577AB" w:rsidRPr="00A90824">
        <w:rPr>
          <w:color w:val="000000"/>
          <w:szCs w:val="24"/>
          <w:lang w:val="sr-Cyrl-RS"/>
        </w:rPr>
        <w:t>нау</w:t>
      </w:r>
      <w:r w:rsidRPr="00A90824">
        <w:rPr>
          <w:color w:val="000000"/>
          <w:szCs w:val="24"/>
          <w:lang w:val="sr-Cyrl-RS"/>
        </w:rPr>
        <w:t>чних истраживања</w:t>
      </w:r>
      <w:r w:rsidR="00A577AB" w:rsidRPr="00A90824">
        <w:rPr>
          <w:color w:val="000000"/>
          <w:szCs w:val="24"/>
          <w:lang w:val="sr-Cyrl-RS"/>
        </w:rPr>
        <w:t xml:space="preserve">, </w:t>
      </w:r>
      <w:r w:rsidR="00BE0C76" w:rsidRPr="00A90824">
        <w:rPr>
          <w:color w:val="000000"/>
          <w:szCs w:val="24"/>
          <w:lang w:val="sr-Cyrl-RS"/>
        </w:rPr>
        <w:t>иновација, образовањ</w:t>
      </w:r>
      <w:r w:rsidRPr="00A90824">
        <w:rPr>
          <w:color w:val="000000"/>
          <w:szCs w:val="24"/>
          <w:lang w:val="sr-Cyrl-RS"/>
        </w:rPr>
        <w:t>а</w:t>
      </w:r>
      <w:r w:rsidR="00BE0C76" w:rsidRPr="00A90824">
        <w:rPr>
          <w:color w:val="000000"/>
          <w:szCs w:val="24"/>
          <w:lang w:val="sr-Cyrl-RS"/>
        </w:rPr>
        <w:t>, економско</w:t>
      </w:r>
      <w:r w:rsidRPr="00A90824">
        <w:rPr>
          <w:color w:val="000000"/>
          <w:szCs w:val="24"/>
          <w:lang w:val="sr-Cyrl-RS"/>
        </w:rPr>
        <w:t>г</w:t>
      </w:r>
      <w:r w:rsidR="00BE0C76" w:rsidRPr="00A90824">
        <w:rPr>
          <w:color w:val="000000"/>
          <w:szCs w:val="24"/>
          <w:lang w:val="sr-Cyrl-RS"/>
        </w:rPr>
        <w:t xml:space="preserve"> раст</w:t>
      </w:r>
      <w:r w:rsidRPr="00A90824">
        <w:rPr>
          <w:color w:val="000000"/>
          <w:szCs w:val="24"/>
          <w:lang w:val="sr-Cyrl-RS"/>
        </w:rPr>
        <w:t>а</w:t>
      </w:r>
      <w:r w:rsidR="00BE0C76" w:rsidRPr="00A90824">
        <w:rPr>
          <w:color w:val="000000"/>
          <w:szCs w:val="24"/>
          <w:lang w:val="sr-Cyrl-RS"/>
        </w:rPr>
        <w:t xml:space="preserve"> и </w:t>
      </w:r>
      <w:r w:rsidRPr="00A90824">
        <w:rPr>
          <w:color w:val="000000"/>
          <w:szCs w:val="24"/>
          <w:lang w:val="sr-Cyrl-RS"/>
        </w:rPr>
        <w:t>унапреди</w:t>
      </w:r>
      <w:r w:rsidR="00BE0C76" w:rsidRPr="00A90824">
        <w:rPr>
          <w:color w:val="000000"/>
          <w:szCs w:val="24"/>
          <w:lang w:val="sr-Cyrl-RS"/>
        </w:rPr>
        <w:t xml:space="preserve"> </w:t>
      </w:r>
      <w:r w:rsidR="00ED6525" w:rsidRPr="00A90824">
        <w:rPr>
          <w:color w:val="000000"/>
          <w:szCs w:val="24"/>
          <w:lang w:val="sr-Cyrl-RS"/>
        </w:rPr>
        <w:t>квалитет живота</w:t>
      </w:r>
      <w:r w:rsidR="00BE0C76" w:rsidRPr="00A90824">
        <w:rPr>
          <w:color w:val="000000"/>
          <w:szCs w:val="24"/>
          <w:lang w:val="sr-Cyrl-RS"/>
        </w:rPr>
        <w:t xml:space="preserve"> свих грађана.</w:t>
      </w:r>
    </w:p>
    <w:p w14:paraId="5D398792" w14:textId="77777777" w:rsidR="00BE0C76" w:rsidRPr="00A90824" w:rsidRDefault="00BE0C76" w:rsidP="009A67E7">
      <w:pPr>
        <w:rPr>
          <w:color w:val="000000"/>
          <w:szCs w:val="24"/>
          <w:lang w:val="sr-Cyrl-RS"/>
        </w:rPr>
      </w:pPr>
      <w:r w:rsidRPr="00A90824">
        <w:rPr>
          <w:color w:val="000000"/>
          <w:szCs w:val="24"/>
          <w:lang w:val="sr-Cyrl-RS"/>
        </w:rPr>
        <w:t>Стратегиј</w:t>
      </w:r>
      <w:r w:rsidR="0034262F" w:rsidRPr="00A90824">
        <w:rPr>
          <w:color w:val="000000"/>
          <w:szCs w:val="24"/>
          <w:lang w:val="sr-Cyrl-RS"/>
        </w:rPr>
        <w:t xml:space="preserve">а поставља </w:t>
      </w:r>
      <w:r w:rsidR="004126C9" w:rsidRPr="00A90824">
        <w:rPr>
          <w:color w:val="000000"/>
          <w:szCs w:val="24"/>
          <w:lang w:val="sr-Cyrl-RS"/>
        </w:rPr>
        <w:t>основ за</w:t>
      </w:r>
      <w:r w:rsidRPr="00A90824">
        <w:rPr>
          <w:color w:val="000000"/>
          <w:szCs w:val="24"/>
          <w:lang w:val="sr-Cyrl-RS"/>
        </w:rPr>
        <w:t xml:space="preserve"> </w:t>
      </w:r>
      <w:r w:rsidR="0034262F" w:rsidRPr="00A90824">
        <w:rPr>
          <w:color w:val="000000"/>
          <w:szCs w:val="24"/>
          <w:lang w:val="sr-Cyrl-RS"/>
        </w:rPr>
        <w:t xml:space="preserve">даљи развој </w:t>
      </w:r>
      <w:r w:rsidR="00597126" w:rsidRPr="00A90824">
        <w:rPr>
          <w:color w:val="000000"/>
          <w:szCs w:val="24"/>
          <w:lang w:val="sr-Cyrl-RS"/>
        </w:rPr>
        <w:t>правног</w:t>
      </w:r>
      <w:r w:rsidR="0034262F" w:rsidRPr="00A90824">
        <w:rPr>
          <w:color w:val="000000"/>
          <w:szCs w:val="24"/>
          <w:lang w:val="sr-Cyrl-RS"/>
        </w:rPr>
        <w:t xml:space="preserve"> </w:t>
      </w:r>
      <w:r w:rsidRPr="00A90824">
        <w:rPr>
          <w:color w:val="000000"/>
          <w:szCs w:val="24"/>
          <w:lang w:val="sr-Cyrl-RS"/>
        </w:rPr>
        <w:t>и институционалн</w:t>
      </w:r>
      <w:r w:rsidR="006F29DD" w:rsidRPr="00A90824">
        <w:rPr>
          <w:color w:val="000000"/>
          <w:szCs w:val="24"/>
          <w:lang w:val="sr-Cyrl-RS"/>
        </w:rPr>
        <w:t>ог</w:t>
      </w:r>
      <w:r w:rsidRPr="00A90824">
        <w:rPr>
          <w:color w:val="000000"/>
          <w:szCs w:val="24"/>
          <w:lang w:val="sr-Cyrl-RS"/>
        </w:rPr>
        <w:t xml:space="preserve"> оквир</w:t>
      </w:r>
      <w:r w:rsidR="00597126" w:rsidRPr="00A90824">
        <w:rPr>
          <w:color w:val="000000"/>
          <w:szCs w:val="24"/>
          <w:lang w:val="sr-Cyrl-RS"/>
        </w:rPr>
        <w:t>а</w:t>
      </w:r>
      <w:r w:rsidRPr="00A90824">
        <w:rPr>
          <w:color w:val="000000"/>
          <w:szCs w:val="24"/>
          <w:lang w:val="sr-Cyrl-RS"/>
        </w:rPr>
        <w:t xml:space="preserve"> који ће </w:t>
      </w:r>
      <w:r w:rsidR="006F29DD" w:rsidRPr="00A90824">
        <w:rPr>
          <w:color w:val="000000"/>
          <w:szCs w:val="24"/>
          <w:lang w:val="sr-Cyrl-RS"/>
        </w:rPr>
        <w:t>омогућити креирање решења</w:t>
      </w:r>
      <w:r w:rsidRPr="00A90824">
        <w:rPr>
          <w:color w:val="000000"/>
          <w:szCs w:val="24"/>
          <w:lang w:val="sr-Cyrl-RS"/>
        </w:rPr>
        <w:t xml:space="preserve"> за бројне етичке и регулаторне изазове. </w:t>
      </w:r>
      <w:r w:rsidR="006F29DD" w:rsidRPr="00A90824">
        <w:rPr>
          <w:color w:val="000000"/>
          <w:szCs w:val="24"/>
          <w:lang w:val="sr-Cyrl-RS"/>
        </w:rPr>
        <w:t>Овим приступом стварају се пред</w:t>
      </w:r>
      <w:r w:rsidRPr="00A90824">
        <w:rPr>
          <w:color w:val="000000"/>
          <w:szCs w:val="24"/>
          <w:lang w:val="sr-Cyrl-RS"/>
        </w:rPr>
        <w:t xml:space="preserve">услови за спречавање потенцијалних злоупотреба вештачке интелигенције и </w:t>
      </w:r>
      <w:r w:rsidR="006F29DD" w:rsidRPr="00A90824">
        <w:rPr>
          <w:color w:val="000000"/>
          <w:szCs w:val="24"/>
          <w:lang w:val="sr-Cyrl-RS"/>
        </w:rPr>
        <w:t xml:space="preserve">обезбеђује </w:t>
      </w:r>
      <w:r w:rsidRPr="00A90824">
        <w:rPr>
          <w:color w:val="000000"/>
          <w:szCs w:val="24"/>
          <w:lang w:val="sr-Cyrl-RS"/>
        </w:rPr>
        <w:t xml:space="preserve">усклађеност са етичким стандардима којима </w:t>
      </w:r>
      <w:r w:rsidR="006F29DD" w:rsidRPr="00A90824">
        <w:rPr>
          <w:color w:val="000000"/>
          <w:szCs w:val="24"/>
          <w:lang w:val="sr-Cyrl-RS"/>
        </w:rPr>
        <w:t>Република Србија</w:t>
      </w:r>
      <w:r w:rsidRPr="00A90824">
        <w:rPr>
          <w:color w:val="000000"/>
          <w:szCs w:val="24"/>
          <w:lang w:val="sr-Cyrl-RS"/>
        </w:rPr>
        <w:t xml:space="preserve"> тежи.</w:t>
      </w:r>
    </w:p>
    <w:p w14:paraId="0312DE89" w14:textId="77777777" w:rsidR="00BE0C76" w:rsidRPr="00A90824" w:rsidRDefault="00BE0C76" w:rsidP="009514D6">
      <w:pPr>
        <w:spacing w:after="120"/>
        <w:rPr>
          <w:color w:val="000000"/>
          <w:szCs w:val="24"/>
          <w:lang w:val="sr-Cyrl-RS"/>
        </w:rPr>
      </w:pPr>
      <w:r w:rsidRPr="00A90824">
        <w:rPr>
          <w:color w:val="000000"/>
          <w:szCs w:val="24"/>
          <w:lang w:val="sr-Cyrl-RS"/>
        </w:rPr>
        <w:t xml:space="preserve">Посматрано кроз идентификоване посебне циљеве и мере, </w:t>
      </w:r>
      <w:r w:rsidR="00ED6525" w:rsidRPr="00A90824">
        <w:rPr>
          <w:color w:val="000000"/>
          <w:szCs w:val="24"/>
          <w:lang w:val="sr-Cyrl-RS"/>
        </w:rPr>
        <w:t>С</w:t>
      </w:r>
      <w:r w:rsidRPr="00A90824">
        <w:rPr>
          <w:color w:val="000000"/>
          <w:szCs w:val="24"/>
          <w:lang w:val="sr-Cyrl-RS"/>
        </w:rPr>
        <w:t>тратегија има за циљ да:</w:t>
      </w:r>
    </w:p>
    <w:p w14:paraId="05EFCFDE" w14:textId="77777777" w:rsidR="004126C9" w:rsidRPr="00A90824" w:rsidRDefault="006F29DD" w:rsidP="00E63B22">
      <w:pPr>
        <w:pStyle w:val="ListParagraph"/>
        <w:numPr>
          <w:ilvl w:val="0"/>
          <w:numId w:val="23"/>
        </w:numPr>
        <w:spacing w:after="120"/>
        <w:ind w:left="992" w:hanging="425"/>
        <w:contextualSpacing w:val="0"/>
        <w:rPr>
          <w:color w:val="000000"/>
          <w:szCs w:val="24"/>
          <w:lang w:val="sr-Cyrl-RS"/>
        </w:rPr>
      </w:pPr>
      <w:r w:rsidRPr="00A90824">
        <w:rPr>
          <w:color w:val="000000"/>
          <w:szCs w:val="24"/>
          <w:lang w:val="sr-Cyrl-RS"/>
        </w:rPr>
        <w:t xml:space="preserve">Обезбеди </w:t>
      </w:r>
      <w:r w:rsidR="004126C9" w:rsidRPr="00A90824">
        <w:rPr>
          <w:color w:val="000000"/>
          <w:szCs w:val="24"/>
          <w:lang w:val="sr-Cyrl-RS"/>
        </w:rPr>
        <w:t xml:space="preserve">јасан и ефикасан </w:t>
      </w:r>
      <w:r w:rsidR="008E5C0D" w:rsidRPr="00A90824">
        <w:rPr>
          <w:color w:val="000000"/>
          <w:szCs w:val="24"/>
          <w:lang w:val="sr-Cyrl-RS"/>
        </w:rPr>
        <w:t xml:space="preserve">институционални и </w:t>
      </w:r>
      <w:r w:rsidR="00000349" w:rsidRPr="00A90824">
        <w:rPr>
          <w:color w:val="000000"/>
          <w:szCs w:val="24"/>
          <w:lang w:val="sr-Cyrl-RS"/>
        </w:rPr>
        <w:t>правни</w:t>
      </w:r>
      <w:r w:rsidRPr="00A90824">
        <w:rPr>
          <w:color w:val="000000"/>
          <w:szCs w:val="24"/>
          <w:lang w:val="sr-Cyrl-RS"/>
        </w:rPr>
        <w:t xml:space="preserve"> </w:t>
      </w:r>
      <w:r w:rsidR="004126C9" w:rsidRPr="00A90824">
        <w:rPr>
          <w:color w:val="000000"/>
          <w:szCs w:val="24"/>
          <w:lang w:val="sr-Cyrl-RS"/>
        </w:rPr>
        <w:t xml:space="preserve">оквир доношењем посебног закона који ће регулисати примену </w:t>
      </w:r>
      <w:r w:rsidR="008E5C0D" w:rsidRPr="00A90824">
        <w:rPr>
          <w:color w:val="000000"/>
          <w:szCs w:val="24"/>
          <w:lang w:val="sr-Cyrl-RS"/>
        </w:rPr>
        <w:t>вештачке интелигенције</w:t>
      </w:r>
      <w:r w:rsidR="004126C9" w:rsidRPr="00A90824">
        <w:rPr>
          <w:color w:val="000000"/>
          <w:szCs w:val="24"/>
          <w:lang w:val="sr-Cyrl-RS"/>
        </w:rPr>
        <w:t xml:space="preserve">, </w:t>
      </w:r>
      <w:r w:rsidR="00000349" w:rsidRPr="00A90824">
        <w:rPr>
          <w:color w:val="000000"/>
          <w:szCs w:val="24"/>
          <w:lang w:val="sr-Cyrl-RS"/>
        </w:rPr>
        <w:t>којим се</w:t>
      </w:r>
      <w:r w:rsidR="004126C9" w:rsidRPr="00A90824">
        <w:rPr>
          <w:color w:val="000000"/>
          <w:szCs w:val="24"/>
          <w:lang w:val="sr-Cyrl-RS"/>
        </w:rPr>
        <w:t xml:space="preserve"> омогућ</w:t>
      </w:r>
      <w:r w:rsidR="00000349" w:rsidRPr="00A90824">
        <w:rPr>
          <w:color w:val="000000"/>
          <w:szCs w:val="24"/>
          <w:lang w:val="sr-Cyrl-RS"/>
        </w:rPr>
        <w:t>ава</w:t>
      </w:r>
      <w:r w:rsidR="004126C9" w:rsidRPr="00A90824">
        <w:rPr>
          <w:color w:val="000000"/>
          <w:szCs w:val="24"/>
          <w:lang w:val="sr-Cyrl-RS"/>
        </w:rPr>
        <w:t xml:space="preserve"> </w:t>
      </w:r>
      <w:r w:rsidR="008E5C0D" w:rsidRPr="00A90824">
        <w:rPr>
          <w:color w:val="000000"/>
          <w:szCs w:val="24"/>
          <w:lang w:val="sr-Cyrl-RS"/>
        </w:rPr>
        <w:t>њен</w:t>
      </w:r>
      <w:r w:rsidR="00000349" w:rsidRPr="00A90824">
        <w:rPr>
          <w:color w:val="000000"/>
          <w:szCs w:val="24"/>
          <w:lang w:val="sr-Cyrl-RS"/>
        </w:rPr>
        <w:t>а</w:t>
      </w:r>
      <w:r w:rsidR="008E5C0D" w:rsidRPr="00A90824">
        <w:rPr>
          <w:color w:val="000000"/>
          <w:szCs w:val="24"/>
          <w:lang w:val="sr-Cyrl-RS"/>
        </w:rPr>
        <w:t xml:space="preserve"> </w:t>
      </w:r>
      <w:r w:rsidR="004126C9" w:rsidRPr="00A90824">
        <w:rPr>
          <w:color w:val="000000"/>
          <w:szCs w:val="24"/>
          <w:lang w:val="sr-Cyrl-RS"/>
        </w:rPr>
        <w:t>сигурн</w:t>
      </w:r>
      <w:r w:rsidR="00000349" w:rsidRPr="00A90824">
        <w:rPr>
          <w:color w:val="000000"/>
          <w:szCs w:val="24"/>
          <w:lang w:val="sr-Cyrl-RS"/>
        </w:rPr>
        <w:t>а</w:t>
      </w:r>
      <w:r w:rsidR="004126C9" w:rsidRPr="00A90824">
        <w:rPr>
          <w:color w:val="000000"/>
          <w:szCs w:val="24"/>
          <w:lang w:val="sr-Cyrl-RS"/>
        </w:rPr>
        <w:t>, безбедн</w:t>
      </w:r>
      <w:r w:rsidR="00000349" w:rsidRPr="00A90824">
        <w:rPr>
          <w:color w:val="000000"/>
          <w:szCs w:val="24"/>
          <w:lang w:val="sr-Cyrl-RS"/>
        </w:rPr>
        <w:t>а</w:t>
      </w:r>
      <w:r w:rsidR="004126C9" w:rsidRPr="00A90824">
        <w:rPr>
          <w:color w:val="000000"/>
          <w:szCs w:val="24"/>
          <w:lang w:val="sr-Cyrl-RS"/>
        </w:rPr>
        <w:t xml:space="preserve"> и поуздан</w:t>
      </w:r>
      <w:r w:rsidR="00000349" w:rsidRPr="00A90824">
        <w:rPr>
          <w:color w:val="000000"/>
          <w:szCs w:val="24"/>
          <w:lang w:val="sr-Cyrl-RS"/>
        </w:rPr>
        <w:t>а</w:t>
      </w:r>
      <w:r w:rsidR="004126C9" w:rsidRPr="00A90824">
        <w:rPr>
          <w:color w:val="000000"/>
          <w:szCs w:val="24"/>
          <w:lang w:val="sr-Cyrl-RS"/>
        </w:rPr>
        <w:t xml:space="preserve"> примен</w:t>
      </w:r>
      <w:r w:rsidR="00000349" w:rsidRPr="00A90824">
        <w:rPr>
          <w:color w:val="000000"/>
          <w:szCs w:val="24"/>
          <w:lang w:val="sr-Cyrl-RS"/>
        </w:rPr>
        <w:t>а</w:t>
      </w:r>
      <w:r w:rsidR="004126C9" w:rsidRPr="00A90824">
        <w:rPr>
          <w:color w:val="000000"/>
          <w:szCs w:val="24"/>
          <w:lang w:val="sr-Cyrl-RS"/>
        </w:rPr>
        <w:t xml:space="preserve"> у</w:t>
      </w:r>
      <w:r w:rsidRPr="00A90824">
        <w:rPr>
          <w:color w:val="000000"/>
          <w:szCs w:val="24"/>
          <w:lang w:val="sr-Cyrl-RS"/>
        </w:rPr>
        <w:t>склађен</w:t>
      </w:r>
      <w:r w:rsidR="00000349" w:rsidRPr="00A90824">
        <w:rPr>
          <w:color w:val="000000"/>
          <w:szCs w:val="24"/>
          <w:lang w:val="sr-Cyrl-RS"/>
        </w:rPr>
        <w:t>а</w:t>
      </w:r>
      <w:r w:rsidR="004126C9" w:rsidRPr="00A90824">
        <w:rPr>
          <w:color w:val="000000"/>
          <w:szCs w:val="24"/>
          <w:lang w:val="sr-Cyrl-RS"/>
        </w:rPr>
        <w:t xml:space="preserve"> са међународним стандардима</w:t>
      </w:r>
      <w:r w:rsidR="00000349" w:rsidRPr="00A90824">
        <w:rPr>
          <w:color w:val="000000"/>
          <w:szCs w:val="24"/>
          <w:lang w:val="sr-Cyrl-RS"/>
        </w:rPr>
        <w:t xml:space="preserve"> и </w:t>
      </w:r>
      <w:r w:rsidRPr="00A90824">
        <w:rPr>
          <w:color w:val="000000"/>
          <w:szCs w:val="24"/>
          <w:lang w:val="sr-Cyrl-RS"/>
        </w:rPr>
        <w:t xml:space="preserve">креирају услови за подстицање </w:t>
      </w:r>
      <w:r w:rsidR="004126C9" w:rsidRPr="00A90824">
        <w:rPr>
          <w:color w:val="000000"/>
          <w:szCs w:val="24"/>
          <w:lang w:val="sr-Cyrl-RS"/>
        </w:rPr>
        <w:t>иновација</w:t>
      </w:r>
      <w:r w:rsidR="00D61A3D" w:rsidRPr="00A90824">
        <w:rPr>
          <w:color w:val="000000"/>
          <w:szCs w:val="24"/>
          <w:lang w:val="sr-Latn-RS"/>
        </w:rPr>
        <w:t>,</w:t>
      </w:r>
    </w:p>
    <w:p w14:paraId="5C061D90" w14:textId="77777777" w:rsidR="00BE0C76" w:rsidRPr="00A90824" w:rsidRDefault="00A577AB" w:rsidP="00E63B22">
      <w:pPr>
        <w:pStyle w:val="ListParagraph"/>
        <w:numPr>
          <w:ilvl w:val="0"/>
          <w:numId w:val="23"/>
        </w:numPr>
        <w:spacing w:after="120"/>
        <w:ind w:left="992" w:hanging="425"/>
        <w:contextualSpacing w:val="0"/>
        <w:rPr>
          <w:color w:val="000000"/>
          <w:szCs w:val="24"/>
          <w:lang w:val="sr-Cyrl-RS"/>
        </w:rPr>
      </w:pPr>
      <w:r w:rsidRPr="00A90824">
        <w:rPr>
          <w:color w:val="000000"/>
          <w:szCs w:val="24"/>
          <w:lang w:val="sr-Cyrl-RS"/>
        </w:rPr>
        <w:t>У</w:t>
      </w:r>
      <w:r w:rsidR="00BE0C76" w:rsidRPr="00A90824">
        <w:rPr>
          <w:color w:val="000000"/>
          <w:szCs w:val="24"/>
          <w:lang w:val="sr-Cyrl-RS"/>
        </w:rPr>
        <w:t>напреди основно</w:t>
      </w:r>
      <w:r w:rsidR="00312AA8" w:rsidRPr="00A90824">
        <w:rPr>
          <w:color w:val="000000"/>
          <w:szCs w:val="24"/>
          <w:lang w:val="sr-Cyrl-RS"/>
        </w:rPr>
        <w:t>, средње</w:t>
      </w:r>
      <w:r w:rsidR="00BE0C76" w:rsidRPr="00A90824">
        <w:rPr>
          <w:color w:val="000000"/>
          <w:szCs w:val="24"/>
          <w:lang w:val="sr-Cyrl-RS"/>
        </w:rPr>
        <w:t xml:space="preserve"> и високо образовање у области вештачке интелигенције</w:t>
      </w:r>
      <w:r w:rsidRPr="00A90824">
        <w:rPr>
          <w:color w:val="000000"/>
          <w:szCs w:val="24"/>
          <w:lang w:val="sr-Cyrl-RS"/>
        </w:rPr>
        <w:t xml:space="preserve"> и </w:t>
      </w:r>
      <w:r w:rsidR="006F29DD" w:rsidRPr="00A90824">
        <w:rPr>
          <w:color w:val="000000"/>
          <w:szCs w:val="24"/>
          <w:lang w:val="sr-Cyrl-RS"/>
        </w:rPr>
        <w:t xml:space="preserve">креира </w:t>
      </w:r>
      <w:r w:rsidR="00E36F8F" w:rsidRPr="00A90824">
        <w:rPr>
          <w:color w:val="000000"/>
          <w:szCs w:val="24"/>
          <w:lang w:val="sr-Cyrl-RS"/>
        </w:rPr>
        <w:t>услове за едукацију читаве популације</w:t>
      </w:r>
      <w:r w:rsidRPr="00A90824">
        <w:rPr>
          <w:color w:val="000000"/>
          <w:szCs w:val="24"/>
          <w:lang w:val="sr-Cyrl-RS"/>
        </w:rPr>
        <w:t xml:space="preserve"> о могућностима, ограничењима и ризицима ове технологије</w:t>
      </w:r>
      <w:r w:rsidR="00A15E5D" w:rsidRPr="00A90824">
        <w:rPr>
          <w:color w:val="000000"/>
          <w:szCs w:val="24"/>
          <w:lang w:val="sr-Cyrl-RS"/>
        </w:rPr>
        <w:t>, како би постала</w:t>
      </w:r>
      <w:r w:rsidR="00BE0C76" w:rsidRPr="00A90824">
        <w:rPr>
          <w:color w:val="000000"/>
          <w:szCs w:val="24"/>
          <w:lang w:val="sr-Cyrl-RS"/>
        </w:rPr>
        <w:t xml:space="preserve"> лидер у талентима у овој области</w:t>
      </w:r>
      <w:r w:rsidR="00D61A3D" w:rsidRPr="00A90824">
        <w:rPr>
          <w:color w:val="000000"/>
          <w:szCs w:val="24"/>
          <w:lang w:val="sr-Latn-RS"/>
        </w:rPr>
        <w:t>,</w:t>
      </w:r>
    </w:p>
    <w:p w14:paraId="71A90AB2" w14:textId="77777777" w:rsidR="00BE0C76" w:rsidRPr="00A90824" w:rsidRDefault="4D8FA496" w:rsidP="00E63B22">
      <w:pPr>
        <w:pStyle w:val="ListParagraph"/>
        <w:numPr>
          <w:ilvl w:val="0"/>
          <w:numId w:val="23"/>
        </w:numPr>
        <w:spacing w:after="120"/>
        <w:ind w:left="992" w:hanging="425"/>
        <w:contextualSpacing w:val="0"/>
        <w:rPr>
          <w:color w:val="000000"/>
          <w:szCs w:val="24"/>
          <w:lang w:val="sr-Cyrl-RS"/>
        </w:rPr>
      </w:pPr>
      <w:r w:rsidRPr="00A90824">
        <w:rPr>
          <w:color w:val="000000"/>
          <w:szCs w:val="24"/>
          <w:lang w:val="sr-Cyrl-RS"/>
        </w:rPr>
        <w:t>Кроз п</w:t>
      </w:r>
      <w:r w:rsidR="00A577AB" w:rsidRPr="00A90824">
        <w:rPr>
          <w:color w:val="000000"/>
          <w:szCs w:val="24"/>
          <w:lang w:val="sr-Cyrl-RS"/>
        </w:rPr>
        <w:t>одршку</w:t>
      </w:r>
      <w:r w:rsidRPr="00A90824">
        <w:rPr>
          <w:color w:val="000000"/>
          <w:szCs w:val="24"/>
          <w:lang w:val="sr-Cyrl-RS"/>
        </w:rPr>
        <w:t xml:space="preserve"> </w:t>
      </w:r>
      <w:r w:rsidR="006F29DD" w:rsidRPr="00A90824">
        <w:rPr>
          <w:color w:val="000000"/>
          <w:szCs w:val="24"/>
          <w:lang w:val="sr-Cyrl-RS"/>
        </w:rPr>
        <w:t>научноистраживачким организацијама</w:t>
      </w:r>
      <w:r w:rsidR="00A577AB" w:rsidRPr="00A90824">
        <w:rPr>
          <w:color w:val="000000"/>
          <w:szCs w:val="24"/>
          <w:lang w:val="sr-Cyrl-RS"/>
        </w:rPr>
        <w:t xml:space="preserve"> и иновативним субјектима</w:t>
      </w:r>
      <w:r w:rsidRPr="00A90824">
        <w:rPr>
          <w:color w:val="000000"/>
          <w:szCs w:val="24"/>
          <w:lang w:val="sr-Cyrl-RS"/>
        </w:rPr>
        <w:t xml:space="preserve"> подстакне развој науке, иновација и нових технолошких решења базираних на вештачкој интелигенцији. Наставак улагања у развој науке ће омогућити развој глобално </w:t>
      </w:r>
      <w:r w:rsidR="50BBB66F" w:rsidRPr="00A90824">
        <w:rPr>
          <w:color w:val="000000"/>
          <w:szCs w:val="24"/>
          <w:lang w:val="sr-Cyrl-RS"/>
        </w:rPr>
        <w:t>конкурентних</w:t>
      </w:r>
      <w:r w:rsidRPr="00A90824">
        <w:rPr>
          <w:color w:val="000000"/>
          <w:szCs w:val="24"/>
          <w:lang w:val="sr-Cyrl-RS"/>
        </w:rPr>
        <w:t xml:space="preserve"> иновација</w:t>
      </w:r>
      <w:r w:rsidR="00D61A3D" w:rsidRPr="00A90824">
        <w:rPr>
          <w:color w:val="000000"/>
          <w:szCs w:val="24"/>
          <w:lang w:val="sr-Latn-RS"/>
        </w:rPr>
        <w:t>,</w:t>
      </w:r>
    </w:p>
    <w:p w14:paraId="7D0C4712" w14:textId="77777777" w:rsidR="00BE0C76" w:rsidRPr="00A90824" w:rsidRDefault="00BE0C76" w:rsidP="00E63B22">
      <w:pPr>
        <w:pStyle w:val="ListParagraph"/>
        <w:numPr>
          <w:ilvl w:val="0"/>
          <w:numId w:val="23"/>
        </w:numPr>
        <w:spacing w:after="120"/>
        <w:ind w:left="992" w:hanging="425"/>
        <w:contextualSpacing w:val="0"/>
        <w:rPr>
          <w:color w:val="000000"/>
          <w:szCs w:val="24"/>
          <w:lang w:val="sr-Cyrl-RS"/>
        </w:rPr>
      </w:pPr>
      <w:r w:rsidRPr="00A90824">
        <w:rPr>
          <w:color w:val="000000"/>
          <w:szCs w:val="24"/>
          <w:lang w:val="sr-Cyrl-RS"/>
        </w:rPr>
        <w:t xml:space="preserve">Усмери и стимулише примену решења </w:t>
      </w:r>
      <w:r w:rsidR="00E36F8F" w:rsidRPr="00A90824">
        <w:rPr>
          <w:color w:val="000000"/>
          <w:szCs w:val="24"/>
          <w:lang w:val="sr-Cyrl-RS"/>
        </w:rPr>
        <w:t>вештачке интелигенције</w:t>
      </w:r>
      <w:r w:rsidRPr="00A90824">
        <w:rPr>
          <w:color w:val="000000"/>
          <w:szCs w:val="24"/>
          <w:lang w:val="sr-Cyrl-RS"/>
        </w:rPr>
        <w:t xml:space="preserve"> у јавном и приватном сектору, са посебним фокусом на </w:t>
      </w:r>
      <w:r w:rsidR="008C7804" w:rsidRPr="00A90824">
        <w:rPr>
          <w:color w:val="000000"/>
          <w:szCs w:val="24"/>
          <w:lang w:val="sr-Cyrl-RS"/>
        </w:rPr>
        <w:t>медицину</w:t>
      </w:r>
      <w:r w:rsidR="00000349" w:rsidRPr="00A90824">
        <w:rPr>
          <w:color w:val="000000"/>
          <w:szCs w:val="24"/>
          <w:lang w:val="sr-Cyrl-RS"/>
        </w:rPr>
        <w:t>,</w:t>
      </w:r>
      <w:r w:rsidR="008C7804" w:rsidRPr="00A90824">
        <w:rPr>
          <w:color w:val="000000"/>
          <w:szCs w:val="24"/>
          <w:lang w:val="sr-Cyrl-RS"/>
        </w:rPr>
        <w:t xml:space="preserve"> </w:t>
      </w:r>
      <w:r w:rsidR="004A0F8D" w:rsidRPr="00A90824">
        <w:rPr>
          <w:color w:val="000000"/>
          <w:szCs w:val="24"/>
          <w:lang w:val="sr-Cyrl-RS"/>
        </w:rPr>
        <w:t>биотехнологиј</w:t>
      </w:r>
      <w:r w:rsidR="008C7804" w:rsidRPr="00A90824">
        <w:rPr>
          <w:color w:val="000000"/>
          <w:szCs w:val="24"/>
          <w:lang w:val="sr-Cyrl-RS"/>
        </w:rPr>
        <w:t>у</w:t>
      </w:r>
      <w:r w:rsidR="00A577AB" w:rsidRPr="00A90824">
        <w:rPr>
          <w:color w:val="000000"/>
          <w:szCs w:val="24"/>
          <w:lang w:val="sr-Cyrl-RS"/>
        </w:rPr>
        <w:t>, образовање, пољопривреду</w:t>
      </w:r>
      <w:r w:rsidR="004A0F8D" w:rsidRPr="00A90824">
        <w:rPr>
          <w:color w:val="000000"/>
          <w:szCs w:val="24"/>
          <w:lang w:val="sr-Cyrl-RS"/>
        </w:rPr>
        <w:t xml:space="preserve">, </w:t>
      </w:r>
      <w:r w:rsidR="00C60C8F" w:rsidRPr="00A90824">
        <w:rPr>
          <w:color w:val="000000"/>
          <w:szCs w:val="24"/>
          <w:lang w:val="sr-Cyrl-RS"/>
        </w:rPr>
        <w:t>информациону</w:t>
      </w:r>
      <w:r w:rsidR="00E36F8F" w:rsidRPr="00A90824">
        <w:rPr>
          <w:color w:val="000000"/>
          <w:szCs w:val="24"/>
          <w:lang w:val="sr-Cyrl-RS"/>
        </w:rPr>
        <w:t xml:space="preserve"> </w:t>
      </w:r>
      <w:r w:rsidR="004A0F8D" w:rsidRPr="00A90824">
        <w:rPr>
          <w:color w:val="000000"/>
          <w:szCs w:val="24"/>
          <w:lang w:val="sr-Cyrl-RS"/>
        </w:rPr>
        <w:t>безбедност</w:t>
      </w:r>
      <w:r w:rsidR="00312AA8" w:rsidRPr="00A90824">
        <w:rPr>
          <w:color w:val="000000"/>
          <w:szCs w:val="24"/>
          <w:lang w:val="sr-Cyrl-RS"/>
        </w:rPr>
        <w:t xml:space="preserve"> </w:t>
      </w:r>
      <w:r w:rsidRPr="00A90824">
        <w:rPr>
          <w:color w:val="000000"/>
          <w:szCs w:val="24"/>
          <w:lang w:val="sr-Cyrl-RS"/>
        </w:rPr>
        <w:t xml:space="preserve">и </w:t>
      </w:r>
      <w:r w:rsidR="00C60C8F" w:rsidRPr="00A90824">
        <w:rPr>
          <w:color w:val="000000"/>
          <w:szCs w:val="24"/>
          <w:lang w:val="sr-Cyrl-RS"/>
        </w:rPr>
        <w:t>друге области</w:t>
      </w:r>
      <w:r w:rsidR="00AD1C76" w:rsidRPr="00A90824">
        <w:rPr>
          <w:color w:val="000000"/>
          <w:szCs w:val="24"/>
          <w:lang w:val="sr-Cyrl-RS"/>
        </w:rPr>
        <w:t>, чиме се пружа прилика</w:t>
      </w:r>
      <w:r w:rsidRPr="00A90824">
        <w:rPr>
          <w:color w:val="000000"/>
          <w:szCs w:val="24"/>
          <w:lang w:val="sr-Cyrl-RS"/>
        </w:rPr>
        <w:t xml:space="preserve"> да се </w:t>
      </w:r>
      <w:r w:rsidR="00000349" w:rsidRPr="00A90824">
        <w:rPr>
          <w:color w:val="000000"/>
          <w:szCs w:val="24"/>
          <w:lang w:val="sr-Cyrl-RS"/>
        </w:rPr>
        <w:t xml:space="preserve">Република Србија </w:t>
      </w:r>
      <w:r w:rsidRPr="00A90824">
        <w:rPr>
          <w:color w:val="000000"/>
          <w:szCs w:val="24"/>
          <w:lang w:val="sr-Cyrl-RS"/>
        </w:rPr>
        <w:t xml:space="preserve">позиционира као </w:t>
      </w:r>
      <w:r w:rsidR="00C60C8F" w:rsidRPr="00A90824">
        <w:rPr>
          <w:color w:val="000000"/>
          <w:szCs w:val="24"/>
          <w:lang w:val="sr-Cyrl-RS"/>
        </w:rPr>
        <w:t xml:space="preserve">регионални </w:t>
      </w:r>
      <w:r w:rsidRPr="00A90824">
        <w:rPr>
          <w:color w:val="000000"/>
          <w:szCs w:val="24"/>
          <w:lang w:val="sr-Cyrl-RS"/>
        </w:rPr>
        <w:t>лидер</w:t>
      </w:r>
      <w:r w:rsidR="00AD1C76" w:rsidRPr="00A90824">
        <w:rPr>
          <w:color w:val="000000"/>
          <w:szCs w:val="24"/>
          <w:lang w:val="sr-Cyrl-RS"/>
        </w:rPr>
        <w:t xml:space="preserve"> у примени вештачке интелигенције</w:t>
      </w:r>
      <w:r w:rsidR="00D61A3D" w:rsidRPr="00A90824">
        <w:rPr>
          <w:color w:val="000000"/>
          <w:szCs w:val="24"/>
          <w:lang w:val="sr-Latn-RS"/>
        </w:rPr>
        <w:t>,</w:t>
      </w:r>
      <w:r w:rsidR="00B13135" w:rsidRPr="00A90824">
        <w:rPr>
          <w:color w:val="000000"/>
          <w:szCs w:val="24"/>
          <w:lang w:val="sr-Cyrl-RS"/>
        </w:rPr>
        <w:t xml:space="preserve"> </w:t>
      </w:r>
    </w:p>
    <w:p w14:paraId="5B0F79D8" w14:textId="77777777" w:rsidR="00BE0C76" w:rsidRPr="00A90824" w:rsidRDefault="00BE0C76" w:rsidP="00E63B22">
      <w:pPr>
        <w:pStyle w:val="ListParagraph"/>
        <w:numPr>
          <w:ilvl w:val="0"/>
          <w:numId w:val="23"/>
        </w:numPr>
        <w:spacing w:after="120"/>
        <w:ind w:left="992" w:hanging="425"/>
        <w:contextualSpacing w:val="0"/>
        <w:rPr>
          <w:color w:val="000000"/>
          <w:szCs w:val="24"/>
          <w:lang w:val="sr-Cyrl-RS"/>
        </w:rPr>
      </w:pPr>
      <w:r w:rsidRPr="00A90824">
        <w:rPr>
          <w:color w:val="000000"/>
          <w:szCs w:val="24"/>
          <w:lang w:val="sr-Cyrl-RS"/>
        </w:rPr>
        <w:t>Стимулише разумевање значаја, стандардизацију, уређење и развој управљања подацима као и отварањ</w:t>
      </w:r>
      <w:r w:rsidR="00AD1C76" w:rsidRPr="00A90824">
        <w:rPr>
          <w:color w:val="000000"/>
          <w:szCs w:val="24"/>
          <w:lang w:val="sr-Cyrl-RS"/>
        </w:rPr>
        <w:t>а</w:t>
      </w:r>
      <w:r w:rsidRPr="00A90824">
        <w:rPr>
          <w:color w:val="000000"/>
          <w:szCs w:val="24"/>
          <w:lang w:val="sr-Cyrl-RS"/>
        </w:rPr>
        <w:t xml:space="preserve"> података са циљем развоја науке и стварања пословних решења </w:t>
      </w:r>
      <w:r w:rsidR="00AD1C76" w:rsidRPr="00A90824">
        <w:rPr>
          <w:color w:val="000000"/>
          <w:szCs w:val="24"/>
          <w:lang w:val="sr-Cyrl-RS"/>
        </w:rPr>
        <w:t xml:space="preserve">заснованих на примени </w:t>
      </w:r>
      <w:r w:rsidR="00B06DC3" w:rsidRPr="00A90824">
        <w:rPr>
          <w:color w:val="000000"/>
          <w:szCs w:val="24"/>
          <w:lang w:val="sr-Cyrl-RS"/>
        </w:rPr>
        <w:t>вештачк</w:t>
      </w:r>
      <w:r w:rsidR="00AD1C76" w:rsidRPr="00A90824">
        <w:rPr>
          <w:color w:val="000000"/>
          <w:szCs w:val="24"/>
          <w:lang w:val="sr-Cyrl-RS"/>
        </w:rPr>
        <w:t>е</w:t>
      </w:r>
      <w:r w:rsidR="00B06DC3" w:rsidRPr="00A90824">
        <w:rPr>
          <w:color w:val="000000"/>
          <w:szCs w:val="24"/>
          <w:lang w:val="sr-Cyrl-RS"/>
        </w:rPr>
        <w:t xml:space="preserve"> интелигенциј</w:t>
      </w:r>
      <w:r w:rsidR="00AD1C76" w:rsidRPr="00A90824">
        <w:rPr>
          <w:color w:val="000000"/>
          <w:szCs w:val="24"/>
          <w:lang w:val="sr-Cyrl-RS"/>
        </w:rPr>
        <w:t>е</w:t>
      </w:r>
      <w:r w:rsidRPr="00A90824">
        <w:rPr>
          <w:color w:val="000000"/>
          <w:szCs w:val="24"/>
          <w:lang w:val="sr-Cyrl-RS"/>
        </w:rPr>
        <w:t>. Држава</w:t>
      </w:r>
      <w:r w:rsidR="00AD1C76" w:rsidRPr="00A90824">
        <w:rPr>
          <w:color w:val="000000"/>
          <w:szCs w:val="24"/>
          <w:lang w:val="sr-Cyrl-RS"/>
        </w:rPr>
        <w:t>, препознајући податке као стратешки ресурс савремене</w:t>
      </w:r>
      <w:r w:rsidRPr="00A90824">
        <w:rPr>
          <w:color w:val="000000"/>
          <w:szCs w:val="24"/>
          <w:lang w:val="sr-Cyrl-RS"/>
        </w:rPr>
        <w:t xml:space="preserve"> глобалне економије</w:t>
      </w:r>
      <w:r w:rsidR="00AD1C76" w:rsidRPr="00A90824">
        <w:rPr>
          <w:color w:val="000000"/>
          <w:szCs w:val="24"/>
          <w:lang w:val="sr-Cyrl-RS"/>
        </w:rPr>
        <w:t>, користи</w:t>
      </w:r>
      <w:r w:rsidR="001540CC" w:rsidRPr="00A90824">
        <w:rPr>
          <w:color w:val="000000"/>
          <w:szCs w:val="24"/>
          <w:lang w:val="sr-Cyrl-RS"/>
        </w:rPr>
        <w:t xml:space="preserve"> их</w:t>
      </w:r>
      <w:r w:rsidR="00AD1C76" w:rsidRPr="00A90824">
        <w:rPr>
          <w:color w:val="000000"/>
          <w:szCs w:val="24"/>
          <w:lang w:val="sr-Cyrl-RS"/>
        </w:rPr>
        <w:t xml:space="preserve"> </w:t>
      </w:r>
      <w:r w:rsidR="00B06DC3" w:rsidRPr="00A90824">
        <w:rPr>
          <w:color w:val="000000"/>
          <w:szCs w:val="24"/>
          <w:lang w:val="sr-Cyrl-RS"/>
        </w:rPr>
        <w:t>како би</w:t>
      </w:r>
      <w:r w:rsidRPr="00A90824">
        <w:rPr>
          <w:color w:val="000000"/>
          <w:szCs w:val="24"/>
          <w:lang w:val="sr-Cyrl-RS"/>
        </w:rPr>
        <w:t xml:space="preserve"> омогући</w:t>
      </w:r>
      <w:r w:rsidR="00B06DC3" w:rsidRPr="00A90824">
        <w:rPr>
          <w:color w:val="000000"/>
          <w:szCs w:val="24"/>
          <w:lang w:val="sr-Cyrl-RS"/>
        </w:rPr>
        <w:t>ла</w:t>
      </w:r>
      <w:r w:rsidRPr="00A90824">
        <w:rPr>
          <w:color w:val="000000"/>
          <w:szCs w:val="24"/>
          <w:lang w:val="sr-Cyrl-RS"/>
        </w:rPr>
        <w:t xml:space="preserve"> бржи развој привреде</w:t>
      </w:r>
      <w:r w:rsidR="00B06DC3" w:rsidRPr="00A90824">
        <w:rPr>
          <w:color w:val="000000"/>
          <w:szCs w:val="24"/>
          <w:lang w:val="sr-Cyrl-RS"/>
        </w:rPr>
        <w:t xml:space="preserve"> и </w:t>
      </w:r>
      <w:r w:rsidR="00AD1C76" w:rsidRPr="00A90824">
        <w:rPr>
          <w:color w:val="000000"/>
          <w:szCs w:val="24"/>
          <w:lang w:val="sr-Cyrl-RS"/>
        </w:rPr>
        <w:t xml:space="preserve">напретка </w:t>
      </w:r>
      <w:r w:rsidR="00B06DC3" w:rsidRPr="00A90824">
        <w:rPr>
          <w:color w:val="000000"/>
          <w:szCs w:val="24"/>
          <w:lang w:val="sr-Cyrl-RS"/>
        </w:rPr>
        <w:t>друштва у целини</w:t>
      </w:r>
      <w:r w:rsidR="00D61A3D" w:rsidRPr="00A90824">
        <w:rPr>
          <w:color w:val="000000"/>
          <w:szCs w:val="24"/>
          <w:lang w:val="sr-Latn-RS"/>
        </w:rPr>
        <w:t>,</w:t>
      </w:r>
    </w:p>
    <w:p w14:paraId="7BC23A7E" w14:textId="77777777" w:rsidR="00BE0C76" w:rsidRPr="00A90824" w:rsidRDefault="00BE0C76" w:rsidP="00E63B22">
      <w:pPr>
        <w:pStyle w:val="ListParagraph"/>
        <w:numPr>
          <w:ilvl w:val="0"/>
          <w:numId w:val="23"/>
        </w:numPr>
        <w:spacing w:after="120"/>
        <w:ind w:left="992" w:hanging="425"/>
        <w:contextualSpacing w:val="0"/>
        <w:rPr>
          <w:color w:val="000000"/>
          <w:szCs w:val="24"/>
          <w:lang w:val="sr-Cyrl-RS"/>
        </w:rPr>
      </w:pPr>
      <w:r w:rsidRPr="00A90824">
        <w:rPr>
          <w:color w:val="000000"/>
          <w:szCs w:val="24"/>
          <w:lang w:val="sr-Cyrl-RS"/>
        </w:rPr>
        <w:t xml:space="preserve">Унапреди инфраструктуру у свим сегментима који помажу стабилан и континуиран развој вештачке интелигенције повећањем </w:t>
      </w:r>
      <w:r w:rsidR="00C60C8F" w:rsidRPr="00A90824">
        <w:rPr>
          <w:color w:val="000000"/>
          <w:szCs w:val="24"/>
          <w:lang w:val="sr-Cyrl-RS"/>
        </w:rPr>
        <w:t>капацитета Националне платформе за вештачку интелигенцију</w:t>
      </w:r>
      <w:r w:rsidR="00A15E5D" w:rsidRPr="00A90824">
        <w:rPr>
          <w:color w:val="000000"/>
          <w:szCs w:val="24"/>
          <w:lang w:val="sr-Cyrl-RS"/>
        </w:rPr>
        <w:t>, односно</w:t>
      </w:r>
      <w:r w:rsidR="00C60C8F" w:rsidRPr="00A90824">
        <w:rPr>
          <w:color w:val="000000"/>
          <w:szCs w:val="24"/>
          <w:lang w:val="sr-Cyrl-RS"/>
        </w:rPr>
        <w:t xml:space="preserve"> обезбеђивањем нових супер</w:t>
      </w:r>
      <w:r w:rsidR="00AD1C76" w:rsidRPr="00A90824">
        <w:rPr>
          <w:color w:val="000000"/>
          <w:szCs w:val="24"/>
          <w:lang w:val="sr-Cyrl-RS"/>
        </w:rPr>
        <w:t>ко</w:t>
      </w:r>
      <w:r w:rsidR="001540CC" w:rsidRPr="00A90824">
        <w:rPr>
          <w:color w:val="000000"/>
          <w:szCs w:val="24"/>
          <w:lang w:val="sr-Cyrl-RS"/>
        </w:rPr>
        <w:t>м</w:t>
      </w:r>
      <w:r w:rsidR="00AD1C76" w:rsidRPr="00A90824">
        <w:rPr>
          <w:color w:val="000000"/>
          <w:szCs w:val="24"/>
          <w:lang w:val="sr-Cyrl-RS"/>
        </w:rPr>
        <w:t>пјутера</w:t>
      </w:r>
      <w:r w:rsidRPr="00A90824">
        <w:rPr>
          <w:color w:val="000000"/>
          <w:szCs w:val="24"/>
          <w:lang w:val="sr-Cyrl-RS"/>
        </w:rPr>
        <w:t>, складишн</w:t>
      </w:r>
      <w:r w:rsidR="00AD1C76" w:rsidRPr="00A90824">
        <w:rPr>
          <w:color w:val="000000"/>
          <w:szCs w:val="24"/>
          <w:lang w:val="sr-Cyrl-RS"/>
        </w:rPr>
        <w:t>их</w:t>
      </w:r>
      <w:r w:rsidRPr="00A90824">
        <w:rPr>
          <w:color w:val="000000"/>
          <w:szCs w:val="24"/>
          <w:lang w:val="sr-Cyrl-RS"/>
        </w:rPr>
        <w:t xml:space="preserve"> капацитета и </w:t>
      </w:r>
      <w:r w:rsidR="00236765" w:rsidRPr="00A90824">
        <w:rPr>
          <w:color w:val="000000"/>
          <w:szCs w:val="24"/>
          <w:lang w:val="sr-Cyrl-RS"/>
        </w:rPr>
        <w:t xml:space="preserve">даљим </w:t>
      </w:r>
      <w:r w:rsidRPr="00A90824">
        <w:rPr>
          <w:color w:val="000000"/>
          <w:szCs w:val="24"/>
          <w:lang w:val="sr-Cyrl-RS"/>
        </w:rPr>
        <w:t xml:space="preserve">развојем </w:t>
      </w:r>
      <w:r w:rsidR="00C60C8F" w:rsidRPr="00A90824">
        <w:rPr>
          <w:color w:val="000000"/>
          <w:szCs w:val="24"/>
          <w:lang w:val="sr-Cyrl-RS"/>
        </w:rPr>
        <w:t xml:space="preserve">алата </w:t>
      </w:r>
      <w:r w:rsidRPr="00A90824">
        <w:rPr>
          <w:color w:val="000000"/>
          <w:szCs w:val="24"/>
          <w:lang w:val="sr-Cyrl-RS"/>
        </w:rPr>
        <w:t xml:space="preserve">за рад са подацима. </w:t>
      </w:r>
    </w:p>
    <w:p w14:paraId="654AEA9C" w14:textId="77777777" w:rsidR="00BE0C76" w:rsidRPr="00A90824" w:rsidRDefault="00BE0C76" w:rsidP="00CA1F51">
      <w:pPr>
        <w:rPr>
          <w:color w:val="000000"/>
          <w:szCs w:val="24"/>
          <w:lang w:val="sr-Cyrl-RS"/>
        </w:rPr>
      </w:pPr>
      <w:r w:rsidRPr="00A90824">
        <w:rPr>
          <w:color w:val="000000"/>
          <w:szCs w:val="24"/>
          <w:lang w:val="sr-Cyrl-RS"/>
        </w:rPr>
        <w:t xml:space="preserve">Од </w:t>
      </w:r>
      <w:r w:rsidR="005A72A2" w:rsidRPr="00A90824">
        <w:rPr>
          <w:color w:val="000000"/>
          <w:szCs w:val="24"/>
          <w:lang w:val="sr-Cyrl-RS"/>
        </w:rPr>
        <w:t xml:space="preserve">остваривања </w:t>
      </w:r>
      <w:r w:rsidRPr="00A90824">
        <w:rPr>
          <w:color w:val="000000"/>
          <w:szCs w:val="24"/>
          <w:lang w:val="sr-Cyrl-RS"/>
        </w:rPr>
        <w:t xml:space="preserve">постављених циљева и </w:t>
      </w:r>
      <w:r w:rsidR="005A72A2" w:rsidRPr="00A90824">
        <w:rPr>
          <w:color w:val="000000"/>
          <w:szCs w:val="24"/>
          <w:lang w:val="sr-Cyrl-RS"/>
        </w:rPr>
        <w:t xml:space="preserve">креирања квалитетног регулаторног и </w:t>
      </w:r>
      <w:r w:rsidRPr="00A90824">
        <w:rPr>
          <w:color w:val="000000"/>
          <w:szCs w:val="24"/>
          <w:lang w:val="sr-Cyrl-RS"/>
        </w:rPr>
        <w:t xml:space="preserve">институционалног оквира, у многоме ће зависити и даљи развој </w:t>
      </w:r>
      <w:r w:rsidR="005A72A2" w:rsidRPr="00A90824">
        <w:rPr>
          <w:color w:val="000000"/>
          <w:szCs w:val="24"/>
          <w:lang w:val="sr-Cyrl-RS"/>
        </w:rPr>
        <w:t>у области вештачке интелигенције</w:t>
      </w:r>
      <w:r w:rsidRPr="00A90824">
        <w:rPr>
          <w:color w:val="000000"/>
          <w:szCs w:val="24"/>
          <w:lang w:val="sr-Cyrl-RS"/>
        </w:rPr>
        <w:t xml:space="preserve">. </w:t>
      </w:r>
      <w:r w:rsidR="005A72A2" w:rsidRPr="00A90824">
        <w:rPr>
          <w:color w:val="000000"/>
          <w:szCs w:val="24"/>
          <w:lang w:val="sr-Cyrl-RS"/>
        </w:rPr>
        <w:t>Уз подршку државе</w:t>
      </w:r>
      <w:r w:rsidRPr="00A90824">
        <w:rPr>
          <w:color w:val="000000"/>
          <w:szCs w:val="24"/>
          <w:lang w:val="sr-Cyrl-RS"/>
        </w:rPr>
        <w:t xml:space="preserve">, </w:t>
      </w:r>
      <w:r w:rsidR="005A72A2" w:rsidRPr="00A90824">
        <w:rPr>
          <w:color w:val="000000"/>
          <w:szCs w:val="24"/>
          <w:lang w:val="sr-Cyrl-RS"/>
        </w:rPr>
        <w:t xml:space="preserve">посебан значај имају и активности усмерене на </w:t>
      </w:r>
      <w:r w:rsidRPr="00A90824">
        <w:rPr>
          <w:color w:val="000000"/>
          <w:szCs w:val="24"/>
          <w:lang w:val="sr-Cyrl-RS"/>
        </w:rPr>
        <w:t>промоцију</w:t>
      </w:r>
      <w:r w:rsidR="00236765" w:rsidRPr="00A90824">
        <w:rPr>
          <w:color w:val="000000"/>
          <w:szCs w:val="24"/>
          <w:lang w:val="sr-Cyrl-RS"/>
        </w:rPr>
        <w:t xml:space="preserve"> и</w:t>
      </w:r>
      <w:r w:rsidRPr="00A90824">
        <w:rPr>
          <w:color w:val="000000"/>
          <w:szCs w:val="24"/>
          <w:lang w:val="sr-Cyrl-RS"/>
        </w:rPr>
        <w:t xml:space="preserve"> </w:t>
      </w:r>
      <w:r w:rsidR="00D8017A" w:rsidRPr="00A90824">
        <w:rPr>
          <w:color w:val="000000"/>
          <w:szCs w:val="24"/>
          <w:lang w:val="sr-Cyrl-RS"/>
        </w:rPr>
        <w:t>поди</w:t>
      </w:r>
      <w:r w:rsidR="005A72A2" w:rsidRPr="00A90824">
        <w:rPr>
          <w:color w:val="000000"/>
          <w:szCs w:val="24"/>
          <w:lang w:val="sr-Cyrl-RS"/>
        </w:rPr>
        <w:t>зање</w:t>
      </w:r>
      <w:r w:rsidR="00236765" w:rsidRPr="00A90824">
        <w:rPr>
          <w:color w:val="000000"/>
          <w:szCs w:val="24"/>
          <w:lang w:val="sr-Cyrl-RS"/>
        </w:rPr>
        <w:t xml:space="preserve"> </w:t>
      </w:r>
      <w:r w:rsidR="00A577AB" w:rsidRPr="00A90824">
        <w:rPr>
          <w:color w:val="000000"/>
          <w:szCs w:val="24"/>
          <w:lang w:val="sr-Cyrl-RS"/>
        </w:rPr>
        <w:t>свест</w:t>
      </w:r>
      <w:r w:rsidR="005A72A2" w:rsidRPr="00A90824">
        <w:rPr>
          <w:color w:val="000000"/>
          <w:szCs w:val="24"/>
          <w:lang w:val="sr-Cyrl-RS"/>
        </w:rPr>
        <w:t>и</w:t>
      </w:r>
      <w:r w:rsidR="00A577AB" w:rsidRPr="00A90824">
        <w:rPr>
          <w:color w:val="000000"/>
          <w:szCs w:val="24"/>
          <w:lang w:val="sr-Cyrl-RS"/>
        </w:rPr>
        <w:t xml:space="preserve"> </w:t>
      </w:r>
      <w:r w:rsidR="00A15E5D" w:rsidRPr="00A90824">
        <w:rPr>
          <w:color w:val="000000"/>
          <w:szCs w:val="24"/>
          <w:lang w:val="sr-Cyrl-RS"/>
        </w:rPr>
        <w:t>грађана</w:t>
      </w:r>
      <w:r w:rsidR="00A577AB" w:rsidRPr="00A90824">
        <w:rPr>
          <w:color w:val="000000"/>
          <w:szCs w:val="24"/>
          <w:lang w:val="sr-Cyrl-RS"/>
        </w:rPr>
        <w:t xml:space="preserve"> о </w:t>
      </w:r>
      <w:r w:rsidR="00A15E5D" w:rsidRPr="00A90824">
        <w:rPr>
          <w:color w:val="000000"/>
          <w:szCs w:val="24"/>
          <w:lang w:val="sr-Cyrl-RS"/>
        </w:rPr>
        <w:t xml:space="preserve">значају коришћења </w:t>
      </w:r>
      <w:r w:rsidR="00A577AB" w:rsidRPr="00A90824">
        <w:rPr>
          <w:color w:val="000000"/>
          <w:szCs w:val="24"/>
          <w:lang w:val="sr-Cyrl-RS"/>
        </w:rPr>
        <w:t>вештачк</w:t>
      </w:r>
      <w:r w:rsidR="00A15E5D" w:rsidRPr="00A90824">
        <w:rPr>
          <w:color w:val="000000"/>
          <w:szCs w:val="24"/>
          <w:lang w:val="sr-Cyrl-RS"/>
        </w:rPr>
        <w:t>е</w:t>
      </w:r>
      <w:r w:rsidR="00A577AB" w:rsidRPr="00A90824">
        <w:rPr>
          <w:color w:val="000000"/>
          <w:szCs w:val="24"/>
          <w:lang w:val="sr-Cyrl-RS"/>
        </w:rPr>
        <w:t xml:space="preserve"> интелигенциј</w:t>
      </w:r>
      <w:r w:rsidR="00A15E5D" w:rsidRPr="00A90824">
        <w:rPr>
          <w:color w:val="000000"/>
          <w:szCs w:val="24"/>
          <w:lang w:val="sr-Cyrl-RS"/>
        </w:rPr>
        <w:t>е</w:t>
      </w:r>
      <w:r w:rsidR="00A577AB" w:rsidRPr="00A90824">
        <w:rPr>
          <w:color w:val="000000"/>
          <w:szCs w:val="24"/>
          <w:lang w:val="sr-Cyrl-RS"/>
        </w:rPr>
        <w:t xml:space="preserve"> као </w:t>
      </w:r>
      <w:r w:rsidR="007B1610" w:rsidRPr="00A90824">
        <w:rPr>
          <w:color w:val="000000"/>
          <w:szCs w:val="24"/>
          <w:lang w:val="sr-Cyrl-RS"/>
        </w:rPr>
        <w:t>трансформативн</w:t>
      </w:r>
      <w:r w:rsidR="005A72A2" w:rsidRPr="00A90824">
        <w:rPr>
          <w:color w:val="000000"/>
          <w:szCs w:val="24"/>
          <w:lang w:val="sr-Cyrl-RS"/>
        </w:rPr>
        <w:t>е</w:t>
      </w:r>
      <w:r w:rsidR="00A577AB" w:rsidRPr="00A90824">
        <w:rPr>
          <w:color w:val="000000"/>
          <w:szCs w:val="24"/>
          <w:lang w:val="sr-Cyrl-RS"/>
        </w:rPr>
        <w:t xml:space="preserve"> технологиј</w:t>
      </w:r>
      <w:r w:rsidR="005A72A2" w:rsidRPr="00A90824">
        <w:rPr>
          <w:color w:val="000000"/>
          <w:szCs w:val="24"/>
          <w:lang w:val="sr-Cyrl-RS"/>
        </w:rPr>
        <w:t>е, чиме се подстиче</w:t>
      </w:r>
      <w:r w:rsidR="00A577AB" w:rsidRPr="00A90824">
        <w:rPr>
          <w:color w:val="000000"/>
          <w:szCs w:val="24"/>
          <w:lang w:val="sr-Cyrl-RS"/>
        </w:rPr>
        <w:t xml:space="preserve"> укључивање </w:t>
      </w:r>
      <w:r w:rsidR="005A72A2" w:rsidRPr="00A90824">
        <w:rPr>
          <w:color w:val="000000"/>
          <w:szCs w:val="24"/>
          <w:lang w:val="sr-Cyrl-RS"/>
        </w:rPr>
        <w:t xml:space="preserve">грађана </w:t>
      </w:r>
      <w:r w:rsidR="00A577AB" w:rsidRPr="00A90824">
        <w:rPr>
          <w:color w:val="000000"/>
          <w:szCs w:val="24"/>
          <w:lang w:val="sr-Cyrl-RS"/>
        </w:rPr>
        <w:t xml:space="preserve">у процес развоја и </w:t>
      </w:r>
      <w:r w:rsidR="00C60C8F" w:rsidRPr="00A90824">
        <w:rPr>
          <w:color w:val="000000"/>
          <w:szCs w:val="24"/>
          <w:lang w:val="sr-Cyrl-RS"/>
        </w:rPr>
        <w:t xml:space="preserve">унапређења </w:t>
      </w:r>
      <w:r w:rsidR="00A577AB" w:rsidRPr="00A90824">
        <w:rPr>
          <w:color w:val="000000"/>
          <w:szCs w:val="24"/>
          <w:lang w:val="sr-Cyrl-RS"/>
        </w:rPr>
        <w:t>друштва</w:t>
      </w:r>
      <w:r w:rsidR="005A72A2" w:rsidRPr="00A90824">
        <w:rPr>
          <w:color w:val="000000"/>
          <w:szCs w:val="24"/>
          <w:lang w:val="sr-Cyrl-RS"/>
        </w:rPr>
        <w:t>.</w:t>
      </w:r>
      <w:r w:rsidRPr="00A90824">
        <w:rPr>
          <w:color w:val="000000"/>
          <w:szCs w:val="24"/>
          <w:lang w:val="sr-Cyrl-RS"/>
        </w:rPr>
        <w:t xml:space="preserve"> </w:t>
      </w:r>
      <w:r w:rsidR="00D8017A" w:rsidRPr="00A90824">
        <w:rPr>
          <w:color w:val="000000"/>
          <w:szCs w:val="24"/>
          <w:lang w:val="sr-Cyrl-RS"/>
        </w:rPr>
        <w:t>О</w:t>
      </w:r>
      <w:r w:rsidRPr="00A90824">
        <w:rPr>
          <w:color w:val="000000"/>
          <w:szCs w:val="24"/>
          <w:lang w:val="sr-Cyrl-RS"/>
        </w:rPr>
        <w:t>чекује се спремност свих актера да кроз заједничку сарадњу и напоре помогну у реализацији циљева. Ангажованост државних институција, привредних субјеката, академске заједнице и сваког појединца, створиће повољне услове за успешну примену Стратегије</w:t>
      </w:r>
      <w:r w:rsidR="00873A06" w:rsidRPr="00A90824">
        <w:rPr>
          <w:color w:val="000000"/>
          <w:szCs w:val="24"/>
          <w:lang w:val="sr-Cyrl-RS"/>
        </w:rPr>
        <w:t>,</w:t>
      </w:r>
      <w:r w:rsidRPr="00A90824">
        <w:rPr>
          <w:color w:val="000000"/>
          <w:szCs w:val="24"/>
          <w:lang w:val="sr-Cyrl-RS"/>
        </w:rPr>
        <w:t xml:space="preserve"> а самим тим и вештачке интелигенције која ће бити </w:t>
      </w:r>
      <w:r w:rsidR="005A72A2" w:rsidRPr="00A90824">
        <w:rPr>
          <w:color w:val="000000"/>
          <w:szCs w:val="24"/>
          <w:lang w:val="sr-Cyrl-RS"/>
        </w:rPr>
        <w:t>у функцији општег напретка друштва</w:t>
      </w:r>
      <w:r w:rsidRPr="00A90824">
        <w:rPr>
          <w:color w:val="000000"/>
          <w:szCs w:val="24"/>
          <w:lang w:val="sr-Cyrl-RS"/>
        </w:rPr>
        <w:t>.</w:t>
      </w:r>
    </w:p>
    <w:p w14:paraId="06173FD0" w14:textId="77777777" w:rsidR="00BE0C76" w:rsidRPr="00A90824" w:rsidRDefault="005A72A2" w:rsidP="00BE0C76">
      <w:pPr>
        <w:rPr>
          <w:color w:val="000000"/>
          <w:szCs w:val="24"/>
          <w:lang w:val="sr-Cyrl-RS"/>
        </w:rPr>
      </w:pPr>
      <w:r w:rsidRPr="00A90824">
        <w:rPr>
          <w:color w:val="000000"/>
          <w:szCs w:val="24"/>
          <w:lang w:val="sr-Cyrl-RS"/>
        </w:rPr>
        <w:t>Текст</w:t>
      </w:r>
      <w:r w:rsidR="00BE0C76" w:rsidRPr="00A90824">
        <w:rPr>
          <w:color w:val="000000"/>
          <w:szCs w:val="24"/>
          <w:lang w:val="sr-Cyrl-RS"/>
        </w:rPr>
        <w:t xml:space="preserve"> Стратегије развоја вештачке интелигенције за период од 202</w:t>
      </w:r>
      <w:r w:rsidR="00D8017A" w:rsidRPr="00A90824">
        <w:rPr>
          <w:color w:val="000000"/>
          <w:szCs w:val="24"/>
          <w:lang w:val="sr-Cyrl-RS"/>
        </w:rPr>
        <w:t>5</w:t>
      </w:r>
      <w:r w:rsidR="00BE0C76" w:rsidRPr="00A90824">
        <w:rPr>
          <w:color w:val="000000"/>
          <w:szCs w:val="24"/>
          <w:lang w:val="sr-Cyrl-RS"/>
        </w:rPr>
        <w:t xml:space="preserve">. до 2030. године, </w:t>
      </w:r>
      <w:r w:rsidRPr="00A90824">
        <w:rPr>
          <w:color w:val="000000"/>
          <w:szCs w:val="24"/>
          <w:lang w:val="sr-Cyrl-RS"/>
        </w:rPr>
        <w:t>сачинила је</w:t>
      </w:r>
      <w:r w:rsidR="003252E0" w:rsidRPr="00A90824">
        <w:rPr>
          <w:color w:val="000000"/>
          <w:szCs w:val="24"/>
          <w:lang w:val="sr-Cyrl-RS"/>
        </w:rPr>
        <w:t xml:space="preserve"> Радна група </w:t>
      </w:r>
      <w:r w:rsidR="00BE0C76" w:rsidRPr="00A90824">
        <w:rPr>
          <w:color w:val="000000"/>
          <w:szCs w:val="24"/>
          <w:lang w:val="sr-Cyrl-RS"/>
        </w:rPr>
        <w:t xml:space="preserve">основана </w:t>
      </w:r>
      <w:r w:rsidR="003252E0" w:rsidRPr="00A90824">
        <w:rPr>
          <w:color w:val="000000"/>
          <w:szCs w:val="24"/>
          <w:lang w:val="sr-Cyrl-RS"/>
        </w:rPr>
        <w:t xml:space="preserve">у децембру </w:t>
      </w:r>
      <w:r w:rsidR="00BE0C76" w:rsidRPr="00A90824">
        <w:rPr>
          <w:color w:val="000000"/>
          <w:szCs w:val="24"/>
          <w:lang w:val="sr-Cyrl-RS"/>
        </w:rPr>
        <w:t>2023. године</w:t>
      </w:r>
      <w:r w:rsidR="003252E0" w:rsidRPr="00A90824">
        <w:rPr>
          <w:color w:val="000000"/>
          <w:szCs w:val="24"/>
          <w:lang w:val="sr-Cyrl-RS"/>
        </w:rPr>
        <w:t xml:space="preserve"> коју </w:t>
      </w:r>
      <w:r w:rsidRPr="00A90824">
        <w:rPr>
          <w:color w:val="000000"/>
          <w:szCs w:val="24"/>
          <w:lang w:val="sr-Cyrl-RS"/>
        </w:rPr>
        <w:t>је</w:t>
      </w:r>
      <w:r w:rsidR="00BE0C76" w:rsidRPr="00A90824">
        <w:rPr>
          <w:color w:val="000000"/>
          <w:szCs w:val="24"/>
          <w:lang w:val="sr-Cyrl-RS"/>
        </w:rPr>
        <w:t xml:space="preserve"> чинил</w:t>
      </w:r>
      <w:r w:rsidRPr="00A90824">
        <w:rPr>
          <w:color w:val="000000"/>
          <w:szCs w:val="24"/>
          <w:lang w:val="sr-Cyrl-RS"/>
        </w:rPr>
        <w:t xml:space="preserve">о близу 50 </w:t>
      </w:r>
      <w:r w:rsidR="00BE0C76" w:rsidRPr="00A90824">
        <w:rPr>
          <w:color w:val="000000"/>
          <w:szCs w:val="24"/>
          <w:lang w:val="sr-Cyrl-RS"/>
        </w:rPr>
        <w:t>представни</w:t>
      </w:r>
      <w:r w:rsidRPr="00A90824">
        <w:rPr>
          <w:color w:val="000000"/>
          <w:szCs w:val="24"/>
          <w:lang w:val="sr-Cyrl-RS"/>
        </w:rPr>
        <w:t>ка</w:t>
      </w:r>
      <w:r w:rsidR="00BE0C76" w:rsidRPr="00A90824">
        <w:rPr>
          <w:color w:val="000000"/>
          <w:szCs w:val="24"/>
          <w:lang w:val="sr-Cyrl-RS"/>
        </w:rPr>
        <w:t xml:space="preserve"> релевантних органа државне управе, привреде, цивилног друштва и </w:t>
      </w:r>
      <w:r w:rsidRPr="00A90824">
        <w:rPr>
          <w:color w:val="000000"/>
          <w:szCs w:val="24"/>
          <w:lang w:val="sr-Cyrl-RS"/>
        </w:rPr>
        <w:t xml:space="preserve">научне и иновационе </w:t>
      </w:r>
      <w:r w:rsidR="00BE0C76" w:rsidRPr="00A90824">
        <w:rPr>
          <w:color w:val="000000"/>
          <w:szCs w:val="24"/>
          <w:lang w:val="sr-Cyrl-RS"/>
        </w:rPr>
        <w:t>заједнице.</w:t>
      </w:r>
    </w:p>
    <w:p w14:paraId="44F7B992" w14:textId="77777777" w:rsidR="00BE0C76" w:rsidRPr="00A90824" w:rsidRDefault="00E8616C" w:rsidP="00E8616C">
      <w:pPr>
        <w:pStyle w:val="Heading1"/>
        <w:rPr>
          <w:color w:val="000000"/>
          <w:sz w:val="24"/>
          <w:szCs w:val="24"/>
          <w:lang w:val="sr-Cyrl-RS"/>
        </w:rPr>
      </w:pPr>
      <w:bookmarkStart w:id="1" w:name="_Toc174901893"/>
      <w:r w:rsidRPr="00A90824">
        <w:rPr>
          <w:color w:val="000000"/>
          <w:sz w:val="24"/>
          <w:szCs w:val="24"/>
          <w:lang w:val="sr-Cyrl-RS"/>
        </w:rPr>
        <w:t xml:space="preserve">2. </w:t>
      </w:r>
      <w:r w:rsidR="00BE0C76" w:rsidRPr="00A90824">
        <w:rPr>
          <w:color w:val="000000"/>
          <w:sz w:val="24"/>
          <w:szCs w:val="24"/>
          <w:lang w:val="sr-Cyrl-RS"/>
        </w:rPr>
        <w:t>Правни оквир и релевантни плански документи</w:t>
      </w:r>
      <w:bookmarkEnd w:id="1"/>
    </w:p>
    <w:p w14:paraId="6E96F9EA" w14:textId="6A49DB2E" w:rsidR="00BE0C76" w:rsidRPr="00A90824" w:rsidRDefault="00BE0C76" w:rsidP="00BE0C76">
      <w:pPr>
        <w:rPr>
          <w:color w:val="000000"/>
          <w:szCs w:val="24"/>
          <w:lang w:val="sr-Cyrl-RS"/>
        </w:rPr>
      </w:pPr>
      <w:r w:rsidRPr="00A90824">
        <w:rPr>
          <w:color w:val="000000"/>
          <w:szCs w:val="24"/>
          <w:lang w:val="sr-Cyrl-RS"/>
        </w:rPr>
        <w:t>Стратегија развоја вештачке интелигенције према одредбама члана 12. Закона о планском систему</w:t>
      </w:r>
      <w:r w:rsidR="00A90824" w:rsidRPr="00A90824">
        <w:rPr>
          <w:color w:val="000000"/>
          <w:szCs w:val="24"/>
          <w:lang w:val="sr-Cyrl-RS"/>
        </w:rPr>
        <w:t xml:space="preserve"> Републике Србије</w:t>
      </w:r>
      <w:r w:rsidRPr="00A90824">
        <w:rPr>
          <w:color w:val="000000"/>
          <w:szCs w:val="24"/>
          <w:lang w:val="sr-Cyrl-RS"/>
        </w:rPr>
        <w:t xml:space="preserve"> („Сл</w:t>
      </w:r>
      <w:r w:rsidR="00C60C8F" w:rsidRPr="00A90824">
        <w:rPr>
          <w:color w:val="000000"/>
          <w:szCs w:val="24"/>
          <w:lang w:val="sr-Cyrl-RS"/>
        </w:rPr>
        <w:t>ужбени</w:t>
      </w:r>
      <w:r w:rsidRPr="00A90824">
        <w:rPr>
          <w:color w:val="000000"/>
          <w:szCs w:val="24"/>
          <w:lang w:val="sr-Cyrl-RS"/>
        </w:rPr>
        <w:t xml:space="preserve"> гласник </w:t>
      </w:r>
      <w:r w:rsidR="00CE358F" w:rsidRPr="00A90824">
        <w:rPr>
          <w:color w:val="000000"/>
          <w:szCs w:val="24"/>
          <w:lang w:val="sr-Cyrl-RS"/>
        </w:rPr>
        <w:t>РС</w:t>
      </w:r>
      <w:r w:rsidR="00C60C8F" w:rsidRPr="00A90824">
        <w:rPr>
          <w:color w:val="000000"/>
          <w:szCs w:val="24"/>
          <w:lang w:val="sr-Cyrl-RS"/>
        </w:rPr>
        <w:t>”</w:t>
      </w:r>
      <w:r w:rsidRPr="00A90824">
        <w:rPr>
          <w:color w:val="000000"/>
          <w:szCs w:val="24"/>
          <w:lang w:val="sr-Cyrl-RS"/>
        </w:rPr>
        <w:t xml:space="preserve">, број 30/18) представља документ јавне политике </w:t>
      </w:r>
      <w:r w:rsidR="00370472" w:rsidRPr="00A90824">
        <w:rPr>
          <w:color w:val="000000"/>
          <w:szCs w:val="24"/>
          <w:lang w:val="sr-Cyrl-RS"/>
        </w:rPr>
        <w:t>који своје упориште има у бројним другим</w:t>
      </w:r>
      <w:r w:rsidRPr="00A90824">
        <w:rPr>
          <w:color w:val="000000"/>
          <w:szCs w:val="24"/>
          <w:lang w:val="sr-Cyrl-RS"/>
        </w:rPr>
        <w:t xml:space="preserve"> </w:t>
      </w:r>
      <w:r w:rsidR="003252E0" w:rsidRPr="00A90824">
        <w:rPr>
          <w:color w:val="000000"/>
          <w:szCs w:val="24"/>
          <w:lang w:val="sr-Cyrl-RS"/>
        </w:rPr>
        <w:t>областима</w:t>
      </w:r>
      <w:r w:rsidRPr="00A90824">
        <w:rPr>
          <w:color w:val="000000"/>
          <w:szCs w:val="24"/>
          <w:lang w:val="sr-Cyrl-RS"/>
        </w:rPr>
        <w:t xml:space="preserve">, те је у складу са чланом 2. тачка 6. поменутог закона приликом њене израде извршено усклађивање са важећим </w:t>
      </w:r>
      <w:r w:rsidR="00370472" w:rsidRPr="00A90824">
        <w:rPr>
          <w:color w:val="000000"/>
          <w:szCs w:val="24"/>
          <w:lang w:val="sr-Cyrl-RS"/>
        </w:rPr>
        <w:t xml:space="preserve">правним </w:t>
      </w:r>
      <w:r w:rsidRPr="00A90824">
        <w:rPr>
          <w:color w:val="000000"/>
          <w:szCs w:val="24"/>
          <w:lang w:val="sr-Cyrl-RS"/>
        </w:rPr>
        <w:t>оквиром и другим планским документима. Прописи који су од кључног значаја за развој</w:t>
      </w:r>
      <w:r w:rsidR="003252E0" w:rsidRPr="00A90824">
        <w:rPr>
          <w:color w:val="000000"/>
          <w:szCs w:val="24"/>
          <w:lang w:val="sr-Cyrl-RS"/>
        </w:rPr>
        <w:t xml:space="preserve"> и примену</w:t>
      </w:r>
      <w:r w:rsidRPr="00A90824">
        <w:rPr>
          <w:color w:val="000000"/>
          <w:szCs w:val="24"/>
          <w:lang w:val="sr-Cyrl-RS"/>
        </w:rPr>
        <w:t xml:space="preserve"> вештачке интелигенције регули</w:t>
      </w:r>
      <w:r w:rsidR="00370472" w:rsidRPr="00A90824">
        <w:rPr>
          <w:color w:val="000000"/>
          <w:szCs w:val="24"/>
          <w:lang w:val="sr-Cyrl-RS"/>
        </w:rPr>
        <w:t>шу област</w:t>
      </w:r>
      <w:r w:rsidRPr="00A90824">
        <w:rPr>
          <w:color w:val="000000"/>
          <w:szCs w:val="24"/>
          <w:lang w:val="sr-Cyrl-RS"/>
        </w:rPr>
        <w:t xml:space="preserve"> заштите података о личности</w:t>
      </w:r>
      <w:r w:rsidR="00370472" w:rsidRPr="00A90824">
        <w:rPr>
          <w:color w:val="000000"/>
          <w:szCs w:val="24"/>
          <w:lang w:val="sr-Cyrl-RS"/>
        </w:rPr>
        <w:t>,</w:t>
      </w:r>
      <w:r w:rsidRPr="00A90824">
        <w:rPr>
          <w:color w:val="000000"/>
          <w:szCs w:val="24"/>
          <w:lang w:val="sr-Cyrl-RS"/>
        </w:rPr>
        <w:t xml:space="preserve"> флексибилне регулаторне режиме који омогућавају тестирање иновација, порески третман иновација и отв</w:t>
      </w:r>
      <w:r w:rsidR="00AA0E1F" w:rsidRPr="00A90824">
        <w:rPr>
          <w:color w:val="000000"/>
          <w:szCs w:val="24"/>
          <w:lang w:val="sr-Cyrl-RS"/>
        </w:rPr>
        <w:t>арање и поновно</w:t>
      </w:r>
      <w:r w:rsidRPr="00A90824">
        <w:rPr>
          <w:color w:val="000000"/>
          <w:szCs w:val="24"/>
          <w:lang w:val="sr-Cyrl-RS"/>
        </w:rPr>
        <w:t xml:space="preserve"> </w:t>
      </w:r>
      <w:r w:rsidR="00AA0E1F" w:rsidRPr="00A90824">
        <w:rPr>
          <w:color w:val="000000"/>
          <w:szCs w:val="24"/>
          <w:lang w:val="sr-Cyrl-RS"/>
        </w:rPr>
        <w:t xml:space="preserve">коришћење </w:t>
      </w:r>
      <w:r w:rsidRPr="00A90824">
        <w:rPr>
          <w:color w:val="000000"/>
          <w:szCs w:val="24"/>
          <w:lang w:val="sr-Cyrl-RS"/>
        </w:rPr>
        <w:t>подат</w:t>
      </w:r>
      <w:r w:rsidR="00AA0E1F" w:rsidRPr="00A90824">
        <w:rPr>
          <w:color w:val="000000"/>
          <w:szCs w:val="24"/>
          <w:lang w:val="sr-Cyrl-RS"/>
        </w:rPr>
        <w:t>а</w:t>
      </w:r>
      <w:r w:rsidRPr="00A90824">
        <w:rPr>
          <w:color w:val="000000"/>
          <w:szCs w:val="24"/>
          <w:lang w:val="sr-Cyrl-RS"/>
        </w:rPr>
        <w:t>к</w:t>
      </w:r>
      <w:r w:rsidR="00AA0E1F" w:rsidRPr="00A90824">
        <w:rPr>
          <w:color w:val="000000"/>
          <w:szCs w:val="24"/>
          <w:lang w:val="sr-Cyrl-RS"/>
        </w:rPr>
        <w:t>а</w:t>
      </w:r>
      <w:r w:rsidRPr="00A90824">
        <w:rPr>
          <w:color w:val="000000"/>
          <w:szCs w:val="24"/>
          <w:lang w:val="sr-Cyrl-RS"/>
        </w:rPr>
        <w:t>.</w:t>
      </w:r>
    </w:p>
    <w:p w14:paraId="30FE8B15" w14:textId="77777777" w:rsidR="00BE0C76" w:rsidRPr="00A90824" w:rsidRDefault="00E8616C" w:rsidP="00984003">
      <w:pPr>
        <w:pStyle w:val="Heading2"/>
        <w:rPr>
          <w:color w:val="000000"/>
          <w:sz w:val="24"/>
          <w:szCs w:val="24"/>
        </w:rPr>
      </w:pPr>
      <w:bookmarkStart w:id="2" w:name="_Toc174901894"/>
      <w:r w:rsidRPr="00A90824">
        <w:rPr>
          <w:color w:val="000000"/>
          <w:sz w:val="24"/>
          <w:szCs w:val="24"/>
        </w:rPr>
        <w:t>2.1.</w:t>
      </w:r>
      <w:r w:rsidRPr="00A90824">
        <w:rPr>
          <w:color w:val="000000"/>
          <w:sz w:val="24"/>
          <w:szCs w:val="24"/>
        </w:rPr>
        <w:tab/>
      </w:r>
      <w:r w:rsidR="00BE0C76" w:rsidRPr="00A90824">
        <w:rPr>
          <w:color w:val="000000"/>
          <w:sz w:val="24"/>
          <w:szCs w:val="24"/>
        </w:rPr>
        <w:t>Закони који уређују области повезане са овом стратегијом</w:t>
      </w:r>
      <w:bookmarkEnd w:id="2"/>
    </w:p>
    <w:p w14:paraId="302A6EE2" w14:textId="77777777" w:rsidR="00BE0C76" w:rsidRPr="00A90824" w:rsidRDefault="00E8616C" w:rsidP="00F62B1B">
      <w:pPr>
        <w:pStyle w:val="Heading3"/>
        <w:rPr>
          <w:color w:val="000000"/>
          <w:sz w:val="24"/>
          <w:szCs w:val="24"/>
        </w:rPr>
      </w:pPr>
      <w:bookmarkStart w:id="3" w:name="_Toc174901895"/>
      <w:r w:rsidRPr="00A90824">
        <w:rPr>
          <w:color w:val="000000"/>
          <w:sz w:val="24"/>
          <w:szCs w:val="24"/>
        </w:rPr>
        <w:t>2.1.1.</w:t>
      </w:r>
      <w:r w:rsidRPr="00A90824">
        <w:rPr>
          <w:color w:val="000000"/>
          <w:sz w:val="24"/>
          <w:szCs w:val="24"/>
        </w:rPr>
        <w:tab/>
      </w:r>
      <w:r w:rsidR="00BE0C76" w:rsidRPr="00A90824">
        <w:rPr>
          <w:color w:val="000000"/>
          <w:sz w:val="24"/>
          <w:szCs w:val="24"/>
        </w:rPr>
        <w:t>Закон о заштити података о личности</w:t>
      </w:r>
      <w:bookmarkEnd w:id="3"/>
    </w:p>
    <w:p w14:paraId="66ECAE2A" w14:textId="0CA3E53E" w:rsidR="00450EBB" w:rsidRPr="00A90824" w:rsidRDefault="00450EBB" w:rsidP="00450EBB">
      <w:pPr>
        <w:rPr>
          <w:color w:val="000000"/>
          <w:szCs w:val="24"/>
          <w:lang w:val="sr-Cyrl-RS"/>
        </w:rPr>
      </w:pPr>
      <w:bookmarkStart w:id="4" w:name="_Toc174901896"/>
      <w:r w:rsidRPr="00A90824">
        <w:rPr>
          <w:color w:val="000000"/>
          <w:szCs w:val="24"/>
          <w:lang w:val="sr-Cyrl-RS"/>
        </w:rPr>
        <w:t>Законом о заштити података о личности (,,Службени гласник РС</w:t>
      </w:r>
      <w:r w:rsidR="00236765" w:rsidRPr="00A90824">
        <w:rPr>
          <w:color w:val="000000"/>
          <w:szCs w:val="24"/>
          <w:lang w:val="sr-Cyrl-RS"/>
        </w:rPr>
        <w:t>”</w:t>
      </w:r>
      <w:r w:rsidRPr="00A90824">
        <w:rPr>
          <w:color w:val="000000"/>
          <w:szCs w:val="24"/>
          <w:lang w:val="sr-Cyrl-RS"/>
        </w:rPr>
        <w:t>, бр</w:t>
      </w:r>
      <w:r w:rsidR="00F13962" w:rsidRPr="00A90824">
        <w:rPr>
          <w:color w:val="000000"/>
          <w:szCs w:val="24"/>
          <w:lang w:val="sr-Cyrl-RS"/>
        </w:rPr>
        <w:t>ој</w:t>
      </w:r>
      <w:r w:rsidRPr="00A90824">
        <w:rPr>
          <w:color w:val="000000"/>
          <w:szCs w:val="24"/>
          <w:lang w:val="sr-Cyrl-RS"/>
        </w:rPr>
        <w:t xml:space="preserve"> 87/18) уређуј</w:t>
      </w:r>
      <w:r w:rsidR="00232230" w:rsidRPr="00A90824">
        <w:rPr>
          <w:color w:val="000000"/>
          <w:szCs w:val="24"/>
          <w:lang w:val="sr-Cyrl-RS"/>
        </w:rPr>
        <w:t>у</w:t>
      </w:r>
      <w:r w:rsidRPr="00A90824">
        <w:rPr>
          <w:color w:val="000000"/>
          <w:szCs w:val="24"/>
          <w:lang w:val="sr-Cyrl-RS"/>
        </w:rPr>
        <w:t xml:space="preserve"> се</w:t>
      </w:r>
      <w:r w:rsidR="00232230" w:rsidRPr="00A90824">
        <w:rPr>
          <w:color w:val="000000"/>
          <w:szCs w:val="24"/>
          <w:lang w:val="sr-Cyrl-RS"/>
        </w:rPr>
        <w:t>:</w:t>
      </w:r>
      <w:r w:rsidRPr="00A90824">
        <w:rPr>
          <w:color w:val="000000"/>
          <w:szCs w:val="24"/>
          <w:lang w:val="sr-Cyrl-RS"/>
        </w:rPr>
        <w:t xml:space="preserve"> право на заштиту физичких лица у вези са обрадом података о личности и слободни проток таквих података, начела обраде, права лица на које се подаци односе, обавезе руковалаца и обрађивача података о личности, кодекс поступања, пренос података о личности у друге државе и међународне организације, надзор над спровођењем закона, правна средства, одговорност и казне у случају повреде права физичких лица у вези са обрадом података о личности, као и посебни случајеви обраде. </w:t>
      </w:r>
      <w:r w:rsidR="00385F50" w:rsidRPr="00A90824">
        <w:rPr>
          <w:color w:val="000000"/>
          <w:szCs w:val="24"/>
          <w:lang w:val="sr-Cyrl-RS"/>
        </w:rPr>
        <w:t>Овим</w:t>
      </w:r>
      <w:r w:rsidRPr="00A90824">
        <w:rPr>
          <w:color w:val="000000"/>
          <w:szCs w:val="24"/>
          <w:lang w:val="sr-Cyrl-RS"/>
        </w:rPr>
        <w:t xml:space="preserve"> законом уређује се и право на заштиту физичких лица у вези са обрадом података о личности коју врше надлежни органи у сврхе спречавања, истраге и откривања кривичних дела, гоњења учинилаца кривичних дела или извршења кривичних санкција, укључујући спречавање и заштиту од претњи јавној и националној безбедности, као и слободни проток таквих података.</w:t>
      </w:r>
    </w:p>
    <w:p w14:paraId="20E267D6" w14:textId="77777777" w:rsidR="00450EBB" w:rsidRPr="00A90824" w:rsidRDefault="00450EBB" w:rsidP="00450EBB">
      <w:pPr>
        <w:rPr>
          <w:color w:val="000000"/>
          <w:szCs w:val="24"/>
          <w:lang w:val="sr-Cyrl-RS"/>
        </w:rPr>
      </w:pPr>
      <w:r w:rsidRPr="00A90824">
        <w:rPr>
          <w:color w:val="000000"/>
          <w:szCs w:val="24"/>
          <w:lang w:val="sr-Cyrl-RS"/>
        </w:rPr>
        <w:t>Подаци о личности морају се обрађивати законито, поштено и транспарентно у односу на лице на које се подаци односе; прикупљати у сврхе које су одређене, изричите, оправдане и законите и даље се не могу обрађивати на начин који није у складу са тим сврхама; бити примерени, битни и ограничени на оно што је неопходно у односу на сврху обраде, бити тачни и, ако је то неопходно, ажурирани</w:t>
      </w:r>
      <w:r w:rsidR="00236765" w:rsidRPr="00A90824">
        <w:rPr>
          <w:color w:val="000000"/>
          <w:szCs w:val="24"/>
          <w:lang w:val="sr-Cyrl-RS"/>
        </w:rPr>
        <w:t>;</w:t>
      </w:r>
      <w:r w:rsidRPr="00A90824">
        <w:rPr>
          <w:color w:val="000000"/>
          <w:szCs w:val="24"/>
          <w:lang w:val="sr-Cyrl-RS"/>
        </w:rPr>
        <w:t xml:space="preserve"> морају се чувати у облику који омогућава идентификацију лица само у року који је неопходан за остваривање сврхе обраде; морају се обрађивати на начин који обезбеђује одговарајућу заштиту података о личности, укључујући заштиту од неовлашћене или незаконите обраде, као и од случајног губитка, уништења или оштећења применом одговарајућих техничких, организационих и кадровских мера.</w:t>
      </w:r>
    </w:p>
    <w:p w14:paraId="28B649C5" w14:textId="77777777" w:rsidR="00450EBB" w:rsidRPr="00A90824" w:rsidRDefault="00450EBB" w:rsidP="00450EBB">
      <w:pPr>
        <w:rPr>
          <w:color w:val="000000"/>
          <w:szCs w:val="24"/>
          <w:lang w:val="sr-Cyrl-RS"/>
        </w:rPr>
      </w:pPr>
      <w:r w:rsidRPr="00A90824">
        <w:rPr>
          <w:color w:val="000000"/>
          <w:szCs w:val="24"/>
          <w:lang w:val="sr-Cyrl-RS"/>
        </w:rPr>
        <w:t>Забрањена је обрада којом се открива расно или етничко порекло, политичко мишљење, верско или филозофско уверење или чланство у синдикату, као и обрада генетских података, биометријских података у циљу јединствене идентификације лица, података о здравственом стању или података о сексуалном животу или сексуалној оријентацији физичког лица. Обрада поменутих података допуштена је, само изузетно, и то у случајевима прописаним чланом 17. став 2. Закона.</w:t>
      </w:r>
    </w:p>
    <w:p w14:paraId="7438D9EA" w14:textId="77777777" w:rsidR="00450EBB" w:rsidRPr="00A90824" w:rsidRDefault="00450EBB" w:rsidP="00450EBB">
      <w:pPr>
        <w:rPr>
          <w:color w:val="000000"/>
          <w:szCs w:val="24"/>
          <w:lang w:val="sr-Cyrl-RS"/>
        </w:rPr>
      </w:pPr>
      <w:r w:rsidRPr="00A90824">
        <w:rPr>
          <w:color w:val="000000"/>
          <w:szCs w:val="24"/>
          <w:lang w:val="sr-Cyrl-RS"/>
        </w:rPr>
        <w:t>У складу са одредбама Закона о заштити података о личности приликом развоја решења која се базирају на вештачкој интелигенцији, потребно је имати у виду све одредбе овог закона, посебно када је реч о скуповима података који садрже податке о личности.</w:t>
      </w:r>
    </w:p>
    <w:p w14:paraId="440CCD8F" w14:textId="77777777" w:rsidR="00BE0C76" w:rsidRPr="00A90824" w:rsidRDefault="00BE0C76" w:rsidP="00F62B1B">
      <w:pPr>
        <w:pStyle w:val="Heading3"/>
        <w:rPr>
          <w:color w:val="000000"/>
          <w:sz w:val="24"/>
          <w:szCs w:val="24"/>
        </w:rPr>
      </w:pPr>
      <w:r w:rsidRPr="00A90824">
        <w:rPr>
          <w:color w:val="000000"/>
          <w:sz w:val="24"/>
          <w:szCs w:val="24"/>
        </w:rPr>
        <w:t>2.1.2.</w:t>
      </w:r>
      <w:r w:rsidRPr="00A90824">
        <w:rPr>
          <w:color w:val="000000"/>
          <w:sz w:val="24"/>
          <w:szCs w:val="24"/>
        </w:rPr>
        <w:tab/>
        <w:t>Закон о основама система образовања и васпитања</w:t>
      </w:r>
      <w:bookmarkEnd w:id="4"/>
    </w:p>
    <w:p w14:paraId="3A36C1FD" w14:textId="7F76BDBD" w:rsidR="008F1EE9" w:rsidRPr="00A90824" w:rsidRDefault="00BE0C76" w:rsidP="00BE0C76">
      <w:pPr>
        <w:rPr>
          <w:color w:val="000000"/>
          <w:szCs w:val="24"/>
          <w:lang w:val="sr-Cyrl-RS"/>
        </w:rPr>
      </w:pPr>
      <w:r w:rsidRPr="00A90824">
        <w:rPr>
          <w:color w:val="000000"/>
          <w:szCs w:val="24"/>
          <w:lang w:val="sr-Cyrl-RS"/>
        </w:rPr>
        <w:t>Закон о основама система образовања и васпитања (</w:t>
      </w:r>
      <w:r w:rsidR="0047137A" w:rsidRPr="00A90824">
        <w:rPr>
          <w:color w:val="000000"/>
          <w:szCs w:val="24"/>
          <w:lang w:val="sr-Cyrl-RS"/>
        </w:rPr>
        <w:t>„</w:t>
      </w:r>
      <w:r w:rsidRPr="00A90824">
        <w:rPr>
          <w:color w:val="000000"/>
          <w:szCs w:val="24"/>
          <w:lang w:val="sr-Cyrl-RS"/>
        </w:rPr>
        <w:t>Службени гласник РС</w:t>
      </w:r>
      <w:r w:rsidR="00236765" w:rsidRPr="00A90824">
        <w:rPr>
          <w:color w:val="000000"/>
          <w:szCs w:val="24"/>
          <w:lang w:val="sr-Cyrl-RS"/>
        </w:rPr>
        <w:t>”</w:t>
      </w:r>
      <w:r w:rsidRPr="00A90824">
        <w:rPr>
          <w:color w:val="000000"/>
          <w:szCs w:val="24"/>
          <w:lang w:val="sr-Cyrl-RS"/>
        </w:rPr>
        <w:t>, бр. 88/17, 27/18 - др. закони, 10/</w:t>
      </w:r>
      <w:r w:rsidR="00A90824" w:rsidRPr="00A90824">
        <w:rPr>
          <w:color w:val="000000"/>
          <w:szCs w:val="24"/>
          <w:lang w:val="sr-Cyrl-RS"/>
        </w:rPr>
        <w:t>19, 6/20, 129/</w:t>
      </w:r>
      <w:r w:rsidRPr="00A90824">
        <w:rPr>
          <w:color w:val="000000"/>
          <w:szCs w:val="24"/>
          <w:lang w:val="sr-Cyrl-RS"/>
        </w:rPr>
        <w:t>21</w:t>
      </w:r>
      <w:r w:rsidR="00A90824" w:rsidRPr="00A90824">
        <w:rPr>
          <w:color w:val="000000"/>
          <w:szCs w:val="24"/>
          <w:lang w:val="sr-Cyrl-RS"/>
        </w:rPr>
        <w:t xml:space="preserve"> и</w:t>
      </w:r>
      <w:r w:rsidRPr="00A90824">
        <w:rPr>
          <w:color w:val="000000"/>
          <w:szCs w:val="24"/>
          <w:lang w:val="sr-Cyrl-RS"/>
        </w:rPr>
        <w:t xml:space="preserve"> 92/23) представља кровни закон у области</w:t>
      </w:r>
      <w:r w:rsidR="00E529A0" w:rsidRPr="00A90824">
        <w:rPr>
          <w:color w:val="000000"/>
          <w:szCs w:val="24"/>
          <w:lang w:val="sr-Cyrl-RS"/>
        </w:rPr>
        <w:t xml:space="preserve"> предшколског, основног и средњег образовања и васпитања и образовања одраслих</w:t>
      </w:r>
      <w:r w:rsidRPr="00A90824">
        <w:rPr>
          <w:color w:val="000000"/>
          <w:szCs w:val="24"/>
          <w:lang w:val="sr-Cyrl-RS"/>
        </w:rPr>
        <w:t>. Овим законом се</w:t>
      </w:r>
      <w:r w:rsidR="00126F3D" w:rsidRPr="00A90824">
        <w:rPr>
          <w:color w:val="000000"/>
          <w:szCs w:val="24"/>
          <w:lang w:val="sr-Cyrl-RS"/>
        </w:rPr>
        <w:t>,</w:t>
      </w:r>
      <w:r w:rsidRPr="00A90824">
        <w:rPr>
          <w:color w:val="000000"/>
          <w:szCs w:val="24"/>
          <w:lang w:val="sr-Cyrl-RS"/>
        </w:rPr>
        <w:t xml:space="preserve"> између осталог</w:t>
      </w:r>
      <w:r w:rsidR="00126F3D" w:rsidRPr="00A90824">
        <w:rPr>
          <w:color w:val="000000"/>
          <w:szCs w:val="24"/>
          <w:lang w:val="sr-Cyrl-RS"/>
        </w:rPr>
        <w:t>,</w:t>
      </w:r>
      <w:r w:rsidRPr="00A90824">
        <w:rPr>
          <w:color w:val="000000"/>
          <w:szCs w:val="24"/>
          <w:lang w:val="sr-Cyrl-RS"/>
        </w:rPr>
        <w:t xml:space="preserve"> уређују и основе система у делу принципа, циљева, исхода, стандарда образовања и васпитања, знања, вештина и ставова као и врсте програма образовања основног и средњег образовања и васпитања и многа друга питања од значаја за ову област. </w:t>
      </w:r>
    </w:p>
    <w:p w14:paraId="61BCD4FC" w14:textId="1205C463" w:rsidR="00BE0C76" w:rsidRPr="00A90824" w:rsidRDefault="00BE0C76" w:rsidP="00BE0C76">
      <w:pPr>
        <w:rPr>
          <w:color w:val="000000"/>
          <w:szCs w:val="24"/>
          <w:lang w:val="sr-Cyrl-RS"/>
        </w:rPr>
      </w:pPr>
      <w:r w:rsidRPr="00A90824">
        <w:rPr>
          <w:color w:val="000000"/>
          <w:szCs w:val="24"/>
          <w:lang w:val="sr-Cyrl-RS"/>
        </w:rPr>
        <w:t xml:space="preserve">Међу циљевима образовања, </w:t>
      </w:r>
      <w:r w:rsidR="00126F3D" w:rsidRPr="00A90824">
        <w:rPr>
          <w:color w:val="000000"/>
          <w:szCs w:val="24"/>
          <w:lang w:val="sr-Cyrl-RS"/>
        </w:rPr>
        <w:t xml:space="preserve">овај закон </w:t>
      </w:r>
      <w:r w:rsidRPr="00A90824">
        <w:rPr>
          <w:color w:val="000000"/>
          <w:szCs w:val="24"/>
          <w:lang w:val="sr-Cyrl-RS"/>
        </w:rPr>
        <w:t xml:space="preserve">између осталих </w:t>
      </w:r>
      <w:r w:rsidR="00AA0E1F" w:rsidRPr="00A90824">
        <w:rPr>
          <w:color w:val="000000"/>
          <w:szCs w:val="24"/>
          <w:lang w:val="sr-Cyrl-RS"/>
        </w:rPr>
        <w:t>регулише</w:t>
      </w:r>
      <w:r w:rsidRPr="00A90824">
        <w:rPr>
          <w:color w:val="000000"/>
          <w:szCs w:val="24"/>
          <w:lang w:val="sr-Cyrl-RS"/>
        </w:rPr>
        <w:t xml:space="preserve"> и развијање кључних компетенција за целоживотно учење, међупредметних компетенција и стручних компетенција у складу са захтевима занимања, потребама тржишта рада и развојем савремене науке и технологије. Међу кључним компетенцијама за целоживотно учење налази се и дигитална компетенција која подразумева самопоуздано и критично коришћење информационих и комуникационих технологија за рад, одмор и комуникацију, док се код општих међупредметних компетенција за крај основног и средњег образовања препознају поред дигиталн</w:t>
      </w:r>
      <w:r w:rsidR="00AA0E1F" w:rsidRPr="00A90824">
        <w:rPr>
          <w:color w:val="000000"/>
          <w:szCs w:val="24"/>
          <w:lang w:val="sr-Cyrl-RS"/>
        </w:rPr>
        <w:t>их</w:t>
      </w:r>
      <w:r w:rsidRPr="00A90824">
        <w:rPr>
          <w:color w:val="000000"/>
          <w:szCs w:val="24"/>
          <w:lang w:val="sr-Cyrl-RS"/>
        </w:rPr>
        <w:t xml:space="preserve"> компетенциј</w:t>
      </w:r>
      <w:r w:rsidR="00AA0E1F" w:rsidRPr="00A90824">
        <w:rPr>
          <w:color w:val="000000"/>
          <w:szCs w:val="24"/>
          <w:lang w:val="sr-Cyrl-RS"/>
        </w:rPr>
        <w:t>а</w:t>
      </w:r>
      <w:r w:rsidRPr="00A90824">
        <w:rPr>
          <w:color w:val="000000"/>
          <w:szCs w:val="24"/>
          <w:lang w:val="sr-Cyrl-RS"/>
        </w:rPr>
        <w:t xml:space="preserve"> и рад са подацима и информацијама. Наведене компетенције су препознате и у Закону о основном образовању и васпитању („Службени гласник РС</w:t>
      </w:r>
      <w:r w:rsidR="00236765" w:rsidRPr="00A90824">
        <w:rPr>
          <w:color w:val="000000"/>
          <w:szCs w:val="24"/>
          <w:lang w:val="sr-Cyrl-RS"/>
        </w:rPr>
        <w:t>”</w:t>
      </w:r>
      <w:r w:rsidR="00A90824" w:rsidRPr="00A90824">
        <w:rPr>
          <w:color w:val="000000"/>
          <w:szCs w:val="24"/>
          <w:lang w:val="sr-Cyrl-RS"/>
        </w:rPr>
        <w:t>, бр. 55/13, 101/17, 27/18 - др. закон, 10/19, 129/21, 129/21 - др. закон и 92/</w:t>
      </w:r>
      <w:r w:rsidRPr="00A90824">
        <w:rPr>
          <w:color w:val="000000"/>
          <w:szCs w:val="24"/>
          <w:lang w:val="sr-Cyrl-RS"/>
        </w:rPr>
        <w:t>23) и Закону о средњем образовању и васпитању („Службени гласник РС</w:t>
      </w:r>
      <w:r w:rsidR="00236765" w:rsidRPr="00A90824">
        <w:rPr>
          <w:color w:val="000000"/>
          <w:szCs w:val="24"/>
          <w:lang w:val="sr-Cyrl-RS"/>
        </w:rPr>
        <w:t>”</w:t>
      </w:r>
      <w:r w:rsidR="00A90824" w:rsidRPr="00A90824">
        <w:rPr>
          <w:color w:val="000000"/>
          <w:szCs w:val="24"/>
          <w:lang w:val="sr-Cyrl-RS"/>
        </w:rPr>
        <w:t>, бр. 55/13, 101/17, 27/18 - др. закон, 6/20, 52/21, 129/21 - др. закон, 129/</w:t>
      </w:r>
      <w:r w:rsidRPr="00A90824">
        <w:rPr>
          <w:color w:val="000000"/>
          <w:szCs w:val="24"/>
          <w:lang w:val="sr-Cyrl-RS"/>
        </w:rPr>
        <w:t>21</w:t>
      </w:r>
      <w:r w:rsidR="00A90824" w:rsidRPr="00A90824">
        <w:rPr>
          <w:color w:val="000000"/>
          <w:szCs w:val="24"/>
          <w:lang w:val="sr-Cyrl-RS"/>
        </w:rPr>
        <w:t xml:space="preserve"> и 92/</w:t>
      </w:r>
      <w:r w:rsidRPr="00A90824">
        <w:rPr>
          <w:color w:val="000000"/>
          <w:szCs w:val="24"/>
          <w:lang w:val="sr-Cyrl-RS"/>
        </w:rPr>
        <w:t>23).</w:t>
      </w:r>
    </w:p>
    <w:p w14:paraId="2443ABBA" w14:textId="77777777" w:rsidR="00BE0C76" w:rsidRPr="00A90824" w:rsidRDefault="00BE0C76" w:rsidP="00BE0C76">
      <w:pPr>
        <w:rPr>
          <w:color w:val="000000"/>
          <w:szCs w:val="24"/>
          <w:lang w:val="sr-Cyrl-RS"/>
        </w:rPr>
      </w:pPr>
      <w:r w:rsidRPr="00A90824">
        <w:rPr>
          <w:color w:val="000000"/>
          <w:szCs w:val="24"/>
          <w:lang w:val="sr-Cyrl-RS"/>
        </w:rPr>
        <w:t xml:space="preserve">Закон </w:t>
      </w:r>
      <w:r w:rsidR="0047137A" w:rsidRPr="00A90824">
        <w:rPr>
          <w:color w:val="000000"/>
          <w:szCs w:val="24"/>
          <w:lang w:val="sr-Cyrl-RS"/>
        </w:rPr>
        <w:t xml:space="preserve">даје </w:t>
      </w:r>
      <w:r w:rsidRPr="00A90824">
        <w:rPr>
          <w:color w:val="000000"/>
          <w:szCs w:val="24"/>
          <w:lang w:val="sr-Cyrl-RS"/>
        </w:rPr>
        <w:t xml:space="preserve">основ за </w:t>
      </w:r>
      <w:r w:rsidR="0047137A" w:rsidRPr="00A90824">
        <w:rPr>
          <w:color w:val="000000"/>
          <w:szCs w:val="24"/>
          <w:lang w:val="sr-Cyrl-RS"/>
        </w:rPr>
        <w:t xml:space="preserve">образовање </w:t>
      </w:r>
      <w:r w:rsidRPr="00A90824">
        <w:rPr>
          <w:color w:val="000000"/>
          <w:szCs w:val="24"/>
          <w:lang w:val="sr-Cyrl-RS"/>
        </w:rPr>
        <w:t xml:space="preserve">стручњака </w:t>
      </w:r>
      <w:r w:rsidR="0047137A" w:rsidRPr="00A90824">
        <w:rPr>
          <w:color w:val="000000"/>
          <w:szCs w:val="24"/>
          <w:lang w:val="sr-Cyrl-RS"/>
        </w:rPr>
        <w:t>и у области вештачке интелигенције, као</w:t>
      </w:r>
      <w:r w:rsidRPr="00A90824">
        <w:rPr>
          <w:color w:val="000000"/>
          <w:szCs w:val="24"/>
          <w:lang w:val="sr-Cyrl-RS"/>
        </w:rPr>
        <w:t xml:space="preserve"> и њен</w:t>
      </w:r>
      <w:r w:rsidR="0047137A" w:rsidRPr="00A90824">
        <w:rPr>
          <w:color w:val="000000"/>
          <w:szCs w:val="24"/>
          <w:lang w:val="sr-Cyrl-RS"/>
        </w:rPr>
        <w:t>е даље</w:t>
      </w:r>
      <w:r w:rsidRPr="00A90824">
        <w:rPr>
          <w:color w:val="000000"/>
          <w:szCs w:val="24"/>
          <w:lang w:val="sr-Cyrl-RS"/>
        </w:rPr>
        <w:t xml:space="preserve"> примен</w:t>
      </w:r>
      <w:r w:rsidR="0047137A" w:rsidRPr="00A90824">
        <w:rPr>
          <w:color w:val="000000"/>
          <w:szCs w:val="24"/>
          <w:lang w:val="sr-Cyrl-RS"/>
        </w:rPr>
        <w:t>е</w:t>
      </w:r>
      <w:r w:rsidRPr="00A90824">
        <w:rPr>
          <w:color w:val="000000"/>
          <w:szCs w:val="24"/>
          <w:lang w:val="sr-Cyrl-RS"/>
        </w:rPr>
        <w:t>. Такође, омогућ</w:t>
      </w:r>
      <w:r w:rsidR="00236765" w:rsidRPr="00A90824">
        <w:rPr>
          <w:color w:val="000000"/>
          <w:szCs w:val="24"/>
          <w:lang w:val="sr-Cyrl-RS"/>
        </w:rPr>
        <w:t>ава</w:t>
      </w:r>
      <w:r w:rsidRPr="00A90824">
        <w:rPr>
          <w:color w:val="000000"/>
          <w:szCs w:val="24"/>
          <w:lang w:val="sr-Cyrl-RS"/>
        </w:rPr>
        <w:t xml:space="preserve"> прилагођавање образовног система на промене које </w:t>
      </w:r>
      <w:r w:rsidR="0047137A" w:rsidRPr="00A90824">
        <w:rPr>
          <w:color w:val="000000"/>
          <w:szCs w:val="24"/>
          <w:lang w:val="sr-Cyrl-RS"/>
        </w:rPr>
        <w:t xml:space="preserve">развој вештачке интелигенције </w:t>
      </w:r>
      <w:r w:rsidRPr="00A90824">
        <w:rPr>
          <w:color w:val="000000"/>
          <w:szCs w:val="24"/>
          <w:lang w:val="sr-Cyrl-RS"/>
        </w:rPr>
        <w:t>доноси у окружењу у којем ученик живи и ради.</w:t>
      </w:r>
    </w:p>
    <w:p w14:paraId="531FD2CA" w14:textId="77777777" w:rsidR="00BE0C76" w:rsidRPr="00A90824" w:rsidRDefault="00BE0C76" w:rsidP="00F62B1B">
      <w:pPr>
        <w:pStyle w:val="Heading3"/>
        <w:rPr>
          <w:color w:val="000000"/>
          <w:sz w:val="24"/>
          <w:szCs w:val="24"/>
        </w:rPr>
      </w:pPr>
      <w:bookmarkStart w:id="5" w:name="_Toc174901897"/>
      <w:r w:rsidRPr="00A90824">
        <w:rPr>
          <w:color w:val="000000"/>
          <w:sz w:val="24"/>
          <w:szCs w:val="24"/>
        </w:rPr>
        <w:t>2.1.3.</w:t>
      </w:r>
      <w:r w:rsidRPr="00A90824">
        <w:rPr>
          <w:color w:val="000000"/>
          <w:sz w:val="24"/>
          <w:szCs w:val="24"/>
        </w:rPr>
        <w:tab/>
        <w:t>Закон о дуалном образовању</w:t>
      </w:r>
      <w:bookmarkEnd w:id="5"/>
    </w:p>
    <w:p w14:paraId="06E66F85" w14:textId="5FED8753" w:rsidR="00BE0C76" w:rsidRPr="00A90824" w:rsidRDefault="00BE0C76" w:rsidP="00BE0C76">
      <w:pPr>
        <w:rPr>
          <w:color w:val="000000"/>
          <w:szCs w:val="24"/>
          <w:lang w:val="sr-Cyrl-RS"/>
        </w:rPr>
      </w:pPr>
      <w:r w:rsidRPr="00A90824">
        <w:rPr>
          <w:color w:val="000000"/>
          <w:szCs w:val="24"/>
          <w:lang w:val="sr-Cyrl-RS"/>
        </w:rPr>
        <w:t>Закон о дуалном образовању (,,Службени гласник РС</w:t>
      </w:r>
      <w:r w:rsidR="00AA0E1F" w:rsidRPr="00A90824">
        <w:rPr>
          <w:color w:val="000000"/>
          <w:szCs w:val="24"/>
          <w:lang w:val="sr-Cyrl-RS"/>
        </w:rPr>
        <w:t>”</w:t>
      </w:r>
      <w:r w:rsidRPr="00A90824">
        <w:rPr>
          <w:color w:val="000000"/>
          <w:szCs w:val="24"/>
          <w:lang w:val="sr-Cyrl-RS"/>
        </w:rPr>
        <w:t>, бр. 101/17, 6/</w:t>
      </w:r>
      <w:r w:rsidR="00A90824" w:rsidRPr="00A90824">
        <w:rPr>
          <w:color w:val="000000"/>
          <w:szCs w:val="24"/>
          <w:lang w:val="sr-Cyrl-RS"/>
        </w:rPr>
        <w:t>20 и 76/</w:t>
      </w:r>
      <w:r w:rsidRPr="00A90824">
        <w:rPr>
          <w:color w:val="000000"/>
          <w:szCs w:val="24"/>
          <w:lang w:val="sr-Cyrl-RS"/>
        </w:rPr>
        <w:t>23) између осталих</w:t>
      </w:r>
      <w:r w:rsidR="00A90824" w:rsidRPr="00A90824">
        <w:rPr>
          <w:color w:val="000000"/>
          <w:szCs w:val="24"/>
          <w:lang w:val="sr-Cyrl-RS"/>
        </w:rPr>
        <w:t>,</w:t>
      </w:r>
      <w:r w:rsidRPr="00A90824">
        <w:rPr>
          <w:color w:val="000000"/>
          <w:szCs w:val="24"/>
          <w:lang w:val="sr-Cyrl-RS"/>
        </w:rPr>
        <w:t xml:space="preserve"> као циљеве наводи обезбеђивање услова за стицање, усавршавање и развој компетенција у складу са потребама тржишта рада, обезбеђивање услова за даље образовање и целоживотно учење као и развијање предузимљивости, иновативности и креативности сваког појединца ради његовог професионалног и каријерног развоја. Закон пружа основу за развој стручног кадра из области </w:t>
      </w:r>
      <w:r w:rsidR="0047137A" w:rsidRPr="00A90824">
        <w:rPr>
          <w:color w:val="000000"/>
          <w:szCs w:val="24"/>
          <w:lang w:val="sr-Cyrl-RS"/>
        </w:rPr>
        <w:t xml:space="preserve">вештачке интелигенције </w:t>
      </w:r>
      <w:r w:rsidRPr="00A90824">
        <w:rPr>
          <w:color w:val="000000"/>
          <w:szCs w:val="24"/>
          <w:lang w:val="sr-Cyrl-RS"/>
        </w:rPr>
        <w:t xml:space="preserve">која је препозната као технологија будућности чиме се креира подстицајна средина за даљи развој и унапређење </w:t>
      </w:r>
      <w:r w:rsidR="0047137A" w:rsidRPr="00A90824">
        <w:rPr>
          <w:color w:val="000000"/>
          <w:szCs w:val="24"/>
          <w:lang w:val="sr-Cyrl-RS"/>
        </w:rPr>
        <w:t>у овој области</w:t>
      </w:r>
      <w:r w:rsidRPr="00A90824">
        <w:rPr>
          <w:color w:val="000000"/>
          <w:szCs w:val="24"/>
          <w:lang w:val="sr-Cyrl-RS"/>
        </w:rPr>
        <w:t>.</w:t>
      </w:r>
    </w:p>
    <w:p w14:paraId="5150F684" w14:textId="77777777" w:rsidR="00BE0C76" w:rsidRPr="00A90824" w:rsidRDefault="00BE0C76" w:rsidP="00F62B1B">
      <w:pPr>
        <w:pStyle w:val="Heading3"/>
        <w:rPr>
          <w:color w:val="000000"/>
          <w:sz w:val="24"/>
          <w:szCs w:val="24"/>
        </w:rPr>
      </w:pPr>
      <w:bookmarkStart w:id="6" w:name="_Toc174901898"/>
      <w:r w:rsidRPr="00A90824">
        <w:rPr>
          <w:color w:val="000000"/>
          <w:sz w:val="24"/>
          <w:szCs w:val="24"/>
        </w:rPr>
        <w:t>2.1.4.</w:t>
      </w:r>
      <w:r w:rsidRPr="00A90824">
        <w:rPr>
          <w:color w:val="000000"/>
          <w:sz w:val="24"/>
          <w:szCs w:val="24"/>
        </w:rPr>
        <w:tab/>
        <w:t>Закон о високом образовању</w:t>
      </w:r>
      <w:bookmarkEnd w:id="6"/>
    </w:p>
    <w:p w14:paraId="2A0DFE72" w14:textId="54DFF202" w:rsidR="00BE0C76" w:rsidRPr="00A90824" w:rsidRDefault="00BE0C76" w:rsidP="00BE0C76">
      <w:pPr>
        <w:rPr>
          <w:color w:val="000000"/>
          <w:szCs w:val="24"/>
          <w:lang w:val="sr-Cyrl-RS"/>
        </w:rPr>
      </w:pPr>
      <w:r w:rsidRPr="00A90824">
        <w:rPr>
          <w:color w:val="000000"/>
          <w:szCs w:val="24"/>
          <w:lang w:val="sr-Cyrl-RS"/>
        </w:rPr>
        <w:t xml:space="preserve">Закон о високом образовању („Службени гласник РС”, бр. 88/17, 73/18, 27/18 – др. закон, 67/19, </w:t>
      </w:r>
      <w:r w:rsidR="00A90824" w:rsidRPr="00A90824">
        <w:rPr>
          <w:color w:val="000000"/>
          <w:szCs w:val="24"/>
          <w:lang w:val="sr-Cyrl-RS"/>
        </w:rPr>
        <w:t>6/</w:t>
      </w:r>
      <w:r w:rsidRPr="00A90824">
        <w:rPr>
          <w:color w:val="000000"/>
          <w:szCs w:val="24"/>
          <w:lang w:val="sr-Cyrl-RS"/>
        </w:rPr>
        <w:t>20</w:t>
      </w:r>
      <w:r w:rsidR="00A90824" w:rsidRPr="00A90824">
        <w:rPr>
          <w:color w:val="000000"/>
          <w:szCs w:val="24"/>
          <w:lang w:val="sr-Cyrl-RS"/>
        </w:rPr>
        <w:t xml:space="preserve"> - др. закони, 11/</w:t>
      </w:r>
      <w:r w:rsidRPr="00A90824">
        <w:rPr>
          <w:color w:val="000000"/>
          <w:szCs w:val="24"/>
          <w:lang w:val="sr-Cyrl-RS"/>
        </w:rPr>
        <w:t>21 – аутентично тумачење, 67/21,</w:t>
      </w:r>
      <w:r w:rsidR="00A90824" w:rsidRPr="00A90824">
        <w:rPr>
          <w:color w:val="000000"/>
          <w:szCs w:val="24"/>
          <w:lang w:val="sr-Cyrl-RS"/>
        </w:rPr>
        <w:t xml:space="preserve"> 67/</w:t>
      </w:r>
      <w:r w:rsidRPr="00A90824">
        <w:rPr>
          <w:color w:val="000000"/>
          <w:szCs w:val="24"/>
          <w:lang w:val="sr-Cyrl-RS"/>
        </w:rPr>
        <w:t>21- др. закони и 76/23), као један од циљева поставља и обезбеђивање научног и стручног подмлатка као и образовање креативне популације која непрекидно усваја и ствара нова знања, чиме је отворена могућност и за усавршавање и унапређење кадрова и у области вештачке интелигенције.</w:t>
      </w:r>
    </w:p>
    <w:p w14:paraId="75E722BE" w14:textId="77777777" w:rsidR="00BE0C76" w:rsidRPr="00A90824" w:rsidRDefault="00BE0C76" w:rsidP="00F62B1B">
      <w:pPr>
        <w:pStyle w:val="Heading3"/>
        <w:rPr>
          <w:color w:val="000000"/>
          <w:sz w:val="24"/>
          <w:szCs w:val="24"/>
        </w:rPr>
      </w:pPr>
      <w:bookmarkStart w:id="7" w:name="_Toc174901899"/>
      <w:r w:rsidRPr="00A90824">
        <w:rPr>
          <w:color w:val="000000"/>
          <w:sz w:val="24"/>
          <w:szCs w:val="24"/>
        </w:rPr>
        <w:t>2.1.5.</w:t>
      </w:r>
      <w:r w:rsidRPr="00A90824">
        <w:rPr>
          <w:color w:val="000000"/>
          <w:sz w:val="24"/>
          <w:szCs w:val="24"/>
        </w:rPr>
        <w:tab/>
        <w:t>Закон о дуалном моделу студија у високом образовању</w:t>
      </w:r>
      <w:bookmarkEnd w:id="7"/>
    </w:p>
    <w:p w14:paraId="3F2CD03B" w14:textId="18320BF7" w:rsidR="008F1EE9" w:rsidRPr="00A90824" w:rsidRDefault="00BE0C76" w:rsidP="00BE0C76">
      <w:pPr>
        <w:rPr>
          <w:color w:val="000000"/>
          <w:szCs w:val="24"/>
          <w:lang w:val="sr-Cyrl-RS"/>
        </w:rPr>
      </w:pPr>
      <w:r w:rsidRPr="00A90824">
        <w:rPr>
          <w:color w:val="000000"/>
          <w:szCs w:val="24"/>
          <w:lang w:val="sr-Cyrl-RS"/>
        </w:rPr>
        <w:t>Законом о дуалном моделу студија у високом образовању („Службени гласник РС”, б</w:t>
      </w:r>
      <w:r w:rsidR="006C0BAE" w:rsidRPr="00A90824">
        <w:rPr>
          <w:color w:val="000000"/>
          <w:szCs w:val="24"/>
          <w:lang w:val="sr-Cyrl-RS"/>
        </w:rPr>
        <w:t>р</w:t>
      </w:r>
      <w:r w:rsidR="00A90824" w:rsidRPr="00A90824">
        <w:rPr>
          <w:color w:val="000000"/>
          <w:szCs w:val="24"/>
          <w:lang w:val="sr-Cyrl-RS"/>
        </w:rPr>
        <w:t>ој</w:t>
      </w:r>
      <w:r w:rsidRPr="00A90824">
        <w:rPr>
          <w:color w:val="000000"/>
          <w:szCs w:val="24"/>
          <w:lang w:val="sr-Cyrl-RS"/>
        </w:rPr>
        <w:t xml:space="preserve"> 66</w:t>
      </w:r>
      <w:r w:rsidR="006C0BAE" w:rsidRPr="00A90824">
        <w:rPr>
          <w:color w:val="000000"/>
          <w:szCs w:val="24"/>
          <w:lang w:val="sr-Cyrl-RS"/>
        </w:rPr>
        <w:t>/</w:t>
      </w:r>
      <w:r w:rsidRPr="00A90824">
        <w:rPr>
          <w:color w:val="000000"/>
          <w:szCs w:val="24"/>
          <w:lang w:val="sr-Cyrl-RS"/>
        </w:rPr>
        <w:t>19) део реализације наставе се, поред наставе на високошколској установи, одвија кроз практичну обуку и рад код послодавца</w:t>
      </w:r>
      <w:r w:rsidR="001540CC" w:rsidRPr="00A90824">
        <w:rPr>
          <w:color w:val="000000"/>
          <w:szCs w:val="24"/>
          <w:lang w:val="sr-Cyrl-RS"/>
        </w:rPr>
        <w:t>. Овај процес</w:t>
      </w:r>
      <w:r w:rsidRPr="00A90824">
        <w:rPr>
          <w:color w:val="000000"/>
          <w:szCs w:val="24"/>
          <w:lang w:val="sr-Cyrl-RS"/>
        </w:rPr>
        <w:t xml:space="preserve"> представља организован</w:t>
      </w:r>
      <w:r w:rsidR="001540CC" w:rsidRPr="00A90824">
        <w:rPr>
          <w:color w:val="000000"/>
          <w:szCs w:val="24"/>
          <w:lang w:val="sr-Cyrl-RS"/>
        </w:rPr>
        <w:t>у активност</w:t>
      </w:r>
      <w:r w:rsidRPr="00A90824">
        <w:rPr>
          <w:color w:val="000000"/>
          <w:szCs w:val="24"/>
          <w:lang w:val="sr-Cyrl-RS"/>
        </w:rPr>
        <w:t xml:space="preserve"> током ко</w:t>
      </w:r>
      <w:r w:rsidR="001540CC" w:rsidRPr="00A90824">
        <w:rPr>
          <w:color w:val="000000"/>
          <w:szCs w:val="24"/>
          <w:lang w:val="sr-Cyrl-RS"/>
        </w:rPr>
        <w:t>је</w:t>
      </w:r>
      <w:r w:rsidRPr="00A90824">
        <w:rPr>
          <w:color w:val="000000"/>
          <w:szCs w:val="24"/>
          <w:lang w:val="sr-Cyrl-RS"/>
        </w:rPr>
        <w:t xml:space="preserve"> студенти под надзором ментора код послодавца, примењују теоријска знања у реалном радном окружењу, имају непосредан додир са процедурама и технологијама које се користе у пословном свету чиме стичу радна искуства и припремају се за излазак на тржиште рада. </w:t>
      </w:r>
    </w:p>
    <w:p w14:paraId="353D2EFE" w14:textId="77777777" w:rsidR="00BE0C76" w:rsidRPr="00A90824" w:rsidRDefault="00BE0C76" w:rsidP="00BE0C76">
      <w:pPr>
        <w:rPr>
          <w:color w:val="000000"/>
          <w:szCs w:val="24"/>
          <w:lang w:val="sr-Cyrl-RS"/>
        </w:rPr>
      </w:pPr>
      <w:r w:rsidRPr="00A90824">
        <w:rPr>
          <w:color w:val="000000"/>
          <w:szCs w:val="24"/>
          <w:lang w:val="sr-Cyrl-RS"/>
        </w:rPr>
        <w:t xml:space="preserve">Циљеви овог закона усмерени су и на обезбеђивање и развој компетенција студената у складу са потребама тржишта рада као и стварање доприноса за јачање конкурентности привреде што омогућава и увођење промена насталих услед развоја и употребе </w:t>
      </w:r>
      <w:r w:rsidR="00C8038D" w:rsidRPr="00A90824">
        <w:rPr>
          <w:color w:val="000000"/>
          <w:szCs w:val="24"/>
          <w:lang w:val="sr-Cyrl-RS"/>
        </w:rPr>
        <w:t>вештачке интелигенције</w:t>
      </w:r>
      <w:r w:rsidRPr="00A90824">
        <w:rPr>
          <w:color w:val="000000"/>
          <w:szCs w:val="24"/>
          <w:lang w:val="sr-Cyrl-RS"/>
        </w:rPr>
        <w:t xml:space="preserve"> као савремене технологије која мења образовно и пословно окружење, чиме се омогућава даље усвајање потребних вештина за развој економије засноване на знању.</w:t>
      </w:r>
    </w:p>
    <w:p w14:paraId="07408BA9" w14:textId="77777777" w:rsidR="00BE0C76" w:rsidRPr="00A90824" w:rsidRDefault="00BE0C76" w:rsidP="00F62B1B">
      <w:pPr>
        <w:pStyle w:val="Heading3"/>
        <w:rPr>
          <w:color w:val="000000"/>
          <w:sz w:val="24"/>
          <w:szCs w:val="24"/>
        </w:rPr>
      </w:pPr>
      <w:bookmarkStart w:id="8" w:name="_Toc174901900"/>
      <w:r w:rsidRPr="00A90824">
        <w:rPr>
          <w:color w:val="000000"/>
          <w:sz w:val="24"/>
          <w:szCs w:val="24"/>
        </w:rPr>
        <w:t>2.1.6.</w:t>
      </w:r>
      <w:r w:rsidRPr="00A90824">
        <w:rPr>
          <w:color w:val="000000"/>
          <w:sz w:val="24"/>
          <w:szCs w:val="24"/>
        </w:rPr>
        <w:tab/>
        <w:t>Закон о науци и истраживањима</w:t>
      </w:r>
      <w:bookmarkEnd w:id="8"/>
    </w:p>
    <w:p w14:paraId="523A8D83" w14:textId="0C419469" w:rsidR="00BE0C76" w:rsidRPr="00A90824" w:rsidRDefault="00BE0C76" w:rsidP="00BE0C76">
      <w:pPr>
        <w:rPr>
          <w:color w:val="000000"/>
          <w:szCs w:val="24"/>
          <w:lang w:val="sr-Cyrl-RS"/>
        </w:rPr>
      </w:pPr>
      <w:r w:rsidRPr="00A90824">
        <w:rPr>
          <w:color w:val="000000"/>
          <w:szCs w:val="24"/>
          <w:lang w:val="sr-Cyrl-RS"/>
        </w:rPr>
        <w:t>Закон o науци и истражива</w:t>
      </w:r>
      <w:r w:rsidR="00A90824" w:rsidRPr="00A90824">
        <w:rPr>
          <w:color w:val="000000"/>
          <w:szCs w:val="24"/>
          <w:lang w:val="sr-Cyrl-RS"/>
        </w:rPr>
        <w:t>њима („Службени гласник РС”, број</w:t>
      </w:r>
      <w:r w:rsidRPr="00A90824">
        <w:rPr>
          <w:color w:val="000000"/>
          <w:szCs w:val="24"/>
          <w:lang w:val="sr-Cyrl-RS"/>
        </w:rPr>
        <w:t xml:space="preserve"> 49/19)</w:t>
      </w:r>
      <w:r w:rsidR="00C8038D" w:rsidRPr="00A90824">
        <w:rPr>
          <w:color w:val="000000"/>
          <w:szCs w:val="24"/>
          <w:lang w:val="sr-Cyrl-RS"/>
        </w:rPr>
        <w:t xml:space="preserve"> м</w:t>
      </w:r>
      <w:r w:rsidRPr="00A90824">
        <w:rPr>
          <w:color w:val="000000"/>
          <w:szCs w:val="24"/>
          <w:lang w:val="sr-Cyrl-RS"/>
        </w:rPr>
        <w:t xml:space="preserve">еђу програмима институционалног финансирања којим се остварује општи интерес </w:t>
      </w:r>
      <w:r w:rsidR="00C8038D" w:rsidRPr="00A90824">
        <w:rPr>
          <w:color w:val="000000"/>
          <w:szCs w:val="24"/>
          <w:lang w:val="sr-Cyrl-RS"/>
        </w:rPr>
        <w:t>препознаје и</w:t>
      </w:r>
      <w:r w:rsidRPr="00A90824">
        <w:rPr>
          <w:color w:val="000000"/>
          <w:szCs w:val="24"/>
          <w:lang w:val="sr-Cyrl-RS"/>
        </w:rPr>
        <w:t xml:space="preserve"> програм за јачање националних капацитета у области инжењерских наука и напредних технологија. Подршка развој</w:t>
      </w:r>
      <w:r w:rsidR="008F1EE9" w:rsidRPr="00A90824">
        <w:rPr>
          <w:color w:val="000000"/>
          <w:szCs w:val="24"/>
          <w:lang w:val="sr-Cyrl-RS"/>
        </w:rPr>
        <w:t>у</w:t>
      </w:r>
      <w:r w:rsidRPr="00A90824">
        <w:rPr>
          <w:color w:val="000000"/>
          <w:szCs w:val="24"/>
          <w:lang w:val="sr-Cyrl-RS"/>
        </w:rPr>
        <w:t xml:space="preserve"> трансфера технологије и јачања инжењерских капацитета као и подизање општег нивоа технологија у привреди и укупних научноистраживачких капацитета, што представља јед</w:t>
      </w:r>
      <w:r w:rsidR="008F1EE9" w:rsidRPr="00A90824">
        <w:rPr>
          <w:color w:val="000000"/>
          <w:szCs w:val="24"/>
          <w:lang w:val="sr-Cyrl-RS"/>
        </w:rPr>
        <w:t>а</w:t>
      </w:r>
      <w:r w:rsidRPr="00A90824">
        <w:rPr>
          <w:color w:val="000000"/>
          <w:szCs w:val="24"/>
          <w:lang w:val="sr-Cyrl-RS"/>
        </w:rPr>
        <w:t>н од циљева Закона, у директној је вези са усвајањем потребних знања и вештина из области вештачке интелигенције, као технологије која је дисруптивна и има потенцијал да значајно промени правац развоја свих грана науке и привреде.</w:t>
      </w:r>
    </w:p>
    <w:p w14:paraId="2B53C07E" w14:textId="77777777" w:rsidR="00BE0C76" w:rsidRPr="00A90824" w:rsidRDefault="00BE0C76" w:rsidP="00F62B1B">
      <w:pPr>
        <w:pStyle w:val="Heading3"/>
        <w:rPr>
          <w:color w:val="000000"/>
          <w:sz w:val="24"/>
          <w:szCs w:val="24"/>
        </w:rPr>
      </w:pPr>
      <w:bookmarkStart w:id="9" w:name="_Toc174901901"/>
      <w:r w:rsidRPr="00A90824">
        <w:rPr>
          <w:color w:val="000000"/>
          <w:sz w:val="24"/>
          <w:szCs w:val="24"/>
        </w:rPr>
        <w:t>2.1.7.</w:t>
      </w:r>
      <w:r w:rsidRPr="00A90824">
        <w:rPr>
          <w:color w:val="000000"/>
          <w:sz w:val="24"/>
          <w:szCs w:val="24"/>
        </w:rPr>
        <w:tab/>
        <w:t>Закон о иновационој делатности</w:t>
      </w:r>
      <w:bookmarkEnd w:id="9"/>
    </w:p>
    <w:p w14:paraId="470C7CD0" w14:textId="2C3C23D4" w:rsidR="008F1EE9" w:rsidRPr="00A90824" w:rsidRDefault="00BE0C76" w:rsidP="00BE0C76">
      <w:pPr>
        <w:rPr>
          <w:color w:val="000000"/>
          <w:szCs w:val="24"/>
          <w:lang w:val="sr-Cyrl-RS"/>
        </w:rPr>
      </w:pPr>
      <w:r w:rsidRPr="00A90824">
        <w:rPr>
          <w:color w:val="000000"/>
          <w:szCs w:val="24"/>
          <w:lang w:val="sr-Cyrl-RS"/>
        </w:rPr>
        <w:t>Законом о иновационој делатности (,,Службени гласник РС</w:t>
      </w:r>
      <w:r w:rsidR="00C8038D" w:rsidRPr="00A90824">
        <w:rPr>
          <w:color w:val="000000"/>
          <w:szCs w:val="24"/>
          <w:lang w:val="sr-Cyrl-RS"/>
        </w:rPr>
        <w:t>”</w:t>
      </w:r>
      <w:r w:rsidR="00A90824" w:rsidRPr="00A90824">
        <w:rPr>
          <w:color w:val="000000"/>
          <w:szCs w:val="24"/>
          <w:lang w:val="sr-Cyrl-RS"/>
        </w:rPr>
        <w:t>, број</w:t>
      </w:r>
      <w:r w:rsidRPr="00A90824">
        <w:rPr>
          <w:color w:val="000000"/>
          <w:szCs w:val="24"/>
          <w:lang w:val="sr-Cyrl-RS"/>
        </w:rPr>
        <w:t xml:space="preserve"> 129/21) су уређена основна начела, циљеви и организација примене научних сазнања, техничких и технолошких знања, инвентивности и проналазаштва у функцији стварања и реализације, у односу на постојећу техничко-технолошку основу, нових и побољшаних производа, процеса и услуга као и начини финансирања иновационе делатности. </w:t>
      </w:r>
    </w:p>
    <w:p w14:paraId="451D05A3" w14:textId="77777777" w:rsidR="00BE0C76" w:rsidRPr="00A90824" w:rsidRDefault="00BE0C76" w:rsidP="00BE0C76">
      <w:pPr>
        <w:rPr>
          <w:color w:val="000000"/>
          <w:szCs w:val="24"/>
          <w:lang w:val="sr-Cyrl-RS"/>
        </w:rPr>
      </w:pPr>
      <w:r w:rsidRPr="00A90824">
        <w:rPr>
          <w:color w:val="000000"/>
          <w:szCs w:val="24"/>
          <w:lang w:val="sr-Cyrl-RS"/>
        </w:rPr>
        <w:t>Даљи развој вештачке интелигенције омогућава креирање нових научних сазнања и иновативних решења која ће довести до креирања већег броја иновативних компанија и конкурентности привреде.</w:t>
      </w:r>
    </w:p>
    <w:p w14:paraId="056E2266" w14:textId="77777777" w:rsidR="00BE0C76" w:rsidRPr="00A90824" w:rsidRDefault="00BE0C76" w:rsidP="00F62B1B">
      <w:pPr>
        <w:pStyle w:val="Heading3"/>
        <w:rPr>
          <w:color w:val="000000"/>
          <w:sz w:val="24"/>
          <w:szCs w:val="24"/>
        </w:rPr>
      </w:pPr>
      <w:bookmarkStart w:id="10" w:name="_Toc174901902"/>
      <w:r w:rsidRPr="00A90824">
        <w:rPr>
          <w:color w:val="000000"/>
          <w:sz w:val="24"/>
          <w:szCs w:val="24"/>
        </w:rPr>
        <w:t>2.1.8.</w:t>
      </w:r>
      <w:r w:rsidRPr="00A90824">
        <w:rPr>
          <w:color w:val="000000"/>
          <w:sz w:val="24"/>
          <w:szCs w:val="24"/>
        </w:rPr>
        <w:tab/>
        <w:t>Закон о Фонду за науку</w:t>
      </w:r>
      <w:bookmarkEnd w:id="10"/>
    </w:p>
    <w:p w14:paraId="6D2A50E9" w14:textId="5D21AF7D" w:rsidR="00BE0C76" w:rsidRPr="00A90824" w:rsidRDefault="00BE0C76" w:rsidP="00BE0C76">
      <w:pPr>
        <w:rPr>
          <w:color w:val="000000"/>
          <w:szCs w:val="24"/>
          <w:lang w:val="sr-Cyrl-RS"/>
        </w:rPr>
      </w:pPr>
      <w:r w:rsidRPr="00A90824">
        <w:rPr>
          <w:color w:val="000000"/>
          <w:szCs w:val="24"/>
          <w:lang w:val="sr-Cyrl-RS"/>
        </w:rPr>
        <w:t>Закон</w:t>
      </w:r>
      <w:r w:rsidR="00C8038D" w:rsidRPr="00A90824">
        <w:rPr>
          <w:color w:val="000000"/>
          <w:szCs w:val="24"/>
          <w:lang w:val="sr-Cyrl-RS"/>
        </w:rPr>
        <w:t>ом</w:t>
      </w:r>
      <w:r w:rsidRPr="00A90824">
        <w:rPr>
          <w:color w:val="000000"/>
          <w:szCs w:val="24"/>
          <w:lang w:val="sr-Cyrl-RS"/>
        </w:rPr>
        <w:t xml:space="preserve"> о Фонду за науку Републике Србије („Службени гласник РС”, бр</w:t>
      </w:r>
      <w:r w:rsidR="00A90824" w:rsidRPr="00A90824">
        <w:rPr>
          <w:color w:val="000000"/>
          <w:szCs w:val="24"/>
          <w:lang w:val="sr-Cyrl-RS"/>
        </w:rPr>
        <w:t>ој</w:t>
      </w:r>
      <w:r w:rsidRPr="00A90824">
        <w:rPr>
          <w:color w:val="000000"/>
          <w:szCs w:val="24"/>
          <w:lang w:val="sr-Cyrl-RS"/>
        </w:rPr>
        <w:t xml:space="preserve"> 95/18</w:t>
      </w:r>
      <w:r w:rsidR="00C8038D" w:rsidRPr="00A90824">
        <w:rPr>
          <w:color w:val="000000"/>
          <w:szCs w:val="24"/>
          <w:lang w:val="sr-Cyrl-RS"/>
        </w:rPr>
        <w:t>) се ближе уређују између осталог послови, програми и пројекти Фонда за науку чиме се даје системски оквир за реализацију научноистраживачких пројеката у области иновација, инфраструктуре, основних и примењених истраживања и др</w:t>
      </w:r>
      <w:r w:rsidRPr="00A90824">
        <w:rPr>
          <w:color w:val="000000"/>
          <w:szCs w:val="24"/>
          <w:lang w:val="sr-Cyrl-RS"/>
        </w:rPr>
        <w:t xml:space="preserve">. Континуирани развој и подршка научноистраживачким и развојним пројектима и иницијативама су битан предуслов за свеукупни напредак научноистраживачке делатности. Овим </w:t>
      </w:r>
      <w:r w:rsidR="008F1EE9" w:rsidRPr="00A90824">
        <w:rPr>
          <w:color w:val="000000"/>
          <w:szCs w:val="24"/>
          <w:lang w:val="sr-Cyrl-RS"/>
        </w:rPr>
        <w:t>з</w:t>
      </w:r>
      <w:r w:rsidRPr="00A90824">
        <w:rPr>
          <w:color w:val="000000"/>
          <w:szCs w:val="24"/>
          <w:lang w:val="sr-Cyrl-RS"/>
        </w:rPr>
        <w:t>аконом креира се и могућност за финансирање пројеката из области вештачке интелигенције чији ће резултати потенцијално померати границе за даљи развој и употребу вештачке интелигенције.</w:t>
      </w:r>
    </w:p>
    <w:p w14:paraId="0B6EDAC8" w14:textId="77777777" w:rsidR="00BE0C76" w:rsidRPr="00A90824" w:rsidRDefault="00BE0C76" w:rsidP="00F62B1B">
      <w:pPr>
        <w:pStyle w:val="Heading3"/>
        <w:rPr>
          <w:color w:val="000000"/>
          <w:sz w:val="24"/>
          <w:szCs w:val="24"/>
        </w:rPr>
      </w:pPr>
      <w:bookmarkStart w:id="11" w:name="_Toc174901903"/>
      <w:r w:rsidRPr="00A90824">
        <w:rPr>
          <w:color w:val="000000"/>
          <w:sz w:val="24"/>
          <w:szCs w:val="24"/>
        </w:rPr>
        <w:t>2.1.9.</w:t>
      </w:r>
      <w:r w:rsidRPr="00A90824">
        <w:rPr>
          <w:color w:val="000000"/>
          <w:sz w:val="24"/>
          <w:szCs w:val="24"/>
        </w:rPr>
        <w:tab/>
        <w:t>Закон о информационој безбедности</w:t>
      </w:r>
      <w:bookmarkEnd w:id="11"/>
    </w:p>
    <w:p w14:paraId="36CBDFEE" w14:textId="5E8BF337" w:rsidR="00BE0C76" w:rsidRPr="00A90824" w:rsidRDefault="00BE0C76" w:rsidP="00BE0C76">
      <w:pPr>
        <w:rPr>
          <w:color w:val="000000"/>
          <w:szCs w:val="24"/>
          <w:lang w:val="sr-Cyrl-RS"/>
        </w:rPr>
      </w:pPr>
      <w:r w:rsidRPr="00A90824">
        <w:rPr>
          <w:color w:val="000000"/>
          <w:szCs w:val="24"/>
          <w:lang w:val="sr-Cyrl-RS"/>
        </w:rPr>
        <w:t>Закон о информационој безбедности („Службени гласник РС</w:t>
      </w:r>
      <w:r w:rsidR="00C8038D" w:rsidRPr="00A90824">
        <w:rPr>
          <w:color w:val="000000"/>
          <w:szCs w:val="24"/>
          <w:lang w:val="sr-Cyrl-RS"/>
        </w:rPr>
        <w:t>”</w:t>
      </w:r>
      <w:r w:rsidR="00A90824" w:rsidRPr="00A90824">
        <w:rPr>
          <w:color w:val="000000"/>
          <w:szCs w:val="24"/>
          <w:lang w:val="sr-Cyrl-RS"/>
        </w:rPr>
        <w:t>, бр. 6/</w:t>
      </w:r>
      <w:r w:rsidRPr="00A90824">
        <w:rPr>
          <w:color w:val="000000"/>
          <w:szCs w:val="24"/>
          <w:lang w:val="sr-Cyrl-RS"/>
        </w:rPr>
        <w:t xml:space="preserve">16, 94/17 </w:t>
      </w:r>
      <w:r w:rsidR="008F1EE9" w:rsidRPr="00A90824">
        <w:rPr>
          <w:color w:val="000000"/>
          <w:szCs w:val="24"/>
          <w:lang w:val="sr-Cyrl-RS"/>
        </w:rPr>
        <w:t>и</w:t>
      </w:r>
      <w:r w:rsidRPr="00A90824">
        <w:rPr>
          <w:color w:val="000000"/>
          <w:szCs w:val="24"/>
          <w:lang w:val="sr-Cyrl-RS"/>
        </w:rPr>
        <w:t xml:space="preserve"> 77/19) ближе одређује системе</w:t>
      </w:r>
      <w:r w:rsidR="00C8038D" w:rsidRPr="00A90824">
        <w:rPr>
          <w:color w:val="000000"/>
          <w:szCs w:val="24"/>
          <w:lang w:val="sr-Cyrl-RS"/>
        </w:rPr>
        <w:t xml:space="preserve"> информационо-комуникационих технологија</w:t>
      </w:r>
      <w:r w:rsidRPr="00A90824">
        <w:rPr>
          <w:color w:val="000000"/>
          <w:szCs w:val="24"/>
          <w:lang w:val="sr-Cyrl-RS"/>
        </w:rPr>
        <w:t>, односно уређаје, групе уређаја односно делове уређаја које врше аутоматску обраду података коришћењем рачунарског програма као и појам информационе безбедности, што непосредно креира и оквир за употребу решења заснованих на вештачкој интелигенцији.</w:t>
      </w:r>
    </w:p>
    <w:p w14:paraId="465A8CEB" w14:textId="77777777" w:rsidR="00BE0C76" w:rsidRPr="00A90824" w:rsidRDefault="00BE0C76" w:rsidP="00F62B1B">
      <w:pPr>
        <w:pStyle w:val="Heading3"/>
        <w:rPr>
          <w:color w:val="000000"/>
          <w:sz w:val="24"/>
          <w:szCs w:val="24"/>
        </w:rPr>
      </w:pPr>
      <w:bookmarkStart w:id="12" w:name="_Toc174901904"/>
      <w:r w:rsidRPr="00A90824">
        <w:rPr>
          <w:color w:val="000000"/>
          <w:sz w:val="24"/>
          <w:szCs w:val="24"/>
        </w:rPr>
        <w:t>2.1.10.</w:t>
      </w:r>
      <w:r w:rsidR="009A67E7" w:rsidRPr="00A90824">
        <w:rPr>
          <w:color w:val="000000"/>
          <w:sz w:val="24"/>
          <w:szCs w:val="24"/>
        </w:rPr>
        <w:t xml:space="preserve"> </w:t>
      </w:r>
      <w:r w:rsidRPr="00A90824">
        <w:rPr>
          <w:color w:val="000000"/>
          <w:sz w:val="24"/>
          <w:szCs w:val="24"/>
        </w:rPr>
        <w:t>Сет пореских закона</w:t>
      </w:r>
      <w:bookmarkEnd w:id="12"/>
    </w:p>
    <w:p w14:paraId="1ADCFCF3" w14:textId="490DE03A" w:rsidR="00BE0C76" w:rsidRPr="00A90824" w:rsidRDefault="00BE0C76" w:rsidP="00BE0C76">
      <w:pPr>
        <w:rPr>
          <w:color w:val="000000"/>
          <w:szCs w:val="24"/>
          <w:lang w:val="sr-Cyrl-RS"/>
        </w:rPr>
      </w:pPr>
      <w:r w:rsidRPr="00A90824">
        <w:rPr>
          <w:color w:val="000000"/>
          <w:szCs w:val="24"/>
          <w:lang w:val="sr-Cyrl-RS"/>
        </w:rPr>
        <w:t>Порески третман иновација је изузетно важан за развој вештачке интелигенције. У претходном периоду Република Србија ближе је уредила порески третман у вези са развојем иновативних решења, односно донела низ регулаторних докумената којим се креирало подстицајно окружење за трошкове истраживања и развоја и прихода од ауторских права, покретање стартапа</w:t>
      </w:r>
      <w:r w:rsidR="008F1EE9" w:rsidRPr="00A90824">
        <w:rPr>
          <w:color w:val="000000"/>
          <w:szCs w:val="24"/>
          <w:lang w:val="sr-Cyrl-RS"/>
        </w:rPr>
        <w:t xml:space="preserve"> и</w:t>
      </w:r>
      <w:r w:rsidRPr="00A90824">
        <w:rPr>
          <w:color w:val="000000"/>
          <w:szCs w:val="24"/>
          <w:lang w:val="sr-Cyrl-RS"/>
        </w:rPr>
        <w:t xml:space="preserve"> трошкове </w:t>
      </w:r>
      <w:r w:rsidR="008F1EE9" w:rsidRPr="00A90824">
        <w:rPr>
          <w:color w:val="000000"/>
          <w:szCs w:val="24"/>
          <w:lang w:val="sr-Cyrl-RS"/>
        </w:rPr>
        <w:t xml:space="preserve">за </w:t>
      </w:r>
      <w:r w:rsidRPr="00A90824">
        <w:rPr>
          <w:color w:val="000000"/>
          <w:szCs w:val="24"/>
          <w:lang w:val="sr-Cyrl-RS"/>
        </w:rPr>
        <w:t>улагања у стартапе</w:t>
      </w:r>
      <w:r w:rsidR="00236765" w:rsidRPr="00A90824">
        <w:rPr>
          <w:color w:val="000000"/>
          <w:szCs w:val="24"/>
          <w:lang w:val="sr-Cyrl-RS"/>
        </w:rPr>
        <w:t>, међу којима је најзначајнији Закон о порезу на доходак грађана (</w:t>
      </w:r>
      <w:r w:rsidR="00A90824" w:rsidRPr="00A90824">
        <w:rPr>
          <w:color w:val="000000"/>
          <w:szCs w:val="24"/>
          <w:lang w:val="sr-Cyrl-RS"/>
        </w:rPr>
        <w:t>„</w:t>
      </w:r>
      <w:r w:rsidR="004E5C84">
        <w:rPr>
          <w:color w:val="000000"/>
          <w:szCs w:val="24"/>
          <w:lang w:val="sr-Cyrl-RS"/>
        </w:rPr>
        <w:t>Службени гласник РС”, бр. 24/01</w:t>
      </w:r>
      <w:r w:rsidR="00A90824" w:rsidRPr="00A90824">
        <w:rPr>
          <w:color w:val="000000"/>
          <w:szCs w:val="24"/>
          <w:lang w:val="sr-Cyrl-RS"/>
        </w:rPr>
        <w:t>, 80/02, 80/</w:t>
      </w:r>
      <w:r w:rsidR="00236765" w:rsidRPr="00A90824">
        <w:rPr>
          <w:color w:val="000000"/>
          <w:szCs w:val="24"/>
          <w:lang w:val="sr-Cyrl-RS"/>
        </w:rPr>
        <w:t>02</w:t>
      </w:r>
      <w:r w:rsidR="004E5C84">
        <w:rPr>
          <w:color w:val="000000"/>
          <w:szCs w:val="24"/>
          <w:lang w:val="sr-Cyrl-RS"/>
        </w:rPr>
        <w:t xml:space="preserve"> </w:t>
      </w:r>
      <w:r w:rsidR="00236765" w:rsidRPr="00A90824">
        <w:rPr>
          <w:color w:val="000000"/>
          <w:szCs w:val="24"/>
          <w:lang w:val="sr-Cyrl-RS"/>
        </w:rPr>
        <w:t>-</w:t>
      </w:r>
      <w:r w:rsidR="004E5C84">
        <w:rPr>
          <w:color w:val="000000"/>
          <w:szCs w:val="24"/>
          <w:lang w:val="sr-Cyrl-RS"/>
        </w:rPr>
        <w:t xml:space="preserve"> </w:t>
      </w:r>
      <w:r w:rsidR="00236765" w:rsidRPr="00A90824">
        <w:rPr>
          <w:color w:val="000000"/>
          <w:szCs w:val="24"/>
          <w:lang w:val="sr-Cyrl-RS"/>
        </w:rPr>
        <w:t>др. закон, 135/</w:t>
      </w:r>
      <w:r w:rsidR="00A90824" w:rsidRPr="00A90824">
        <w:rPr>
          <w:color w:val="000000"/>
          <w:szCs w:val="24"/>
          <w:lang w:val="sr-Cyrl-RS"/>
        </w:rPr>
        <w:t>04, 62/</w:t>
      </w:r>
      <w:r w:rsidR="00236765" w:rsidRPr="00A90824">
        <w:rPr>
          <w:color w:val="000000"/>
          <w:szCs w:val="24"/>
          <w:lang w:val="sr-Cyrl-RS"/>
        </w:rPr>
        <w:t>06, 65/06</w:t>
      </w:r>
      <w:r w:rsidR="004E5C84">
        <w:rPr>
          <w:color w:val="000000"/>
          <w:szCs w:val="24"/>
          <w:lang w:val="sr-Cyrl-RS"/>
        </w:rPr>
        <w:t xml:space="preserve"> </w:t>
      </w:r>
      <w:r w:rsidR="00236765" w:rsidRPr="00A90824">
        <w:rPr>
          <w:color w:val="000000"/>
          <w:szCs w:val="24"/>
          <w:lang w:val="sr-Cyrl-RS"/>
        </w:rPr>
        <w:t>- исправка</w:t>
      </w:r>
      <w:r w:rsidR="004E5C84">
        <w:rPr>
          <w:color w:val="000000"/>
          <w:szCs w:val="24"/>
          <w:lang w:val="sr-Cyrl-RS"/>
        </w:rPr>
        <w:t>, 31/09, 44/09, 18/10</w:t>
      </w:r>
      <w:r w:rsidR="00236765" w:rsidRPr="00A90824">
        <w:rPr>
          <w:color w:val="000000"/>
          <w:szCs w:val="24"/>
          <w:lang w:val="sr-Cyrl-RS"/>
        </w:rPr>
        <w:t>, 50/11, 91/</w:t>
      </w:r>
      <w:r w:rsidR="00A90824" w:rsidRPr="00A90824">
        <w:rPr>
          <w:color w:val="000000"/>
          <w:szCs w:val="24"/>
          <w:lang w:val="sr-Cyrl-RS"/>
        </w:rPr>
        <w:t>11</w:t>
      </w:r>
      <w:r w:rsidR="004E5C84">
        <w:rPr>
          <w:color w:val="000000"/>
          <w:szCs w:val="24"/>
          <w:lang w:val="sr-Cyrl-RS"/>
        </w:rPr>
        <w:t xml:space="preserve"> </w:t>
      </w:r>
      <w:r w:rsidR="00A90824" w:rsidRPr="00A90824">
        <w:rPr>
          <w:color w:val="000000"/>
          <w:szCs w:val="24"/>
          <w:lang w:val="sr-Cyrl-RS"/>
        </w:rPr>
        <w:t xml:space="preserve">- </w:t>
      </w:r>
      <w:r w:rsidR="004E5C84">
        <w:rPr>
          <w:color w:val="000000"/>
          <w:szCs w:val="24"/>
          <w:lang w:val="sr-Cyrl-RS"/>
        </w:rPr>
        <w:t>УС, 93/12</w:t>
      </w:r>
      <w:r w:rsidR="00A90824" w:rsidRPr="00A90824">
        <w:rPr>
          <w:color w:val="000000"/>
          <w:szCs w:val="24"/>
          <w:lang w:val="sr-Cyrl-RS"/>
        </w:rPr>
        <w:t>, 114/12</w:t>
      </w:r>
      <w:r w:rsidR="004E5C84">
        <w:rPr>
          <w:color w:val="000000"/>
          <w:szCs w:val="24"/>
          <w:lang w:val="sr-Cyrl-RS"/>
        </w:rPr>
        <w:t xml:space="preserve"> </w:t>
      </w:r>
      <w:r w:rsidR="00A90824" w:rsidRPr="00A90824">
        <w:rPr>
          <w:color w:val="000000"/>
          <w:szCs w:val="24"/>
          <w:lang w:val="sr-Cyrl-RS"/>
        </w:rPr>
        <w:t xml:space="preserve">- </w:t>
      </w:r>
      <w:r w:rsidR="004E5C84">
        <w:rPr>
          <w:color w:val="000000"/>
          <w:szCs w:val="24"/>
          <w:lang w:val="sr-Cyrl-RS"/>
        </w:rPr>
        <w:t>УС</w:t>
      </w:r>
      <w:r w:rsidR="00A90824" w:rsidRPr="00A90824">
        <w:rPr>
          <w:color w:val="000000"/>
          <w:szCs w:val="24"/>
          <w:lang w:val="sr-Cyrl-RS"/>
        </w:rPr>
        <w:t>, 47/13, 48/13</w:t>
      </w:r>
      <w:r w:rsidR="004E5C84">
        <w:rPr>
          <w:color w:val="000000"/>
          <w:szCs w:val="24"/>
          <w:lang w:val="sr-Cyrl-RS"/>
        </w:rPr>
        <w:t xml:space="preserve"> </w:t>
      </w:r>
      <w:r w:rsidR="00A90824" w:rsidRPr="00A90824">
        <w:rPr>
          <w:color w:val="000000"/>
          <w:szCs w:val="24"/>
          <w:lang w:val="sr-Cyrl-RS"/>
        </w:rPr>
        <w:t>-</w:t>
      </w:r>
      <w:r w:rsidR="004E5C84">
        <w:rPr>
          <w:color w:val="000000"/>
          <w:szCs w:val="24"/>
          <w:lang w:val="sr-Cyrl-RS"/>
        </w:rPr>
        <w:t xml:space="preserve"> </w:t>
      </w:r>
      <w:r w:rsidR="00A90824" w:rsidRPr="00A90824">
        <w:rPr>
          <w:color w:val="000000"/>
          <w:szCs w:val="24"/>
          <w:lang w:val="sr-Cyrl-RS"/>
        </w:rPr>
        <w:t xml:space="preserve"> исправка, 108/13, 57/14, 68/14</w:t>
      </w:r>
      <w:r w:rsidR="004E5C84">
        <w:rPr>
          <w:color w:val="000000"/>
          <w:szCs w:val="24"/>
          <w:lang w:val="sr-Cyrl-RS"/>
        </w:rPr>
        <w:t xml:space="preserve"> </w:t>
      </w:r>
      <w:r w:rsidR="00A90824" w:rsidRPr="00A90824">
        <w:rPr>
          <w:color w:val="000000"/>
          <w:szCs w:val="24"/>
          <w:lang w:val="sr-Cyrl-RS"/>
        </w:rPr>
        <w:t>-</w:t>
      </w:r>
      <w:r w:rsidR="004E5C84">
        <w:rPr>
          <w:color w:val="000000"/>
          <w:szCs w:val="24"/>
          <w:lang w:val="sr-Cyrl-RS"/>
        </w:rPr>
        <w:t xml:space="preserve"> др. закон</w:t>
      </w:r>
      <w:r w:rsidR="00A90824" w:rsidRPr="00A90824">
        <w:rPr>
          <w:color w:val="000000"/>
          <w:szCs w:val="24"/>
          <w:lang w:val="sr-Cyrl-RS"/>
        </w:rPr>
        <w:t>, 112/15</w:t>
      </w:r>
      <w:r w:rsidR="004E5C84">
        <w:rPr>
          <w:color w:val="000000"/>
          <w:szCs w:val="24"/>
          <w:lang w:val="sr-Cyrl-RS"/>
        </w:rPr>
        <w:t>, 113/17</w:t>
      </w:r>
      <w:r w:rsidR="00A90824" w:rsidRPr="00A90824">
        <w:rPr>
          <w:color w:val="000000"/>
          <w:szCs w:val="24"/>
          <w:lang w:val="sr-Cyrl-RS"/>
        </w:rPr>
        <w:t>, 95/18</w:t>
      </w:r>
      <w:r w:rsidR="004E5C84">
        <w:rPr>
          <w:color w:val="000000"/>
          <w:szCs w:val="24"/>
          <w:lang w:val="sr-Cyrl-RS"/>
        </w:rPr>
        <w:t>, 86/19, 153/20</w:t>
      </w:r>
      <w:r w:rsidR="00A90824" w:rsidRPr="00A90824">
        <w:rPr>
          <w:color w:val="000000"/>
          <w:szCs w:val="24"/>
          <w:lang w:val="sr-Cyrl-RS"/>
        </w:rPr>
        <w:t>, 44/21, 118/21</w:t>
      </w:r>
      <w:r w:rsidR="004E5C84">
        <w:rPr>
          <w:color w:val="000000"/>
          <w:szCs w:val="24"/>
          <w:lang w:val="sr-Cyrl-RS"/>
        </w:rPr>
        <w:t>, 138/22</w:t>
      </w:r>
      <w:r w:rsidR="00A90824" w:rsidRPr="00A90824">
        <w:rPr>
          <w:color w:val="000000"/>
          <w:szCs w:val="24"/>
          <w:lang w:val="sr-Cyrl-RS"/>
        </w:rPr>
        <w:t xml:space="preserve"> и</w:t>
      </w:r>
      <w:r w:rsidR="00236765" w:rsidRPr="00A90824">
        <w:rPr>
          <w:color w:val="000000"/>
          <w:szCs w:val="24"/>
          <w:lang w:val="sr-Cyrl-RS"/>
        </w:rPr>
        <w:t xml:space="preserve"> 9</w:t>
      </w:r>
      <w:r w:rsidR="00A90824" w:rsidRPr="00A90824">
        <w:rPr>
          <w:color w:val="000000"/>
          <w:szCs w:val="24"/>
          <w:lang w:val="sr-Cyrl-RS"/>
        </w:rPr>
        <w:t>2/</w:t>
      </w:r>
      <w:r w:rsidR="004E5C84">
        <w:rPr>
          <w:color w:val="000000"/>
          <w:szCs w:val="24"/>
          <w:lang w:val="sr-Cyrl-RS"/>
        </w:rPr>
        <w:t>23</w:t>
      </w:r>
      <w:r w:rsidR="00236765" w:rsidRPr="00A90824">
        <w:rPr>
          <w:color w:val="000000"/>
          <w:szCs w:val="24"/>
          <w:lang w:val="sr-Cyrl-RS"/>
        </w:rPr>
        <w:t>).</w:t>
      </w:r>
    </w:p>
    <w:p w14:paraId="2AE0A722" w14:textId="77777777" w:rsidR="00BE0C76" w:rsidRPr="00A90824" w:rsidRDefault="00BE0C76" w:rsidP="00F62B1B">
      <w:pPr>
        <w:pStyle w:val="Heading3"/>
        <w:rPr>
          <w:color w:val="000000"/>
          <w:sz w:val="24"/>
          <w:szCs w:val="24"/>
        </w:rPr>
      </w:pPr>
      <w:bookmarkStart w:id="13" w:name="_Toc174901905"/>
      <w:r w:rsidRPr="00A90824">
        <w:rPr>
          <w:color w:val="000000"/>
          <w:sz w:val="24"/>
          <w:szCs w:val="24"/>
        </w:rPr>
        <w:t>2.1.11.</w:t>
      </w:r>
      <w:r w:rsidRPr="00A90824">
        <w:rPr>
          <w:color w:val="000000"/>
          <w:sz w:val="24"/>
          <w:szCs w:val="24"/>
        </w:rPr>
        <w:tab/>
      </w:r>
      <w:r w:rsidR="009A67E7" w:rsidRPr="00A90824">
        <w:rPr>
          <w:color w:val="000000"/>
          <w:sz w:val="24"/>
          <w:szCs w:val="24"/>
        </w:rPr>
        <w:t xml:space="preserve"> </w:t>
      </w:r>
      <w:r w:rsidRPr="00A90824">
        <w:rPr>
          <w:color w:val="000000"/>
          <w:sz w:val="24"/>
          <w:szCs w:val="24"/>
        </w:rPr>
        <w:t>Закон о алтернативним инвестиционим фондовима</w:t>
      </w:r>
      <w:bookmarkEnd w:id="13"/>
    </w:p>
    <w:p w14:paraId="07788751" w14:textId="183131A7" w:rsidR="00BE0C76" w:rsidRPr="00A90824" w:rsidRDefault="00BE0C76" w:rsidP="001732C0">
      <w:pPr>
        <w:rPr>
          <w:color w:val="000000"/>
          <w:szCs w:val="24"/>
          <w:lang w:val="sr-Cyrl-RS"/>
        </w:rPr>
      </w:pPr>
      <w:r w:rsidRPr="00A90824">
        <w:rPr>
          <w:color w:val="000000"/>
          <w:szCs w:val="24"/>
          <w:lang w:val="sr-Cyrl-RS"/>
        </w:rPr>
        <w:t>Захваљујући Закону о алтернативним инвестиционим фондовима („Службени гласник РС”, бр</w:t>
      </w:r>
      <w:r w:rsidR="00A90824" w:rsidRPr="00A90824">
        <w:rPr>
          <w:color w:val="000000"/>
          <w:szCs w:val="24"/>
          <w:lang w:val="sr-Cyrl-RS"/>
        </w:rPr>
        <w:t>ој</w:t>
      </w:r>
      <w:r w:rsidRPr="00A90824">
        <w:rPr>
          <w:color w:val="000000"/>
          <w:szCs w:val="24"/>
          <w:lang w:val="sr-Cyrl-RS"/>
        </w:rPr>
        <w:t xml:space="preserve"> 73/19), створени су услови за развијање фондова предузетничког капитала и фондова приватног капитала који представљају ефикасан начин финансирања стартапа, што помаже даљем развоју и широј употреби вештачке интелигенције.</w:t>
      </w:r>
    </w:p>
    <w:p w14:paraId="35EBD83D" w14:textId="77777777" w:rsidR="00BE0C76" w:rsidRPr="00A90824" w:rsidRDefault="00BE0C76" w:rsidP="00F62B1B">
      <w:pPr>
        <w:pStyle w:val="Heading3"/>
        <w:rPr>
          <w:color w:val="000000"/>
          <w:sz w:val="24"/>
          <w:szCs w:val="24"/>
        </w:rPr>
      </w:pPr>
      <w:bookmarkStart w:id="14" w:name="_Toc174901906"/>
      <w:r w:rsidRPr="00A90824">
        <w:rPr>
          <w:color w:val="000000"/>
          <w:sz w:val="24"/>
          <w:szCs w:val="24"/>
        </w:rPr>
        <w:t>2.1.12.</w:t>
      </w:r>
      <w:r w:rsidRPr="00A90824">
        <w:rPr>
          <w:color w:val="000000"/>
          <w:sz w:val="24"/>
          <w:szCs w:val="24"/>
        </w:rPr>
        <w:tab/>
      </w:r>
      <w:r w:rsidR="009A67E7" w:rsidRPr="00A90824">
        <w:rPr>
          <w:color w:val="000000"/>
          <w:sz w:val="24"/>
          <w:szCs w:val="24"/>
        </w:rPr>
        <w:t xml:space="preserve"> </w:t>
      </w:r>
      <w:r w:rsidRPr="00A90824">
        <w:rPr>
          <w:color w:val="000000"/>
          <w:sz w:val="24"/>
          <w:szCs w:val="24"/>
        </w:rPr>
        <w:t>Закони из области заштите интелектуалне својине</w:t>
      </w:r>
      <w:bookmarkEnd w:id="14"/>
    </w:p>
    <w:p w14:paraId="33D35D46" w14:textId="24F19887" w:rsidR="00BE0C76" w:rsidRPr="00A90824" w:rsidRDefault="4D8FA496" w:rsidP="001732C0">
      <w:pPr>
        <w:rPr>
          <w:color w:val="000000"/>
          <w:szCs w:val="24"/>
          <w:lang w:val="sr-Cyrl-RS"/>
        </w:rPr>
      </w:pPr>
      <w:r w:rsidRPr="00A90824">
        <w:rPr>
          <w:color w:val="000000"/>
          <w:szCs w:val="24"/>
          <w:lang w:val="sr-Cyrl-RS"/>
        </w:rPr>
        <w:t>Закон о ауторским и сродним правима („Службени гласник РС”, бр. 104/09, 99/11, 119/12, 29/16 - УС и 66/19), Закон о патентима („Службени гласник РС”, бр. 99/11, 113/17 - др. закон, 95/18, 66/19 и 123/21) и Закон о заштити топографије полупроводничких производа („Службени гласник РС”, бр. 55/13 и 66/19) ближе одређују област заштите интелектуалне својине, усаглашени су са светским праксама и повећавају ниво заштите аутора рачунарских програма и произвођач</w:t>
      </w:r>
      <w:r w:rsidR="11705002" w:rsidRPr="00A90824">
        <w:rPr>
          <w:color w:val="000000"/>
          <w:szCs w:val="24"/>
          <w:lang w:val="sr-Cyrl-RS"/>
        </w:rPr>
        <w:t>а</w:t>
      </w:r>
      <w:r w:rsidRPr="00A90824">
        <w:rPr>
          <w:color w:val="000000"/>
          <w:szCs w:val="24"/>
          <w:lang w:val="sr-Cyrl-RS"/>
        </w:rPr>
        <w:t xml:space="preserve"> база података. Наведени закони креирају регулаторни оквир који одређује могућности, али и границе за даљи развој и употребу вештачке интелигенције и решења заснованих на коришћењу ове технологије.</w:t>
      </w:r>
    </w:p>
    <w:p w14:paraId="4EAE1A59" w14:textId="77777777" w:rsidR="006D7920" w:rsidRPr="00A90824" w:rsidRDefault="006D7920" w:rsidP="00F62B1B">
      <w:pPr>
        <w:pStyle w:val="Heading3"/>
        <w:rPr>
          <w:color w:val="000000"/>
          <w:sz w:val="24"/>
          <w:szCs w:val="24"/>
        </w:rPr>
      </w:pPr>
      <w:bookmarkStart w:id="15" w:name="_Toc174901907"/>
      <w:r w:rsidRPr="00A90824">
        <w:rPr>
          <w:color w:val="000000"/>
          <w:sz w:val="24"/>
          <w:szCs w:val="24"/>
        </w:rPr>
        <w:t>2.1.13.</w:t>
      </w:r>
      <w:r w:rsidR="009A67E7" w:rsidRPr="00A90824">
        <w:rPr>
          <w:color w:val="000000"/>
          <w:sz w:val="24"/>
          <w:szCs w:val="24"/>
        </w:rPr>
        <w:t xml:space="preserve"> </w:t>
      </w:r>
      <w:r w:rsidRPr="00A90824">
        <w:rPr>
          <w:color w:val="000000"/>
          <w:sz w:val="24"/>
          <w:szCs w:val="24"/>
        </w:rPr>
        <w:t>Закон о забрани дискриминације</w:t>
      </w:r>
      <w:bookmarkEnd w:id="15"/>
      <w:r w:rsidRPr="00A90824">
        <w:rPr>
          <w:color w:val="000000"/>
          <w:sz w:val="24"/>
          <w:szCs w:val="24"/>
        </w:rPr>
        <w:t xml:space="preserve"> </w:t>
      </w:r>
    </w:p>
    <w:p w14:paraId="0835B2F5" w14:textId="02124BEE" w:rsidR="008561A7" w:rsidRPr="00A90824" w:rsidRDefault="2CFE42F0" w:rsidP="008561A7">
      <w:pPr>
        <w:rPr>
          <w:color w:val="000000"/>
          <w:szCs w:val="24"/>
          <w:lang w:val="sr-Cyrl-RS"/>
        </w:rPr>
      </w:pPr>
      <w:r w:rsidRPr="00A90824">
        <w:rPr>
          <w:color w:val="000000"/>
          <w:szCs w:val="24"/>
          <w:lang w:val="sr-Cyrl-RS"/>
        </w:rPr>
        <w:t>Закон</w:t>
      </w:r>
      <w:r w:rsidR="00C8038D" w:rsidRPr="00A90824">
        <w:rPr>
          <w:color w:val="000000"/>
          <w:szCs w:val="24"/>
          <w:lang w:val="sr-Cyrl-RS"/>
        </w:rPr>
        <w:t>ом</w:t>
      </w:r>
      <w:r w:rsidRPr="00A90824">
        <w:rPr>
          <w:color w:val="000000"/>
          <w:szCs w:val="24"/>
          <w:lang w:val="sr-Cyrl-RS"/>
        </w:rPr>
        <w:t xml:space="preserve"> о забрани дискриминације (</w:t>
      </w:r>
      <w:r w:rsidR="00A90824" w:rsidRPr="00A90824">
        <w:rPr>
          <w:color w:val="000000"/>
          <w:szCs w:val="24"/>
          <w:lang w:val="sr-Cyrl-RS"/>
        </w:rPr>
        <w:t>„Службени гласник РС”, бр. 22/</w:t>
      </w:r>
      <w:r w:rsidRPr="00A90824">
        <w:rPr>
          <w:color w:val="000000"/>
          <w:szCs w:val="24"/>
          <w:lang w:val="sr-Cyrl-RS"/>
        </w:rPr>
        <w:t>09</w:t>
      </w:r>
      <w:r w:rsidR="00A90824" w:rsidRPr="00A90824">
        <w:rPr>
          <w:color w:val="000000"/>
          <w:szCs w:val="24"/>
          <w:lang w:val="sr-Cyrl-RS"/>
        </w:rPr>
        <w:t xml:space="preserve"> и 52/</w:t>
      </w:r>
      <w:r w:rsidRPr="00A90824">
        <w:rPr>
          <w:color w:val="000000"/>
          <w:szCs w:val="24"/>
          <w:lang w:val="sr-Cyrl-RS"/>
        </w:rPr>
        <w:t>21) уређује се општа забрана дискриминације, облици и случајеви дискриминације као и поступци заштите од дискриминације. Овај закон је значајан правни инструмент који има за циљ да спречи и кажњава дискриминатор</w:t>
      </w:r>
      <w:r w:rsidR="095FD2E4" w:rsidRPr="00A90824">
        <w:rPr>
          <w:color w:val="000000"/>
          <w:szCs w:val="24"/>
          <w:lang w:val="sr-Cyrl-RS"/>
        </w:rPr>
        <w:t>н</w:t>
      </w:r>
      <w:r w:rsidRPr="00A90824">
        <w:rPr>
          <w:color w:val="000000"/>
          <w:szCs w:val="24"/>
          <w:lang w:val="sr-Cyrl-RS"/>
        </w:rPr>
        <w:t xml:space="preserve">а понашања на основу различитих особина, укључујући расу, пол, религију, националност, полно опредељење и друго. Закон о забрани дискриминације обухвата различите облике дискриминације у различитим областима живота, укључујући радно право, образовање, живот у заједници и друге аспекте јавног и приватног живота. Овај закон је важан корак у заштити људских права и промовисању равноправности у друштву. Закон о забрани дискриминације је кључан </w:t>
      </w:r>
      <w:r w:rsidR="00C8038D" w:rsidRPr="00A90824">
        <w:rPr>
          <w:color w:val="000000"/>
          <w:szCs w:val="24"/>
          <w:lang w:val="sr-Cyrl-RS"/>
        </w:rPr>
        <w:t xml:space="preserve">предуслов </w:t>
      </w:r>
      <w:r w:rsidRPr="00A90824">
        <w:rPr>
          <w:color w:val="000000"/>
          <w:szCs w:val="24"/>
          <w:lang w:val="sr-Cyrl-RS"/>
        </w:rPr>
        <w:t xml:space="preserve">за осигуравање да развој вештачке интелигенције поштује принципе равноправности и спречава потенцијалну дискриминацију у примени </w:t>
      </w:r>
      <w:r w:rsidR="00C8038D" w:rsidRPr="00A90824">
        <w:rPr>
          <w:color w:val="000000"/>
          <w:szCs w:val="24"/>
          <w:lang w:val="sr-Cyrl-RS"/>
        </w:rPr>
        <w:t xml:space="preserve">оваквих </w:t>
      </w:r>
      <w:r w:rsidRPr="00A90824">
        <w:rPr>
          <w:color w:val="000000"/>
          <w:szCs w:val="24"/>
          <w:lang w:val="sr-Cyrl-RS"/>
        </w:rPr>
        <w:t>решења и технологија</w:t>
      </w:r>
      <w:r w:rsidR="6471671D" w:rsidRPr="00A90824">
        <w:rPr>
          <w:color w:val="000000"/>
          <w:szCs w:val="24"/>
          <w:lang w:val="sr-Cyrl-RS"/>
        </w:rPr>
        <w:t>.</w:t>
      </w:r>
    </w:p>
    <w:p w14:paraId="43362E78" w14:textId="4E54C91D" w:rsidR="00E9731B" w:rsidRPr="00A90824" w:rsidRDefault="00E9731B" w:rsidP="00E9731B">
      <w:pPr>
        <w:pStyle w:val="Heading3"/>
        <w:rPr>
          <w:sz w:val="24"/>
          <w:szCs w:val="24"/>
        </w:rPr>
      </w:pPr>
      <w:r w:rsidRPr="00A90824">
        <w:rPr>
          <w:sz w:val="24"/>
          <w:szCs w:val="24"/>
        </w:rPr>
        <w:t xml:space="preserve">2.1.14. Закон о Националном оквиру квалификација </w:t>
      </w:r>
    </w:p>
    <w:p w14:paraId="1FCE8806" w14:textId="71E004B1" w:rsidR="00E9731B" w:rsidRPr="00A90824" w:rsidRDefault="00E9731B" w:rsidP="008561A7">
      <w:pPr>
        <w:rPr>
          <w:color w:val="FF0000"/>
          <w:szCs w:val="24"/>
          <w:lang w:val="sr-Cyrl-RS"/>
        </w:rPr>
      </w:pPr>
      <w:r w:rsidRPr="00A90824">
        <w:rPr>
          <w:szCs w:val="24"/>
          <w:lang w:val="sr-Cyrl-RS"/>
        </w:rPr>
        <w:t>Закон о Националном оквиру квалификација Републик</w:t>
      </w:r>
      <w:r w:rsidR="00A90824" w:rsidRPr="00A90824">
        <w:rPr>
          <w:szCs w:val="24"/>
          <w:lang w:val="sr-Cyrl-RS"/>
        </w:rPr>
        <w:t>е Србије („Службени гласник РС</w:t>
      </w:r>
      <w:r w:rsidR="00A90824" w:rsidRPr="00A90824">
        <w:rPr>
          <w:bCs/>
          <w:szCs w:val="24"/>
          <w:lang w:val="sr-Cyrl-CS"/>
        </w:rPr>
        <w:t>”</w:t>
      </w:r>
      <w:r w:rsidR="00A90824" w:rsidRPr="00A90824">
        <w:rPr>
          <w:szCs w:val="24"/>
          <w:lang w:val="sr-Cyrl-RS"/>
        </w:rPr>
        <w:t>, бр. 27/18, 6/20, 129/21 - др. закон и 76/</w:t>
      </w:r>
      <w:r w:rsidRPr="00A90824">
        <w:rPr>
          <w:szCs w:val="24"/>
          <w:lang w:val="sr-Cyrl-RS"/>
        </w:rPr>
        <w:t>23-19</w:t>
      </w:r>
      <w:r w:rsidR="00A90824" w:rsidRPr="00A90824">
        <w:rPr>
          <w:szCs w:val="24"/>
          <w:lang w:val="sr-Cyrl-RS"/>
        </w:rPr>
        <w:t>)</w:t>
      </w:r>
      <w:r w:rsidRPr="00A90824">
        <w:rPr>
          <w:szCs w:val="24"/>
          <w:lang w:val="sr-Cyrl-RS"/>
        </w:rPr>
        <w:t>. Овим законом успоставља се Национални оквир квалификација Републике Србије као систем за уређивање квалификација, његова сврха, циљеви и принципи, врсте и нивои квалификација, начини стицања квалификација, описи знања, вештина, способности и ставова (у даљем тексту: дескриптори) нивоа квалификација, тела и организације надлежне за примену и развој НОКС-а, обезбеђивање квалитета у примени НОКС-а и повезивање са Европским оквиром квалификација.</w:t>
      </w:r>
      <w:r w:rsidR="00C102AF" w:rsidRPr="00A90824">
        <w:rPr>
          <w:szCs w:val="24"/>
        </w:rPr>
        <w:t xml:space="preserve"> </w:t>
      </w:r>
      <w:r w:rsidR="00C102AF" w:rsidRPr="00A90824">
        <w:rPr>
          <w:szCs w:val="24"/>
          <w:lang w:val="sr-Cyrl-RS"/>
        </w:rPr>
        <w:t>Овај закон омогућава</w:t>
      </w:r>
      <w:r w:rsidR="00C102AF" w:rsidRPr="00A90824">
        <w:rPr>
          <w:szCs w:val="24"/>
        </w:rPr>
        <w:t xml:space="preserve"> да се образовање и обука у</w:t>
      </w:r>
      <w:r w:rsidR="009E39EA">
        <w:rPr>
          <w:szCs w:val="24"/>
          <w:lang w:val="sr-Cyrl-RS"/>
        </w:rPr>
        <w:t xml:space="preserve"> </w:t>
      </w:r>
      <w:r w:rsidR="009E39EA">
        <w:rPr>
          <w:color w:val="000000"/>
          <w:szCs w:val="24"/>
          <w:lang w:val="sr-Cyrl-RS"/>
        </w:rPr>
        <w:t>Републици</w:t>
      </w:r>
      <w:r w:rsidR="00C102AF" w:rsidRPr="00A90824">
        <w:rPr>
          <w:szCs w:val="24"/>
        </w:rPr>
        <w:t xml:space="preserve"> Србији усмере на области као што су вештачка интелигенција, машинско учење, аналитика података и други сродни сектор</w:t>
      </w:r>
      <w:r w:rsidR="00C102AF" w:rsidRPr="00A90824">
        <w:rPr>
          <w:szCs w:val="24"/>
          <w:lang w:val="sr-Cyrl-RS"/>
        </w:rPr>
        <w:t>и</w:t>
      </w:r>
      <w:r w:rsidR="00C102AF" w:rsidRPr="00A90824">
        <w:rPr>
          <w:szCs w:val="24"/>
        </w:rPr>
        <w:t>. Овакав оквир може бити основа за стварање квалификација које ће омогућити развој стручњака у области ВИ, као и интеграцију ВИ у образовне програме, чиме ће се одговорити на растуће захтеве за технолошким и иновационим вештинама.</w:t>
      </w:r>
    </w:p>
    <w:p w14:paraId="0F1F26B1" w14:textId="77777777" w:rsidR="00BE0C76" w:rsidRPr="00A90824" w:rsidRDefault="00BE0C76" w:rsidP="006D7920">
      <w:pPr>
        <w:pStyle w:val="Heading2"/>
        <w:rPr>
          <w:color w:val="000000"/>
          <w:sz w:val="24"/>
          <w:szCs w:val="24"/>
        </w:rPr>
      </w:pPr>
      <w:bookmarkStart w:id="16" w:name="_Toc174901908"/>
      <w:r w:rsidRPr="00A90824">
        <w:rPr>
          <w:color w:val="000000"/>
          <w:sz w:val="24"/>
          <w:szCs w:val="24"/>
        </w:rPr>
        <w:t>2.2.</w:t>
      </w:r>
      <w:r w:rsidRPr="00A90824">
        <w:rPr>
          <w:color w:val="000000"/>
          <w:sz w:val="24"/>
          <w:szCs w:val="24"/>
        </w:rPr>
        <w:tab/>
        <w:t>Документи јавних политика</w:t>
      </w:r>
      <w:bookmarkEnd w:id="16"/>
    </w:p>
    <w:p w14:paraId="391C04EE" w14:textId="77777777" w:rsidR="00BE0C76" w:rsidRPr="00A90824" w:rsidRDefault="00BE0C76" w:rsidP="00F62B1B">
      <w:pPr>
        <w:pStyle w:val="Heading3"/>
        <w:rPr>
          <w:color w:val="000000"/>
          <w:sz w:val="24"/>
          <w:szCs w:val="24"/>
        </w:rPr>
      </w:pPr>
      <w:bookmarkStart w:id="17" w:name="_Toc174901909"/>
      <w:r w:rsidRPr="00A90824">
        <w:rPr>
          <w:color w:val="000000"/>
          <w:sz w:val="24"/>
          <w:szCs w:val="24"/>
        </w:rPr>
        <w:t>2.2.1.</w:t>
      </w:r>
      <w:r w:rsidRPr="00A90824">
        <w:rPr>
          <w:color w:val="000000"/>
          <w:sz w:val="24"/>
          <w:szCs w:val="24"/>
        </w:rPr>
        <w:tab/>
        <w:t>Стратегија научног и технолошког развоја Републике Србије за период од 2021. до 2025. године ,,Моћ знања</w:t>
      </w:r>
      <w:r w:rsidR="0097200D" w:rsidRPr="00A90824">
        <w:rPr>
          <w:color w:val="000000"/>
          <w:sz w:val="24"/>
          <w:szCs w:val="24"/>
        </w:rPr>
        <w:t>”</w:t>
      </w:r>
      <w:bookmarkEnd w:id="17"/>
    </w:p>
    <w:p w14:paraId="02F5F3E2" w14:textId="652DE0C1" w:rsidR="00BE0C76" w:rsidRPr="00A90824" w:rsidRDefault="00BE0C76" w:rsidP="00BE0C76">
      <w:pPr>
        <w:rPr>
          <w:color w:val="000000"/>
          <w:szCs w:val="24"/>
          <w:lang w:val="sr-Cyrl-RS"/>
        </w:rPr>
      </w:pPr>
      <w:r w:rsidRPr="00A90824">
        <w:rPr>
          <w:color w:val="000000"/>
          <w:szCs w:val="24"/>
          <w:lang w:val="sr-Cyrl-RS"/>
        </w:rPr>
        <w:t>Стратегија научног и технолошког развоја Републике Србије за период од 2021. до 2025. године „Моћ зн</w:t>
      </w:r>
      <w:r w:rsidR="00A90824">
        <w:rPr>
          <w:color w:val="000000"/>
          <w:szCs w:val="24"/>
          <w:lang w:val="sr-Cyrl-RS"/>
        </w:rPr>
        <w:t>ања” („Службени гласник РС”, број</w:t>
      </w:r>
      <w:r w:rsidRPr="00A90824">
        <w:rPr>
          <w:color w:val="000000"/>
          <w:szCs w:val="24"/>
          <w:lang w:val="sr-Cyrl-RS"/>
        </w:rPr>
        <w:t xml:space="preserve"> 125/21) идентификује кораке и доноси мере које треба да ојачају научноистраживачки и иновациони систем Републике Србије, чиме се омогућава и развој </w:t>
      </w:r>
      <w:r w:rsidR="0097200D" w:rsidRPr="00A90824">
        <w:rPr>
          <w:color w:val="000000"/>
          <w:szCs w:val="24"/>
          <w:lang w:val="sr-Cyrl-RS"/>
        </w:rPr>
        <w:t>вештачке интелигенције</w:t>
      </w:r>
      <w:r w:rsidRPr="00A90824">
        <w:rPr>
          <w:color w:val="000000"/>
          <w:szCs w:val="24"/>
          <w:lang w:val="sr-Cyrl-RS"/>
        </w:rPr>
        <w:t xml:space="preserve"> применом нових знања у секторима образовања, привреде и медија. Док Стратегија „Моћ знања” препознаје значај и поставља основ за даљи развој нау</w:t>
      </w:r>
      <w:r w:rsidR="0097200D" w:rsidRPr="00A90824">
        <w:rPr>
          <w:color w:val="000000"/>
          <w:szCs w:val="24"/>
          <w:lang w:val="sr-Cyrl-RS"/>
        </w:rPr>
        <w:t>ке</w:t>
      </w:r>
      <w:r w:rsidRPr="00A90824">
        <w:rPr>
          <w:color w:val="000000"/>
          <w:szCs w:val="24"/>
          <w:lang w:val="sr-Cyrl-RS"/>
        </w:rPr>
        <w:t xml:space="preserve"> и </w:t>
      </w:r>
      <w:r w:rsidR="0097200D" w:rsidRPr="00A90824">
        <w:rPr>
          <w:color w:val="000000"/>
          <w:szCs w:val="24"/>
          <w:lang w:val="sr-Cyrl-RS"/>
        </w:rPr>
        <w:t>технологије</w:t>
      </w:r>
      <w:r w:rsidRPr="00A90824">
        <w:rPr>
          <w:color w:val="000000"/>
          <w:szCs w:val="24"/>
          <w:lang w:val="sr-Cyrl-RS"/>
        </w:rPr>
        <w:t>, Стратегија вештачке интелигенције препознаје и усмерава развој екосистема кроз призму вештачке интелигенције као једног од начина унапређења привредног развоја и конкурентности.</w:t>
      </w:r>
    </w:p>
    <w:p w14:paraId="3099DB47" w14:textId="77777777" w:rsidR="00BE0C76" w:rsidRPr="00A90824" w:rsidRDefault="00BE0C76" w:rsidP="00F62B1B">
      <w:pPr>
        <w:pStyle w:val="Heading3"/>
        <w:rPr>
          <w:color w:val="000000"/>
          <w:sz w:val="24"/>
          <w:szCs w:val="24"/>
        </w:rPr>
      </w:pPr>
      <w:bookmarkStart w:id="18" w:name="_Toc174901910"/>
      <w:r w:rsidRPr="00A90824">
        <w:rPr>
          <w:color w:val="000000"/>
          <w:sz w:val="24"/>
          <w:szCs w:val="24"/>
        </w:rPr>
        <w:t>2.2.2.</w:t>
      </w:r>
      <w:r w:rsidRPr="00A90824">
        <w:rPr>
          <w:color w:val="000000"/>
          <w:sz w:val="24"/>
          <w:szCs w:val="24"/>
        </w:rPr>
        <w:tab/>
        <w:t>Стратегија паметне специјализације у Републици Србији за период од 2020. до 2027. године</w:t>
      </w:r>
      <w:bookmarkEnd w:id="18"/>
    </w:p>
    <w:p w14:paraId="197DF2C9" w14:textId="23DD7D9D" w:rsidR="00BE0C76" w:rsidRPr="00A90824" w:rsidRDefault="00BE0C76" w:rsidP="00BE0C76">
      <w:pPr>
        <w:rPr>
          <w:color w:val="000000"/>
          <w:szCs w:val="24"/>
          <w:lang w:val="sr-Cyrl-RS"/>
        </w:rPr>
      </w:pPr>
      <w:r w:rsidRPr="00A90824">
        <w:rPr>
          <w:color w:val="000000"/>
          <w:szCs w:val="24"/>
          <w:lang w:val="sr-Cyrl-RS"/>
        </w:rPr>
        <w:t xml:space="preserve">Стратегија паметне специјализације у Републици Србији за период од 2020. до 2027. године </w:t>
      </w:r>
      <w:r w:rsidR="00A90824">
        <w:rPr>
          <w:color w:val="000000"/>
          <w:szCs w:val="24"/>
          <w:lang w:val="sr-Cyrl-RS"/>
        </w:rPr>
        <w:t>(„Службени гласник РС”, бр. 21/</w:t>
      </w:r>
      <w:r w:rsidRPr="00A90824">
        <w:rPr>
          <w:color w:val="000000"/>
          <w:szCs w:val="24"/>
          <w:lang w:val="sr-Cyrl-RS"/>
        </w:rPr>
        <w:t>20 и 96/23) подстиче формирање окружења повољног за развој технолошких решења базираних на новим технологијама и њихову имплементацију у оквиру приоритетних индустрија попут ИКТ</w:t>
      </w:r>
      <w:r w:rsidR="006F440F" w:rsidRPr="00A90824">
        <w:rPr>
          <w:color w:val="000000"/>
          <w:szCs w:val="24"/>
          <w:lang w:val="sr-Cyrl-RS"/>
        </w:rPr>
        <w:t>-а</w:t>
      </w:r>
      <w:r w:rsidRPr="00A90824">
        <w:rPr>
          <w:color w:val="000000"/>
          <w:szCs w:val="24"/>
          <w:lang w:val="sr-Cyrl-RS"/>
        </w:rPr>
        <w:t>, производње хране и креативне индустрије. Усмеравајући ресурсе на области које имају највећи конкурентски и иновациони потенцијал, помаже домаћој привреди да ефикасније искористи своје потенцијале и да се боље позиционира на глобалним тржиштима и у међународним ланцима вредности. Области дефинисане Стратегијом паметне специјализације</w:t>
      </w:r>
      <w:r w:rsidR="001F09CC" w:rsidRPr="00A90824">
        <w:rPr>
          <w:color w:val="000000"/>
          <w:szCs w:val="24"/>
          <w:lang w:val="sr-Cyrl-RS"/>
        </w:rPr>
        <w:t>, а поготово</w:t>
      </w:r>
      <w:r w:rsidRPr="00A90824">
        <w:rPr>
          <w:color w:val="000000"/>
          <w:szCs w:val="24"/>
          <w:lang w:val="sr-Cyrl-RS"/>
        </w:rPr>
        <w:t xml:space="preserve"> ИКТ и </w:t>
      </w:r>
      <w:r w:rsidR="001F09CC" w:rsidRPr="00A90824">
        <w:rPr>
          <w:color w:val="000000"/>
          <w:szCs w:val="24"/>
          <w:lang w:val="sr-Cyrl-RS"/>
        </w:rPr>
        <w:t>М</w:t>
      </w:r>
      <w:r w:rsidRPr="00A90824">
        <w:rPr>
          <w:color w:val="000000"/>
          <w:szCs w:val="24"/>
          <w:lang w:val="sr-Cyrl-RS"/>
        </w:rPr>
        <w:t>ашине и производни процеси будућности</w:t>
      </w:r>
      <w:r w:rsidR="001F09CC" w:rsidRPr="00A90824">
        <w:rPr>
          <w:color w:val="000000"/>
          <w:szCs w:val="24"/>
          <w:lang w:val="sr-Cyrl-RS"/>
        </w:rPr>
        <w:t>,</w:t>
      </w:r>
      <w:r w:rsidRPr="00A90824">
        <w:rPr>
          <w:color w:val="000000"/>
          <w:szCs w:val="24"/>
          <w:lang w:val="sr-Cyrl-RS"/>
        </w:rPr>
        <w:t xml:space="preserve"> пружа</w:t>
      </w:r>
      <w:r w:rsidR="006F440F" w:rsidRPr="00A90824">
        <w:rPr>
          <w:color w:val="000000"/>
          <w:szCs w:val="24"/>
          <w:lang w:val="sr-Cyrl-RS"/>
        </w:rPr>
        <w:t>ју</w:t>
      </w:r>
      <w:r w:rsidRPr="00A90824">
        <w:rPr>
          <w:color w:val="000000"/>
          <w:szCs w:val="24"/>
          <w:lang w:val="sr-Cyrl-RS"/>
        </w:rPr>
        <w:t xml:space="preserve"> оквир и могућност за имплементацију иновативних решења базираних на технологиј</w:t>
      </w:r>
      <w:r w:rsidR="001540CC" w:rsidRPr="00A90824">
        <w:rPr>
          <w:color w:val="000000"/>
          <w:szCs w:val="24"/>
          <w:lang w:val="sr-Cyrl-RS"/>
        </w:rPr>
        <w:t>ама</w:t>
      </w:r>
      <w:r w:rsidRPr="00A90824">
        <w:rPr>
          <w:color w:val="000000"/>
          <w:szCs w:val="24"/>
          <w:lang w:val="sr-Cyrl-RS"/>
        </w:rPr>
        <w:t xml:space="preserve"> вештачке интелигенције у свим наведеним приоритетним областима посебно у области развоја ИКТ услуга и </w:t>
      </w:r>
      <w:r w:rsidR="001F09CC" w:rsidRPr="00A90824">
        <w:rPr>
          <w:color w:val="000000"/>
          <w:szCs w:val="24"/>
          <w:lang w:val="sr-Cyrl-RS"/>
        </w:rPr>
        <w:t>роботизације</w:t>
      </w:r>
      <w:r w:rsidRPr="00A90824">
        <w:rPr>
          <w:color w:val="000000"/>
          <w:szCs w:val="24"/>
          <w:lang w:val="sr-Cyrl-RS"/>
        </w:rPr>
        <w:t>.</w:t>
      </w:r>
    </w:p>
    <w:p w14:paraId="0FD7D826" w14:textId="77777777" w:rsidR="00BE0C76" w:rsidRPr="00A90824" w:rsidRDefault="00BE0C76" w:rsidP="00F62B1B">
      <w:pPr>
        <w:pStyle w:val="Heading3"/>
        <w:rPr>
          <w:color w:val="000000"/>
          <w:sz w:val="24"/>
          <w:szCs w:val="24"/>
        </w:rPr>
      </w:pPr>
      <w:bookmarkStart w:id="19" w:name="_Toc174901911"/>
      <w:r w:rsidRPr="00A90824">
        <w:rPr>
          <w:color w:val="000000"/>
          <w:sz w:val="24"/>
          <w:szCs w:val="24"/>
        </w:rPr>
        <w:t>2.2.3.</w:t>
      </w:r>
      <w:r w:rsidRPr="00A90824">
        <w:rPr>
          <w:color w:val="000000"/>
          <w:sz w:val="24"/>
          <w:szCs w:val="24"/>
        </w:rPr>
        <w:tab/>
        <w:t>Стратегија индустријске политике Републике Србије од 2021. до 2030. године</w:t>
      </w:r>
      <w:bookmarkEnd w:id="19"/>
    </w:p>
    <w:p w14:paraId="668BD616" w14:textId="3418BE81" w:rsidR="00BE0C76" w:rsidRPr="00A90824" w:rsidRDefault="00BE0C76" w:rsidP="00BE0C76">
      <w:pPr>
        <w:rPr>
          <w:color w:val="000000"/>
          <w:szCs w:val="24"/>
          <w:lang w:val="sr-Cyrl-RS"/>
        </w:rPr>
      </w:pPr>
      <w:r w:rsidRPr="00A90824">
        <w:rPr>
          <w:color w:val="000000"/>
          <w:szCs w:val="24"/>
          <w:lang w:val="sr-Cyrl-RS"/>
        </w:rPr>
        <w:t>Ова стратегија као стратешке области интервенције идентификује иновације, дигиталну трансформацију и раст инвестиција, а како је вештачка интелигенција често део иновативних и дигиталних решења, приликом сачињавања овог документа вршено</w:t>
      </w:r>
      <w:r w:rsidR="00A90824">
        <w:rPr>
          <w:color w:val="000000"/>
          <w:szCs w:val="24"/>
          <w:lang w:val="sr-Cyrl-RS"/>
        </w:rPr>
        <w:t xml:space="preserve"> је</w:t>
      </w:r>
      <w:r w:rsidRPr="00A90824">
        <w:rPr>
          <w:color w:val="000000"/>
          <w:szCs w:val="24"/>
          <w:lang w:val="sr-Cyrl-RS"/>
        </w:rPr>
        <w:t xml:space="preserve"> усаглашавање </w:t>
      </w:r>
      <w:r w:rsidR="00970CDE" w:rsidRPr="00A90824">
        <w:rPr>
          <w:color w:val="000000"/>
          <w:szCs w:val="24"/>
          <w:lang w:val="sr-Cyrl-RS"/>
        </w:rPr>
        <w:t xml:space="preserve">и </w:t>
      </w:r>
      <w:r w:rsidRPr="00A90824">
        <w:rPr>
          <w:color w:val="000000"/>
          <w:szCs w:val="24"/>
          <w:lang w:val="sr-Cyrl-RS"/>
        </w:rPr>
        <w:t xml:space="preserve">са </w:t>
      </w:r>
      <w:r w:rsidR="00970CDE" w:rsidRPr="00A90824">
        <w:rPr>
          <w:color w:val="000000"/>
          <w:szCs w:val="24"/>
          <w:lang w:val="sr-Cyrl-RS"/>
        </w:rPr>
        <w:t>овом стратегијом.</w:t>
      </w:r>
    </w:p>
    <w:p w14:paraId="1DA0F13F" w14:textId="77777777" w:rsidR="00BE0C76" w:rsidRPr="00A90824" w:rsidRDefault="00BE0C76" w:rsidP="00F62B1B">
      <w:pPr>
        <w:pStyle w:val="Heading3"/>
        <w:rPr>
          <w:color w:val="000000"/>
          <w:sz w:val="24"/>
          <w:szCs w:val="24"/>
        </w:rPr>
      </w:pPr>
      <w:bookmarkStart w:id="20" w:name="_Toc174901912"/>
      <w:r w:rsidRPr="00A90824">
        <w:rPr>
          <w:color w:val="000000"/>
          <w:sz w:val="24"/>
          <w:szCs w:val="24"/>
        </w:rPr>
        <w:t>2.2.4.</w:t>
      </w:r>
      <w:r w:rsidRPr="00A90824">
        <w:rPr>
          <w:color w:val="000000"/>
          <w:sz w:val="24"/>
          <w:szCs w:val="24"/>
        </w:rPr>
        <w:tab/>
        <w:t>Стратегија развоја образовања и васпитања у Републици Србији до 2030. године</w:t>
      </w:r>
      <w:bookmarkEnd w:id="20"/>
    </w:p>
    <w:p w14:paraId="4253BCE7" w14:textId="1B79F40D" w:rsidR="00BE0C76" w:rsidRPr="00A90824" w:rsidRDefault="00BE0C76" w:rsidP="00BE0C76">
      <w:pPr>
        <w:rPr>
          <w:color w:val="000000"/>
          <w:szCs w:val="24"/>
          <w:lang w:val="sr-Cyrl-RS"/>
        </w:rPr>
      </w:pPr>
      <w:r w:rsidRPr="00A90824">
        <w:rPr>
          <w:color w:val="000000"/>
          <w:szCs w:val="24"/>
          <w:lang w:val="sr-Cyrl-RS"/>
        </w:rPr>
        <w:t>Стратегија развоја образовања и васпитања у Републици Србији до 2030. године („Службени гласник РС”, бр</w:t>
      </w:r>
      <w:r w:rsidR="00A90824">
        <w:rPr>
          <w:color w:val="000000"/>
          <w:szCs w:val="24"/>
          <w:lang w:val="sr-Cyrl-RS"/>
        </w:rPr>
        <w:t>ој</w:t>
      </w:r>
      <w:r w:rsidRPr="00A90824">
        <w:rPr>
          <w:color w:val="000000"/>
          <w:szCs w:val="24"/>
          <w:lang w:val="sr-Cyrl-RS"/>
        </w:rPr>
        <w:t xml:space="preserve"> 63/21) као један од показатеља препознаје и повећање процента студената који похађају студијске програме у новим идентификованим приоритетним областима </w:t>
      </w:r>
      <w:r w:rsidR="006F440F" w:rsidRPr="00A90824">
        <w:rPr>
          <w:color w:val="000000"/>
          <w:szCs w:val="24"/>
          <w:lang w:val="sr-Cyrl-RS"/>
        </w:rPr>
        <w:t>на</w:t>
      </w:r>
      <w:r w:rsidRPr="00A90824">
        <w:rPr>
          <w:color w:val="000000"/>
          <w:szCs w:val="24"/>
          <w:lang w:val="sr-Cyrl-RS"/>
        </w:rPr>
        <w:t xml:space="preserve"> тржишт</w:t>
      </w:r>
      <w:r w:rsidR="006F440F" w:rsidRPr="00A90824">
        <w:rPr>
          <w:color w:val="000000"/>
          <w:szCs w:val="24"/>
          <w:lang w:val="sr-Cyrl-RS"/>
        </w:rPr>
        <w:t>у</w:t>
      </w:r>
      <w:r w:rsidRPr="00A90824">
        <w:rPr>
          <w:color w:val="000000"/>
          <w:szCs w:val="24"/>
          <w:lang w:val="sr-Cyrl-RS"/>
        </w:rPr>
        <w:t xml:space="preserve"> рада што је у корелацији са мерама и циљевима и ове стратегије у контексту креирања система за целоживотно учење у области вештачке интелигенције и увођења садржаја о вештачкој интелигенцији у студијске програме.</w:t>
      </w:r>
    </w:p>
    <w:p w14:paraId="2182BA8B" w14:textId="77777777" w:rsidR="00BE0C76" w:rsidRPr="00A90824" w:rsidRDefault="00BE0C76" w:rsidP="00F62B1B">
      <w:pPr>
        <w:pStyle w:val="Heading3"/>
        <w:rPr>
          <w:color w:val="000000"/>
          <w:sz w:val="24"/>
          <w:szCs w:val="24"/>
        </w:rPr>
      </w:pPr>
      <w:bookmarkStart w:id="21" w:name="_Toc174901913"/>
      <w:r w:rsidRPr="00A90824">
        <w:rPr>
          <w:color w:val="000000"/>
          <w:sz w:val="24"/>
          <w:szCs w:val="24"/>
        </w:rPr>
        <w:t>2.2.5.</w:t>
      </w:r>
      <w:r w:rsidRPr="00A90824">
        <w:rPr>
          <w:color w:val="000000"/>
          <w:sz w:val="24"/>
          <w:szCs w:val="24"/>
        </w:rPr>
        <w:tab/>
        <w:t>Стратегија развоја информационог друштва и информационе безбедности у Републици Србији за период од 2021. до 2026. године</w:t>
      </w:r>
      <w:bookmarkEnd w:id="21"/>
    </w:p>
    <w:p w14:paraId="2F3B2B0F" w14:textId="2F456088" w:rsidR="00BE0C76" w:rsidRPr="00A90824" w:rsidRDefault="4D8FA496" w:rsidP="00BE0C76">
      <w:pPr>
        <w:rPr>
          <w:color w:val="000000"/>
          <w:szCs w:val="24"/>
          <w:lang w:val="sr-Cyrl-RS"/>
        </w:rPr>
      </w:pPr>
      <w:r w:rsidRPr="00A90824">
        <w:rPr>
          <w:color w:val="000000"/>
          <w:szCs w:val="24"/>
          <w:lang w:val="sr-Cyrl-RS"/>
        </w:rPr>
        <w:t>У Стратегији развоја информационог друштва и информационе безбедности у Републици Србији до 2026. године („Службени гласник РС</w:t>
      </w:r>
      <w:r w:rsidR="008C23BB" w:rsidRPr="00A90824">
        <w:rPr>
          <w:color w:val="000000"/>
          <w:szCs w:val="24"/>
          <w:lang w:val="sr-Cyrl-RS"/>
        </w:rPr>
        <w:t>”</w:t>
      </w:r>
      <w:r w:rsidRPr="00A90824">
        <w:rPr>
          <w:color w:val="000000"/>
          <w:szCs w:val="24"/>
          <w:lang w:val="sr-Cyrl-RS"/>
        </w:rPr>
        <w:t>, бр</w:t>
      </w:r>
      <w:r w:rsidR="00A90824">
        <w:rPr>
          <w:color w:val="000000"/>
          <w:szCs w:val="24"/>
          <w:lang w:val="sr-Cyrl-RS"/>
        </w:rPr>
        <w:t>ој</w:t>
      </w:r>
      <w:r w:rsidRPr="00A90824">
        <w:rPr>
          <w:color w:val="000000"/>
          <w:szCs w:val="24"/>
          <w:lang w:val="sr-Cyrl-RS"/>
        </w:rPr>
        <w:t xml:space="preserve"> 86/21) као један од стратешких циљева препознато је и увођење и развој нових сервиса који се заснивају на употреби скупова података који су ограничени на специфичне базе података или софтверске платформе. Оваква решења подразумевају примену великих скупова података којим располажу поједине базе софтверских решења, </w:t>
      </w:r>
      <w:r w:rsidR="00970CDE" w:rsidRPr="00A90824">
        <w:rPr>
          <w:color w:val="000000"/>
          <w:szCs w:val="24"/>
          <w:lang w:val="sr-Cyrl-RS"/>
        </w:rPr>
        <w:t>примену</w:t>
      </w:r>
      <w:r w:rsidRPr="00A90824">
        <w:rPr>
          <w:color w:val="000000"/>
          <w:szCs w:val="24"/>
          <w:lang w:val="sr-Cyrl-RS"/>
        </w:rPr>
        <w:t xml:space="preserve"> пословне аналитике, рачунарства у облаку</w:t>
      </w:r>
      <w:r w:rsidR="00970CDE" w:rsidRPr="00A90824">
        <w:rPr>
          <w:color w:val="000000"/>
          <w:szCs w:val="24"/>
          <w:lang w:val="sr-Cyrl-RS"/>
        </w:rPr>
        <w:t xml:space="preserve"> (енг. cloud computing)</w:t>
      </w:r>
      <w:r w:rsidRPr="00A90824">
        <w:rPr>
          <w:color w:val="000000"/>
          <w:szCs w:val="24"/>
          <w:lang w:val="sr-Cyrl-RS"/>
        </w:rPr>
        <w:t>, интернет ствари</w:t>
      </w:r>
      <w:r w:rsidR="00970CDE" w:rsidRPr="00A90824">
        <w:rPr>
          <w:color w:val="000000"/>
          <w:szCs w:val="24"/>
          <w:lang w:val="sr-Cyrl-RS"/>
        </w:rPr>
        <w:t xml:space="preserve"> (енг. Internet of Things - IoT)</w:t>
      </w:r>
      <w:r w:rsidRPr="00A90824">
        <w:rPr>
          <w:color w:val="000000"/>
          <w:szCs w:val="24"/>
          <w:lang w:val="sr-Cyrl-RS"/>
        </w:rPr>
        <w:t xml:space="preserve">, уграђених система, вештачке интелигенције и блокчејн </w:t>
      </w:r>
      <w:r w:rsidR="00970CDE" w:rsidRPr="00A90824">
        <w:rPr>
          <w:color w:val="000000"/>
          <w:szCs w:val="24"/>
          <w:lang w:val="sr-Cyrl-RS"/>
        </w:rPr>
        <w:t xml:space="preserve">(енг: blockchain) </w:t>
      </w:r>
      <w:r w:rsidRPr="00A90824">
        <w:rPr>
          <w:color w:val="000000"/>
          <w:szCs w:val="24"/>
          <w:lang w:val="sr-Cyrl-RS"/>
        </w:rPr>
        <w:t>технологије. Посебно место заузимају решења која у домену информационо комуникационих технологија треба да буду развијена за потребе унапређења рада државних органа и доношења стратешких одлука.</w:t>
      </w:r>
    </w:p>
    <w:p w14:paraId="0BEF99A5" w14:textId="77777777" w:rsidR="00BE0C76" w:rsidRPr="00A90824" w:rsidRDefault="00BE0C76" w:rsidP="00F62B1B">
      <w:pPr>
        <w:pStyle w:val="Heading3"/>
        <w:rPr>
          <w:color w:val="000000"/>
          <w:sz w:val="24"/>
          <w:szCs w:val="24"/>
        </w:rPr>
      </w:pPr>
      <w:bookmarkStart w:id="22" w:name="_Toc174901914"/>
      <w:r w:rsidRPr="00A90824">
        <w:rPr>
          <w:color w:val="000000"/>
          <w:sz w:val="24"/>
          <w:szCs w:val="24"/>
        </w:rPr>
        <w:t>2.2.6.</w:t>
      </w:r>
      <w:r w:rsidRPr="00A90824">
        <w:rPr>
          <w:color w:val="000000"/>
          <w:sz w:val="24"/>
          <w:szCs w:val="24"/>
        </w:rPr>
        <w:tab/>
        <w:t>Стратегија развоја дигиталних вештина у Републици Србији за период од 2020. до 2024. године</w:t>
      </w:r>
      <w:bookmarkEnd w:id="22"/>
    </w:p>
    <w:p w14:paraId="01E61574" w14:textId="1D089AC1" w:rsidR="00BE0C76" w:rsidRPr="00A90824" w:rsidRDefault="00BE0C76" w:rsidP="00BE0C76">
      <w:pPr>
        <w:rPr>
          <w:color w:val="000000"/>
          <w:szCs w:val="24"/>
          <w:lang w:val="sr-Cyrl-RS"/>
        </w:rPr>
      </w:pPr>
      <w:r w:rsidRPr="00A90824">
        <w:rPr>
          <w:color w:val="000000"/>
          <w:szCs w:val="24"/>
          <w:lang w:val="sr-Cyrl-RS"/>
        </w:rPr>
        <w:t>Стратегиј</w:t>
      </w:r>
      <w:r w:rsidR="00176E60" w:rsidRPr="00A90824">
        <w:rPr>
          <w:color w:val="000000"/>
          <w:szCs w:val="24"/>
          <w:lang w:val="sr-Cyrl-RS"/>
        </w:rPr>
        <w:t>а</w:t>
      </w:r>
      <w:r w:rsidRPr="00A90824">
        <w:rPr>
          <w:color w:val="000000"/>
          <w:szCs w:val="24"/>
          <w:lang w:val="sr-Cyrl-RS"/>
        </w:rPr>
        <w:t xml:space="preserve"> развоја дигиталних вештина у Републици Србији за период од 2020. до 2024. године („Службени гласник РСˮ, бр</w:t>
      </w:r>
      <w:r w:rsidR="00A90824">
        <w:rPr>
          <w:color w:val="000000"/>
          <w:szCs w:val="24"/>
          <w:lang w:val="sr-Cyrl-RS"/>
        </w:rPr>
        <w:t>ој</w:t>
      </w:r>
      <w:r w:rsidRPr="00A90824">
        <w:rPr>
          <w:color w:val="000000"/>
          <w:szCs w:val="24"/>
          <w:lang w:val="sr-Cyrl-RS"/>
        </w:rPr>
        <w:t xml:space="preserve"> 21/20) између осталог има за циљ и обезбеђивање услова за развој различитих нивоа дигиталних вештина за грађане. Врсте дигиталних вештина које су потребне данас разликују се од оних које су биле потребне пре само неколико година. Некада је било могуће идентификовати одређени сет дигиталних вештина којим</w:t>
      </w:r>
      <w:r w:rsidR="00176E60" w:rsidRPr="00A90824">
        <w:rPr>
          <w:color w:val="000000"/>
          <w:szCs w:val="24"/>
          <w:lang w:val="sr-Cyrl-RS"/>
        </w:rPr>
        <w:t>а</w:t>
      </w:r>
      <w:r w:rsidRPr="00A90824">
        <w:rPr>
          <w:color w:val="000000"/>
          <w:szCs w:val="24"/>
          <w:lang w:val="sr-Cyrl-RS"/>
        </w:rPr>
        <w:t xml:space="preserve"> ће грађани овладати кроз одређене програме обуке, као што су основне хардверске и софтверске операције, коришћење имејла и претраге. Међутим, брз</w:t>
      </w:r>
      <w:r w:rsidR="006F440F" w:rsidRPr="00A90824">
        <w:rPr>
          <w:color w:val="000000"/>
          <w:szCs w:val="24"/>
          <w:lang w:val="sr-Cyrl-RS"/>
        </w:rPr>
        <w:t>и</w:t>
      </w:r>
      <w:r w:rsidRPr="00A90824">
        <w:rPr>
          <w:color w:val="000000"/>
          <w:szCs w:val="24"/>
          <w:lang w:val="sr-Cyrl-RS"/>
        </w:rPr>
        <w:t xml:space="preserve"> развој ове области</w:t>
      </w:r>
      <w:r w:rsidR="00AE2705" w:rsidRPr="00A90824">
        <w:rPr>
          <w:color w:val="000000"/>
          <w:szCs w:val="24"/>
          <w:lang w:val="sr-Cyrl-RS"/>
        </w:rPr>
        <w:t>, попут појаве вештачке интелигенције, великих сетова података, блокчејна, рачунарства у облаку, интернет ствари и мобилних апликација захтева континуирано унапређење</w:t>
      </w:r>
      <w:r w:rsidRPr="00A90824">
        <w:rPr>
          <w:color w:val="000000"/>
          <w:szCs w:val="24"/>
          <w:lang w:val="sr-Cyrl-RS"/>
        </w:rPr>
        <w:t xml:space="preserve"> дигиталн</w:t>
      </w:r>
      <w:r w:rsidR="00AE2705" w:rsidRPr="00A90824">
        <w:rPr>
          <w:color w:val="000000"/>
          <w:szCs w:val="24"/>
          <w:lang w:val="sr-Cyrl-RS"/>
        </w:rPr>
        <w:t>их</w:t>
      </w:r>
      <w:r w:rsidRPr="00A90824">
        <w:rPr>
          <w:color w:val="000000"/>
          <w:szCs w:val="24"/>
          <w:lang w:val="sr-Cyrl-RS"/>
        </w:rPr>
        <w:t xml:space="preserve"> вештин</w:t>
      </w:r>
      <w:r w:rsidR="00AE2705" w:rsidRPr="00A90824">
        <w:rPr>
          <w:color w:val="000000"/>
          <w:szCs w:val="24"/>
          <w:lang w:val="sr-Cyrl-RS"/>
        </w:rPr>
        <w:t>а</w:t>
      </w:r>
      <w:r w:rsidRPr="00A90824">
        <w:rPr>
          <w:color w:val="000000"/>
          <w:szCs w:val="24"/>
          <w:lang w:val="sr-Cyrl-RS"/>
        </w:rPr>
        <w:t>, што је основ за координацију и усклађивање ове две стратегије.</w:t>
      </w:r>
    </w:p>
    <w:p w14:paraId="72D1B3B1" w14:textId="77777777" w:rsidR="00BE0C76" w:rsidRPr="00A90824" w:rsidRDefault="00BE0C76" w:rsidP="00F62B1B">
      <w:pPr>
        <w:pStyle w:val="Heading3"/>
        <w:rPr>
          <w:color w:val="000000"/>
          <w:sz w:val="24"/>
          <w:szCs w:val="24"/>
        </w:rPr>
      </w:pPr>
      <w:bookmarkStart w:id="23" w:name="_Toc174901915"/>
      <w:r w:rsidRPr="00A90824">
        <w:rPr>
          <w:color w:val="000000"/>
          <w:sz w:val="24"/>
          <w:szCs w:val="24"/>
        </w:rPr>
        <w:t>2.2.7.</w:t>
      </w:r>
      <w:r w:rsidRPr="00A90824">
        <w:rPr>
          <w:color w:val="000000"/>
          <w:sz w:val="24"/>
          <w:szCs w:val="24"/>
        </w:rPr>
        <w:tab/>
        <w:t>Стратегија реформе јавне управе у Републици Србији за период од 2021. до 2030. године</w:t>
      </w:r>
      <w:bookmarkEnd w:id="23"/>
    </w:p>
    <w:p w14:paraId="71E7821D" w14:textId="73895628" w:rsidR="00BE0C76" w:rsidRPr="00A90824" w:rsidRDefault="00BE0C76" w:rsidP="00BE0C76">
      <w:pPr>
        <w:rPr>
          <w:color w:val="000000"/>
          <w:szCs w:val="24"/>
          <w:lang w:val="sr-Cyrl-RS"/>
        </w:rPr>
      </w:pPr>
      <w:r w:rsidRPr="00A90824">
        <w:rPr>
          <w:color w:val="000000"/>
          <w:szCs w:val="24"/>
          <w:lang w:val="sr-Cyrl-RS"/>
        </w:rPr>
        <w:t>Стратегија реформе јавне управе у Републици Србији за период од 2021. до 2030. године („Службени гласник РС</w:t>
      </w:r>
      <w:r w:rsidR="008C23BB" w:rsidRPr="00A90824">
        <w:rPr>
          <w:color w:val="000000"/>
          <w:szCs w:val="24"/>
          <w:lang w:val="sr-Cyrl-RS"/>
        </w:rPr>
        <w:t>”</w:t>
      </w:r>
      <w:r w:rsidRPr="00A90824">
        <w:rPr>
          <w:color w:val="000000"/>
          <w:szCs w:val="24"/>
          <w:lang w:val="sr-Cyrl-RS"/>
        </w:rPr>
        <w:t xml:space="preserve">, бр. 42/21 и 9/22) препознаје оптимизацију постојећих услуга која у многоме зависи и од капацитета јавне управе да ефикасно искористи велике </w:t>
      </w:r>
      <w:r w:rsidR="006F440F" w:rsidRPr="00A90824">
        <w:rPr>
          <w:color w:val="000000"/>
          <w:szCs w:val="24"/>
          <w:lang w:val="sr-Cyrl-RS"/>
        </w:rPr>
        <w:t>скупове</w:t>
      </w:r>
      <w:r w:rsidRPr="00A90824">
        <w:rPr>
          <w:color w:val="000000"/>
          <w:szCs w:val="24"/>
          <w:lang w:val="sr-Cyrl-RS"/>
        </w:rPr>
        <w:t xml:space="preserve"> података, вештачку интелигенцију и блокчејн технологију како би брзо идентификовала просторе за оптимизацију постојећих и развој нових услуга, као и за унапређење интерних процеса </w:t>
      </w:r>
      <w:r w:rsidR="006F440F" w:rsidRPr="00A90824">
        <w:rPr>
          <w:color w:val="000000"/>
          <w:szCs w:val="24"/>
          <w:lang w:val="sr-Cyrl-RS"/>
        </w:rPr>
        <w:t>при</w:t>
      </w:r>
      <w:r w:rsidRPr="00A90824">
        <w:rPr>
          <w:color w:val="000000"/>
          <w:szCs w:val="24"/>
          <w:lang w:val="sr-Cyrl-RS"/>
        </w:rPr>
        <w:t xml:space="preserve"> пружању услуга.</w:t>
      </w:r>
    </w:p>
    <w:p w14:paraId="59778A32" w14:textId="77777777" w:rsidR="00BE0C76" w:rsidRPr="00A90824" w:rsidRDefault="00BE0C76" w:rsidP="00F62B1B">
      <w:pPr>
        <w:pStyle w:val="Heading3"/>
        <w:rPr>
          <w:color w:val="000000"/>
          <w:sz w:val="24"/>
          <w:szCs w:val="24"/>
        </w:rPr>
      </w:pPr>
      <w:bookmarkStart w:id="24" w:name="_Toc174901916"/>
      <w:r w:rsidRPr="00A90824">
        <w:rPr>
          <w:color w:val="000000"/>
          <w:sz w:val="24"/>
          <w:szCs w:val="24"/>
        </w:rPr>
        <w:t>2.2.8.</w:t>
      </w:r>
      <w:r w:rsidRPr="00A90824">
        <w:rPr>
          <w:color w:val="000000"/>
          <w:sz w:val="24"/>
          <w:szCs w:val="24"/>
        </w:rPr>
        <w:tab/>
        <w:t>Стратегија развоја стартап екосистема Републике Србије за период од 2021. до 2025. године</w:t>
      </w:r>
      <w:bookmarkEnd w:id="24"/>
    </w:p>
    <w:p w14:paraId="59FD7D26" w14:textId="2FB0B93C" w:rsidR="00BE0C76" w:rsidRPr="00A90824" w:rsidRDefault="00BE0C76" w:rsidP="00BE0C76">
      <w:pPr>
        <w:rPr>
          <w:color w:val="000000"/>
          <w:szCs w:val="24"/>
          <w:lang w:val="sr-Cyrl-RS"/>
        </w:rPr>
      </w:pPr>
      <w:r w:rsidRPr="00A90824">
        <w:rPr>
          <w:color w:val="000000"/>
          <w:szCs w:val="24"/>
          <w:lang w:val="sr-Cyrl-RS"/>
        </w:rPr>
        <w:t>Стратегијом развоја стартап екосистема Републике Србије за период од 2021. до 20</w:t>
      </w:r>
      <w:r w:rsidR="006F440F" w:rsidRPr="00A90824">
        <w:rPr>
          <w:color w:val="000000"/>
          <w:szCs w:val="24"/>
          <w:lang w:val="sr-Cyrl-RS"/>
        </w:rPr>
        <w:t>2</w:t>
      </w:r>
      <w:r w:rsidRPr="00A90824">
        <w:rPr>
          <w:color w:val="000000"/>
          <w:szCs w:val="24"/>
          <w:lang w:val="sr-Cyrl-RS"/>
        </w:rPr>
        <w:t>5. године („Службени гласник РС</w:t>
      </w:r>
      <w:r w:rsidR="008C23BB" w:rsidRPr="00A90824">
        <w:rPr>
          <w:color w:val="000000"/>
          <w:szCs w:val="24"/>
          <w:lang w:val="sr-Cyrl-RS"/>
        </w:rPr>
        <w:t>”</w:t>
      </w:r>
      <w:r w:rsidRPr="00A90824">
        <w:rPr>
          <w:color w:val="000000"/>
          <w:szCs w:val="24"/>
          <w:lang w:val="sr-Cyrl-RS"/>
        </w:rPr>
        <w:t>, б</w:t>
      </w:r>
      <w:r w:rsidR="00A90824">
        <w:rPr>
          <w:color w:val="000000"/>
          <w:szCs w:val="24"/>
          <w:lang w:val="sr-Cyrl-RS"/>
        </w:rPr>
        <w:t>рој</w:t>
      </w:r>
      <w:r w:rsidRPr="00A90824">
        <w:rPr>
          <w:color w:val="000000"/>
          <w:szCs w:val="24"/>
          <w:lang w:val="sr-Cyrl-RS"/>
        </w:rPr>
        <w:t xml:space="preserve"> 125</w:t>
      </w:r>
      <w:r w:rsidR="00980DAB" w:rsidRPr="00A90824">
        <w:rPr>
          <w:color w:val="000000"/>
          <w:szCs w:val="24"/>
          <w:lang w:val="sr-Cyrl-RS"/>
        </w:rPr>
        <w:t>/</w:t>
      </w:r>
      <w:r w:rsidRPr="00A90824">
        <w:rPr>
          <w:color w:val="000000"/>
          <w:szCs w:val="24"/>
          <w:lang w:val="sr-Cyrl-RS"/>
        </w:rPr>
        <w:t>21) утврђују се циљеви и мере за развој стартап екосистема чија имплементација треба да резултира убрзаним развојем стартап екосистема, подстицањем иновација у привреди Републике Србије, као и привредним растом заснованим на економији знања</w:t>
      </w:r>
      <w:r w:rsidR="00980DAB" w:rsidRPr="00A90824">
        <w:rPr>
          <w:color w:val="000000"/>
          <w:szCs w:val="24"/>
          <w:lang w:val="sr-Cyrl-RS"/>
        </w:rPr>
        <w:t>.</w:t>
      </w:r>
    </w:p>
    <w:p w14:paraId="6CB7049A" w14:textId="77777777" w:rsidR="00E8616C" w:rsidRPr="00A90824" w:rsidRDefault="0A36A8FB" w:rsidP="00F62B1B">
      <w:pPr>
        <w:pStyle w:val="Heading3"/>
        <w:rPr>
          <w:color w:val="000000"/>
          <w:sz w:val="24"/>
          <w:szCs w:val="24"/>
        </w:rPr>
      </w:pPr>
      <w:bookmarkStart w:id="25" w:name="_Toc174901918"/>
      <w:r w:rsidRPr="00A90824">
        <w:rPr>
          <w:color w:val="000000"/>
          <w:sz w:val="24"/>
          <w:szCs w:val="24"/>
        </w:rPr>
        <w:t>2.2.</w:t>
      </w:r>
      <w:r w:rsidR="00AE2705" w:rsidRPr="00A90824">
        <w:rPr>
          <w:color w:val="000000"/>
          <w:sz w:val="24"/>
          <w:szCs w:val="24"/>
        </w:rPr>
        <w:t>9</w:t>
      </w:r>
      <w:r w:rsidRPr="00A90824">
        <w:rPr>
          <w:color w:val="000000"/>
          <w:sz w:val="24"/>
          <w:szCs w:val="24"/>
        </w:rPr>
        <w:t>.</w:t>
      </w:r>
      <w:r w:rsidR="560C2608" w:rsidRPr="00A90824">
        <w:rPr>
          <w:color w:val="000000"/>
          <w:sz w:val="24"/>
          <w:szCs w:val="24"/>
        </w:rPr>
        <w:t xml:space="preserve"> </w:t>
      </w:r>
      <w:r w:rsidR="00AE2705" w:rsidRPr="00A90824">
        <w:rPr>
          <w:color w:val="000000"/>
          <w:sz w:val="24"/>
          <w:szCs w:val="24"/>
        </w:rPr>
        <w:tab/>
      </w:r>
      <w:r w:rsidRPr="00A90824">
        <w:rPr>
          <w:color w:val="000000"/>
          <w:sz w:val="24"/>
          <w:szCs w:val="24"/>
        </w:rPr>
        <w:t xml:space="preserve">Стратегија заштите података о личности </w:t>
      </w:r>
      <w:r w:rsidR="622E998C" w:rsidRPr="00A90824">
        <w:rPr>
          <w:color w:val="000000"/>
          <w:sz w:val="24"/>
          <w:szCs w:val="24"/>
        </w:rPr>
        <w:t>за период од 2023. до 2030. године</w:t>
      </w:r>
      <w:bookmarkEnd w:id="25"/>
    </w:p>
    <w:p w14:paraId="44387411" w14:textId="31E9BC9D" w:rsidR="008561A7" w:rsidRPr="00A90824" w:rsidRDefault="008561A7" w:rsidP="008561A7">
      <w:pPr>
        <w:rPr>
          <w:color w:val="000000"/>
          <w:szCs w:val="24"/>
          <w:lang w:val="sr-Cyrl-RS"/>
        </w:rPr>
      </w:pPr>
      <w:r w:rsidRPr="00A90824">
        <w:rPr>
          <w:color w:val="000000"/>
          <w:szCs w:val="24"/>
          <w:lang w:val="sr-Cyrl-RS"/>
        </w:rPr>
        <w:t>Стратегиј</w:t>
      </w:r>
      <w:r w:rsidR="006F440F" w:rsidRPr="00A90824">
        <w:rPr>
          <w:color w:val="000000"/>
          <w:szCs w:val="24"/>
          <w:lang w:val="sr-Cyrl-RS"/>
        </w:rPr>
        <w:t>ом</w:t>
      </w:r>
      <w:r w:rsidRPr="00A90824">
        <w:rPr>
          <w:color w:val="000000"/>
          <w:szCs w:val="24"/>
          <w:lang w:val="sr-Cyrl-RS"/>
        </w:rPr>
        <w:t xml:space="preserve"> заштите података о личности од 2023. до 2030. године („Службени гласник РС</w:t>
      </w:r>
      <w:r w:rsidR="008C23BB" w:rsidRPr="00A90824">
        <w:rPr>
          <w:color w:val="000000"/>
          <w:szCs w:val="24"/>
          <w:lang w:val="sr-Cyrl-RS"/>
        </w:rPr>
        <w:t>”</w:t>
      </w:r>
      <w:r w:rsidR="00A90824">
        <w:rPr>
          <w:color w:val="000000"/>
          <w:szCs w:val="24"/>
          <w:lang w:val="sr-Cyrl-RS"/>
        </w:rPr>
        <w:t>, број 72/</w:t>
      </w:r>
      <w:r w:rsidRPr="00A90824">
        <w:rPr>
          <w:color w:val="000000"/>
          <w:szCs w:val="24"/>
          <w:lang w:val="sr-Cyrl-RS"/>
        </w:rPr>
        <w:t xml:space="preserve">23) </w:t>
      </w:r>
      <w:r w:rsidR="006F440F" w:rsidRPr="00A90824">
        <w:rPr>
          <w:color w:val="000000"/>
          <w:szCs w:val="24"/>
          <w:lang w:val="sr-Cyrl-RS"/>
        </w:rPr>
        <w:t>дефинисан је</w:t>
      </w:r>
      <w:r w:rsidRPr="00A90824">
        <w:rPr>
          <w:color w:val="000000"/>
          <w:szCs w:val="24"/>
          <w:lang w:val="sr-Cyrl-RS"/>
        </w:rPr>
        <w:t xml:space="preserve"> циљ </w:t>
      </w:r>
      <w:r w:rsidR="008C23BB" w:rsidRPr="00A90824">
        <w:rPr>
          <w:color w:val="000000"/>
          <w:szCs w:val="24"/>
          <w:lang w:val="sr-Cyrl-RS"/>
        </w:rPr>
        <w:t>„</w:t>
      </w:r>
      <w:r w:rsidRPr="00A90824">
        <w:rPr>
          <w:color w:val="000000"/>
          <w:szCs w:val="24"/>
          <w:lang w:val="sr-Cyrl-RS"/>
        </w:rPr>
        <w:t>Поштовање права на заштиту података о личности у свим областима живота</w:t>
      </w:r>
      <w:r w:rsidR="008C23BB" w:rsidRPr="00A90824">
        <w:rPr>
          <w:color w:val="000000"/>
          <w:szCs w:val="24"/>
          <w:lang w:val="sr-Cyrl-RS"/>
        </w:rPr>
        <w:t>”</w:t>
      </w:r>
      <w:r w:rsidRPr="00A90824">
        <w:rPr>
          <w:color w:val="000000"/>
          <w:szCs w:val="24"/>
          <w:lang w:val="sr-Cyrl-RS"/>
        </w:rPr>
        <w:t xml:space="preserve">. Стратегија заштите података о личности се фокусира на унапређење законодавног оквира, едукацију јавних службеника и становништва, као и на примену напредних технологија са посебним нагласком на сигурност података, а што је </w:t>
      </w:r>
      <w:r w:rsidR="006F440F" w:rsidRPr="00A90824">
        <w:rPr>
          <w:color w:val="000000"/>
          <w:szCs w:val="24"/>
          <w:lang w:val="sr-Cyrl-RS"/>
        </w:rPr>
        <w:t>директно</w:t>
      </w:r>
      <w:r w:rsidRPr="00A90824">
        <w:rPr>
          <w:color w:val="000000"/>
          <w:szCs w:val="24"/>
          <w:lang w:val="sr-Cyrl-RS"/>
        </w:rPr>
        <w:t xml:space="preserve"> повезано и са применом вештачке интелигенције.</w:t>
      </w:r>
    </w:p>
    <w:p w14:paraId="44C98E36" w14:textId="77777777" w:rsidR="00E8616C" w:rsidRPr="00A90824" w:rsidRDefault="00E8616C" w:rsidP="00F62B1B">
      <w:pPr>
        <w:pStyle w:val="Heading3"/>
        <w:rPr>
          <w:color w:val="000000"/>
          <w:sz w:val="24"/>
          <w:szCs w:val="24"/>
        </w:rPr>
      </w:pPr>
      <w:bookmarkStart w:id="26" w:name="_Toc174901919"/>
      <w:r w:rsidRPr="00A90824">
        <w:rPr>
          <w:color w:val="000000"/>
          <w:sz w:val="24"/>
          <w:szCs w:val="24"/>
        </w:rPr>
        <w:t>2.2.1</w:t>
      </w:r>
      <w:r w:rsidR="00AE2705" w:rsidRPr="00A90824">
        <w:rPr>
          <w:color w:val="000000"/>
          <w:sz w:val="24"/>
          <w:szCs w:val="24"/>
        </w:rPr>
        <w:t>0</w:t>
      </w:r>
      <w:r w:rsidRPr="00A90824">
        <w:rPr>
          <w:color w:val="000000"/>
          <w:sz w:val="24"/>
          <w:szCs w:val="24"/>
        </w:rPr>
        <w:t>.</w:t>
      </w:r>
      <w:r w:rsidRPr="00A90824">
        <w:rPr>
          <w:color w:val="000000"/>
          <w:sz w:val="24"/>
          <w:szCs w:val="24"/>
        </w:rPr>
        <w:tab/>
      </w:r>
      <w:r w:rsidR="00AA4BF6" w:rsidRPr="00A90824">
        <w:rPr>
          <w:color w:val="000000"/>
          <w:sz w:val="24"/>
          <w:szCs w:val="24"/>
        </w:rPr>
        <w:t xml:space="preserve"> </w:t>
      </w:r>
      <w:r w:rsidRPr="00A90824">
        <w:rPr>
          <w:color w:val="000000"/>
          <w:sz w:val="24"/>
          <w:szCs w:val="24"/>
        </w:rPr>
        <w:t>Стратегија развоја система јавног информисања у Републици Србији за период 2020-2025</w:t>
      </w:r>
      <w:bookmarkEnd w:id="26"/>
      <w:r w:rsidR="00A32BCE" w:rsidRPr="00A90824">
        <w:rPr>
          <w:color w:val="000000"/>
          <w:sz w:val="24"/>
          <w:szCs w:val="24"/>
        </w:rPr>
        <w:t>. годин</w:t>
      </w:r>
      <w:r w:rsidR="000245FA" w:rsidRPr="00A90824">
        <w:rPr>
          <w:color w:val="000000"/>
          <w:sz w:val="24"/>
          <w:szCs w:val="24"/>
        </w:rPr>
        <w:t>е</w:t>
      </w:r>
    </w:p>
    <w:p w14:paraId="036185E3" w14:textId="32E14309" w:rsidR="008561A7" w:rsidRPr="00A90824" w:rsidRDefault="008C23BB" w:rsidP="008561A7">
      <w:pPr>
        <w:rPr>
          <w:color w:val="000000"/>
          <w:szCs w:val="24"/>
          <w:lang w:val="sr-Cyrl-RS"/>
        </w:rPr>
      </w:pPr>
      <w:r w:rsidRPr="00A90824">
        <w:rPr>
          <w:color w:val="000000"/>
          <w:szCs w:val="24"/>
          <w:lang w:val="sr-Cyrl-RS"/>
        </w:rPr>
        <w:t xml:space="preserve">Основни циљеви </w:t>
      </w:r>
      <w:r w:rsidR="008561A7" w:rsidRPr="00A90824">
        <w:rPr>
          <w:color w:val="000000"/>
          <w:szCs w:val="24"/>
          <w:lang w:val="sr-Cyrl-RS"/>
        </w:rPr>
        <w:t>Стратегиј</w:t>
      </w:r>
      <w:r w:rsidRPr="00A90824">
        <w:rPr>
          <w:color w:val="000000"/>
          <w:szCs w:val="24"/>
          <w:lang w:val="sr-Cyrl-RS"/>
        </w:rPr>
        <w:t>е</w:t>
      </w:r>
      <w:r w:rsidR="008561A7" w:rsidRPr="00A90824">
        <w:rPr>
          <w:color w:val="000000"/>
          <w:szCs w:val="24"/>
          <w:lang w:val="sr-Cyrl-RS"/>
        </w:rPr>
        <w:t xml:space="preserve"> развоја система јавног информисања у Републици Србији за период 2020</w:t>
      </w:r>
      <w:r w:rsidR="001540CC" w:rsidRPr="00A90824">
        <w:rPr>
          <w:color w:val="000000"/>
          <w:szCs w:val="24"/>
          <w:lang w:val="sr-Cyrl-RS"/>
        </w:rPr>
        <w:t xml:space="preserve"> </w:t>
      </w:r>
      <w:r w:rsidR="008561A7" w:rsidRPr="00A90824">
        <w:rPr>
          <w:color w:val="000000"/>
          <w:szCs w:val="24"/>
          <w:lang w:val="sr-Cyrl-RS"/>
        </w:rPr>
        <w:t>- 2025</w:t>
      </w:r>
      <w:r w:rsidRPr="00A90824">
        <w:rPr>
          <w:color w:val="000000"/>
          <w:szCs w:val="24"/>
          <w:lang w:val="sr-Cyrl-RS"/>
        </w:rPr>
        <w:t>.</w:t>
      </w:r>
      <w:r w:rsidR="008561A7" w:rsidRPr="00A90824">
        <w:rPr>
          <w:color w:val="000000"/>
          <w:szCs w:val="24"/>
          <w:lang w:val="sr-Cyrl-RS"/>
        </w:rPr>
        <w:t xml:space="preserve"> </w:t>
      </w:r>
      <w:r w:rsidR="00A32BCE" w:rsidRPr="00A90824">
        <w:rPr>
          <w:color w:val="000000"/>
          <w:szCs w:val="24"/>
          <w:lang w:val="sr-Cyrl-RS"/>
        </w:rPr>
        <w:t>годин</w:t>
      </w:r>
      <w:r w:rsidR="001540CC" w:rsidRPr="00A90824">
        <w:rPr>
          <w:color w:val="000000"/>
          <w:szCs w:val="24"/>
          <w:lang w:val="sr-Cyrl-RS"/>
        </w:rPr>
        <w:t>е</w:t>
      </w:r>
      <w:r w:rsidR="00A32BCE" w:rsidRPr="00A90824">
        <w:rPr>
          <w:color w:val="000000"/>
          <w:szCs w:val="24"/>
          <w:lang w:val="sr-Cyrl-RS"/>
        </w:rPr>
        <w:t xml:space="preserve"> </w:t>
      </w:r>
      <w:r w:rsidR="008561A7" w:rsidRPr="00A90824">
        <w:rPr>
          <w:color w:val="000000"/>
          <w:szCs w:val="24"/>
          <w:lang w:val="sr-Cyrl-RS"/>
        </w:rPr>
        <w:t>(„Службени гласник РС</w:t>
      </w:r>
      <w:r w:rsidRPr="00A90824">
        <w:rPr>
          <w:color w:val="000000"/>
          <w:szCs w:val="24"/>
          <w:lang w:val="sr-Cyrl-RS"/>
        </w:rPr>
        <w:t>”</w:t>
      </w:r>
      <w:r w:rsidR="00A90824">
        <w:rPr>
          <w:color w:val="000000"/>
          <w:szCs w:val="24"/>
          <w:lang w:val="sr-Cyrl-RS"/>
        </w:rPr>
        <w:t>,</w:t>
      </w:r>
      <w:r w:rsidR="008561A7" w:rsidRPr="00A90824">
        <w:rPr>
          <w:color w:val="000000"/>
          <w:szCs w:val="24"/>
          <w:lang w:val="sr-Cyrl-RS"/>
        </w:rPr>
        <w:t xml:space="preserve"> бр</w:t>
      </w:r>
      <w:r w:rsidR="00A90824">
        <w:rPr>
          <w:color w:val="000000"/>
          <w:szCs w:val="24"/>
          <w:lang w:val="sr-Cyrl-RS"/>
        </w:rPr>
        <w:t>ој</w:t>
      </w:r>
      <w:r w:rsidR="008561A7" w:rsidRPr="00A90824">
        <w:rPr>
          <w:color w:val="000000"/>
          <w:szCs w:val="24"/>
          <w:lang w:val="sr-Cyrl-RS"/>
        </w:rPr>
        <w:t xml:space="preserve"> 11/20) укључују унапређење доступности информација за грађане, подизање стандарда у области медија и информисања, побољшање квалитета јавног сервиса и подршку интеграцији у европске и међународне стандарде у овој области. Визија Стратегије је да се обезбеди повољно окружење </w:t>
      </w:r>
      <w:r w:rsidR="00A32BCE" w:rsidRPr="00A90824">
        <w:rPr>
          <w:color w:val="000000"/>
          <w:szCs w:val="24"/>
          <w:lang w:val="sr-Cyrl-RS"/>
        </w:rPr>
        <w:t>које омогућава</w:t>
      </w:r>
      <w:r w:rsidR="008561A7" w:rsidRPr="00A90824">
        <w:rPr>
          <w:color w:val="000000"/>
          <w:szCs w:val="24"/>
          <w:lang w:val="sr-Cyrl-RS"/>
        </w:rPr>
        <w:t xml:space="preserve"> слободу информисања, проток идеја и мишљења и остваривање јавног интереса које ће довести до уређеног и богатог медијског тржишта.</w:t>
      </w:r>
    </w:p>
    <w:p w14:paraId="4F5A07E4" w14:textId="77777777" w:rsidR="00E8616C" w:rsidRPr="00A90824" w:rsidRDefault="00E8616C" w:rsidP="00F62B1B">
      <w:pPr>
        <w:pStyle w:val="Heading3"/>
        <w:rPr>
          <w:color w:val="000000"/>
          <w:sz w:val="24"/>
          <w:szCs w:val="24"/>
        </w:rPr>
      </w:pPr>
      <w:bookmarkStart w:id="27" w:name="_Toc174901920"/>
      <w:r w:rsidRPr="00A90824">
        <w:rPr>
          <w:color w:val="000000"/>
          <w:sz w:val="24"/>
          <w:szCs w:val="24"/>
        </w:rPr>
        <w:t>2.2.1</w:t>
      </w:r>
      <w:r w:rsidR="00AE2705" w:rsidRPr="00A90824">
        <w:rPr>
          <w:color w:val="000000"/>
          <w:sz w:val="24"/>
          <w:szCs w:val="24"/>
        </w:rPr>
        <w:t>1</w:t>
      </w:r>
      <w:r w:rsidRPr="00A90824">
        <w:rPr>
          <w:color w:val="000000"/>
          <w:sz w:val="24"/>
          <w:szCs w:val="24"/>
        </w:rPr>
        <w:t>.</w:t>
      </w:r>
      <w:r w:rsidR="00AA4BF6" w:rsidRPr="00A90824">
        <w:rPr>
          <w:color w:val="000000"/>
          <w:sz w:val="24"/>
          <w:szCs w:val="24"/>
        </w:rPr>
        <w:t xml:space="preserve"> </w:t>
      </w:r>
      <w:r w:rsidR="00317064" w:rsidRPr="00A90824">
        <w:rPr>
          <w:color w:val="000000"/>
          <w:sz w:val="24"/>
          <w:szCs w:val="24"/>
        </w:rPr>
        <w:t>Стратегија унапређења положаја особа са инвалидитетом у Републици Србији за период од 2020</w:t>
      </w:r>
      <w:r w:rsidR="000245FA" w:rsidRPr="00A90824">
        <w:rPr>
          <w:color w:val="000000"/>
          <w:sz w:val="24"/>
          <w:szCs w:val="24"/>
        </w:rPr>
        <w:t xml:space="preserve"> до </w:t>
      </w:r>
      <w:r w:rsidR="00317064" w:rsidRPr="00A90824">
        <w:rPr>
          <w:color w:val="000000"/>
          <w:sz w:val="24"/>
          <w:szCs w:val="24"/>
        </w:rPr>
        <w:t>2024. године</w:t>
      </w:r>
      <w:bookmarkEnd w:id="27"/>
    </w:p>
    <w:p w14:paraId="4BED9908" w14:textId="61627038" w:rsidR="008561A7" w:rsidRPr="00A90824" w:rsidRDefault="008C23BB" w:rsidP="008561A7">
      <w:pPr>
        <w:rPr>
          <w:color w:val="000000"/>
          <w:szCs w:val="24"/>
          <w:lang w:val="sr-Cyrl-RS"/>
        </w:rPr>
      </w:pPr>
      <w:r w:rsidRPr="00A90824">
        <w:rPr>
          <w:color w:val="000000"/>
          <w:szCs w:val="24"/>
          <w:lang w:val="sr-Cyrl-RS"/>
        </w:rPr>
        <w:t xml:space="preserve">Циљ </w:t>
      </w:r>
      <w:r w:rsidR="008561A7" w:rsidRPr="00A90824">
        <w:rPr>
          <w:color w:val="000000"/>
          <w:szCs w:val="24"/>
          <w:lang w:val="sr-Cyrl-RS"/>
        </w:rPr>
        <w:t>Стратегиј</w:t>
      </w:r>
      <w:r w:rsidRPr="00A90824">
        <w:rPr>
          <w:color w:val="000000"/>
          <w:szCs w:val="24"/>
          <w:lang w:val="sr-Cyrl-RS"/>
        </w:rPr>
        <w:t>е</w:t>
      </w:r>
      <w:r w:rsidR="008561A7" w:rsidRPr="00A90824">
        <w:rPr>
          <w:color w:val="000000"/>
          <w:szCs w:val="24"/>
          <w:lang w:val="sr-Cyrl-RS"/>
        </w:rPr>
        <w:t xml:space="preserve"> унапређења положаја особа са инвалидитетом у Републици Србији за период од 2020. до 2024. године („Службени гласник РС</w:t>
      </w:r>
      <w:r w:rsidRPr="00A90824">
        <w:rPr>
          <w:color w:val="000000"/>
          <w:szCs w:val="24"/>
          <w:lang w:val="sr-Cyrl-RS"/>
        </w:rPr>
        <w:t>”</w:t>
      </w:r>
      <w:r w:rsidR="00A90824">
        <w:rPr>
          <w:color w:val="000000"/>
          <w:szCs w:val="24"/>
          <w:lang w:val="sr-Cyrl-RS"/>
        </w:rPr>
        <w:t>,</w:t>
      </w:r>
      <w:r w:rsidR="008561A7" w:rsidRPr="00A90824">
        <w:rPr>
          <w:color w:val="000000"/>
          <w:szCs w:val="24"/>
          <w:lang w:val="sr-Cyrl-RS"/>
        </w:rPr>
        <w:t xml:space="preserve"> бр</w:t>
      </w:r>
      <w:r w:rsidR="00A90824">
        <w:rPr>
          <w:color w:val="000000"/>
          <w:szCs w:val="24"/>
          <w:lang w:val="sr-Cyrl-RS"/>
        </w:rPr>
        <w:t>ој</w:t>
      </w:r>
      <w:r w:rsidR="008561A7" w:rsidRPr="00A90824">
        <w:rPr>
          <w:color w:val="000000"/>
          <w:szCs w:val="24"/>
          <w:lang w:val="sr-Cyrl-RS"/>
        </w:rPr>
        <w:t xml:space="preserve"> 44/20) јесте побољшање свеукупног друштвеног и економског положаја особа са инвалидитетом у Републици Србији и њихово равноправно учешће у друштву, путем уклањања препрека у области приступачности, партиципације, једнакости, запошљавања, образовања и обуке, социјалне заштите, здравства и других аспеката који доприносе изједначавању њихових могућности и остваривању инклузивне једнакости</w:t>
      </w:r>
      <w:r w:rsidR="00D717B0" w:rsidRPr="00A90824">
        <w:rPr>
          <w:color w:val="000000"/>
          <w:szCs w:val="24"/>
          <w:lang w:val="sr-Cyrl-RS"/>
        </w:rPr>
        <w:t>, а који се могу остварити и коришћењем система вештачке интелигенције.</w:t>
      </w:r>
      <w:r w:rsidR="008561A7" w:rsidRPr="00A90824">
        <w:rPr>
          <w:color w:val="000000"/>
          <w:szCs w:val="24"/>
          <w:lang w:val="sr-Cyrl-RS"/>
        </w:rPr>
        <w:t xml:space="preserve"> Стратегија даје сажет преглед стања, а кроз опште и посебне циљеве одређује основн</w:t>
      </w:r>
      <w:r w:rsidR="000245FA" w:rsidRPr="00A90824">
        <w:rPr>
          <w:color w:val="000000"/>
          <w:szCs w:val="24"/>
          <w:lang w:val="sr-Cyrl-RS"/>
        </w:rPr>
        <w:t>е</w:t>
      </w:r>
      <w:r w:rsidR="008561A7" w:rsidRPr="00A90824">
        <w:rPr>
          <w:color w:val="000000"/>
          <w:szCs w:val="24"/>
          <w:lang w:val="sr-Cyrl-RS"/>
        </w:rPr>
        <w:t xml:space="preserve"> правце даљег деловања ради остваривања равноправности, спречавања дискриминације, поштовања достојанства и стварања услова да особе са инвалидитетом на равноправној основи уживају сва људска права и основне слободе и активно учествују у свим областима друштвеног живота.</w:t>
      </w:r>
    </w:p>
    <w:p w14:paraId="7514B4A0" w14:textId="77777777" w:rsidR="00877E74" w:rsidRPr="00A90824" w:rsidRDefault="00877E74" w:rsidP="00877E74">
      <w:pPr>
        <w:pStyle w:val="Heading3"/>
        <w:rPr>
          <w:color w:val="000000"/>
          <w:sz w:val="24"/>
          <w:szCs w:val="24"/>
        </w:rPr>
      </w:pPr>
      <w:r w:rsidRPr="00A90824">
        <w:rPr>
          <w:color w:val="000000"/>
          <w:sz w:val="24"/>
          <w:szCs w:val="24"/>
        </w:rPr>
        <w:t>2.2.1</w:t>
      </w:r>
      <w:r w:rsidR="00AE2705" w:rsidRPr="00A90824">
        <w:rPr>
          <w:color w:val="000000"/>
          <w:sz w:val="24"/>
          <w:szCs w:val="24"/>
        </w:rPr>
        <w:t>2</w:t>
      </w:r>
      <w:r w:rsidRPr="00A90824">
        <w:rPr>
          <w:color w:val="000000"/>
          <w:sz w:val="24"/>
          <w:szCs w:val="24"/>
        </w:rPr>
        <w:t>.</w:t>
      </w:r>
      <w:r w:rsidRPr="00A90824">
        <w:rPr>
          <w:color w:val="000000"/>
          <w:sz w:val="24"/>
          <w:szCs w:val="24"/>
        </w:rPr>
        <w:tab/>
      </w:r>
      <w:r w:rsidR="000245FA" w:rsidRPr="00A90824">
        <w:rPr>
          <w:color w:val="000000"/>
          <w:sz w:val="24"/>
          <w:szCs w:val="24"/>
        </w:rPr>
        <w:t xml:space="preserve"> </w:t>
      </w:r>
      <w:r w:rsidRPr="00A90824">
        <w:rPr>
          <w:color w:val="000000"/>
          <w:sz w:val="24"/>
          <w:szCs w:val="24"/>
        </w:rPr>
        <w:t>Стратегија развоја система електронских комуникација у Републици Србији до 2027. године</w:t>
      </w:r>
    </w:p>
    <w:p w14:paraId="36624D78" w14:textId="74ED7752" w:rsidR="00877E74" w:rsidRPr="00A90824" w:rsidRDefault="00877E74" w:rsidP="008561A7">
      <w:pPr>
        <w:rPr>
          <w:color w:val="000000"/>
          <w:szCs w:val="24"/>
          <w:lang w:val="sr-Cyrl-RS"/>
        </w:rPr>
      </w:pPr>
      <w:r w:rsidRPr="00A90824">
        <w:rPr>
          <w:color w:val="000000"/>
          <w:szCs w:val="24"/>
          <w:lang w:val="sr-Cyrl-RS"/>
        </w:rPr>
        <w:t>Општи циљ стратегије развоја електронских комуникација у Републици Србији до 2027. године („Службени гласник РС</w:t>
      </w:r>
      <w:r w:rsidR="00236765" w:rsidRPr="00A90824">
        <w:rPr>
          <w:color w:val="000000"/>
          <w:szCs w:val="24"/>
          <w:lang w:val="sr-Cyrl-RS"/>
        </w:rPr>
        <w:t>”</w:t>
      </w:r>
      <w:r w:rsidR="00A90824">
        <w:rPr>
          <w:color w:val="000000"/>
          <w:szCs w:val="24"/>
          <w:lang w:val="sr-Cyrl-RS"/>
        </w:rPr>
        <w:t>, број</w:t>
      </w:r>
      <w:r w:rsidRPr="00A90824">
        <w:rPr>
          <w:color w:val="000000"/>
          <w:szCs w:val="24"/>
          <w:lang w:val="sr-Cyrl-RS"/>
        </w:rPr>
        <w:t xml:space="preserve"> 70/24) је: </w:t>
      </w:r>
      <w:r w:rsidR="00116831" w:rsidRPr="00A90824">
        <w:rPr>
          <w:color w:val="000000"/>
          <w:szCs w:val="24"/>
          <w:lang w:val="sr-Cyrl-RS"/>
        </w:rPr>
        <w:t>„</w:t>
      </w:r>
      <w:r w:rsidRPr="00A90824">
        <w:rPr>
          <w:color w:val="000000"/>
          <w:szCs w:val="24"/>
          <w:lang w:val="sr-Cyrl-RS"/>
        </w:rPr>
        <w:t>Област електронских комуникација је у потпуности прилагођен растућим потребама грађана и привреде.</w:t>
      </w:r>
      <w:r w:rsidR="00116831" w:rsidRPr="00A90824">
        <w:rPr>
          <w:color w:val="000000"/>
          <w:szCs w:val="24"/>
          <w:lang w:val="sr-Cyrl-RS"/>
        </w:rPr>
        <w:t>”</w:t>
      </w:r>
      <w:r w:rsidR="00FC5484" w:rsidRPr="00A90824">
        <w:rPr>
          <w:color w:val="000000"/>
          <w:szCs w:val="24"/>
          <w:lang w:val="sr-Cyrl-RS"/>
        </w:rPr>
        <w:t xml:space="preserve"> Ова стратегија дефинише свеобухватне реформске кораке развоја система електронских комуникација</w:t>
      </w:r>
      <w:r w:rsidR="00A50574" w:rsidRPr="00A90824">
        <w:rPr>
          <w:color w:val="000000"/>
          <w:szCs w:val="24"/>
          <w:lang w:val="sr-Cyrl-RS"/>
        </w:rPr>
        <w:t xml:space="preserve"> </w:t>
      </w:r>
      <w:r w:rsidR="00116831" w:rsidRPr="00A90824">
        <w:rPr>
          <w:color w:val="000000"/>
          <w:szCs w:val="24"/>
          <w:lang w:val="sr-Cyrl-RS"/>
        </w:rPr>
        <w:t>у којима</w:t>
      </w:r>
      <w:r w:rsidR="00A50574" w:rsidRPr="00A90824">
        <w:rPr>
          <w:color w:val="000000"/>
          <w:szCs w:val="24"/>
          <w:lang w:val="sr-Cyrl-RS"/>
        </w:rPr>
        <w:t xml:space="preserve"> се све више </w:t>
      </w:r>
      <w:r w:rsidR="00116831" w:rsidRPr="00A90824">
        <w:rPr>
          <w:color w:val="000000"/>
          <w:szCs w:val="24"/>
          <w:lang w:val="sr-Cyrl-RS"/>
        </w:rPr>
        <w:t>примењује</w:t>
      </w:r>
      <w:r w:rsidR="00A50574" w:rsidRPr="00A90824">
        <w:rPr>
          <w:color w:val="000000"/>
          <w:szCs w:val="24"/>
          <w:lang w:val="sr-Cyrl-RS"/>
        </w:rPr>
        <w:t xml:space="preserve"> вештачка интелигенција.</w:t>
      </w:r>
    </w:p>
    <w:p w14:paraId="7442CB6F" w14:textId="77777777" w:rsidR="00BE0C76" w:rsidRPr="00A90824" w:rsidRDefault="00F04C63" w:rsidP="00F04C63">
      <w:pPr>
        <w:pStyle w:val="Heading1"/>
        <w:rPr>
          <w:color w:val="000000"/>
          <w:sz w:val="24"/>
          <w:szCs w:val="24"/>
          <w:lang w:val="sr-Cyrl-RS"/>
        </w:rPr>
      </w:pPr>
      <w:bookmarkStart w:id="28" w:name="_Toc174901921"/>
      <w:r w:rsidRPr="00A90824">
        <w:rPr>
          <w:color w:val="000000"/>
          <w:sz w:val="24"/>
          <w:szCs w:val="24"/>
          <w:lang w:val="sr-Cyrl-RS"/>
        </w:rPr>
        <w:t xml:space="preserve">3. </w:t>
      </w:r>
      <w:r w:rsidR="00BE0C76" w:rsidRPr="00A90824">
        <w:rPr>
          <w:color w:val="000000"/>
          <w:sz w:val="24"/>
          <w:szCs w:val="24"/>
          <w:lang w:val="sr-Cyrl-RS"/>
        </w:rPr>
        <w:t>Опис стања</w:t>
      </w:r>
      <w:bookmarkEnd w:id="28"/>
    </w:p>
    <w:p w14:paraId="41834F2B" w14:textId="77777777" w:rsidR="00BE0C76" w:rsidRPr="00A90824" w:rsidRDefault="00BE0C76" w:rsidP="00BE0C76">
      <w:pPr>
        <w:rPr>
          <w:color w:val="000000"/>
          <w:szCs w:val="24"/>
          <w:lang w:val="sr-Cyrl-RS"/>
        </w:rPr>
      </w:pPr>
      <w:r w:rsidRPr="00A90824">
        <w:rPr>
          <w:color w:val="000000"/>
          <w:szCs w:val="24"/>
          <w:lang w:val="sr-Cyrl-RS"/>
        </w:rPr>
        <w:t xml:space="preserve">Развој чипова, графичких јединица, </w:t>
      </w:r>
      <w:r w:rsidR="004C4BED" w:rsidRPr="00A90824">
        <w:rPr>
          <w:color w:val="000000"/>
          <w:szCs w:val="24"/>
          <w:lang w:val="sr-Cyrl-RS"/>
        </w:rPr>
        <w:t xml:space="preserve">сензора, </w:t>
      </w:r>
      <w:r w:rsidRPr="00A90824">
        <w:rPr>
          <w:color w:val="000000"/>
          <w:szCs w:val="24"/>
          <w:lang w:val="sr-Cyrl-RS"/>
        </w:rPr>
        <w:t xml:space="preserve">капацитета за смештање података и друге рачунарске опреме, у комбинацији са великом количином података у дигиталној форми и </w:t>
      </w:r>
      <w:r w:rsidR="009A67E7" w:rsidRPr="00A90824">
        <w:rPr>
          <w:color w:val="000000"/>
          <w:szCs w:val="24"/>
          <w:lang w:val="sr-Cyrl-RS"/>
        </w:rPr>
        <w:t>м</w:t>
      </w:r>
      <w:r w:rsidRPr="00A90824">
        <w:rPr>
          <w:color w:val="000000"/>
          <w:szCs w:val="24"/>
          <w:lang w:val="sr-Cyrl-RS"/>
        </w:rPr>
        <w:t>ашински читљивом формату, омогућио је потпуно другачију употребу и рачунара и података. Примена различитих парадигми и техника попут машинског учења, дубоког учења, неур</w:t>
      </w:r>
      <w:r w:rsidR="000245FA" w:rsidRPr="00A90824">
        <w:rPr>
          <w:color w:val="000000"/>
          <w:szCs w:val="24"/>
          <w:lang w:val="sr-Cyrl-RS"/>
        </w:rPr>
        <w:t>онских</w:t>
      </w:r>
      <w:r w:rsidRPr="00A90824">
        <w:rPr>
          <w:color w:val="000000"/>
          <w:szCs w:val="24"/>
          <w:lang w:val="sr-Cyrl-RS"/>
        </w:rPr>
        <w:t xml:space="preserve"> мрежа и слично, </w:t>
      </w:r>
      <w:r w:rsidR="007A7E4C" w:rsidRPr="00A90824">
        <w:rPr>
          <w:color w:val="000000"/>
          <w:szCs w:val="24"/>
          <w:lang w:val="sr-Cyrl-RS"/>
        </w:rPr>
        <w:t>омогућила је коришћење</w:t>
      </w:r>
      <w:r w:rsidRPr="00A90824">
        <w:rPr>
          <w:color w:val="000000"/>
          <w:szCs w:val="24"/>
          <w:lang w:val="sr-Cyrl-RS"/>
        </w:rPr>
        <w:t xml:space="preserve"> машин</w:t>
      </w:r>
      <w:r w:rsidR="007A7E4C" w:rsidRPr="00A90824">
        <w:rPr>
          <w:color w:val="000000"/>
          <w:szCs w:val="24"/>
          <w:lang w:val="sr-Cyrl-RS"/>
        </w:rPr>
        <w:t>а</w:t>
      </w:r>
      <w:r w:rsidRPr="00A90824">
        <w:rPr>
          <w:color w:val="000000"/>
          <w:szCs w:val="24"/>
          <w:lang w:val="sr-Cyrl-RS"/>
        </w:rPr>
        <w:t xml:space="preserve"> на такав начин да могу да </w:t>
      </w:r>
      <w:r w:rsidR="007A7E4C" w:rsidRPr="00A90824">
        <w:rPr>
          <w:color w:val="000000"/>
          <w:szCs w:val="24"/>
          <w:lang w:val="sr-Cyrl-RS"/>
        </w:rPr>
        <w:t xml:space="preserve">обрађују </w:t>
      </w:r>
      <w:r w:rsidR="004D475D" w:rsidRPr="00A90824">
        <w:rPr>
          <w:color w:val="000000"/>
          <w:szCs w:val="24"/>
          <w:lang w:val="sr-Cyrl-RS"/>
        </w:rPr>
        <w:t xml:space="preserve">велике </w:t>
      </w:r>
      <w:r w:rsidRPr="00A90824">
        <w:rPr>
          <w:color w:val="000000"/>
          <w:szCs w:val="24"/>
          <w:lang w:val="sr-Cyrl-RS"/>
        </w:rPr>
        <w:t>количине различитих података, узимају</w:t>
      </w:r>
      <w:r w:rsidR="00440C90" w:rsidRPr="00A90824">
        <w:rPr>
          <w:color w:val="000000"/>
          <w:szCs w:val="24"/>
          <w:lang w:val="sr-Cyrl-RS"/>
        </w:rPr>
        <w:t>ћи</w:t>
      </w:r>
      <w:r w:rsidRPr="00A90824">
        <w:rPr>
          <w:color w:val="000000"/>
          <w:szCs w:val="24"/>
          <w:lang w:val="sr-Cyrl-RS"/>
        </w:rPr>
        <w:t xml:space="preserve"> у обзир промене које се дешавају у датом тренутку и да на основу тога формирају одговоре или предлоге</w:t>
      </w:r>
      <w:r w:rsidR="00440C90" w:rsidRPr="00A90824">
        <w:rPr>
          <w:color w:val="000000"/>
          <w:szCs w:val="24"/>
          <w:lang w:val="sr-Cyrl-RS"/>
        </w:rPr>
        <w:t xml:space="preserve">, </w:t>
      </w:r>
      <w:r w:rsidRPr="00A90824">
        <w:rPr>
          <w:color w:val="000000"/>
          <w:szCs w:val="24"/>
          <w:lang w:val="sr-Cyrl-RS"/>
        </w:rPr>
        <w:t xml:space="preserve">или доносе закључке и предвиђања који делују </w:t>
      </w:r>
      <w:r w:rsidR="007A7E4C" w:rsidRPr="00A90824">
        <w:rPr>
          <w:color w:val="000000"/>
          <w:szCs w:val="24"/>
          <w:lang w:val="sr-Cyrl-RS"/>
        </w:rPr>
        <w:t>као да их је човек осмислио</w:t>
      </w:r>
      <w:r w:rsidRPr="00A90824">
        <w:rPr>
          <w:color w:val="000000"/>
          <w:szCs w:val="24"/>
          <w:lang w:val="sr-Cyrl-RS"/>
        </w:rPr>
        <w:t xml:space="preserve">. Такву способност машина данас називамо </w:t>
      </w:r>
      <w:r w:rsidR="00FC5484" w:rsidRPr="00A90824">
        <w:rPr>
          <w:color w:val="000000"/>
          <w:szCs w:val="24"/>
          <w:lang w:val="sr-Cyrl-RS"/>
        </w:rPr>
        <w:t>„</w:t>
      </w:r>
      <w:r w:rsidRPr="00A90824">
        <w:rPr>
          <w:color w:val="000000"/>
          <w:szCs w:val="24"/>
          <w:lang w:val="sr-Cyrl-RS"/>
        </w:rPr>
        <w:t>вештачка интелигенција”.</w:t>
      </w:r>
    </w:p>
    <w:p w14:paraId="6581098C" w14:textId="77777777" w:rsidR="00BE0C76" w:rsidRPr="00A90824" w:rsidRDefault="4D8FA496" w:rsidP="00BE0C76">
      <w:pPr>
        <w:rPr>
          <w:color w:val="000000"/>
          <w:szCs w:val="24"/>
          <w:lang w:val="sr-Cyrl-RS"/>
        </w:rPr>
      </w:pPr>
      <w:r w:rsidRPr="00A90824">
        <w:rPr>
          <w:color w:val="000000"/>
          <w:szCs w:val="24"/>
          <w:lang w:val="sr-Cyrl-RS"/>
        </w:rPr>
        <w:t>У току су усаглашавања дефиниције, али оно што је заједничко је да је реч о систему који је базиран на машинама који изводи закључке из података и генерише</w:t>
      </w:r>
      <w:r w:rsidR="00E35733" w:rsidRPr="00A90824">
        <w:rPr>
          <w:color w:val="000000"/>
          <w:szCs w:val="24"/>
          <w:lang w:val="sr-Cyrl-RS"/>
        </w:rPr>
        <w:t xml:space="preserve"> </w:t>
      </w:r>
      <w:r w:rsidRPr="00A90824">
        <w:rPr>
          <w:color w:val="000000"/>
          <w:szCs w:val="24"/>
          <w:lang w:val="sr-Cyrl-RS"/>
        </w:rPr>
        <w:t xml:space="preserve">информације као што су предикције, препоруке или одлуке. </w:t>
      </w:r>
      <w:r w:rsidR="007A7E4C" w:rsidRPr="00A90824">
        <w:rPr>
          <w:color w:val="000000"/>
          <w:szCs w:val="24"/>
          <w:lang w:val="sr-Cyrl-RS"/>
        </w:rPr>
        <w:t xml:space="preserve">Једну од </w:t>
      </w:r>
      <w:r w:rsidRPr="00A90824">
        <w:rPr>
          <w:color w:val="000000"/>
          <w:szCs w:val="24"/>
          <w:lang w:val="sr-Cyrl-RS"/>
        </w:rPr>
        <w:t xml:space="preserve">дефиниција вештачке интелигенције </w:t>
      </w:r>
      <w:r w:rsidR="007A7E4C" w:rsidRPr="00A90824">
        <w:rPr>
          <w:color w:val="000000"/>
          <w:szCs w:val="24"/>
          <w:lang w:val="sr-Cyrl-RS"/>
        </w:rPr>
        <w:t xml:space="preserve">предложила је у новембру 2023. године Организација за економску сарадњу и развој – </w:t>
      </w:r>
      <w:r w:rsidRPr="00A90824">
        <w:rPr>
          <w:color w:val="000000"/>
          <w:szCs w:val="24"/>
          <w:lang w:val="sr-Cyrl-RS"/>
        </w:rPr>
        <w:t>ОЕЦД</w:t>
      </w:r>
      <w:r w:rsidR="007A7E4C" w:rsidRPr="00A90824">
        <w:rPr>
          <w:color w:val="000000"/>
          <w:szCs w:val="24"/>
          <w:lang w:val="sr-Cyrl-RS"/>
        </w:rPr>
        <w:t xml:space="preserve"> (енг. Organisation for Economic Co-operation and Development):</w:t>
      </w:r>
      <w:r w:rsidRPr="00A90824">
        <w:rPr>
          <w:color w:val="000000"/>
          <w:szCs w:val="24"/>
          <w:lang w:val="sr-Cyrl-RS"/>
        </w:rPr>
        <w:t xml:space="preserve"> </w:t>
      </w:r>
      <w:r w:rsidR="007A7E4C" w:rsidRPr="00A90824">
        <w:rPr>
          <w:color w:val="000000"/>
          <w:szCs w:val="24"/>
          <w:lang w:val="sr-Cyrl-RS"/>
        </w:rPr>
        <w:t>„</w:t>
      </w:r>
      <w:r w:rsidRPr="00A90824">
        <w:rPr>
          <w:color w:val="000000"/>
          <w:szCs w:val="24"/>
          <w:lang w:val="sr-Cyrl-RS"/>
        </w:rPr>
        <w:t>Систем вештачке интелигенције је систем базиран на машинама који на основу експлицитних или имплицитних циљева изводи закључке из примљених података, како би генерисао излазне информације као што су предикције, садржај, препоруке или одлуке које могу утицати на физичко или виртуелно окружење.</w:t>
      </w:r>
      <w:r w:rsidR="00440C90" w:rsidRPr="00A90824">
        <w:rPr>
          <w:color w:val="000000"/>
          <w:szCs w:val="24"/>
          <w:lang w:val="sr-Cyrl-RS"/>
        </w:rPr>
        <w:t>”</w:t>
      </w:r>
      <w:r w:rsidRPr="00A90824">
        <w:rPr>
          <w:color w:val="000000"/>
          <w:szCs w:val="24"/>
          <w:lang w:val="sr-Cyrl-RS"/>
        </w:rPr>
        <w:t xml:space="preserve"> Различите системе вештачке интелигенције карактерише различит степен аутономије и прилагодљивости током примене. Слично томе, у Закону о </w:t>
      </w:r>
      <w:r w:rsidR="008901D6" w:rsidRPr="00A90824">
        <w:rPr>
          <w:color w:val="000000"/>
          <w:szCs w:val="24"/>
          <w:lang w:val="sr-Cyrl-RS"/>
        </w:rPr>
        <w:t>вештачкој интелигенцији</w:t>
      </w:r>
      <w:r w:rsidRPr="00A90824">
        <w:rPr>
          <w:color w:val="000000"/>
          <w:szCs w:val="24"/>
          <w:lang w:val="sr-Cyrl-RS"/>
        </w:rPr>
        <w:t xml:space="preserve"> који је донела ЕУ </w:t>
      </w:r>
      <w:r w:rsidR="008901D6" w:rsidRPr="00A90824">
        <w:rPr>
          <w:color w:val="000000"/>
          <w:szCs w:val="24"/>
          <w:lang w:val="sr-Cyrl-RS"/>
        </w:rPr>
        <w:t>наводи се</w:t>
      </w:r>
      <w:r w:rsidR="00440C90" w:rsidRPr="00A90824">
        <w:rPr>
          <w:color w:val="000000"/>
          <w:szCs w:val="24"/>
          <w:lang w:val="sr-Cyrl-RS"/>
        </w:rPr>
        <w:t xml:space="preserve"> да је</w:t>
      </w:r>
      <w:r w:rsidR="008901D6" w:rsidRPr="00A90824">
        <w:rPr>
          <w:color w:val="000000"/>
          <w:szCs w:val="24"/>
          <w:lang w:val="sr-Cyrl-RS"/>
        </w:rPr>
        <w:t>:</w:t>
      </w:r>
      <w:r w:rsidRPr="00A90824">
        <w:rPr>
          <w:color w:val="000000"/>
          <w:szCs w:val="24"/>
          <w:lang w:val="sr-Cyrl-RS"/>
        </w:rPr>
        <w:t xml:space="preserve"> „Систем </w:t>
      </w:r>
      <w:r w:rsidR="008901D6" w:rsidRPr="00A90824">
        <w:rPr>
          <w:color w:val="000000"/>
          <w:szCs w:val="24"/>
          <w:lang w:val="sr-Cyrl-RS"/>
        </w:rPr>
        <w:t>вештачке интелигенције</w:t>
      </w:r>
      <w:r w:rsidRPr="00A90824">
        <w:rPr>
          <w:color w:val="000000"/>
          <w:szCs w:val="24"/>
          <w:lang w:val="sr-Cyrl-RS"/>
        </w:rPr>
        <w:t xml:space="preserve"> систем базиран на машинама које, због експлицитних или имплицитних циљева, из уноса који добија, изводи начин како да генерише излазе као што су предвиђања, садржај, препоруке или одлуке, које могу утицати на физичку или виртуелну стварност.</w:t>
      </w:r>
      <w:r w:rsidR="00C46D40" w:rsidRPr="00A90824">
        <w:rPr>
          <w:color w:val="000000"/>
          <w:szCs w:val="24"/>
          <w:lang w:val="sr-Cyrl-RS"/>
        </w:rPr>
        <w:t>”</w:t>
      </w:r>
    </w:p>
    <w:p w14:paraId="22583367" w14:textId="77777777" w:rsidR="00BE0C76" w:rsidRPr="00A90824" w:rsidRDefault="00F04C63" w:rsidP="00984003">
      <w:pPr>
        <w:pStyle w:val="Heading2"/>
        <w:rPr>
          <w:color w:val="000000"/>
          <w:sz w:val="24"/>
          <w:szCs w:val="24"/>
        </w:rPr>
      </w:pPr>
      <w:bookmarkStart w:id="29" w:name="_Toc174901922"/>
      <w:r w:rsidRPr="00A90824">
        <w:rPr>
          <w:color w:val="000000"/>
          <w:sz w:val="24"/>
          <w:szCs w:val="24"/>
        </w:rPr>
        <w:t xml:space="preserve">3.1. </w:t>
      </w:r>
      <w:r w:rsidR="00BE0C76" w:rsidRPr="00A90824">
        <w:rPr>
          <w:color w:val="000000"/>
          <w:sz w:val="24"/>
          <w:szCs w:val="24"/>
        </w:rPr>
        <w:t>Стање и преглед трендова у свету</w:t>
      </w:r>
      <w:bookmarkEnd w:id="29"/>
    </w:p>
    <w:p w14:paraId="2CB8AD58" w14:textId="77777777" w:rsidR="00BE0C76" w:rsidRPr="00A90824" w:rsidRDefault="4D8FA496" w:rsidP="00BE0C76">
      <w:pPr>
        <w:rPr>
          <w:color w:val="000000"/>
          <w:szCs w:val="24"/>
          <w:lang w:val="sr-Cyrl-RS"/>
        </w:rPr>
      </w:pPr>
      <w:r w:rsidRPr="00A90824">
        <w:rPr>
          <w:color w:val="000000"/>
          <w:szCs w:val="24"/>
          <w:lang w:val="sr-Cyrl-RS"/>
        </w:rPr>
        <w:t xml:space="preserve">У току је надметање по питању брзине и квалитета развоја технологије и примене решења која укључују вештачку интелигенцију. </w:t>
      </w:r>
      <w:r w:rsidR="00465BC3" w:rsidRPr="00A90824">
        <w:rPr>
          <w:color w:val="000000"/>
          <w:szCs w:val="24"/>
          <w:lang w:val="sr-Cyrl-RS"/>
        </w:rPr>
        <w:t>В</w:t>
      </w:r>
      <w:r w:rsidRPr="00A90824">
        <w:rPr>
          <w:color w:val="000000"/>
          <w:szCs w:val="24"/>
          <w:lang w:val="sr-Cyrl-RS"/>
        </w:rPr>
        <w:t>елике технолошке компаније које развијају решења такмиче се ко</w:t>
      </w:r>
      <w:r w:rsidR="00465BC3" w:rsidRPr="00A90824">
        <w:rPr>
          <w:color w:val="000000"/>
          <w:szCs w:val="24"/>
          <w:lang w:val="sr-Cyrl-RS"/>
        </w:rPr>
        <w:t>ја</w:t>
      </w:r>
      <w:r w:rsidRPr="00A90824">
        <w:rPr>
          <w:color w:val="000000"/>
          <w:szCs w:val="24"/>
          <w:lang w:val="sr-Cyrl-RS"/>
        </w:rPr>
        <w:t xml:space="preserve"> </w:t>
      </w:r>
      <w:r w:rsidR="14D0C36E" w:rsidRPr="00A90824">
        <w:rPr>
          <w:color w:val="000000"/>
          <w:szCs w:val="24"/>
          <w:lang w:val="sr-Cyrl-RS"/>
        </w:rPr>
        <w:t xml:space="preserve">ће </w:t>
      </w:r>
      <w:r w:rsidRPr="00A90824">
        <w:rPr>
          <w:color w:val="000000"/>
          <w:szCs w:val="24"/>
          <w:lang w:val="sr-Cyrl-RS"/>
        </w:rPr>
        <w:t>добити предност „првог на тржишту</w:t>
      </w:r>
      <w:r w:rsidR="00534865" w:rsidRPr="00A90824">
        <w:rPr>
          <w:color w:val="000000"/>
          <w:szCs w:val="24"/>
          <w:lang w:val="sr-Cyrl-RS"/>
        </w:rPr>
        <w:t>”</w:t>
      </w:r>
      <w:r w:rsidR="00465BC3" w:rsidRPr="00A90824">
        <w:rPr>
          <w:color w:val="000000"/>
          <w:szCs w:val="24"/>
          <w:lang w:val="sr-Cyrl-RS"/>
        </w:rPr>
        <w:t xml:space="preserve"> и</w:t>
      </w:r>
      <w:r w:rsidRPr="00A90824">
        <w:rPr>
          <w:color w:val="000000"/>
          <w:szCs w:val="24"/>
          <w:lang w:val="sr-Cyrl-RS"/>
        </w:rPr>
        <w:t xml:space="preserve"> преузети лидерску позицију, </w:t>
      </w:r>
      <w:r w:rsidR="00465BC3" w:rsidRPr="00A90824">
        <w:rPr>
          <w:color w:val="000000"/>
          <w:szCs w:val="24"/>
          <w:lang w:val="sr-Cyrl-RS"/>
        </w:rPr>
        <w:t>док</w:t>
      </w:r>
      <w:r w:rsidRPr="00A90824">
        <w:rPr>
          <w:color w:val="000000"/>
          <w:szCs w:val="24"/>
          <w:lang w:val="sr-Cyrl-RS"/>
        </w:rPr>
        <w:t xml:space="preserve"> мањ</w:t>
      </w:r>
      <w:r w:rsidR="00465BC3" w:rsidRPr="00A90824">
        <w:rPr>
          <w:color w:val="000000"/>
          <w:szCs w:val="24"/>
          <w:lang w:val="sr-Cyrl-RS"/>
        </w:rPr>
        <w:t>е</w:t>
      </w:r>
      <w:r w:rsidRPr="00A90824">
        <w:rPr>
          <w:color w:val="000000"/>
          <w:szCs w:val="24"/>
          <w:lang w:val="sr-Cyrl-RS"/>
        </w:rPr>
        <w:t xml:space="preserve"> компаниј</w:t>
      </w:r>
      <w:r w:rsidR="00465BC3" w:rsidRPr="00A90824">
        <w:rPr>
          <w:color w:val="000000"/>
          <w:szCs w:val="24"/>
          <w:lang w:val="sr-Cyrl-RS"/>
        </w:rPr>
        <w:t>е</w:t>
      </w:r>
      <w:r w:rsidRPr="00A90824">
        <w:rPr>
          <w:color w:val="000000"/>
          <w:szCs w:val="24"/>
          <w:lang w:val="sr-Cyrl-RS"/>
        </w:rPr>
        <w:t xml:space="preserve"> и стартап</w:t>
      </w:r>
      <w:r w:rsidR="00465BC3" w:rsidRPr="00A90824">
        <w:rPr>
          <w:color w:val="000000"/>
          <w:szCs w:val="24"/>
          <w:lang w:val="sr-Cyrl-RS"/>
        </w:rPr>
        <w:t>и</w:t>
      </w:r>
      <w:r w:rsidRPr="00A90824">
        <w:rPr>
          <w:color w:val="000000"/>
          <w:szCs w:val="24"/>
          <w:lang w:val="sr-Cyrl-RS"/>
        </w:rPr>
        <w:t xml:space="preserve"> </w:t>
      </w:r>
      <w:r w:rsidR="00465BC3" w:rsidRPr="00A90824">
        <w:rPr>
          <w:color w:val="000000"/>
          <w:szCs w:val="24"/>
          <w:lang w:val="sr-Cyrl-RS"/>
        </w:rPr>
        <w:t xml:space="preserve">покушавају да </w:t>
      </w:r>
      <w:r w:rsidRPr="00A90824">
        <w:rPr>
          <w:color w:val="000000"/>
          <w:szCs w:val="24"/>
          <w:lang w:val="sr-Cyrl-RS"/>
        </w:rPr>
        <w:t>направ</w:t>
      </w:r>
      <w:r w:rsidR="00465BC3" w:rsidRPr="00A90824">
        <w:rPr>
          <w:color w:val="000000"/>
          <w:szCs w:val="24"/>
          <w:lang w:val="sr-Cyrl-RS"/>
        </w:rPr>
        <w:t>е</w:t>
      </w:r>
      <w:r w:rsidRPr="00A90824">
        <w:rPr>
          <w:color w:val="000000"/>
          <w:szCs w:val="24"/>
          <w:lang w:val="sr-Cyrl-RS"/>
        </w:rPr>
        <w:t xml:space="preserve"> искорак </w:t>
      </w:r>
      <w:r w:rsidR="00465BC3" w:rsidRPr="00A90824">
        <w:rPr>
          <w:color w:val="000000"/>
          <w:szCs w:val="24"/>
          <w:lang w:val="sr-Cyrl-RS"/>
        </w:rPr>
        <w:t xml:space="preserve">који ће </w:t>
      </w:r>
      <w:r w:rsidRPr="00A90824">
        <w:rPr>
          <w:color w:val="000000"/>
          <w:szCs w:val="24"/>
          <w:lang w:val="sr-Cyrl-RS"/>
        </w:rPr>
        <w:t>и</w:t>
      </w:r>
      <w:r w:rsidR="00465BC3" w:rsidRPr="00A90824">
        <w:rPr>
          <w:color w:val="000000"/>
          <w:szCs w:val="24"/>
          <w:lang w:val="sr-Cyrl-RS"/>
        </w:rPr>
        <w:t>х</w:t>
      </w:r>
      <w:r w:rsidRPr="00A90824">
        <w:rPr>
          <w:color w:val="000000"/>
          <w:szCs w:val="24"/>
          <w:lang w:val="sr-Cyrl-RS"/>
        </w:rPr>
        <w:t xml:space="preserve"> позиционирати </w:t>
      </w:r>
      <w:r w:rsidR="00465BC3" w:rsidRPr="00A90824">
        <w:rPr>
          <w:color w:val="000000"/>
          <w:szCs w:val="24"/>
          <w:lang w:val="sr-Cyrl-RS"/>
        </w:rPr>
        <w:t>у</w:t>
      </w:r>
      <w:r w:rsidRPr="00A90824">
        <w:rPr>
          <w:color w:val="000000"/>
          <w:szCs w:val="24"/>
          <w:lang w:val="sr-Cyrl-RS"/>
        </w:rPr>
        <w:t xml:space="preserve"> будућност</w:t>
      </w:r>
      <w:r w:rsidR="00465BC3" w:rsidRPr="00A90824">
        <w:rPr>
          <w:color w:val="000000"/>
          <w:szCs w:val="24"/>
          <w:lang w:val="sr-Cyrl-RS"/>
        </w:rPr>
        <w:t>и</w:t>
      </w:r>
      <w:r w:rsidRPr="00A90824">
        <w:rPr>
          <w:color w:val="000000"/>
          <w:szCs w:val="24"/>
          <w:lang w:val="sr-Cyrl-RS"/>
        </w:rPr>
        <w:t xml:space="preserve">. Државе </w:t>
      </w:r>
      <w:r w:rsidR="00465BC3" w:rsidRPr="00A90824">
        <w:rPr>
          <w:color w:val="000000"/>
          <w:szCs w:val="24"/>
          <w:lang w:val="sr-Cyrl-RS"/>
        </w:rPr>
        <w:t>припремају правни и институционални</w:t>
      </w:r>
      <w:r w:rsidRPr="00A90824">
        <w:rPr>
          <w:color w:val="000000"/>
          <w:szCs w:val="24"/>
          <w:lang w:val="sr-Cyrl-RS"/>
        </w:rPr>
        <w:t xml:space="preserve"> оквир за развој вештачке интелигенције, </w:t>
      </w:r>
      <w:r w:rsidR="00465BC3" w:rsidRPr="00A90824">
        <w:rPr>
          <w:color w:val="000000"/>
          <w:szCs w:val="24"/>
          <w:lang w:val="sr-Cyrl-RS"/>
        </w:rPr>
        <w:t xml:space="preserve">стимулишу научна истраживања, обезбеђују неопходне рачунарске ресурсе и податке како би применили вештачку интелигенцију у својим процесима, покушавају </w:t>
      </w:r>
      <w:r w:rsidRPr="00A90824">
        <w:rPr>
          <w:color w:val="000000"/>
          <w:szCs w:val="24"/>
          <w:lang w:val="sr-Cyrl-RS"/>
        </w:rPr>
        <w:t>да створе, задрже или привуку таленте</w:t>
      </w:r>
      <w:r w:rsidR="00465BC3" w:rsidRPr="00A90824">
        <w:rPr>
          <w:color w:val="000000"/>
          <w:szCs w:val="24"/>
          <w:lang w:val="sr-Cyrl-RS"/>
        </w:rPr>
        <w:t xml:space="preserve"> који ће се бавити овом облашћу</w:t>
      </w:r>
      <w:r w:rsidRPr="00A90824">
        <w:rPr>
          <w:color w:val="000000"/>
          <w:szCs w:val="24"/>
          <w:lang w:val="sr-Cyrl-RS"/>
        </w:rPr>
        <w:t>.</w:t>
      </w:r>
    </w:p>
    <w:p w14:paraId="43DEC1EA" w14:textId="77777777" w:rsidR="00081BBF" w:rsidRPr="00A90824" w:rsidRDefault="0065489B" w:rsidP="000A7B15">
      <w:pPr>
        <w:rPr>
          <w:color w:val="000000"/>
          <w:szCs w:val="24"/>
          <w:lang w:val="sr-Cyrl-RS"/>
        </w:rPr>
      </w:pPr>
      <w:r w:rsidRPr="00A90824">
        <w:rPr>
          <w:color w:val="000000"/>
          <w:szCs w:val="24"/>
          <w:lang w:val="sr-Cyrl-RS"/>
        </w:rPr>
        <w:t xml:space="preserve">Вештачка интелигенција (ВИ) постала је кључна технологија која обликује савремени свет, са применом у бројним областима као што су медицина, индустрија, образовање и пољопривреда. Њена способност да анализира велике количине података и доноси брзе одлуке значајно унапређује процесе, смањује трошкове и подиже квалитет живота. На пример, у здравству ВИ доноси велики напредак у дијагностици и терапији, док у образовању омогућава персонализовано учење које је доступно ширем кругу људи и које помаже да свако може да напредује лакше него раније. У многим секторима, ова технологија показује способност да трансформише постојеће моделе рада и допринесе одрживом развоју. Иако доноси огромне користи, ВИ такође отвара низ изазова који захтевају пажљиву разраду. Етичка питања попут заштите приватности, пристрасности у алгоритмима и потенцијалних злоупотреба постају све важнија. Осим тога, постоји ризик да ће аутоматизација коју покреће ВИ повећати неједнакости, посебно у мање развијеним економијама где су многи послови угрожени. Недостатак јасних регулација у бројним земљама додатно компликује ситуацију, јер омогућава неконтролисану примену технологије. </w:t>
      </w:r>
      <w:r w:rsidR="000245FA" w:rsidRPr="00A90824">
        <w:rPr>
          <w:color w:val="000000"/>
          <w:szCs w:val="24"/>
          <w:lang w:val="sr-Cyrl-RS"/>
        </w:rPr>
        <w:t>Такође, т</w:t>
      </w:r>
      <w:r w:rsidRPr="00A90824">
        <w:rPr>
          <w:color w:val="000000"/>
          <w:szCs w:val="24"/>
          <w:lang w:val="sr-Cyrl-RS"/>
        </w:rPr>
        <w:t xml:space="preserve">у </w:t>
      </w:r>
      <w:r w:rsidR="000245FA" w:rsidRPr="00A90824">
        <w:rPr>
          <w:color w:val="000000"/>
          <w:szCs w:val="24"/>
          <w:lang w:val="sr-Cyrl-RS"/>
        </w:rPr>
        <w:t xml:space="preserve">је </w:t>
      </w:r>
      <w:r w:rsidRPr="00A90824">
        <w:rPr>
          <w:color w:val="000000"/>
          <w:szCs w:val="24"/>
          <w:lang w:val="sr-Cyrl-RS"/>
        </w:rPr>
        <w:t>и питање енергетске ефикасност јер развој и примена вештачке интелигенције захтева</w:t>
      </w:r>
      <w:r w:rsidR="006D6A2F" w:rsidRPr="00A90824">
        <w:rPr>
          <w:color w:val="000000"/>
          <w:szCs w:val="24"/>
          <w:lang w:val="sr-Cyrl-RS"/>
        </w:rPr>
        <w:t>ј</w:t>
      </w:r>
      <w:r w:rsidRPr="00A90824">
        <w:rPr>
          <w:color w:val="000000"/>
          <w:szCs w:val="24"/>
          <w:lang w:val="sr-Cyrl-RS"/>
        </w:rPr>
        <w:t>у велику количину енергије.  Да би вешта</w:t>
      </w:r>
      <w:r w:rsidR="00081BBF" w:rsidRPr="00A90824">
        <w:rPr>
          <w:color w:val="000000"/>
          <w:szCs w:val="24"/>
          <w:lang w:val="sr-Cyrl-RS"/>
        </w:rPr>
        <w:t>ч</w:t>
      </w:r>
      <w:r w:rsidRPr="00A90824">
        <w:rPr>
          <w:color w:val="000000"/>
          <w:szCs w:val="24"/>
          <w:lang w:val="sr-Cyrl-RS"/>
        </w:rPr>
        <w:t xml:space="preserve">ка интелигенција </w:t>
      </w:r>
      <w:r w:rsidR="005F13C5" w:rsidRPr="00A90824">
        <w:rPr>
          <w:color w:val="000000"/>
          <w:szCs w:val="24"/>
          <w:lang w:val="sr-Cyrl-RS"/>
        </w:rPr>
        <w:t>остварила</w:t>
      </w:r>
      <w:r w:rsidRPr="00A90824">
        <w:rPr>
          <w:color w:val="000000"/>
          <w:szCs w:val="24"/>
          <w:lang w:val="sr-Cyrl-RS"/>
        </w:rPr>
        <w:t xml:space="preserve"> свој пуни потенцијал, неопходно је да се ови изазови решавају на нивоу држава, али и кроз сарадњу на глобалном нивоу. Правилна регулација, улагање у едукацију и технологију, као и етички приступ развоју могу осигурати да ВИ буде корис</w:t>
      </w:r>
      <w:r w:rsidR="00AA3DC0" w:rsidRPr="00A90824">
        <w:rPr>
          <w:color w:val="000000"/>
          <w:szCs w:val="24"/>
          <w:lang w:val="sr-Cyrl-RS"/>
        </w:rPr>
        <w:t>на</w:t>
      </w:r>
      <w:r w:rsidRPr="00A90824">
        <w:rPr>
          <w:color w:val="000000"/>
          <w:szCs w:val="24"/>
          <w:lang w:val="sr-Cyrl-RS"/>
        </w:rPr>
        <w:t xml:space="preserve"> за све. Само кроз балансирано коришћење ове технологије можемо осигурати да она служи човечанству, уместо да постане извор нових проблема и неједнакости.</w:t>
      </w:r>
    </w:p>
    <w:p w14:paraId="53C209A5" w14:textId="27726510" w:rsidR="00BE0C76" w:rsidRPr="00A90824" w:rsidRDefault="4D8FA496" w:rsidP="000A7B15">
      <w:pPr>
        <w:rPr>
          <w:color w:val="000000"/>
          <w:szCs w:val="24"/>
          <w:lang w:val="sr-Cyrl-RS"/>
        </w:rPr>
      </w:pPr>
      <w:r w:rsidRPr="00A90824">
        <w:rPr>
          <w:color w:val="000000"/>
          <w:szCs w:val="24"/>
          <w:lang w:val="sr-Cyrl-RS"/>
        </w:rPr>
        <w:t>У току је велика активност на пољу регулисања развоја и употребе вештачке интелигенције на међународном нивоу</w:t>
      </w:r>
      <w:r w:rsidR="00331D57" w:rsidRPr="00A90824">
        <w:rPr>
          <w:color w:val="000000"/>
          <w:szCs w:val="24"/>
          <w:lang w:val="sr-Cyrl-RS"/>
        </w:rPr>
        <w:t xml:space="preserve"> кроз различите </w:t>
      </w:r>
      <w:r w:rsidRPr="00A90824">
        <w:rPr>
          <w:color w:val="000000"/>
          <w:szCs w:val="24"/>
          <w:lang w:val="sr-Cyrl-RS"/>
        </w:rPr>
        <w:t>приступ</w:t>
      </w:r>
      <w:r w:rsidR="00331D57" w:rsidRPr="00A90824">
        <w:rPr>
          <w:color w:val="000000"/>
          <w:szCs w:val="24"/>
          <w:lang w:val="sr-Cyrl-RS"/>
        </w:rPr>
        <w:t xml:space="preserve">е решавања </w:t>
      </w:r>
      <w:r w:rsidR="00E56FEA" w:rsidRPr="00A90824">
        <w:rPr>
          <w:color w:val="000000"/>
          <w:szCs w:val="24"/>
          <w:lang w:val="sr-Cyrl-RS"/>
        </w:rPr>
        <w:t xml:space="preserve">бројних </w:t>
      </w:r>
      <w:r w:rsidRPr="00A90824">
        <w:rPr>
          <w:color w:val="000000"/>
          <w:szCs w:val="24"/>
          <w:lang w:val="sr-Cyrl-RS"/>
        </w:rPr>
        <w:t>отворених питања. Од необавезујућих препорука до првог свеобухватног закона. Парламент Европске Уније 13.</w:t>
      </w:r>
      <w:r w:rsidR="00A90824">
        <w:rPr>
          <w:color w:val="000000"/>
          <w:szCs w:val="24"/>
          <w:lang w:val="sr-Cyrl-RS"/>
        </w:rPr>
        <w:t xml:space="preserve"> марта </w:t>
      </w:r>
      <w:r w:rsidRPr="00A90824">
        <w:rPr>
          <w:color w:val="000000"/>
          <w:szCs w:val="24"/>
          <w:lang w:val="sr-Cyrl-RS"/>
        </w:rPr>
        <w:t xml:space="preserve">2024. године усвојио је Закон о </w:t>
      </w:r>
      <w:r w:rsidR="0017717A" w:rsidRPr="00A90824">
        <w:rPr>
          <w:color w:val="000000"/>
          <w:szCs w:val="24"/>
          <w:lang w:val="sr-Cyrl-RS"/>
        </w:rPr>
        <w:t>вештачкој интелигенцији</w:t>
      </w:r>
      <w:r w:rsidR="00534865" w:rsidRPr="00A90824">
        <w:rPr>
          <w:rStyle w:val="FootnoteReference"/>
          <w:color w:val="000000"/>
          <w:szCs w:val="24"/>
          <w:lang w:val="sr-Cyrl-RS"/>
        </w:rPr>
        <w:footnoteReference w:id="1"/>
      </w:r>
      <w:r w:rsidRPr="00A90824">
        <w:rPr>
          <w:color w:val="000000"/>
          <w:szCs w:val="24"/>
          <w:lang w:val="sr-Cyrl-RS"/>
        </w:rPr>
        <w:t xml:space="preserve"> (</w:t>
      </w:r>
      <w:r w:rsidR="00E56FEA" w:rsidRPr="00A90824">
        <w:rPr>
          <w:color w:val="000000"/>
          <w:szCs w:val="24"/>
          <w:lang w:val="sr-Cyrl-RS"/>
        </w:rPr>
        <w:t xml:space="preserve">енг. </w:t>
      </w:r>
      <w:r w:rsidR="0017717A" w:rsidRPr="00A90824">
        <w:rPr>
          <w:color w:val="000000"/>
          <w:szCs w:val="24"/>
          <w:lang w:val="sr-Cyrl-RS"/>
        </w:rPr>
        <w:t>The Artificial Intelligence Act</w:t>
      </w:r>
      <w:r w:rsidRPr="00A90824">
        <w:rPr>
          <w:color w:val="000000"/>
          <w:szCs w:val="24"/>
          <w:lang w:val="sr-Cyrl-RS"/>
        </w:rPr>
        <w:t xml:space="preserve">) којим </w:t>
      </w:r>
      <w:r w:rsidR="0017717A" w:rsidRPr="00A90824">
        <w:rPr>
          <w:color w:val="000000"/>
          <w:szCs w:val="24"/>
          <w:lang w:val="sr-Cyrl-RS"/>
        </w:rPr>
        <w:t>је</w:t>
      </w:r>
      <w:r w:rsidRPr="00A90824">
        <w:rPr>
          <w:color w:val="000000"/>
          <w:szCs w:val="24"/>
          <w:lang w:val="sr-Cyrl-RS"/>
        </w:rPr>
        <w:t xml:space="preserve"> на јединствен начин регули</w:t>
      </w:r>
      <w:r w:rsidR="0017717A" w:rsidRPr="00A90824">
        <w:rPr>
          <w:color w:val="000000"/>
          <w:szCs w:val="24"/>
          <w:lang w:val="sr-Cyrl-RS"/>
        </w:rPr>
        <w:t>сан</w:t>
      </w:r>
      <w:r w:rsidRPr="00A90824">
        <w:rPr>
          <w:color w:val="000000"/>
          <w:szCs w:val="24"/>
          <w:lang w:val="sr-Cyrl-RS"/>
        </w:rPr>
        <w:t xml:space="preserve"> развој и примен</w:t>
      </w:r>
      <w:r w:rsidR="0017717A" w:rsidRPr="00A90824">
        <w:rPr>
          <w:color w:val="000000"/>
          <w:szCs w:val="24"/>
          <w:lang w:val="sr-Cyrl-RS"/>
        </w:rPr>
        <w:t>а</w:t>
      </w:r>
      <w:r w:rsidRPr="00A90824">
        <w:rPr>
          <w:color w:val="000000"/>
          <w:szCs w:val="24"/>
          <w:lang w:val="sr-Cyrl-RS"/>
        </w:rPr>
        <w:t xml:space="preserve"> вештачке интелигенције. У С</w:t>
      </w:r>
      <w:r w:rsidR="0017717A" w:rsidRPr="00A90824">
        <w:rPr>
          <w:color w:val="000000"/>
          <w:szCs w:val="24"/>
          <w:lang w:val="sr-Cyrl-RS"/>
        </w:rPr>
        <w:t xml:space="preserve">једињеним </w:t>
      </w:r>
      <w:r w:rsidR="008B59CA" w:rsidRPr="00A90824">
        <w:rPr>
          <w:color w:val="000000"/>
          <w:szCs w:val="24"/>
          <w:lang w:val="sr-Cyrl-RS"/>
        </w:rPr>
        <w:t>А</w:t>
      </w:r>
      <w:r w:rsidR="0017717A" w:rsidRPr="00A90824">
        <w:rPr>
          <w:color w:val="000000"/>
          <w:szCs w:val="24"/>
          <w:lang w:val="sr-Cyrl-RS"/>
        </w:rPr>
        <w:t xml:space="preserve">меричким </w:t>
      </w:r>
      <w:r w:rsidR="008B59CA" w:rsidRPr="00A90824">
        <w:rPr>
          <w:color w:val="000000"/>
          <w:szCs w:val="24"/>
          <w:lang w:val="sr-Cyrl-RS"/>
        </w:rPr>
        <w:t>Д</w:t>
      </w:r>
      <w:r w:rsidR="0017717A" w:rsidRPr="00A90824">
        <w:rPr>
          <w:color w:val="000000"/>
          <w:szCs w:val="24"/>
          <w:lang w:val="sr-Cyrl-RS"/>
        </w:rPr>
        <w:t>ржавама</w:t>
      </w:r>
      <w:r w:rsidRPr="00A90824">
        <w:rPr>
          <w:color w:val="000000"/>
          <w:szCs w:val="24"/>
          <w:lang w:val="sr-Cyrl-RS"/>
        </w:rPr>
        <w:t xml:space="preserve"> је 30.</w:t>
      </w:r>
      <w:r w:rsidR="00A90824">
        <w:rPr>
          <w:color w:val="000000"/>
          <w:szCs w:val="24"/>
          <w:lang w:val="sr-Cyrl-RS"/>
        </w:rPr>
        <w:t xml:space="preserve"> октобра </w:t>
      </w:r>
      <w:r w:rsidRPr="00A90824">
        <w:rPr>
          <w:color w:val="000000"/>
          <w:szCs w:val="24"/>
          <w:lang w:val="sr-Cyrl-RS"/>
        </w:rPr>
        <w:t xml:space="preserve">2023. године </w:t>
      </w:r>
      <w:r w:rsidR="0017717A" w:rsidRPr="00A90824">
        <w:rPr>
          <w:color w:val="000000"/>
          <w:szCs w:val="24"/>
          <w:lang w:val="sr-Cyrl-RS"/>
        </w:rPr>
        <w:t>објављена п</w:t>
      </w:r>
      <w:r w:rsidRPr="00A90824">
        <w:rPr>
          <w:color w:val="000000"/>
          <w:szCs w:val="24"/>
          <w:lang w:val="sr-Cyrl-RS"/>
        </w:rPr>
        <w:t xml:space="preserve">редседничка </w:t>
      </w:r>
      <w:r w:rsidR="0017717A" w:rsidRPr="00A90824">
        <w:rPr>
          <w:color w:val="000000"/>
          <w:szCs w:val="24"/>
          <w:lang w:val="sr-Cyrl-RS"/>
        </w:rPr>
        <w:t>Н</w:t>
      </w:r>
      <w:r w:rsidRPr="00A90824">
        <w:rPr>
          <w:color w:val="000000"/>
          <w:szCs w:val="24"/>
          <w:lang w:val="sr-Cyrl-RS"/>
        </w:rPr>
        <w:t xml:space="preserve">аредба о безбедном, сигурном и поузданом развоју вештачке интелигенције. Донети су и бројни документи као </w:t>
      </w:r>
      <w:r w:rsidR="5D017A73" w:rsidRPr="00A90824">
        <w:rPr>
          <w:color w:val="000000"/>
          <w:szCs w:val="24"/>
          <w:lang w:val="sr-Cyrl-RS"/>
        </w:rPr>
        <w:t>резултат</w:t>
      </w:r>
      <w:r w:rsidRPr="00A90824">
        <w:rPr>
          <w:color w:val="000000"/>
          <w:szCs w:val="24"/>
          <w:lang w:val="sr-Cyrl-RS"/>
        </w:rPr>
        <w:t xml:space="preserve"> успостављених међународних споразума и иницијатива. У Уједињеном Краљевству донета је „Блечли декларација</w:t>
      </w:r>
      <w:r w:rsidR="0017717A" w:rsidRPr="00A90824">
        <w:rPr>
          <w:color w:val="000000"/>
          <w:szCs w:val="24"/>
          <w:lang w:val="sr-Cyrl-RS"/>
        </w:rPr>
        <w:t>”</w:t>
      </w:r>
      <w:r w:rsidR="00534865" w:rsidRPr="00A90824">
        <w:rPr>
          <w:rStyle w:val="FootnoteReference"/>
          <w:color w:val="000000"/>
          <w:szCs w:val="24"/>
          <w:lang w:val="sr-Cyrl-RS"/>
        </w:rPr>
        <w:footnoteReference w:id="2"/>
      </w:r>
      <w:r w:rsidRPr="00A90824">
        <w:rPr>
          <w:color w:val="000000"/>
          <w:szCs w:val="24"/>
          <w:lang w:val="sr-Cyrl-RS"/>
        </w:rPr>
        <w:t xml:space="preserve"> где се 28 земаља сагласило да вештачка интелигенција треба да се развија и примењује на сигуран, поуздан и одговоран начин</w:t>
      </w:r>
      <w:r w:rsidR="00E56FEA" w:rsidRPr="00A90824">
        <w:rPr>
          <w:color w:val="000000"/>
          <w:szCs w:val="24"/>
          <w:lang w:val="sr-Cyrl-RS"/>
        </w:rPr>
        <w:t>,</w:t>
      </w:r>
      <w:r w:rsidRPr="00A90824">
        <w:rPr>
          <w:color w:val="000000"/>
          <w:szCs w:val="24"/>
          <w:lang w:val="sr-Cyrl-RS"/>
        </w:rPr>
        <w:t xml:space="preserve"> прилагођен човеку. Уједињене нације донеле су </w:t>
      </w:r>
      <w:r w:rsidR="0017717A" w:rsidRPr="00A90824">
        <w:rPr>
          <w:color w:val="000000"/>
          <w:szCs w:val="24"/>
          <w:lang w:val="sr-Cyrl-RS"/>
        </w:rPr>
        <w:t xml:space="preserve">Глобалну </w:t>
      </w:r>
      <w:r w:rsidRPr="00A90824">
        <w:rPr>
          <w:color w:val="000000"/>
          <w:szCs w:val="24"/>
          <w:lang w:val="sr-Cyrl-RS"/>
        </w:rPr>
        <w:t>резолуцију о сигурној, безбедној и поузданој вештачкој интелигенцији за одрживи развој</w:t>
      </w:r>
      <w:r w:rsidR="00E56FEA" w:rsidRPr="00A90824">
        <w:rPr>
          <w:rStyle w:val="FootnoteReference"/>
          <w:color w:val="000000"/>
          <w:szCs w:val="24"/>
          <w:lang w:val="sr-Cyrl-RS"/>
        </w:rPr>
        <w:footnoteReference w:id="3"/>
      </w:r>
      <w:r w:rsidR="00F02053" w:rsidRPr="00A90824">
        <w:rPr>
          <w:color w:val="000000"/>
          <w:szCs w:val="24"/>
          <w:lang w:val="sr-Cyrl-RS"/>
        </w:rPr>
        <w:t xml:space="preserve"> (</w:t>
      </w:r>
      <w:r w:rsidR="00E56FEA" w:rsidRPr="00A90824">
        <w:rPr>
          <w:color w:val="000000"/>
          <w:szCs w:val="24"/>
          <w:lang w:val="sr-Cyrl-RS"/>
        </w:rPr>
        <w:t xml:space="preserve">енг. </w:t>
      </w:r>
      <w:r w:rsidR="000A7B15" w:rsidRPr="00A90824">
        <w:rPr>
          <w:color w:val="000000"/>
          <w:szCs w:val="24"/>
          <w:lang w:val="sr-Cyrl-RS"/>
        </w:rPr>
        <w:t>Seizing the opportunities of safe, secure and trustworthy artificial intelligence systems for sustainable development)</w:t>
      </w:r>
      <w:r w:rsidRPr="00A90824">
        <w:rPr>
          <w:color w:val="000000"/>
          <w:szCs w:val="24"/>
          <w:lang w:val="sr-Cyrl-RS"/>
        </w:rPr>
        <w:t xml:space="preserve">. Поред ових државних и међудржавних докумената, бројне компаније доносе сопствена правила у вези са начином развоја и </w:t>
      </w:r>
      <w:r w:rsidR="00E56FEA" w:rsidRPr="00A90824">
        <w:rPr>
          <w:color w:val="000000"/>
          <w:szCs w:val="24"/>
          <w:lang w:val="sr-Cyrl-RS"/>
        </w:rPr>
        <w:t xml:space="preserve">њене </w:t>
      </w:r>
      <w:r w:rsidRPr="00A90824">
        <w:rPr>
          <w:color w:val="000000"/>
          <w:szCs w:val="24"/>
          <w:lang w:val="sr-Cyrl-RS"/>
        </w:rPr>
        <w:t>примене како би обезбедили сигурност, безбедност и примену вештачке интелигенције на добар и одговоран начин.</w:t>
      </w:r>
    </w:p>
    <w:p w14:paraId="55F8DE66" w14:textId="77777777" w:rsidR="00E90147" w:rsidRPr="00A90824" w:rsidRDefault="4D8FA496" w:rsidP="00BE0C76">
      <w:pPr>
        <w:rPr>
          <w:color w:val="000000"/>
          <w:szCs w:val="24"/>
          <w:lang w:val="sr-Cyrl-RS"/>
        </w:rPr>
      </w:pPr>
      <w:r w:rsidRPr="00A90824">
        <w:rPr>
          <w:color w:val="000000"/>
          <w:szCs w:val="24"/>
          <w:lang w:val="sr-Cyrl-RS"/>
        </w:rPr>
        <w:t xml:space="preserve">Можда најпознатији догађај којим се вештачка интелигенција представила свету јесте у форми </w:t>
      </w:r>
      <w:r w:rsidR="0017717A" w:rsidRPr="00A90824">
        <w:rPr>
          <w:color w:val="000000"/>
          <w:szCs w:val="24"/>
          <w:lang w:val="sr-Cyrl-RS"/>
        </w:rPr>
        <w:t>„</w:t>
      </w:r>
      <w:r w:rsidRPr="00A90824">
        <w:rPr>
          <w:color w:val="000000"/>
          <w:szCs w:val="24"/>
          <w:lang w:val="sr-Cyrl-RS"/>
        </w:rPr>
        <w:t>чет</w:t>
      </w:r>
      <w:r w:rsidR="00E35733" w:rsidRPr="00A90824">
        <w:rPr>
          <w:color w:val="000000"/>
          <w:szCs w:val="24"/>
          <w:lang w:val="sr-Cyrl-RS"/>
        </w:rPr>
        <w:t>Џ</w:t>
      </w:r>
      <w:r w:rsidRPr="00A90824">
        <w:rPr>
          <w:color w:val="000000"/>
          <w:szCs w:val="24"/>
          <w:lang w:val="sr-Cyrl-RS"/>
        </w:rPr>
        <w:t>ПТ”</w:t>
      </w:r>
      <w:r w:rsidR="00E35733" w:rsidRPr="00A90824">
        <w:rPr>
          <w:color w:val="000000"/>
          <w:szCs w:val="24"/>
          <w:lang w:val="sr-Cyrl-RS"/>
        </w:rPr>
        <w:t xml:space="preserve">  (енг. ChatGPT)</w:t>
      </w:r>
      <w:r w:rsidRPr="00A90824">
        <w:rPr>
          <w:color w:val="000000"/>
          <w:szCs w:val="24"/>
          <w:lang w:val="sr-Cyrl-RS"/>
        </w:rPr>
        <w:t xml:space="preserve"> апликације која користи велики језички модел за стварање текста и</w:t>
      </w:r>
      <w:r w:rsidR="00E90147" w:rsidRPr="00A90824">
        <w:rPr>
          <w:color w:val="000000"/>
          <w:szCs w:val="24"/>
          <w:lang w:val="sr-Cyrl-RS"/>
        </w:rPr>
        <w:t xml:space="preserve">, кроз интеграцију са </w:t>
      </w:r>
      <w:r w:rsidR="007B1610" w:rsidRPr="00A90824">
        <w:rPr>
          <w:color w:val="000000"/>
          <w:szCs w:val="24"/>
          <w:lang w:val="sr-Cyrl-RS"/>
        </w:rPr>
        <w:t>мултимедијални</w:t>
      </w:r>
      <w:r w:rsidR="0047714B" w:rsidRPr="00A90824">
        <w:rPr>
          <w:color w:val="000000"/>
          <w:szCs w:val="24"/>
          <w:lang w:val="sr-Cyrl-RS"/>
        </w:rPr>
        <w:t>м</w:t>
      </w:r>
      <w:r w:rsidR="00E90147" w:rsidRPr="00A90824">
        <w:rPr>
          <w:color w:val="000000"/>
          <w:szCs w:val="24"/>
          <w:lang w:val="sr-Cyrl-RS"/>
        </w:rPr>
        <w:t xml:space="preserve"> генеративним моделима,</w:t>
      </w:r>
      <w:r w:rsidRPr="00A90824">
        <w:rPr>
          <w:color w:val="000000"/>
          <w:szCs w:val="24"/>
          <w:lang w:val="sr-Cyrl-RS"/>
        </w:rPr>
        <w:t xml:space="preserve"> другог садржаја. Тај </w:t>
      </w:r>
      <w:r w:rsidR="00E90147" w:rsidRPr="00A90824">
        <w:rPr>
          <w:color w:val="000000"/>
          <w:szCs w:val="24"/>
          <w:lang w:val="sr-Cyrl-RS"/>
        </w:rPr>
        <w:t xml:space="preserve">сервис је </w:t>
      </w:r>
      <w:r w:rsidRPr="00A90824">
        <w:rPr>
          <w:color w:val="000000"/>
          <w:szCs w:val="24"/>
          <w:lang w:val="sr-Cyrl-RS"/>
        </w:rPr>
        <w:t xml:space="preserve">доступан за јавност од </w:t>
      </w:r>
      <w:r w:rsidR="0017717A" w:rsidRPr="00A90824">
        <w:rPr>
          <w:color w:val="000000"/>
          <w:szCs w:val="24"/>
          <w:lang w:val="sr-Cyrl-RS"/>
        </w:rPr>
        <w:t xml:space="preserve">новембра </w:t>
      </w:r>
      <w:r w:rsidRPr="00A90824">
        <w:rPr>
          <w:color w:val="000000"/>
          <w:szCs w:val="24"/>
          <w:lang w:val="sr-Cyrl-RS"/>
        </w:rPr>
        <w:t>2022. године, и за веома кратко време је глобално прихваћен као незаобилазан алат у свакодневним пословима и активностима. Тиме је великом броју људи отворено потпуно ново поглавље које зовемо „генеративна вештачка интелигенција</w:t>
      </w:r>
      <w:r w:rsidR="00DA0FAB" w:rsidRPr="00A90824">
        <w:rPr>
          <w:color w:val="000000"/>
          <w:szCs w:val="24"/>
          <w:lang w:val="sr-Cyrl-RS"/>
        </w:rPr>
        <w:t>”</w:t>
      </w:r>
      <w:r w:rsidRPr="00A90824">
        <w:rPr>
          <w:color w:val="000000"/>
          <w:szCs w:val="24"/>
          <w:lang w:val="sr-Cyrl-RS"/>
        </w:rPr>
        <w:t xml:space="preserve"> која се може дефинисати као </w:t>
      </w:r>
      <w:r w:rsidR="00DA0FAB" w:rsidRPr="00A90824">
        <w:rPr>
          <w:color w:val="000000"/>
          <w:szCs w:val="24"/>
          <w:lang w:val="sr-Cyrl-RS"/>
        </w:rPr>
        <w:t>„</w:t>
      </w:r>
      <w:r w:rsidRPr="00A90824">
        <w:rPr>
          <w:color w:val="000000"/>
          <w:szCs w:val="24"/>
          <w:lang w:val="sr-Cyrl-RS"/>
        </w:rPr>
        <w:t>модел вештачке интелигенције посебно намењен да као свој резултат произведе нови дигитални материјал”. Генеративна вештачка интелигенција сада је заузела централно место јавне, академске и политичке сцене у вези са вештачком интелигенцијом и има тенденцију да постане доминантан вид употребе. Међу најзначајнијима питањима кој</w:t>
      </w:r>
      <w:r w:rsidR="00DA0FAB" w:rsidRPr="00A90824">
        <w:rPr>
          <w:color w:val="000000"/>
          <w:szCs w:val="24"/>
          <w:lang w:val="sr-Cyrl-RS"/>
        </w:rPr>
        <w:t>е</w:t>
      </w:r>
      <w:r w:rsidRPr="00A90824">
        <w:rPr>
          <w:color w:val="000000"/>
          <w:szCs w:val="24"/>
          <w:lang w:val="sr-Cyrl-RS"/>
        </w:rPr>
        <w:t xml:space="preserve"> доноси убрзан развој вештачке интелигенције су</w:t>
      </w:r>
      <w:r w:rsidR="00DA0FAB" w:rsidRPr="00A90824">
        <w:rPr>
          <w:color w:val="000000"/>
          <w:szCs w:val="24"/>
          <w:lang w:val="sr-Cyrl-RS"/>
        </w:rPr>
        <w:t>:</w:t>
      </w:r>
      <w:r w:rsidRPr="00A90824">
        <w:rPr>
          <w:color w:val="000000"/>
          <w:szCs w:val="24"/>
          <w:lang w:val="sr-Cyrl-RS"/>
        </w:rPr>
        <w:t xml:space="preserve"> права интелектуалне својине, начин употребе у образовању, пословна примена, као и потреба за одређеном врстом послова у областима за које се сматрало да примена вештачке интелигенције неће бити значајно заступљена</w:t>
      </w:r>
      <w:r w:rsidR="350CA66A" w:rsidRPr="00A90824">
        <w:rPr>
          <w:color w:val="000000"/>
          <w:szCs w:val="24"/>
          <w:lang w:val="sr-Cyrl-RS"/>
        </w:rPr>
        <w:t>.</w:t>
      </w:r>
      <w:r w:rsidR="004F4A64" w:rsidRPr="00A90824">
        <w:rPr>
          <w:color w:val="000000"/>
          <w:szCs w:val="24"/>
          <w:lang w:val="sr-Cyrl-RS"/>
        </w:rPr>
        <w:t xml:space="preserve"> </w:t>
      </w:r>
      <w:r w:rsidRPr="00A90824">
        <w:rPr>
          <w:color w:val="000000"/>
          <w:szCs w:val="24"/>
          <w:lang w:val="sr-Cyrl-RS"/>
        </w:rPr>
        <w:t xml:space="preserve">Чланице Г7 покренуле су </w:t>
      </w:r>
      <w:r w:rsidR="00DA0FAB" w:rsidRPr="00A90824">
        <w:rPr>
          <w:color w:val="000000"/>
          <w:szCs w:val="24"/>
          <w:lang w:val="sr-Cyrl-RS"/>
        </w:rPr>
        <w:t xml:space="preserve">тзв. </w:t>
      </w:r>
      <w:r w:rsidRPr="00A90824">
        <w:rPr>
          <w:color w:val="000000"/>
          <w:szCs w:val="24"/>
          <w:lang w:val="sr-Cyrl-RS"/>
        </w:rPr>
        <w:t xml:space="preserve">Хирошима процес </w:t>
      </w:r>
      <w:r w:rsidR="00E73A85" w:rsidRPr="00A90824">
        <w:rPr>
          <w:color w:val="000000"/>
          <w:szCs w:val="24"/>
          <w:lang w:val="sr-Cyrl-RS"/>
        </w:rPr>
        <w:t>са циљем да се обликује глобално управљање напредним системима вештачке интелигенције, посебно генеративним технологијама</w:t>
      </w:r>
      <w:r w:rsidR="00E56FEA" w:rsidRPr="00A90824">
        <w:rPr>
          <w:color w:val="000000"/>
          <w:szCs w:val="24"/>
          <w:lang w:val="sr-Cyrl-RS"/>
        </w:rPr>
        <w:t xml:space="preserve"> вештачке интелигенције</w:t>
      </w:r>
      <w:r w:rsidR="00E73A85" w:rsidRPr="00A90824">
        <w:rPr>
          <w:color w:val="000000"/>
          <w:szCs w:val="24"/>
          <w:lang w:val="sr-Cyrl-RS"/>
        </w:rPr>
        <w:t xml:space="preserve">. Овај процес има за циљ да </w:t>
      </w:r>
      <w:r w:rsidR="00DA0FAB" w:rsidRPr="00A90824">
        <w:rPr>
          <w:color w:val="000000"/>
          <w:szCs w:val="24"/>
          <w:lang w:val="sr-Cyrl-RS"/>
        </w:rPr>
        <w:t xml:space="preserve">обезбеди </w:t>
      </w:r>
      <w:r w:rsidR="00E73A85" w:rsidRPr="00A90824">
        <w:rPr>
          <w:color w:val="000000"/>
          <w:szCs w:val="24"/>
          <w:lang w:val="sr-Cyrl-RS"/>
        </w:rPr>
        <w:t>да се вештачка интелигенција развија на начин који је сигуран, поуздан</w:t>
      </w:r>
      <w:r w:rsidR="00DA0FAB" w:rsidRPr="00A90824">
        <w:rPr>
          <w:color w:val="000000"/>
          <w:szCs w:val="24"/>
          <w:lang w:val="sr-Cyrl-RS"/>
        </w:rPr>
        <w:t>, законит</w:t>
      </w:r>
      <w:r w:rsidR="00E73A85" w:rsidRPr="00A90824">
        <w:rPr>
          <w:color w:val="000000"/>
          <w:szCs w:val="24"/>
          <w:lang w:val="sr-Cyrl-RS"/>
        </w:rPr>
        <w:t xml:space="preserve"> и у складу са вредностима </w:t>
      </w:r>
      <w:r w:rsidR="00DA0FAB" w:rsidRPr="00A90824">
        <w:rPr>
          <w:color w:val="000000"/>
          <w:szCs w:val="24"/>
          <w:lang w:val="sr-Cyrl-RS"/>
        </w:rPr>
        <w:t>човечанства</w:t>
      </w:r>
      <w:r w:rsidR="00E73A85" w:rsidRPr="00A90824">
        <w:rPr>
          <w:color w:val="000000"/>
          <w:szCs w:val="24"/>
          <w:lang w:val="sr-Cyrl-RS"/>
        </w:rPr>
        <w:t>.</w:t>
      </w:r>
      <w:r w:rsidRPr="00A90824">
        <w:rPr>
          <w:color w:val="000000"/>
          <w:szCs w:val="24"/>
          <w:lang w:val="sr-Cyrl-RS"/>
        </w:rPr>
        <w:t xml:space="preserve"> </w:t>
      </w:r>
    </w:p>
    <w:p w14:paraId="4778D8A1" w14:textId="77777777" w:rsidR="00BE0C76" w:rsidRPr="00A90824" w:rsidRDefault="4D8FA496" w:rsidP="00BE0C76">
      <w:pPr>
        <w:rPr>
          <w:color w:val="000000"/>
          <w:szCs w:val="24"/>
          <w:lang w:val="sr-Cyrl-RS"/>
        </w:rPr>
      </w:pPr>
      <w:r w:rsidRPr="00A90824">
        <w:rPr>
          <w:color w:val="000000"/>
          <w:szCs w:val="24"/>
          <w:lang w:val="sr-Cyrl-RS"/>
        </w:rPr>
        <w:t xml:space="preserve">Република Србија прикључује се напорима овог процеса. Тежња да се </w:t>
      </w:r>
      <w:r w:rsidR="00E73A85" w:rsidRPr="00A90824">
        <w:rPr>
          <w:color w:val="000000"/>
          <w:szCs w:val="24"/>
          <w:lang w:val="sr-Cyrl-RS"/>
        </w:rPr>
        <w:t>велики сетови података</w:t>
      </w:r>
      <w:r w:rsidRPr="00A90824">
        <w:rPr>
          <w:color w:val="000000"/>
          <w:szCs w:val="24"/>
          <w:lang w:val="sr-Cyrl-RS"/>
        </w:rPr>
        <w:t xml:space="preserve"> </w:t>
      </w:r>
      <w:r w:rsidR="00E73A85" w:rsidRPr="00A90824">
        <w:rPr>
          <w:color w:val="000000"/>
          <w:szCs w:val="24"/>
          <w:lang w:val="sr-Cyrl-RS"/>
        </w:rPr>
        <w:t xml:space="preserve">чувају </w:t>
      </w:r>
      <w:r w:rsidRPr="00A90824">
        <w:rPr>
          <w:color w:val="000000"/>
          <w:szCs w:val="24"/>
          <w:lang w:val="sr-Cyrl-RS"/>
        </w:rPr>
        <w:t xml:space="preserve">ближе месту где се </w:t>
      </w:r>
      <w:r w:rsidR="00E73A85" w:rsidRPr="00A90824">
        <w:rPr>
          <w:color w:val="000000"/>
          <w:szCs w:val="24"/>
          <w:lang w:val="sr-Cyrl-RS"/>
        </w:rPr>
        <w:t>обрађују</w:t>
      </w:r>
      <w:r w:rsidRPr="00A90824">
        <w:rPr>
          <w:color w:val="000000"/>
          <w:szCs w:val="24"/>
          <w:lang w:val="sr-Cyrl-RS"/>
        </w:rPr>
        <w:t>, чиме се смањује потреба за преносом велике количине података</w:t>
      </w:r>
      <w:r w:rsidR="00E73A85" w:rsidRPr="00A90824">
        <w:rPr>
          <w:color w:val="000000"/>
          <w:szCs w:val="24"/>
          <w:lang w:val="sr-Cyrl-RS"/>
        </w:rPr>
        <w:t xml:space="preserve"> и </w:t>
      </w:r>
      <w:r w:rsidR="00E90147" w:rsidRPr="00A90824">
        <w:rPr>
          <w:color w:val="000000"/>
          <w:szCs w:val="24"/>
          <w:lang w:val="sr-Cyrl-RS"/>
        </w:rPr>
        <w:t>кашњење</w:t>
      </w:r>
      <w:r w:rsidR="00DA0FAB" w:rsidRPr="00A90824">
        <w:rPr>
          <w:color w:val="000000"/>
          <w:szCs w:val="24"/>
          <w:lang w:val="sr-Cyrl-RS"/>
        </w:rPr>
        <w:t xml:space="preserve"> и</w:t>
      </w:r>
      <w:r w:rsidRPr="00A90824">
        <w:rPr>
          <w:color w:val="000000"/>
          <w:szCs w:val="24"/>
          <w:lang w:val="sr-Cyrl-RS"/>
        </w:rPr>
        <w:t xml:space="preserve"> омогућава брж</w:t>
      </w:r>
      <w:r w:rsidR="00E90147" w:rsidRPr="00A90824">
        <w:rPr>
          <w:color w:val="000000"/>
          <w:szCs w:val="24"/>
          <w:lang w:val="sr-Cyrl-RS"/>
        </w:rPr>
        <w:t>а</w:t>
      </w:r>
      <w:r w:rsidRPr="00A90824">
        <w:rPr>
          <w:color w:val="000000"/>
          <w:szCs w:val="24"/>
          <w:lang w:val="sr-Cyrl-RS"/>
        </w:rPr>
        <w:t xml:space="preserve"> </w:t>
      </w:r>
      <w:r w:rsidR="00E90147" w:rsidRPr="00A90824">
        <w:rPr>
          <w:color w:val="000000"/>
          <w:szCs w:val="24"/>
          <w:lang w:val="sr-Cyrl-RS"/>
        </w:rPr>
        <w:t>обрада</w:t>
      </w:r>
      <w:r w:rsidRPr="00A90824">
        <w:rPr>
          <w:color w:val="000000"/>
          <w:szCs w:val="24"/>
          <w:lang w:val="sr-Cyrl-RS"/>
        </w:rPr>
        <w:t>, ст</w:t>
      </w:r>
      <w:r w:rsidR="00A036B7" w:rsidRPr="00A90824">
        <w:rPr>
          <w:color w:val="000000"/>
          <w:szCs w:val="24"/>
          <w:lang w:val="sr-Cyrl-RS"/>
        </w:rPr>
        <w:t>вара</w:t>
      </w:r>
      <w:r w:rsidRPr="00A90824">
        <w:rPr>
          <w:color w:val="000000"/>
          <w:szCs w:val="24"/>
          <w:lang w:val="sr-Cyrl-RS"/>
        </w:rPr>
        <w:t xml:space="preserve"> потребу за</w:t>
      </w:r>
      <w:r w:rsidR="00E35733" w:rsidRPr="00A90824">
        <w:rPr>
          <w:color w:val="000000"/>
          <w:szCs w:val="24"/>
          <w:lang w:val="sr-Cyrl-RS"/>
        </w:rPr>
        <w:t xml:space="preserve"> </w:t>
      </w:r>
      <w:r w:rsidR="00E90147" w:rsidRPr="00A90824">
        <w:rPr>
          <w:color w:val="000000"/>
          <w:szCs w:val="24"/>
          <w:lang w:val="sr-Cyrl-RS"/>
        </w:rPr>
        <w:t xml:space="preserve">рачунарима </w:t>
      </w:r>
      <w:r w:rsidR="00E35733" w:rsidRPr="00A90824">
        <w:rPr>
          <w:color w:val="000000"/>
          <w:szCs w:val="24"/>
          <w:lang w:val="sr-Cyrl-RS"/>
        </w:rPr>
        <w:t>на рубу мреже (енг. edge computing)</w:t>
      </w:r>
      <w:r w:rsidRPr="00A90824">
        <w:rPr>
          <w:color w:val="000000"/>
          <w:szCs w:val="24"/>
          <w:lang w:val="sr-Cyrl-RS"/>
        </w:rPr>
        <w:t xml:space="preserve">. </w:t>
      </w:r>
      <w:r w:rsidR="414C77A1" w:rsidRPr="00A90824">
        <w:rPr>
          <w:color w:val="000000"/>
          <w:szCs w:val="24"/>
          <w:lang w:val="sr-Cyrl-RS"/>
        </w:rPr>
        <w:t>Развој</w:t>
      </w:r>
      <w:r w:rsidRPr="00A90824">
        <w:rPr>
          <w:color w:val="000000"/>
          <w:szCs w:val="24"/>
          <w:lang w:val="sr-Cyrl-RS"/>
        </w:rPr>
        <w:t xml:space="preserve"> квантних рачунара још увек је у </w:t>
      </w:r>
      <w:r w:rsidR="40DB96AD" w:rsidRPr="00A90824">
        <w:rPr>
          <w:color w:val="000000"/>
          <w:szCs w:val="24"/>
          <w:lang w:val="sr-Cyrl-RS"/>
        </w:rPr>
        <w:t>зачетку</w:t>
      </w:r>
      <w:r w:rsidRPr="00A90824">
        <w:rPr>
          <w:color w:val="000000"/>
          <w:szCs w:val="24"/>
          <w:lang w:val="sr-Cyrl-RS"/>
        </w:rPr>
        <w:t xml:space="preserve">, али њихов развој може довести до бројних </w:t>
      </w:r>
      <w:r w:rsidR="0071005B" w:rsidRPr="00A90824">
        <w:rPr>
          <w:color w:val="000000"/>
          <w:szCs w:val="24"/>
          <w:lang w:val="sr-Cyrl-RS"/>
        </w:rPr>
        <w:t>могућности</w:t>
      </w:r>
      <w:r w:rsidRPr="00A90824">
        <w:rPr>
          <w:color w:val="000000"/>
          <w:szCs w:val="24"/>
          <w:lang w:val="sr-Cyrl-RS"/>
        </w:rPr>
        <w:t xml:space="preserve"> у развоју вештачке интелигенције. Приметан је убрзан развој и </w:t>
      </w:r>
      <w:r w:rsidR="003B3B46" w:rsidRPr="00A90824">
        <w:rPr>
          <w:color w:val="000000"/>
          <w:szCs w:val="24"/>
          <w:lang w:val="sr-Cyrl-RS"/>
        </w:rPr>
        <w:t>„</w:t>
      </w:r>
      <w:r w:rsidRPr="00A90824">
        <w:rPr>
          <w:color w:val="000000"/>
          <w:szCs w:val="24"/>
          <w:lang w:val="sr-Cyrl-RS"/>
        </w:rPr>
        <w:t>учењ</w:t>
      </w:r>
      <w:r w:rsidR="00E90147" w:rsidRPr="00A90824">
        <w:rPr>
          <w:color w:val="000000"/>
          <w:szCs w:val="24"/>
          <w:lang w:val="sr-Cyrl-RS"/>
        </w:rPr>
        <w:t>а</w:t>
      </w:r>
      <w:r w:rsidRPr="00A90824">
        <w:rPr>
          <w:color w:val="000000"/>
          <w:szCs w:val="24"/>
          <w:lang w:val="sr-Cyrl-RS"/>
        </w:rPr>
        <w:t xml:space="preserve"> </w:t>
      </w:r>
      <w:r w:rsidR="00E90147" w:rsidRPr="00A90824">
        <w:rPr>
          <w:color w:val="000000"/>
          <w:szCs w:val="24"/>
          <w:lang w:val="sr-Cyrl-RS"/>
        </w:rPr>
        <w:t>подстицајем</w:t>
      </w:r>
      <w:r w:rsidRPr="00A90824">
        <w:rPr>
          <w:color w:val="000000"/>
          <w:szCs w:val="24"/>
          <w:lang w:val="sr-Cyrl-RS"/>
        </w:rPr>
        <w:t xml:space="preserve">” чиме се </w:t>
      </w:r>
      <w:r w:rsidR="00E90147" w:rsidRPr="00A90824">
        <w:rPr>
          <w:color w:val="000000"/>
          <w:szCs w:val="24"/>
          <w:lang w:val="sr-Cyrl-RS"/>
        </w:rPr>
        <w:t>стварају модели који могу независно да функционишу у променљивом окружењу</w:t>
      </w:r>
      <w:r w:rsidRPr="00A90824">
        <w:rPr>
          <w:color w:val="000000"/>
          <w:szCs w:val="24"/>
          <w:lang w:val="sr-Cyrl-RS"/>
        </w:rPr>
        <w:t>.</w:t>
      </w:r>
    </w:p>
    <w:p w14:paraId="37642379" w14:textId="57F0CFC3" w:rsidR="00700CB8" w:rsidRPr="00A90824" w:rsidRDefault="00700CB8" w:rsidP="00700CB8">
      <w:pPr>
        <w:pStyle w:val="NormalWeb"/>
        <w:jc w:val="both"/>
      </w:pPr>
      <w:bookmarkStart w:id="30" w:name="_Toc174901923"/>
      <w:r w:rsidRPr="00A90824">
        <w:t xml:space="preserve">Република Србија активно учествује у међународним иницијативама усмереним на регулисање развоја и примене вештачке интелигенције, чиме потврђује своју улогу значајног актера у овом глобалном процесу. Као коспонзор, </w:t>
      </w:r>
      <w:r w:rsidR="009E39EA">
        <w:rPr>
          <w:color w:val="000000"/>
          <w:lang w:val="sr-Cyrl-RS"/>
        </w:rPr>
        <w:t xml:space="preserve">Република </w:t>
      </w:r>
      <w:r w:rsidRPr="00A90824">
        <w:t>Србија је подржала две Резолуције Генералне скупштине Уједињених нација: Резолуцију о сигурној, безбедној и поузданој вештачкој интелигенцији, усвојену 21. марта 2024. године, и Резолуцију о унапређењу међународне сарадње на изградњи капацитета у области вештачке интелигенције, усвојену 1. јула 2024. године.</w:t>
      </w:r>
      <w:r w:rsidRPr="00A90824">
        <w:rPr>
          <w:lang w:val="sr-Cyrl-RS"/>
        </w:rPr>
        <w:t xml:space="preserve"> </w:t>
      </w:r>
      <w:r w:rsidR="00A90824">
        <w:t>У оквиру „Пакта за будућност</w:t>
      </w:r>
      <w:r w:rsidR="00A90824" w:rsidRPr="00686502">
        <w:rPr>
          <w:bCs/>
          <w:lang w:val="sr-Cyrl-CS"/>
        </w:rPr>
        <w:t>”</w:t>
      </w:r>
      <w:r w:rsidRPr="00A90824">
        <w:t>, који су усвојиле Уједињене нације, обухваћен ј</w:t>
      </w:r>
      <w:r w:rsidR="00A90824">
        <w:t>е и „Глобални дигитални компакт</w:t>
      </w:r>
      <w:r w:rsidR="00A90824" w:rsidRPr="00686502">
        <w:rPr>
          <w:bCs/>
          <w:lang w:val="sr-Cyrl-CS"/>
        </w:rPr>
        <w:t>”</w:t>
      </w:r>
      <w:r w:rsidRPr="00A90824">
        <w:t xml:space="preserve">, са јасним смерницама за развој и примену вештачке интелигенције. Као копредседавајућа Глобалног партнерства за вештачку интелигенцију (GPAI), Република Србија је организовала Самит </w:t>
      </w:r>
      <w:r w:rsidRPr="00A90824">
        <w:rPr>
          <w:i/>
        </w:rPr>
        <w:t>GPAI</w:t>
      </w:r>
      <w:r w:rsidRPr="00A90824">
        <w:t xml:space="preserve"> за 45 земаља чланица, на ком је у</w:t>
      </w:r>
      <w:r w:rsidR="00A907C5">
        <w:t>својена „Београдска декларација</w:t>
      </w:r>
      <w:r w:rsidR="00A907C5" w:rsidRPr="00686502">
        <w:rPr>
          <w:bCs/>
          <w:lang w:val="sr-Cyrl-CS"/>
        </w:rPr>
        <w:t>”</w:t>
      </w:r>
      <w:r w:rsidRPr="00A90824">
        <w:t>. Ова декларација реафирмише посвећеност сарадњи, промовише примену научних сазнања и поставља основе за даљи рад ове важне међународне иницијативе.</w:t>
      </w:r>
      <w:r w:rsidRPr="00A90824">
        <w:rPr>
          <w:lang w:val="sr-Cyrl-RS"/>
        </w:rPr>
        <w:t xml:space="preserve"> </w:t>
      </w:r>
      <w:r w:rsidR="00A90824">
        <w:rPr>
          <w:lang w:val="sr-Cyrl-RS"/>
        </w:rPr>
        <w:t xml:space="preserve">Република </w:t>
      </w:r>
      <w:r w:rsidRPr="00A90824">
        <w:t>Србија је такође активна чланица Савета Европе, који је усвојио Конвенцију о вештачкој интелигенцији, људским правима, демократији и владавини права. Ова конвенција, која је отворена за потписивање од 5. септембра 2024. године, наглашава етичке принципе, људска права и демократију као неизоставне вредности у развоју и примени вештачке интелигенције.</w:t>
      </w:r>
    </w:p>
    <w:p w14:paraId="021B6FB5" w14:textId="77777777" w:rsidR="00BE0C76" w:rsidRPr="00A90824" w:rsidRDefault="00F04C63" w:rsidP="00984003">
      <w:pPr>
        <w:pStyle w:val="Heading2"/>
        <w:rPr>
          <w:color w:val="000000"/>
          <w:sz w:val="24"/>
          <w:szCs w:val="24"/>
        </w:rPr>
      </w:pPr>
      <w:r w:rsidRPr="00A90824">
        <w:rPr>
          <w:color w:val="000000"/>
          <w:sz w:val="24"/>
          <w:szCs w:val="24"/>
        </w:rPr>
        <w:t xml:space="preserve">3.2. </w:t>
      </w:r>
      <w:r w:rsidR="00BE0C76" w:rsidRPr="00A90824">
        <w:rPr>
          <w:color w:val="000000"/>
          <w:sz w:val="24"/>
          <w:szCs w:val="24"/>
        </w:rPr>
        <w:t>Постојеће стање у Републици Србији</w:t>
      </w:r>
      <w:bookmarkEnd w:id="30"/>
    </w:p>
    <w:p w14:paraId="719936B6" w14:textId="77777777" w:rsidR="00BE0C76" w:rsidRPr="00A90824" w:rsidRDefault="00BE0C76" w:rsidP="00BE0C76">
      <w:pPr>
        <w:rPr>
          <w:color w:val="000000"/>
          <w:szCs w:val="24"/>
          <w:lang w:val="sr-Cyrl-RS"/>
        </w:rPr>
      </w:pPr>
      <w:r w:rsidRPr="00A90824">
        <w:rPr>
          <w:color w:val="000000"/>
          <w:szCs w:val="24"/>
          <w:lang w:val="sr-Cyrl-RS"/>
        </w:rPr>
        <w:t>Република Србија је прву стратегију о вештачкој интелигенцији донела 2019. године. Тиме је поставила темеље, иницијално трасирала пут развоја вештачке интелигенције у националним оквирима и благовремено се укључила у савремене развојне токове. Стратегија је предвиђала пет области развоја: развој образовања за потребе савременог друштва и привреде кроз напредак развоја и примене вештачке интелигенције, развој науке и иновација у области вештачке интелигенције, развој економије заснова</w:t>
      </w:r>
      <w:r w:rsidR="000245FA" w:rsidRPr="00A90824">
        <w:rPr>
          <w:color w:val="000000"/>
          <w:szCs w:val="24"/>
          <w:lang w:val="sr-Cyrl-RS"/>
        </w:rPr>
        <w:t>н</w:t>
      </w:r>
      <w:r w:rsidRPr="00A90824">
        <w:rPr>
          <w:color w:val="000000"/>
          <w:szCs w:val="24"/>
          <w:lang w:val="sr-Cyrl-RS"/>
        </w:rPr>
        <w:t>е на вештачкој интелигенцији, развој услуга јавног сектора применом вештачке интелигенције и примена вештачке интелигенције на етички и безбедан начин.</w:t>
      </w:r>
    </w:p>
    <w:p w14:paraId="1DD4DAA9" w14:textId="02466398" w:rsidR="00BE0C76" w:rsidRPr="00A90824" w:rsidRDefault="003B3B46" w:rsidP="00BE0C76">
      <w:pPr>
        <w:rPr>
          <w:color w:val="000000"/>
          <w:szCs w:val="24"/>
          <w:lang w:val="sr-Cyrl-RS"/>
        </w:rPr>
      </w:pPr>
      <w:r w:rsidRPr="00A90824">
        <w:rPr>
          <w:color w:val="000000"/>
          <w:szCs w:val="24"/>
          <w:lang w:val="sr-Cyrl-RS"/>
        </w:rPr>
        <w:t>К</w:t>
      </w:r>
      <w:r w:rsidR="4D8FA496" w:rsidRPr="00A90824">
        <w:rPr>
          <w:color w:val="000000"/>
          <w:szCs w:val="24"/>
          <w:lang w:val="sr-Cyrl-RS"/>
        </w:rPr>
        <w:t>ао резултат</w:t>
      </w:r>
      <w:r w:rsidR="00E56FEA" w:rsidRPr="00A90824">
        <w:rPr>
          <w:color w:val="000000"/>
          <w:szCs w:val="24"/>
          <w:lang w:val="sr-Cyrl-RS"/>
        </w:rPr>
        <w:t xml:space="preserve"> примене мера</w:t>
      </w:r>
      <w:r w:rsidR="4D8FA496" w:rsidRPr="00A90824">
        <w:rPr>
          <w:color w:val="000000"/>
          <w:szCs w:val="24"/>
          <w:lang w:val="sr-Cyrl-RS"/>
        </w:rPr>
        <w:t xml:space="preserve">, </w:t>
      </w:r>
      <w:r w:rsidR="008B59CA" w:rsidRPr="00A90824">
        <w:rPr>
          <w:color w:val="000000"/>
          <w:szCs w:val="24"/>
          <w:lang w:val="sr-Cyrl-RS"/>
        </w:rPr>
        <w:t>Р</w:t>
      </w:r>
      <w:r w:rsidR="00236765" w:rsidRPr="00A90824">
        <w:rPr>
          <w:color w:val="000000"/>
          <w:szCs w:val="24"/>
          <w:lang w:val="sr-Cyrl-RS"/>
        </w:rPr>
        <w:t>епублика</w:t>
      </w:r>
      <w:r w:rsidR="008B59CA" w:rsidRPr="00A90824">
        <w:rPr>
          <w:color w:val="000000"/>
          <w:szCs w:val="24"/>
          <w:lang w:val="sr-Cyrl-RS"/>
        </w:rPr>
        <w:t xml:space="preserve"> </w:t>
      </w:r>
      <w:r w:rsidR="4D8FA496" w:rsidRPr="00A90824">
        <w:rPr>
          <w:color w:val="000000"/>
          <w:szCs w:val="24"/>
          <w:lang w:val="sr-Cyrl-RS"/>
        </w:rPr>
        <w:t xml:space="preserve">Србија </w:t>
      </w:r>
      <w:r w:rsidR="0071005B" w:rsidRPr="00A90824">
        <w:rPr>
          <w:color w:val="000000"/>
          <w:szCs w:val="24"/>
          <w:lang w:val="sr-Cyrl-RS"/>
        </w:rPr>
        <w:t xml:space="preserve">је </w:t>
      </w:r>
      <w:r w:rsidRPr="00A90824">
        <w:rPr>
          <w:color w:val="000000"/>
          <w:szCs w:val="24"/>
          <w:lang w:val="sr-Cyrl-RS"/>
        </w:rPr>
        <w:t>осн</w:t>
      </w:r>
      <w:r w:rsidR="008B59CA" w:rsidRPr="00A90824">
        <w:rPr>
          <w:color w:val="000000"/>
          <w:szCs w:val="24"/>
          <w:lang w:val="sr-Cyrl-RS"/>
        </w:rPr>
        <w:t>овала</w:t>
      </w:r>
      <w:r w:rsidR="4D8FA496" w:rsidRPr="00A90824">
        <w:rPr>
          <w:color w:val="000000"/>
          <w:szCs w:val="24"/>
          <w:lang w:val="sr-Cyrl-RS"/>
        </w:rPr>
        <w:t xml:space="preserve"> Институт за вештачку интелигенцију који </w:t>
      </w:r>
      <w:r w:rsidRPr="00A90824">
        <w:rPr>
          <w:color w:val="000000"/>
          <w:szCs w:val="24"/>
          <w:lang w:val="sr-Cyrl-RS"/>
        </w:rPr>
        <w:t>окупља близу</w:t>
      </w:r>
      <w:r w:rsidR="4D8FA496" w:rsidRPr="00A90824">
        <w:rPr>
          <w:color w:val="000000"/>
          <w:szCs w:val="24"/>
          <w:lang w:val="sr-Cyrl-RS"/>
        </w:rPr>
        <w:t xml:space="preserve"> шездесет </w:t>
      </w:r>
      <w:r w:rsidR="006E371F" w:rsidRPr="00A90824">
        <w:rPr>
          <w:color w:val="000000"/>
          <w:szCs w:val="24"/>
          <w:lang w:val="sr-Cyrl-RS"/>
        </w:rPr>
        <w:t>истраживача</w:t>
      </w:r>
      <w:r w:rsidR="4D8FA496" w:rsidRPr="00A90824">
        <w:rPr>
          <w:color w:val="000000"/>
          <w:szCs w:val="24"/>
          <w:lang w:val="sr-Cyrl-RS"/>
        </w:rPr>
        <w:t xml:space="preserve">, </w:t>
      </w:r>
      <w:r w:rsidR="007673E7" w:rsidRPr="00A90824">
        <w:rPr>
          <w:color w:val="000000"/>
          <w:szCs w:val="24"/>
          <w:lang w:val="sr-Cyrl-RS"/>
        </w:rPr>
        <w:t>укључ</w:t>
      </w:r>
      <w:r w:rsidR="0071005B" w:rsidRPr="00A90824">
        <w:rPr>
          <w:color w:val="000000"/>
          <w:szCs w:val="24"/>
          <w:lang w:val="sr-Cyrl-RS"/>
        </w:rPr>
        <w:t>ила</w:t>
      </w:r>
      <w:r w:rsidR="007673E7" w:rsidRPr="00A90824">
        <w:rPr>
          <w:color w:val="000000"/>
          <w:szCs w:val="24"/>
          <w:lang w:val="sr-Cyrl-RS"/>
        </w:rPr>
        <w:t xml:space="preserve"> у</w:t>
      </w:r>
      <w:r w:rsidRPr="00A90824">
        <w:rPr>
          <w:color w:val="000000"/>
          <w:szCs w:val="24"/>
          <w:lang w:val="sr-Cyrl-RS"/>
        </w:rPr>
        <w:t xml:space="preserve"> образовне програме </w:t>
      </w:r>
      <w:r w:rsidR="4D8FA496" w:rsidRPr="00A90824">
        <w:rPr>
          <w:color w:val="000000"/>
          <w:szCs w:val="24"/>
          <w:lang w:val="sr-Cyrl-RS"/>
        </w:rPr>
        <w:t>вештачк</w:t>
      </w:r>
      <w:r w:rsidRPr="00A90824">
        <w:rPr>
          <w:color w:val="000000"/>
          <w:szCs w:val="24"/>
          <w:lang w:val="sr-Cyrl-RS"/>
        </w:rPr>
        <w:t>у</w:t>
      </w:r>
      <w:r w:rsidR="4D8FA496" w:rsidRPr="00A90824">
        <w:rPr>
          <w:color w:val="000000"/>
          <w:szCs w:val="24"/>
          <w:lang w:val="sr-Cyrl-RS"/>
        </w:rPr>
        <w:t xml:space="preserve"> интелигенциј</w:t>
      </w:r>
      <w:r w:rsidRPr="00A90824">
        <w:rPr>
          <w:color w:val="000000"/>
          <w:szCs w:val="24"/>
          <w:lang w:val="sr-Cyrl-RS"/>
        </w:rPr>
        <w:t>у</w:t>
      </w:r>
      <w:r w:rsidR="4D8FA496" w:rsidRPr="00A90824">
        <w:rPr>
          <w:color w:val="000000"/>
          <w:szCs w:val="24"/>
          <w:lang w:val="sr-Cyrl-RS"/>
        </w:rPr>
        <w:t xml:space="preserve"> на свим нив</w:t>
      </w:r>
      <w:r w:rsidR="006D6A2F" w:rsidRPr="00A90824">
        <w:rPr>
          <w:color w:val="000000"/>
          <w:szCs w:val="24"/>
          <w:lang w:val="sr-Cyrl-RS"/>
        </w:rPr>
        <w:t>оима</w:t>
      </w:r>
      <w:r w:rsidR="008C7804" w:rsidRPr="00A90824">
        <w:rPr>
          <w:color w:val="000000"/>
          <w:szCs w:val="24"/>
          <w:lang w:val="sr-Cyrl-RS"/>
        </w:rPr>
        <w:t xml:space="preserve"> </w:t>
      </w:r>
      <w:r w:rsidR="0071005B" w:rsidRPr="00A90824">
        <w:rPr>
          <w:color w:val="000000"/>
          <w:szCs w:val="24"/>
          <w:lang w:val="sr-Cyrl-RS"/>
        </w:rPr>
        <w:t xml:space="preserve">и </w:t>
      </w:r>
      <w:r w:rsidR="008C7804" w:rsidRPr="00A90824">
        <w:rPr>
          <w:color w:val="000000"/>
          <w:szCs w:val="24"/>
          <w:lang w:val="sr-Cyrl-RS"/>
        </w:rPr>
        <w:t xml:space="preserve">обезбедила </w:t>
      </w:r>
      <w:r w:rsidR="4D8FA496" w:rsidRPr="00A90824">
        <w:rPr>
          <w:color w:val="000000"/>
          <w:szCs w:val="24"/>
          <w:lang w:val="sr-Cyrl-RS"/>
        </w:rPr>
        <w:t xml:space="preserve">средства </w:t>
      </w:r>
      <w:r w:rsidR="007673E7" w:rsidRPr="00A90824">
        <w:rPr>
          <w:color w:val="000000"/>
          <w:szCs w:val="24"/>
          <w:lang w:val="sr-Cyrl-RS"/>
        </w:rPr>
        <w:t>за</w:t>
      </w:r>
      <w:r w:rsidR="4D8FA496" w:rsidRPr="00A90824">
        <w:rPr>
          <w:color w:val="000000"/>
          <w:szCs w:val="24"/>
          <w:lang w:val="sr-Cyrl-RS"/>
        </w:rPr>
        <w:t xml:space="preserve"> развој науке, стартапа, малих и средњих предузећа и </w:t>
      </w:r>
      <w:r w:rsidRPr="00A90824">
        <w:rPr>
          <w:color w:val="000000"/>
          <w:szCs w:val="24"/>
          <w:lang w:val="sr-Cyrl-RS"/>
        </w:rPr>
        <w:t>других привредних субјеката</w:t>
      </w:r>
      <w:r w:rsidR="4D8FA496" w:rsidRPr="00A90824">
        <w:rPr>
          <w:color w:val="000000"/>
          <w:szCs w:val="24"/>
          <w:lang w:val="sr-Cyrl-RS"/>
        </w:rPr>
        <w:t xml:space="preserve"> </w:t>
      </w:r>
      <w:r w:rsidR="007673E7" w:rsidRPr="00A90824">
        <w:rPr>
          <w:color w:val="000000"/>
          <w:szCs w:val="24"/>
          <w:lang w:val="sr-Cyrl-RS"/>
        </w:rPr>
        <w:t>у овој</w:t>
      </w:r>
      <w:r w:rsidR="4D8FA496" w:rsidRPr="00A90824">
        <w:rPr>
          <w:color w:val="000000"/>
          <w:szCs w:val="24"/>
          <w:lang w:val="sr-Cyrl-RS"/>
        </w:rPr>
        <w:t xml:space="preserve"> </w:t>
      </w:r>
      <w:r w:rsidR="007673E7" w:rsidRPr="00A90824">
        <w:rPr>
          <w:color w:val="000000"/>
          <w:szCs w:val="24"/>
          <w:lang w:val="sr-Cyrl-RS"/>
        </w:rPr>
        <w:t>области</w:t>
      </w:r>
      <w:r w:rsidR="4D8FA496" w:rsidRPr="00A90824">
        <w:rPr>
          <w:color w:val="000000"/>
          <w:szCs w:val="24"/>
          <w:lang w:val="sr-Cyrl-RS"/>
        </w:rPr>
        <w:t xml:space="preserve">. Покренуте су активности у вези са отварањем података и </w:t>
      </w:r>
      <w:r w:rsidR="00052A0B" w:rsidRPr="00A90824">
        <w:rPr>
          <w:color w:val="000000"/>
          <w:szCs w:val="24"/>
          <w:lang w:val="sr-Cyrl-RS"/>
        </w:rPr>
        <w:t xml:space="preserve">њиховом </w:t>
      </w:r>
      <w:r w:rsidR="4D8FA496" w:rsidRPr="00A90824">
        <w:rPr>
          <w:color w:val="000000"/>
          <w:szCs w:val="24"/>
          <w:lang w:val="sr-Cyrl-RS"/>
        </w:rPr>
        <w:t xml:space="preserve">поновном употребом, донете су Етичке смернице </w:t>
      </w:r>
      <w:r w:rsidR="007673E7" w:rsidRPr="00A90824">
        <w:rPr>
          <w:color w:val="000000"/>
          <w:szCs w:val="24"/>
          <w:lang w:val="sr-Cyrl-RS"/>
        </w:rPr>
        <w:t xml:space="preserve">за развој, примену и употребу </w:t>
      </w:r>
      <w:r w:rsidR="00052A0B" w:rsidRPr="00A90824">
        <w:rPr>
          <w:color w:val="000000"/>
          <w:szCs w:val="24"/>
          <w:lang w:val="sr-Cyrl-RS"/>
        </w:rPr>
        <w:t xml:space="preserve">поуздане и одговорне </w:t>
      </w:r>
      <w:r w:rsidR="007673E7" w:rsidRPr="00A90824">
        <w:rPr>
          <w:color w:val="000000"/>
          <w:szCs w:val="24"/>
          <w:lang w:val="sr-Cyrl-RS"/>
        </w:rPr>
        <w:t>вештачке интелигенције што је</w:t>
      </w:r>
      <w:r w:rsidR="4D8FA496" w:rsidRPr="00A90824">
        <w:rPr>
          <w:color w:val="000000"/>
          <w:szCs w:val="24"/>
          <w:lang w:val="sr-Cyrl-RS"/>
        </w:rPr>
        <w:t xml:space="preserve"> </w:t>
      </w:r>
      <w:r w:rsidR="008C7804" w:rsidRPr="00A90824">
        <w:rPr>
          <w:color w:val="000000"/>
          <w:szCs w:val="24"/>
          <w:lang w:val="sr-Cyrl-RS"/>
        </w:rPr>
        <w:t>Р</w:t>
      </w:r>
      <w:r w:rsidR="00A907C5">
        <w:rPr>
          <w:color w:val="000000"/>
          <w:szCs w:val="24"/>
          <w:lang w:val="sr-Cyrl-RS"/>
        </w:rPr>
        <w:t>епублику</w:t>
      </w:r>
      <w:r w:rsidR="008C7804" w:rsidRPr="00A90824">
        <w:rPr>
          <w:color w:val="000000"/>
          <w:szCs w:val="24"/>
          <w:lang w:val="sr-Cyrl-RS"/>
        </w:rPr>
        <w:t xml:space="preserve"> </w:t>
      </w:r>
      <w:r w:rsidR="4D8FA496" w:rsidRPr="00A90824">
        <w:rPr>
          <w:color w:val="000000"/>
          <w:szCs w:val="24"/>
          <w:lang w:val="sr-Cyrl-RS"/>
        </w:rPr>
        <w:t>Србиј</w:t>
      </w:r>
      <w:r w:rsidR="007673E7" w:rsidRPr="00A90824">
        <w:rPr>
          <w:color w:val="000000"/>
          <w:szCs w:val="24"/>
          <w:lang w:val="sr-Cyrl-RS"/>
        </w:rPr>
        <w:t>у</w:t>
      </w:r>
      <w:r w:rsidR="4D8FA496" w:rsidRPr="00A90824">
        <w:rPr>
          <w:color w:val="000000"/>
          <w:szCs w:val="24"/>
          <w:lang w:val="sr-Cyrl-RS"/>
        </w:rPr>
        <w:t xml:space="preserve"> </w:t>
      </w:r>
      <w:r w:rsidR="007673E7" w:rsidRPr="00A90824">
        <w:rPr>
          <w:color w:val="000000"/>
          <w:szCs w:val="24"/>
          <w:lang w:val="sr-Cyrl-RS"/>
        </w:rPr>
        <w:t>на светској мапи означило као</w:t>
      </w:r>
      <w:r w:rsidR="4D8FA496" w:rsidRPr="00A90824">
        <w:rPr>
          <w:color w:val="000000"/>
          <w:szCs w:val="24"/>
          <w:lang w:val="sr-Cyrl-RS"/>
        </w:rPr>
        <w:t xml:space="preserve"> земљ</w:t>
      </w:r>
      <w:r w:rsidR="007673E7" w:rsidRPr="00A90824">
        <w:rPr>
          <w:color w:val="000000"/>
          <w:szCs w:val="24"/>
          <w:lang w:val="sr-Cyrl-RS"/>
        </w:rPr>
        <w:t>у</w:t>
      </w:r>
      <w:r w:rsidR="4D8FA496" w:rsidRPr="00A90824">
        <w:rPr>
          <w:color w:val="000000"/>
          <w:szCs w:val="24"/>
          <w:lang w:val="sr-Cyrl-RS"/>
        </w:rPr>
        <w:t xml:space="preserve"> која </w:t>
      </w:r>
      <w:r w:rsidR="007673E7" w:rsidRPr="00A90824">
        <w:rPr>
          <w:color w:val="000000"/>
          <w:szCs w:val="24"/>
          <w:lang w:val="sr-Cyrl-RS"/>
        </w:rPr>
        <w:t xml:space="preserve">вештачку интелигенцију жели </w:t>
      </w:r>
      <w:r w:rsidR="4D8FA496" w:rsidRPr="00A90824">
        <w:rPr>
          <w:color w:val="000000"/>
          <w:szCs w:val="24"/>
          <w:lang w:val="sr-Cyrl-RS"/>
        </w:rPr>
        <w:t xml:space="preserve">да </w:t>
      </w:r>
      <w:r w:rsidR="007673E7" w:rsidRPr="00A90824">
        <w:rPr>
          <w:color w:val="000000"/>
          <w:szCs w:val="24"/>
          <w:lang w:val="sr-Cyrl-RS"/>
        </w:rPr>
        <w:t>користи</w:t>
      </w:r>
      <w:r w:rsidR="4D8FA496" w:rsidRPr="00A90824">
        <w:rPr>
          <w:color w:val="000000"/>
          <w:szCs w:val="24"/>
          <w:lang w:val="sr-Cyrl-RS"/>
        </w:rPr>
        <w:t xml:space="preserve"> на сигуран, безбедан и одговоран начин. На међународном нивоу, </w:t>
      </w:r>
      <w:r w:rsidR="00052A0B" w:rsidRPr="00A90824">
        <w:rPr>
          <w:color w:val="000000"/>
          <w:szCs w:val="24"/>
          <w:lang w:val="sr-Cyrl-RS"/>
        </w:rPr>
        <w:t>признање је дошло</w:t>
      </w:r>
      <w:r w:rsidR="4D8FA496" w:rsidRPr="00A90824">
        <w:rPr>
          <w:color w:val="000000"/>
          <w:szCs w:val="24"/>
          <w:lang w:val="sr-Cyrl-RS"/>
        </w:rPr>
        <w:t xml:space="preserve"> </w:t>
      </w:r>
      <w:r w:rsidR="00052A0B" w:rsidRPr="00A90824">
        <w:rPr>
          <w:color w:val="000000"/>
          <w:szCs w:val="24"/>
          <w:lang w:val="sr-Cyrl-RS"/>
        </w:rPr>
        <w:t>из</w:t>
      </w:r>
      <w:r w:rsidR="4D8FA496" w:rsidRPr="00A90824">
        <w:rPr>
          <w:color w:val="000000"/>
          <w:szCs w:val="24"/>
          <w:lang w:val="sr-Cyrl-RS"/>
        </w:rPr>
        <w:t>б</w:t>
      </w:r>
      <w:r w:rsidR="00052A0B" w:rsidRPr="00A90824">
        <w:rPr>
          <w:color w:val="000000"/>
          <w:szCs w:val="24"/>
          <w:lang w:val="sr-Cyrl-RS"/>
        </w:rPr>
        <w:t>о</w:t>
      </w:r>
      <w:r w:rsidR="009E39EA">
        <w:rPr>
          <w:color w:val="000000"/>
          <w:szCs w:val="24"/>
          <w:lang w:val="sr-Cyrl-RS"/>
        </w:rPr>
        <w:t xml:space="preserve">ром Републике </w:t>
      </w:r>
      <w:r w:rsidR="4D8FA496" w:rsidRPr="00A90824">
        <w:rPr>
          <w:color w:val="000000"/>
          <w:szCs w:val="24"/>
          <w:lang w:val="sr-Cyrl-RS"/>
        </w:rPr>
        <w:t>Србије као председавајућег Глобалног партнерства за вештачку интелигенцију</w:t>
      </w:r>
      <w:r w:rsidR="006E371F" w:rsidRPr="00A90824">
        <w:rPr>
          <w:color w:val="000000"/>
          <w:szCs w:val="24"/>
          <w:lang w:val="sr-Cyrl-RS"/>
        </w:rPr>
        <w:t xml:space="preserve"> (</w:t>
      </w:r>
      <w:r w:rsidR="00AD6EDD" w:rsidRPr="00A90824">
        <w:rPr>
          <w:color w:val="000000"/>
          <w:szCs w:val="24"/>
          <w:lang w:val="sr-Cyrl-RS"/>
        </w:rPr>
        <w:t xml:space="preserve">енг. Global Partnership on Artificial Intelligence - </w:t>
      </w:r>
      <w:r w:rsidR="006E371F" w:rsidRPr="00A90824">
        <w:rPr>
          <w:color w:val="000000"/>
          <w:szCs w:val="24"/>
          <w:lang w:val="sr-Cyrl-RS"/>
        </w:rPr>
        <w:t>GPAI)</w:t>
      </w:r>
      <w:r w:rsidR="4D8FA496" w:rsidRPr="00A90824">
        <w:rPr>
          <w:color w:val="000000"/>
          <w:szCs w:val="24"/>
          <w:lang w:val="sr-Cyrl-RS"/>
        </w:rPr>
        <w:t xml:space="preserve">. </w:t>
      </w:r>
    </w:p>
    <w:p w14:paraId="09D5373A" w14:textId="77777777" w:rsidR="006D7875" w:rsidRPr="00A90824" w:rsidRDefault="006D7875" w:rsidP="006D7875">
      <w:pPr>
        <w:rPr>
          <w:color w:val="000000"/>
          <w:szCs w:val="24"/>
          <w:lang w:val="sr-Cyrl-RS"/>
        </w:rPr>
      </w:pPr>
      <w:r w:rsidRPr="00A90824">
        <w:rPr>
          <w:color w:val="000000"/>
          <w:szCs w:val="24"/>
          <w:lang w:val="sr-Cyrl-RS"/>
        </w:rPr>
        <w:t xml:space="preserve">У протеклом периоду пратећи трендове развоја образовања у складу са актуелном Стратегијом вештачке интелигенције уведена су два предмета у основне и три изборна предмета у средње школе </w:t>
      </w:r>
      <w:r w:rsidR="00AD6EDD" w:rsidRPr="00A90824">
        <w:rPr>
          <w:color w:val="000000"/>
          <w:szCs w:val="24"/>
          <w:lang w:val="sr-Cyrl-RS"/>
        </w:rPr>
        <w:t xml:space="preserve">на </w:t>
      </w:r>
      <w:r w:rsidRPr="00A90824">
        <w:rPr>
          <w:color w:val="000000"/>
          <w:szCs w:val="24"/>
          <w:lang w:val="sr-Cyrl-RS"/>
        </w:rPr>
        <w:t>кој</w:t>
      </w:r>
      <w:r w:rsidR="00AD6EDD" w:rsidRPr="00A90824">
        <w:rPr>
          <w:color w:val="000000"/>
          <w:szCs w:val="24"/>
          <w:lang w:val="sr-Cyrl-RS"/>
        </w:rPr>
        <w:t>има се изучава вештачка интелигенција</w:t>
      </w:r>
      <w:r w:rsidRPr="00A90824">
        <w:rPr>
          <w:color w:val="000000"/>
          <w:szCs w:val="24"/>
          <w:lang w:val="sr-Cyrl-RS"/>
        </w:rPr>
        <w:t xml:space="preserve">. </w:t>
      </w:r>
      <w:r w:rsidR="001E26EE" w:rsidRPr="00A90824">
        <w:rPr>
          <w:color w:val="000000"/>
          <w:szCs w:val="24"/>
          <w:lang w:val="sr-Cyrl-RS"/>
        </w:rPr>
        <w:t>Захваљујући томе</w:t>
      </w:r>
      <w:r w:rsidRPr="00A90824">
        <w:rPr>
          <w:color w:val="000000"/>
          <w:szCs w:val="24"/>
          <w:lang w:val="sr-Cyrl-RS"/>
        </w:rPr>
        <w:t xml:space="preserve">, Република Србија </w:t>
      </w:r>
      <w:r w:rsidR="001E26EE" w:rsidRPr="00A90824">
        <w:rPr>
          <w:color w:val="000000"/>
          <w:szCs w:val="24"/>
          <w:lang w:val="sr-Cyrl-RS"/>
        </w:rPr>
        <w:t xml:space="preserve">је </w:t>
      </w:r>
      <w:r w:rsidRPr="00A90824">
        <w:rPr>
          <w:color w:val="000000"/>
          <w:szCs w:val="24"/>
          <w:lang w:val="sr-Cyrl-RS"/>
        </w:rPr>
        <w:t xml:space="preserve">препозната од стране </w:t>
      </w:r>
      <w:r w:rsidR="00067948" w:rsidRPr="00A90824">
        <w:rPr>
          <w:color w:val="000000"/>
          <w:szCs w:val="24"/>
          <w:lang w:val="sr-Cyrl-RS"/>
        </w:rPr>
        <w:t xml:space="preserve">Организације Уједињених нација за образовање, науку и културу (енг. United Nations Educational, Scientific and Cultural Organization - </w:t>
      </w:r>
      <w:r w:rsidRPr="00A90824">
        <w:rPr>
          <w:color w:val="000000"/>
          <w:szCs w:val="24"/>
          <w:lang w:val="sr-Cyrl-RS"/>
        </w:rPr>
        <w:t>UNESCO</w:t>
      </w:r>
      <w:r w:rsidR="00067948" w:rsidRPr="00A90824">
        <w:rPr>
          <w:color w:val="000000"/>
          <w:szCs w:val="24"/>
          <w:lang w:val="sr-Cyrl-RS"/>
        </w:rPr>
        <w:t>)</w:t>
      </w:r>
      <w:r w:rsidRPr="00A90824">
        <w:rPr>
          <w:color w:val="000000"/>
          <w:szCs w:val="24"/>
          <w:lang w:val="sr-Cyrl-RS"/>
        </w:rPr>
        <w:t xml:space="preserve"> као једна од 11 земаља која је увела вештачку интелигенцију на националном нивоу у К-12 образовни систем</w:t>
      </w:r>
      <w:r w:rsidR="00AD6EDD" w:rsidRPr="00A90824">
        <w:rPr>
          <w:color w:val="000000"/>
          <w:szCs w:val="24"/>
          <w:lang w:val="sr-Cyrl-RS"/>
        </w:rPr>
        <w:t xml:space="preserve"> (основно и средње образовање)</w:t>
      </w:r>
      <w:r w:rsidRPr="00A90824">
        <w:rPr>
          <w:color w:val="000000"/>
          <w:szCs w:val="24"/>
          <w:lang w:val="sr-Cyrl-RS"/>
        </w:rPr>
        <w:t xml:space="preserve">. У делу високошколског образовања успостављени су студијски програми који се планом и програмом наставе у потпуности или већим делом уклапају у основни курикулум који студентима основних студија пружа знање и вештине потребне за </w:t>
      </w:r>
      <w:r w:rsidR="00AD6EDD" w:rsidRPr="00A90824">
        <w:rPr>
          <w:color w:val="000000"/>
          <w:szCs w:val="24"/>
          <w:lang w:val="sr-Cyrl-RS"/>
        </w:rPr>
        <w:t xml:space="preserve">усавршавање на </w:t>
      </w:r>
      <w:r w:rsidRPr="00A90824">
        <w:rPr>
          <w:color w:val="000000"/>
          <w:szCs w:val="24"/>
          <w:lang w:val="sr-Cyrl-RS"/>
        </w:rPr>
        <w:t>пос</w:t>
      </w:r>
      <w:r w:rsidR="001E26EE" w:rsidRPr="00A90824">
        <w:rPr>
          <w:color w:val="000000"/>
          <w:szCs w:val="24"/>
          <w:lang w:val="sr-Cyrl-RS"/>
        </w:rPr>
        <w:t>т</w:t>
      </w:r>
      <w:r w:rsidRPr="00A90824">
        <w:rPr>
          <w:color w:val="000000"/>
          <w:szCs w:val="24"/>
          <w:lang w:val="sr-Cyrl-RS"/>
        </w:rPr>
        <w:t>дипломски</w:t>
      </w:r>
      <w:r w:rsidR="00AD6EDD" w:rsidRPr="00A90824">
        <w:rPr>
          <w:color w:val="000000"/>
          <w:szCs w:val="24"/>
          <w:lang w:val="sr-Cyrl-RS"/>
        </w:rPr>
        <w:t>м</w:t>
      </w:r>
      <w:r w:rsidRPr="00A90824">
        <w:rPr>
          <w:color w:val="000000"/>
          <w:szCs w:val="24"/>
          <w:lang w:val="sr-Cyrl-RS"/>
        </w:rPr>
        <w:t xml:space="preserve"> студија</w:t>
      </w:r>
      <w:r w:rsidR="00AD6EDD" w:rsidRPr="00A90824">
        <w:rPr>
          <w:color w:val="000000"/>
          <w:szCs w:val="24"/>
          <w:lang w:val="sr-Cyrl-RS"/>
        </w:rPr>
        <w:t>ма</w:t>
      </w:r>
      <w:r w:rsidRPr="00A90824">
        <w:rPr>
          <w:color w:val="000000"/>
          <w:szCs w:val="24"/>
          <w:lang w:val="sr-Cyrl-RS"/>
        </w:rPr>
        <w:t xml:space="preserve"> из области </w:t>
      </w:r>
      <w:r w:rsidR="00AD6EDD" w:rsidRPr="00A90824">
        <w:rPr>
          <w:color w:val="000000"/>
          <w:szCs w:val="24"/>
          <w:lang w:val="sr-Cyrl-RS"/>
        </w:rPr>
        <w:t>вештачке интелигенције</w:t>
      </w:r>
      <w:r w:rsidRPr="00A90824">
        <w:rPr>
          <w:color w:val="000000"/>
          <w:szCs w:val="24"/>
          <w:lang w:val="sr-Cyrl-RS"/>
        </w:rPr>
        <w:t xml:space="preserve">. </w:t>
      </w:r>
      <w:r w:rsidR="00AD6EDD" w:rsidRPr="00A90824">
        <w:rPr>
          <w:color w:val="000000"/>
          <w:szCs w:val="24"/>
          <w:lang w:val="sr-Cyrl-RS"/>
        </w:rPr>
        <w:t>Н</w:t>
      </w:r>
      <w:r w:rsidRPr="00A90824">
        <w:rPr>
          <w:color w:val="000000"/>
          <w:szCs w:val="24"/>
          <w:lang w:val="sr-Cyrl-RS"/>
        </w:rPr>
        <w:t xml:space="preserve">а шест факултета успостављено </w:t>
      </w:r>
      <w:r w:rsidR="00AD6EDD" w:rsidRPr="00A90824">
        <w:rPr>
          <w:color w:val="000000"/>
          <w:szCs w:val="24"/>
          <w:lang w:val="sr-Cyrl-RS"/>
        </w:rPr>
        <w:t xml:space="preserve">је </w:t>
      </w:r>
      <w:r w:rsidRPr="00A90824">
        <w:rPr>
          <w:color w:val="000000"/>
          <w:szCs w:val="24"/>
          <w:lang w:val="sr-Cyrl-RS"/>
        </w:rPr>
        <w:t xml:space="preserve">седам мастер програма </w:t>
      </w:r>
      <w:r w:rsidR="00AD6EDD" w:rsidRPr="00A90824">
        <w:rPr>
          <w:color w:val="000000"/>
          <w:szCs w:val="24"/>
          <w:lang w:val="sr-Cyrl-RS"/>
        </w:rPr>
        <w:t>у овој области које је</w:t>
      </w:r>
      <w:r w:rsidRPr="00A90824">
        <w:rPr>
          <w:color w:val="000000"/>
          <w:szCs w:val="24"/>
          <w:lang w:val="sr-Cyrl-RS"/>
        </w:rPr>
        <w:t xml:space="preserve"> до сада уписа</w:t>
      </w:r>
      <w:r w:rsidR="00AD6EDD" w:rsidRPr="00A90824">
        <w:rPr>
          <w:color w:val="000000"/>
          <w:szCs w:val="24"/>
          <w:lang w:val="sr-Cyrl-RS"/>
        </w:rPr>
        <w:t>ло</w:t>
      </w:r>
      <w:r w:rsidRPr="00A90824">
        <w:rPr>
          <w:color w:val="000000"/>
          <w:szCs w:val="24"/>
          <w:lang w:val="sr-Cyrl-RS"/>
        </w:rPr>
        <w:t xml:space="preserve"> 133 студента. Ови програми осмишљени су да прат</w:t>
      </w:r>
      <w:r w:rsidR="00AD6EDD" w:rsidRPr="00A90824">
        <w:rPr>
          <w:color w:val="000000"/>
          <w:szCs w:val="24"/>
          <w:lang w:val="sr-Cyrl-RS"/>
        </w:rPr>
        <w:t>е</w:t>
      </w:r>
      <w:r w:rsidRPr="00A90824">
        <w:rPr>
          <w:color w:val="000000"/>
          <w:szCs w:val="24"/>
          <w:lang w:val="sr-Cyrl-RS"/>
        </w:rPr>
        <w:t xml:space="preserve"> потребе привреде. </w:t>
      </w:r>
    </w:p>
    <w:p w14:paraId="53B45787" w14:textId="77777777" w:rsidR="006D7875" w:rsidRPr="00A90824" w:rsidRDefault="006D7875" w:rsidP="006D7875">
      <w:pPr>
        <w:rPr>
          <w:color w:val="000000"/>
          <w:szCs w:val="24"/>
          <w:lang w:val="sr-Cyrl-RS"/>
        </w:rPr>
      </w:pPr>
      <w:r w:rsidRPr="00A90824">
        <w:rPr>
          <w:color w:val="000000"/>
          <w:szCs w:val="24"/>
          <w:lang w:val="sr-Cyrl-RS"/>
        </w:rPr>
        <w:t xml:space="preserve">Кроз </w:t>
      </w:r>
      <w:r w:rsidR="00641658" w:rsidRPr="00A90824">
        <w:rPr>
          <w:color w:val="000000"/>
          <w:szCs w:val="24"/>
          <w:lang w:val="sr-Cyrl-RS"/>
        </w:rPr>
        <w:t xml:space="preserve">посебне </w:t>
      </w:r>
      <w:r w:rsidRPr="00A90824">
        <w:rPr>
          <w:color w:val="000000"/>
          <w:szCs w:val="24"/>
          <w:lang w:val="sr-Cyrl-RS"/>
        </w:rPr>
        <w:t>програме обук</w:t>
      </w:r>
      <w:r w:rsidR="00641658" w:rsidRPr="00A90824">
        <w:rPr>
          <w:color w:val="000000"/>
          <w:szCs w:val="24"/>
          <w:lang w:val="sr-Cyrl-RS"/>
        </w:rPr>
        <w:t>а из области вештачке интелигенције</w:t>
      </w:r>
      <w:r w:rsidRPr="00A90824">
        <w:rPr>
          <w:color w:val="000000"/>
          <w:szCs w:val="24"/>
          <w:lang w:val="sr-Cyrl-RS"/>
        </w:rPr>
        <w:t xml:space="preserve"> реализован</w:t>
      </w:r>
      <w:r w:rsidR="00641658" w:rsidRPr="00A90824">
        <w:rPr>
          <w:color w:val="000000"/>
          <w:szCs w:val="24"/>
          <w:lang w:val="sr-Cyrl-RS"/>
        </w:rPr>
        <w:t>их</w:t>
      </w:r>
      <w:r w:rsidRPr="00A90824">
        <w:rPr>
          <w:color w:val="000000"/>
          <w:szCs w:val="24"/>
          <w:lang w:val="sr-Cyrl-RS"/>
        </w:rPr>
        <w:t xml:space="preserve"> од стране Националне академије за јавну управу прошло </w:t>
      </w:r>
      <w:r w:rsidR="00641658" w:rsidRPr="00A90824">
        <w:rPr>
          <w:color w:val="000000"/>
          <w:szCs w:val="24"/>
          <w:lang w:val="sr-Cyrl-RS"/>
        </w:rPr>
        <w:t xml:space="preserve">је </w:t>
      </w:r>
      <w:r w:rsidRPr="00A90824">
        <w:rPr>
          <w:color w:val="000000"/>
          <w:szCs w:val="24"/>
          <w:lang w:val="sr-Cyrl-RS"/>
        </w:rPr>
        <w:t xml:space="preserve">600 полазника. </w:t>
      </w:r>
      <w:r w:rsidR="00641658" w:rsidRPr="00A90824">
        <w:rPr>
          <w:color w:val="000000"/>
          <w:szCs w:val="24"/>
          <w:lang w:val="sr-Cyrl-RS"/>
        </w:rPr>
        <w:t>У</w:t>
      </w:r>
      <w:r w:rsidRPr="00A90824">
        <w:rPr>
          <w:color w:val="000000"/>
          <w:szCs w:val="24"/>
          <w:lang w:val="sr-Cyrl-RS"/>
        </w:rPr>
        <w:t xml:space="preserve"> плану је реализација обуке </w:t>
      </w:r>
      <w:r w:rsidR="00641658" w:rsidRPr="00A90824">
        <w:rPr>
          <w:color w:val="000000"/>
          <w:szCs w:val="24"/>
          <w:lang w:val="sr-Cyrl-RS"/>
        </w:rPr>
        <w:t>„</w:t>
      </w:r>
      <w:r w:rsidRPr="00A90824">
        <w:rPr>
          <w:color w:val="000000"/>
          <w:szCs w:val="24"/>
          <w:lang w:val="sr-Cyrl-RS"/>
        </w:rPr>
        <w:t xml:space="preserve">Примена етичких смерница у развоју, имплементацији и примени поуздане и одговорне вештачке интелигенције”. </w:t>
      </w:r>
    </w:p>
    <w:p w14:paraId="488EBD5E" w14:textId="5190A511" w:rsidR="00E90147" w:rsidRPr="00A90824" w:rsidRDefault="00E90147" w:rsidP="006D7875">
      <w:pPr>
        <w:rPr>
          <w:color w:val="000000"/>
          <w:szCs w:val="24"/>
          <w:lang w:val="sr-Cyrl-RS"/>
        </w:rPr>
      </w:pPr>
      <w:r w:rsidRPr="00A90824">
        <w:rPr>
          <w:color w:val="000000"/>
          <w:szCs w:val="24"/>
          <w:lang w:val="sr-Cyrl-RS"/>
        </w:rPr>
        <w:t xml:space="preserve">Први </w:t>
      </w:r>
      <w:r w:rsidR="00641658" w:rsidRPr="00A90824">
        <w:rPr>
          <w:color w:val="000000"/>
          <w:szCs w:val="24"/>
          <w:lang w:val="sr-Cyrl-RS"/>
        </w:rPr>
        <w:t>„</w:t>
      </w:r>
      <w:r w:rsidRPr="00A90824">
        <w:rPr>
          <w:color w:val="000000"/>
          <w:szCs w:val="24"/>
          <w:lang w:val="sr-Cyrl-RS"/>
        </w:rPr>
        <w:t xml:space="preserve">мастер клас” под називом </w:t>
      </w:r>
      <w:r w:rsidR="00641658" w:rsidRPr="00A90824">
        <w:rPr>
          <w:color w:val="000000"/>
          <w:szCs w:val="24"/>
          <w:lang w:val="sr-Cyrl-RS"/>
        </w:rPr>
        <w:t>„</w:t>
      </w:r>
      <w:r w:rsidRPr="00A90824">
        <w:rPr>
          <w:color w:val="000000"/>
          <w:szCs w:val="24"/>
          <w:lang w:val="sr-Cyrl-RS"/>
        </w:rPr>
        <w:t>Мастер клас – Регулисање вештачке интелигенције: правни и етички изазови</w:t>
      </w:r>
      <w:r w:rsidR="00641658" w:rsidRPr="00A90824">
        <w:rPr>
          <w:color w:val="000000"/>
          <w:szCs w:val="24"/>
          <w:lang w:val="sr-Cyrl-RS"/>
        </w:rPr>
        <w:t>”</w:t>
      </w:r>
      <w:r w:rsidRPr="00A90824">
        <w:rPr>
          <w:color w:val="000000"/>
          <w:szCs w:val="24"/>
          <w:lang w:val="sr-Cyrl-RS"/>
        </w:rPr>
        <w:t xml:space="preserve"> реализован је крајем 2023. године у Новом Саду и Београду у организацији Истраживачко-развојног института за вештачку интелигенцију </w:t>
      </w:r>
      <w:r w:rsidR="009E39EA">
        <w:rPr>
          <w:color w:val="000000"/>
          <w:szCs w:val="24"/>
          <w:lang w:val="sr-Cyrl-RS"/>
        </w:rPr>
        <w:t xml:space="preserve">Републике </w:t>
      </w:r>
      <w:r w:rsidRPr="00A90824">
        <w:rPr>
          <w:color w:val="000000"/>
          <w:szCs w:val="24"/>
          <w:lang w:val="sr-Cyrl-RS"/>
        </w:rPr>
        <w:t>Србије и Факултета организационих наука Универзитета у Београду. Преко 110 учесника из</w:t>
      </w:r>
      <w:r w:rsidR="009E39EA">
        <w:rPr>
          <w:color w:val="000000"/>
          <w:szCs w:val="24"/>
          <w:lang w:val="sr-Cyrl-RS"/>
        </w:rPr>
        <w:t xml:space="preserve"> Републике</w:t>
      </w:r>
      <w:r w:rsidRPr="00A90824">
        <w:rPr>
          <w:color w:val="000000"/>
          <w:szCs w:val="24"/>
          <w:lang w:val="sr-Cyrl-RS"/>
        </w:rPr>
        <w:t xml:space="preserve"> Србије и региона, који су представљали практично све секторе привреде и друштва на које ће утицати развој </w:t>
      </w:r>
      <w:r w:rsidR="00876939" w:rsidRPr="00A90824">
        <w:rPr>
          <w:color w:val="000000"/>
          <w:szCs w:val="24"/>
          <w:lang w:val="sr-Cyrl-RS"/>
        </w:rPr>
        <w:t xml:space="preserve">вештачке интелигенције </w:t>
      </w:r>
      <w:r w:rsidRPr="00A90824">
        <w:rPr>
          <w:color w:val="000000"/>
          <w:szCs w:val="24"/>
          <w:lang w:val="sr-Cyrl-RS"/>
        </w:rPr>
        <w:t>је имало шансу да учи подели искуства са више од 70 угледних предавача из земље и иностранства.</w:t>
      </w:r>
    </w:p>
    <w:p w14:paraId="2703AB7F" w14:textId="09AAE695" w:rsidR="00E90147" w:rsidRPr="00A90824" w:rsidRDefault="008C7804" w:rsidP="006D7875">
      <w:pPr>
        <w:rPr>
          <w:color w:val="000000"/>
          <w:szCs w:val="24"/>
          <w:lang w:val="sr-Cyrl-RS"/>
        </w:rPr>
      </w:pPr>
      <w:r w:rsidRPr="00A90824">
        <w:rPr>
          <w:color w:val="000000"/>
          <w:szCs w:val="24"/>
          <w:lang w:val="sr-Cyrl-RS"/>
        </w:rPr>
        <w:t xml:space="preserve">У трећем кварталу </w:t>
      </w:r>
      <w:r w:rsidR="00E90147" w:rsidRPr="00A90824">
        <w:rPr>
          <w:color w:val="000000"/>
          <w:szCs w:val="24"/>
          <w:lang w:val="sr-Cyrl-RS"/>
        </w:rPr>
        <w:t xml:space="preserve">2024. године, </w:t>
      </w:r>
      <w:r w:rsidR="004E5C84">
        <w:rPr>
          <w:color w:val="000000"/>
          <w:szCs w:val="24"/>
          <w:lang w:val="sr-Cyrl-RS"/>
        </w:rPr>
        <w:t xml:space="preserve">Република </w:t>
      </w:r>
      <w:r w:rsidR="00E90147" w:rsidRPr="00A90824">
        <w:rPr>
          <w:color w:val="000000"/>
          <w:szCs w:val="24"/>
          <w:lang w:val="sr-Cyrl-RS"/>
        </w:rPr>
        <w:t>Србија је постала прва земља, која није чланица ЕУ, у којој је одржана престижна Источноевропска школа машинског учења. Школу је похађало више од 200 истраживача и инжењера из 47 зем</w:t>
      </w:r>
      <w:r w:rsidR="0071005B" w:rsidRPr="00A90824">
        <w:rPr>
          <w:color w:val="000000"/>
          <w:szCs w:val="24"/>
          <w:lang w:val="sr-Cyrl-RS"/>
        </w:rPr>
        <w:t>аља</w:t>
      </w:r>
      <w:r w:rsidR="00E90147" w:rsidRPr="00A90824">
        <w:rPr>
          <w:color w:val="000000"/>
          <w:szCs w:val="24"/>
          <w:lang w:val="sr-Cyrl-RS"/>
        </w:rPr>
        <w:t xml:space="preserve"> света.</w:t>
      </w:r>
    </w:p>
    <w:p w14:paraId="52D6F3A3" w14:textId="77777777" w:rsidR="006D7875" w:rsidRPr="00A90824" w:rsidRDefault="0F9A6152" w:rsidP="006D7875">
      <w:pPr>
        <w:rPr>
          <w:color w:val="000000"/>
          <w:szCs w:val="24"/>
          <w:lang w:val="sr-Cyrl-RS"/>
        </w:rPr>
      </w:pPr>
      <w:r w:rsidRPr="00A90824">
        <w:rPr>
          <w:color w:val="000000"/>
          <w:szCs w:val="24"/>
          <w:lang w:val="sr-Cyrl-RS"/>
        </w:rPr>
        <w:t xml:space="preserve">Развој науке и иновација на пољу </w:t>
      </w:r>
      <w:r w:rsidR="00641658" w:rsidRPr="00A90824">
        <w:rPr>
          <w:color w:val="000000"/>
          <w:szCs w:val="24"/>
          <w:lang w:val="sr-Cyrl-RS"/>
        </w:rPr>
        <w:t>вештачке интелигенције</w:t>
      </w:r>
      <w:r w:rsidRPr="00A90824">
        <w:rPr>
          <w:color w:val="000000"/>
          <w:szCs w:val="24"/>
          <w:lang w:val="sr-Cyrl-RS"/>
        </w:rPr>
        <w:t xml:space="preserve"> спроведен је уз помоћ различитих потпрограма реализованих од стране Фонда за науку</w:t>
      </w:r>
      <w:r w:rsidR="00236765" w:rsidRPr="00A90824">
        <w:rPr>
          <w:color w:val="000000"/>
          <w:szCs w:val="24"/>
          <w:lang w:val="sr-Cyrl-RS"/>
        </w:rPr>
        <w:t xml:space="preserve"> и Фонда за иновациону делатност</w:t>
      </w:r>
      <w:r w:rsidRPr="00A90824">
        <w:rPr>
          <w:color w:val="000000"/>
          <w:szCs w:val="24"/>
          <w:lang w:val="sr-Cyrl-RS"/>
        </w:rPr>
        <w:t xml:space="preserve">. Један од потпрограма намењен је основним, а други примењеним истраживањима из области вештачке интелигенције, уз обезбеђени буџет од 2.2 </w:t>
      </w:r>
      <w:r w:rsidR="00641658" w:rsidRPr="00A90824">
        <w:rPr>
          <w:color w:val="000000"/>
          <w:szCs w:val="24"/>
          <w:lang w:val="sr-Cyrl-RS"/>
        </w:rPr>
        <w:t>милиона</w:t>
      </w:r>
      <w:r w:rsidRPr="00A90824">
        <w:rPr>
          <w:color w:val="000000"/>
          <w:szCs w:val="24"/>
          <w:lang w:val="sr-Cyrl-RS"/>
        </w:rPr>
        <w:t xml:space="preserve"> е</w:t>
      </w:r>
      <w:r w:rsidR="009F7612" w:rsidRPr="00A90824">
        <w:rPr>
          <w:color w:val="000000"/>
          <w:szCs w:val="24"/>
          <w:lang w:val="sr-Cyrl-RS"/>
        </w:rPr>
        <w:t>в</w:t>
      </w:r>
      <w:r w:rsidRPr="00A90824">
        <w:rPr>
          <w:color w:val="000000"/>
          <w:szCs w:val="24"/>
          <w:lang w:val="sr-Cyrl-RS"/>
        </w:rPr>
        <w:t xml:space="preserve">ра. Такође, </w:t>
      </w:r>
      <w:r w:rsidR="001E26EE" w:rsidRPr="00A90824">
        <w:rPr>
          <w:color w:val="000000"/>
          <w:szCs w:val="24"/>
          <w:lang w:val="sr-Cyrl-RS"/>
        </w:rPr>
        <w:t xml:space="preserve">у </w:t>
      </w:r>
      <w:r w:rsidRPr="00A90824">
        <w:rPr>
          <w:color w:val="000000"/>
          <w:szCs w:val="24"/>
          <w:lang w:val="sr-Cyrl-RS"/>
        </w:rPr>
        <w:t>програм</w:t>
      </w:r>
      <w:r w:rsidR="001E26EE" w:rsidRPr="00A90824">
        <w:rPr>
          <w:color w:val="000000"/>
          <w:szCs w:val="24"/>
          <w:lang w:val="sr-Cyrl-RS"/>
        </w:rPr>
        <w:t>у</w:t>
      </w:r>
      <w:r w:rsidRPr="00A90824">
        <w:rPr>
          <w:color w:val="000000"/>
          <w:szCs w:val="24"/>
          <w:lang w:val="sr-Cyrl-RS"/>
        </w:rPr>
        <w:t xml:space="preserve"> ПРИЗМА Фонда за науку, један од </w:t>
      </w:r>
      <w:r w:rsidR="00641658" w:rsidRPr="00A90824">
        <w:rPr>
          <w:color w:val="000000"/>
          <w:szCs w:val="24"/>
          <w:lang w:val="sr-Cyrl-RS"/>
        </w:rPr>
        <w:t>шест</w:t>
      </w:r>
      <w:r w:rsidRPr="00A90824">
        <w:rPr>
          <w:color w:val="000000"/>
          <w:szCs w:val="24"/>
          <w:lang w:val="sr-Cyrl-RS"/>
        </w:rPr>
        <w:t xml:space="preserve"> потпрограма се односи на истраживања из области вештачке интелигенције</w:t>
      </w:r>
      <w:r w:rsidR="00641658" w:rsidRPr="00A90824">
        <w:rPr>
          <w:color w:val="000000"/>
          <w:szCs w:val="24"/>
          <w:lang w:val="sr-Cyrl-RS"/>
        </w:rPr>
        <w:t>, са истим</w:t>
      </w:r>
      <w:r w:rsidRPr="00A90824">
        <w:rPr>
          <w:color w:val="000000"/>
          <w:szCs w:val="24"/>
          <w:lang w:val="sr-Cyrl-RS"/>
        </w:rPr>
        <w:t xml:space="preserve"> </w:t>
      </w:r>
      <w:r w:rsidR="00641658" w:rsidRPr="00A90824">
        <w:rPr>
          <w:color w:val="000000"/>
          <w:szCs w:val="24"/>
          <w:lang w:val="sr-Cyrl-RS"/>
        </w:rPr>
        <w:t>б</w:t>
      </w:r>
      <w:r w:rsidRPr="00A90824">
        <w:rPr>
          <w:color w:val="000000"/>
          <w:szCs w:val="24"/>
          <w:lang w:val="sr-Cyrl-RS"/>
        </w:rPr>
        <w:t>уџет</w:t>
      </w:r>
      <w:r w:rsidR="00641658" w:rsidRPr="00A90824">
        <w:rPr>
          <w:color w:val="000000"/>
          <w:szCs w:val="24"/>
          <w:lang w:val="sr-Cyrl-RS"/>
        </w:rPr>
        <w:t>ом</w:t>
      </w:r>
      <w:r w:rsidRPr="00A90824">
        <w:rPr>
          <w:color w:val="000000"/>
          <w:szCs w:val="24"/>
          <w:lang w:val="sr-Cyrl-RS"/>
        </w:rPr>
        <w:t xml:space="preserve">, што доводи до укупно уложених 4.4 </w:t>
      </w:r>
      <w:r w:rsidR="00641658" w:rsidRPr="00A90824">
        <w:rPr>
          <w:color w:val="000000"/>
          <w:szCs w:val="24"/>
          <w:lang w:val="sr-Cyrl-RS"/>
        </w:rPr>
        <w:t>милиона</w:t>
      </w:r>
      <w:r w:rsidRPr="00A90824">
        <w:rPr>
          <w:color w:val="000000"/>
          <w:szCs w:val="24"/>
          <w:lang w:val="sr-Cyrl-RS"/>
        </w:rPr>
        <w:t xml:space="preserve"> е</w:t>
      </w:r>
      <w:r w:rsidR="009F7612" w:rsidRPr="00A90824">
        <w:rPr>
          <w:color w:val="000000"/>
          <w:szCs w:val="24"/>
          <w:lang w:val="sr-Cyrl-RS"/>
        </w:rPr>
        <w:t>в</w:t>
      </w:r>
      <w:r w:rsidR="00E35733" w:rsidRPr="00A90824">
        <w:rPr>
          <w:color w:val="000000"/>
          <w:szCs w:val="24"/>
          <w:lang w:val="sr-Cyrl-RS"/>
        </w:rPr>
        <w:t>ра</w:t>
      </w:r>
      <w:r w:rsidR="00641658" w:rsidRPr="00A90824">
        <w:rPr>
          <w:color w:val="000000"/>
          <w:szCs w:val="24"/>
          <w:lang w:val="sr-Cyrl-RS"/>
        </w:rPr>
        <w:t>.</w:t>
      </w:r>
      <w:r w:rsidRPr="00A90824">
        <w:rPr>
          <w:color w:val="000000"/>
          <w:szCs w:val="24"/>
          <w:lang w:val="sr-Cyrl-RS"/>
        </w:rPr>
        <w:t xml:space="preserve"> За развој науке у области медицине, транспортних система, ауто индустрије и зеленог развоја заснованог на </w:t>
      </w:r>
      <w:r w:rsidR="00641658" w:rsidRPr="00A90824">
        <w:rPr>
          <w:color w:val="000000"/>
          <w:szCs w:val="24"/>
          <w:lang w:val="sr-Cyrl-RS"/>
        </w:rPr>
        <w:t>информационим технологијама</w:t>
      </w:r>
      <w:r w:rsidRPr="00A90824">
        <w:rPr>
          <w:color w:val="000000"/>
          <w:szCs w:val="24"/>
          <w:lang w:val="sr-Cyrl-RS"/>
        </w:rPr>
        <w:t xml:space="preserve"> реализовано је </w:t>
      </w:r>
      <w:r w:rsidR="00641658" w:rsidRPr="00A90824">
        <w:rPr>
          <w:color w:val="000000"/>
          <w:szCs w:val="24"/>
          <w:lang w:val="sr-Cyrl-RS"/>
        </w:rPr>
        <w:t>шест</w:t>
      </w:r>
      <w:r w:rsidRPr="00A90824">
        <w:rPr>
          <w:color w:val="000000"/>
          <w:szCs w:val="24"/>
          <w:lang w:val="sr-Cyrl-RS"/>
        </w:rPr>
        <w:t xml:space="preserve"> пројеката укупне вредности 2</w:t>
      </w:r>
      <w:r w:rsidR="00641658" w:rsidRPr="00A90824">
        <w:rPr>
          <w:color w:val="000000"/>
          <w:szCs w:val="24"/>
          <w:lang w:val="sr-Cyrl-RS"/>
        </w:rPr>
        <w:t xml:space="preserve"> милиона</w:t>
      </w:r>
      <w:r w:rsidRPr="00A90824">
        <w:rPr>
          <w:color w:val="000000"/>
          <w:szCs w:val="24"/>
          <w:lang w:val="sr-Cyrl-RS"/>
        </w:rPr>
        <w:t xml:space="preserve"> </w:t>
      </w:r>
      <w:r w:rsidR="00E35733" w:rsidRPr="00A90824">
        <w:rPr>
          <w:color w:val="000000"/>
          <w:szCs w:val="24"/>
          <w:lang w:val="sr-Cyrl-RS"/>
        </w:rPr>
        <w:t>евра</w:t>
      </w:r>
      <w:r w:rsidRPr="00A90824">
        <w:rPr>
          <w:color w:val="000000"/>
          <w:szCs w:val="24"/>
          <w:lang w:val="sr-Cyrl-RS"/>
        </w:rPr>
        <w:t xml:space="preserve">. Треба споменути да од 2021. године успешно послује и Институт за вештачку интелигенцију са великим бројем запослених и бојним мултидисциплинарним истраживачким пројектима који се спроводе у сарадњи са најзначајнијим привредним субјектима. </w:t>
      </w:r>
    </w:p>
    <w:p w14:paraId="1B4D9F84" w14:textId="77777777" w:rsidR="00E90147" w:rsidRPr="00A90824" w:rsidRDefault="00641658" w:rsidP="006D7875">
      <w:pPr>
        <w:rPr>
          <w:color w:val="000000"/>
          <w:szCs w:val="24"/>
          <w:lang w:val="sr-Cyrl-RS"/>
        </w:rPr>
      </w:pPr>
      <w:r w:rsidRPr="00A90824">
        <w:rPr>
          <w:color w:val="000000"/>
          <w:szCs w:val="24"/>
          <w:lang w:val="sr-Cyrl-RS"/>
        </w:rPr>
        <w:t>Већем у</w:t>
      </w:r>
      <w:r w:rsidR="006D7875" w:rsidRPr="00A90824">
        <w:rPr>
          <w:color w:val="000000"/>
          <w:szCs w:val="24"/>
          <w:lang w:val="sr-Cyrl-RS"/>
        </w:rPr>
        <w:t>тицај</w:t>
      </w:r>
      <w:r w:rsidRPr="00A90824">
        <w:rPr>
          <w:color w:val="000000"/>
          <w:szCs w:val="24"/>
          <w:lang w:val="sr-Cyrl-RS"/>
        </w:rPr>
        <w:t>у</w:t>
      </w:r>
      <w:r w:rsidR="006D7875" w:rsidRPr="00A90824">
        <w:rPr>
          <w:color w:val="000000"/>
          <w:szCs w:val="24"/>
          <w:lang w:val="sr-Cyrl-RS"/>
        </w:rPr>
        <w:t xml:space="preserve"> Стратегије на пољу даљег развоја економије засноване на вештачкој интелигенцији </w:t>
      </w:r>
      <w:r w:rsidRPr="00A90824">
        <w:rPr>
          <w:color w:val="000000"/>
          <w:szCs w:val="24"/>
          <w:lang w:val="sr-Cyrl-RS"/>
        </w:rPr>
        <w:t>допринеле су и активности</w:t>
      </w:r>
      <w:r w:rsidR="006D7875" w:rsidRPr="00A90824">
        <w:rPr>
          <w:color w:val="000000"/>
          <w:szCs w:val="24"/>
          <w:lang w:val="sr-Cyrl-RS"/>
        </w:rPr>
        <w:t xml:space="preserve"> </w:t>
      </w:r>
      <w:r w:rsidR="008C7804" w:rsidRPr="00A90824">
        <w:rPr>
          <w:color w:val="000000"/>
          <w:szCs w:val="24"/>
          <w:lang w:val="sr-Cyrl-RS"/>
        </w:rPr>
        <w:t>научно-технолошких паркова</w:t>
      </w:r>
      <w:r w:rsidR="006D7875" w:rsidRPr="00A90824">
        <w:rPr>
          <w:color w:val="000000"/>
          <w:szCs w:val="24"/>
          <w:lang w:val="sr-Cyrl-RS"/>
        </w:rPr>
        <w:t xml:space="preserve"> у Београду, Новом Саду, Нишу и Чачку</w:t>
      </w:r>
      <w:r w:rsidR="008C7804" w:rsidRPr="00A90824">
        <w:rPr>
          <w:color w:val="000000"/>
          <w:szCs w:val="24"/>
          <w:lang w:val="sr-Cyrl-RS"/>
        </w:rPr>
        <w:t xml:space="preserve">, који </w:t>
      </w:r>
      <w:r w:rsidR="006D7875" w:rsidRPr="00A90824">
        <w:rPr>
          <w:color w:val="000000"/>
          <w:szCs w:val="24"/>
          <w:lang w:val="sr-Cyrl-RS"/>
        </w:rPr>
        <w:t>окупљају стартап</w:t>
      </w:r>
      <w:r w:rsidR="008C7804" w:rsidRPr="00A90824">
        <w:rPr>
          <w:color w:val="000000"/>
          <w:szCs w:val="24"/>
          <w:lang w:val="sr-Cyrl-RS"/>
        </w:rPr>
        <w:t>е и иновативне компаније</w:t>
      </w:r>
      <w:r w:rsidR="001E26EE" w:rsidRPr="00A90824">
        <w:rPr>
          <w:color w:val="000000"/>
          <w:szCs w:val="24"/>
          <w:lang w:val="sr-Cyrl-RS"/>
        </w:rPr>
        <w:t>,</w:t>
      </w:r>
      <w:r w:rsidR="006D7875" w:rsidRPr="00A90824">
        <w:rPr>
          <w:color w:val="000000"/>
          <w:szCs w:val="24"/>
          <w:lang w:val="sr-Cyrl-RS"/>
        </w:rPr>
        <w:t xml:space="preserve"> </w:t>
      </w:r>
      <w:r w:rsidR="008C7804" w:rsidRPr="00A90824">
        <w:rPr>
          <w:color w:val="000000"/>
          <w:szCs w:val="24"/>
          <w:lang w:val="sr-Cyrl-RS"/>
        </w:rPr>
        <w:t>а који су крајем</w:t>
      </w:r>
      <w:r w:rsidR="006D7875" w:rsidRPr="00A90824">
        <w:rPr>
          <w:color w:val="000000"/>
          <w:szCs w:val="24"/>
          <w:lang w:val="sr-Cyrl-RS"/>
        </w:rPr>
        <w:t xml:space="preserve"> 2023. године имали </w:t>
      </w:r>
      <w:r w:rsidR="00651476" w:rsidRPr="00A90824">
        <w:rPr>
          <w:color w:val="000000"/>
          <w:szCs w:val="24"/>
          <w:lang w:val="sr-Cyrl-RS"/>
        </w:rPr>
        <w:t>ви</w:t>
      </w:r>
      <w:r w:rsidR="006D6A2F" w:rsidRPr="00A90824">
        <w:rPr>
          <w:color w:val="000000"/>
          <w:szCs w:val="24"/>
          <w:lang w:val="sr-Cyrl-RS"/>
        </w:rPr>
        <w:t>ш</w:t>
      </w:r>
      <w:r w:rsidR="00651476" w:rsidRPr="00A90824">
        <w:rPr>
          <w:color w:val="000000"/>
          <w:szCs w:val="24"/>
          <w:lang w:val="sr-Cyrl-RS"/>
        </w:rPr>
        <w:t>е од 250 компанија чланица</w:t>
      </w:r>
      <w:r w:rsidR="006D7875" w:rsidRPr="00A90824">
        <w:rPr>
          <w:color w:val="000000"/>
          <w:szCs w:val="24"/>
          <w:lang w:val="sr-Cyrl-RS"/>
        </w:rPr>
        <w:t xml:space="preserve">, укључујући </w:t>
      </w:r>
      <w:r w:rsidRPr="00A90824">
        <w:rPr>
          <w:color w:val="000000"/>
          <w:szCs w:val="24"/>
          <w:lang w:val="sr-Cyrl-RS"/>
        </w:rPr>
        <w:t xml:space="preserve">и </w:t>
      </w:r>
      <w:r w:rsidR="006D7875" w:rsidRPr="00A90824">
        <w:rPr>
          <w:color w:val="000000"/>
          <w:szCs w:val="24"/>
          <w:lang w:val="sr-Cyrl-RS"/>
        </w:rPr>
        <w:t>истраживачко-развојне</w:t>
      </w:r>
      <w:r w:rsidR="00236765" w:rsidRPr="00A90824">
        <w:rPr>
          <w:color w:val="000000"/>
          <w:szCs w:val="24"/>
          <w:lang w:val="sr-Cyrl-RS"/>
        </w:rPr>
        <w:t xml:space="preserve"> </w:t>
      </w:r>
      <w:r w:rsidR="006D7875" w:rsidRPr="00A90824">
        <w:rPr>
          <w:color w:val="000000"/>
          <w:szCs w:val="24"/>
          <w:lang w:val="sr-Cyrl-RS"/>
        </w:rPr>
        <w:t>центре</w:t>
      </w:r>
      <w:r w:rsidR="00651476" w:rsidRPr="00A90824">
        <w:rPr>
          <w:color w:val="000000"/>
          <w:szCs w:val="24"/>
          <w:lang w:val="sr-Cyrl-RS"/>
        </w:rPr>
        <w:t xml:space="preserve"> глобалних компанија</w:t>
      </w:r>
      <w:r w:rsidR="006D7875" w:rsidRPr="00A90824">
        <w:rPr>
          <w:color w:val="000000"/>
          <w:szCs w:val="24"/>
          <w:lang w:val="sr-Cyrl-RS"/>
        </w:rPr>
        <w:t xml:space="preserve"> са значајним бројем запослених. </w:t>
      </w:r>
    </w:p>
    <w:p w14:paraId="0BED42A1" w14:textId="77777777" w:rsidR="006D7875" w:rsidRPr="00A90824" w:rsidRDefault="006D7875" w:rsidP="006D7875">
      <w:pPr>
        <w:rPr>
          <w:color w:val="000000"/>
          <w:szCs w:val="24"/>
          <w:lang w:val="sr-Cyrl-RS"/>
        </w:rPr>
      </w:pPr>
      <w:r w:rsidRPr="00A90824">
        <w:rPr>
          <w:color w:val="000000"/>
          <w:szCs w:val="24"/>
          <w:lang w:val="sr-Cyrl-RS"/>
        </w:rPr>
        <w:t xml:space="preserve">Влада </w:t>
      </w:r>
      <w:r w:rsidR="000F69EC" w:rsidRPr="00A90824">
        <w:rPr>
          <w:color w:val="000000"/>
          <w:szCs w:val="24"/>
          <w:lang w:val="sr-Cyrl-RS"/>
        </w:rPr>
        <w:t xml:space="preserve">Републике </w:t>
      </w:r>
      <w:r w:rsidRPr="00A90824">
        <w:rPr>
          <w:color w:val="000000"/>
          <w:szCs w:val="24"/>
          <w:lang w:val="sr-Cyrl-RS"/>
        </w:rPr>
        <w:t>Србије препознала је значај даљег развоја пројеката вештачке интелигенције и са укупно нешто мање од 2</w:t>
      </w:r>
      <w:r w:rsidR="00876939" w:rsidRPr="00A90824">
        <w:rPr>
          <w:color w:val="000000"/>
          <w:szCs w:val="24"/>
          <w:lang w:val="sr-Cyrl-RS"/>
        </w:rPr>
        <w:t>,</w:t>
      </w:r>
      <w:r w:rsidRPr="00A90824">
        <w:rPr>
          <w:color w:val="000000"/>
          <w:szCs w:val="24"/>
          <w:lang w:val="sr-Cyrl-RS"/>
        </w:rPr>
        <w:t>5 милиона е</w:t>
      </w:r>
      <w:r w:rsidR="009F7612" w:rsidRPr="00A90824">
        <w:rPr>
          <w:color w:val="000000"/>
          <w:szCs w:val="24"/>
          <w:lang w:val="sr-Cyrl-RS"/>
        </w:rPr>
        <w:t>в</w:t>
      </w:r>
      <w:r w:rsidRPr="00A90824">
        <w:rPr>
          <w:color w:val="000000"/>
          <w:szCs w:val="24"/>
          <w:lang w:val="sr-Cyrl-RS"/>
        </w:rPr>
        <w:t xml:space="preserve">ра финансира 35 пројеката из ове области. Битно је поменути да нису урачунати пројекти приватног сектора што оправдава уверење да су </w:t>
      </w:r>
      <w:r w:rsidR="00D8345D" w:rsidRPr="00A90824">
        <w:rPr>
          <w:color w:val="000000"/>
          <w:szCs w:val="24"/>
          <w:lang w:val="sr-Cyrl-RS"/>
        </w:rPr>
        <w:t>уложена средства у овој области</w:t>
      </w:r>
      <w:r w:rsidRPr="00A90824">
        <w:rPr>
          <w:color w:val="000000"/>
          <w:szCs w:val="24"/>
          <w:lang w:val="sr-Cyrl-RS"/>
        </w:rPr>
        <w:t xml:space="preserve"> вероватно и в</w:t>
      </w:r>
      <w:r w:rsidR="00D8345D" w:rsidRPr="00A90824">
        <w:rPr>
          <w:color w:val="000000"/>
          <w:szCs w:val="24"/>
          <w:lang w:val="sr-Cyrl-RS"/>
        </w:rPr>
        <w:t>ећа</w:t>
      </w:r>
      <w:r w:rsidRPr="00A90824">
        <w:rPr>
          <w:color w:val="000000"/>
          <w:szCs w:val="24"/>
          <w:lang w:val="sr-Cyrl-RS"/>
        </w:rPr>
        <w:t>.</w:t>
      </w:r>
    </w:p>
    <w:p w14:paraId="2821CC64" w14:textId="72BC9455" w:rsidR="006D7875" w:rsidRPr="00A90824" w:rsidRDefault="006D7875" w:rsidP="006D7875">
      <w:pPr>
        <w:rPr>
          <w:color w:val="000000"/>
          <w:szCs w:val="24"/>
          <w:lang w:val="sr-Cyrl-RS"/>
        </w:rPr>
      </w:pPr>
      <w:r w:rsidRPr="00A90824">
        <w:rPr>
          <w:color w:val="000000"/>
          <w:szCs w:val="24"/>
          <w:lang w:val="sr-Cyrl-RS"/>
        </w:rPr>
        <w:t xml:space="preserve">Република Србија се на </w:t>
      </w:r>
      <w:r w:rsidR="00540A51" w:rsidRPr="00A90824">
        <w:rPr>
          <w:color w:val="000000"/>
          <w:szCs w:val="24"/>
          <w:lang w:val="sr-Cyrl-RS"/>
        </w:rPr>
        <w:t>И</w:t>
      </w:r>
      <w:r w:rsidRPr="00A90824">
        <w:rPr>
          <w:color w:val="000000"/>
          <w:szCs w:val="24"/>
          <w:lang w:val="sr-Cyrl-RS"/>
        </w:rPr>
        <w:t>ндексу мреж</w:t>
      </w:r>
      <w:r w:rsidR="00B109DF" w:rsidRPr="00A90824">
        <w:rPr>
          <w:color w:val="000000"/>
          <w:szCs w:val="24"/>
          <w:lang w:val="sr-Cyrl-RS"/>
        </w:rPr>
        <w:t>н</w:t>
      </w:r>
      <w:r w:rsidRPr="00A90824">
        <w:rPr>
          <w:color w:val="000000"/>
          <w:szCs w:val="24"/>
          <w:lang w:val="sr-Cyrl-RS"/>
        </w:rPr>
        <w:t>е спремности</w:t>
      </w:r>
      <w:r w:rsidR="00876939" w:rsidRPr="00A90824">
        <w:rPr>
          <w:rStyle w:val="FootnoteReference"/>
          <w:color w:val="000000"/>
          <w:szCs w:val="24"/>
          <w:lang w:val="sr-Cyrl-RS"/>
        </w:rPr>
        <w:footnoteReference w:id="4"/>
      </w:r>
      <w:r w:rsidR="00450EBB" w:rsidRPr="00A90824">
        <w:rPr>
          <w:color w:val="000000"/>
          <w:szCs w:val="24"/>
          <w:lang w:val="sr-Cyrl-RS"/>
        </w:rPr>
        <w:t xml:space="preserve"> </w:t>
      </w:r>
      <w:r w:rsidR="00540A51" w:rsidRPr="00A90824">
        <w:rPr>
          <w:color w:val="000000"/>
          <w:szCs w:val="24"/>
          <w:lang w:val="sr-Cyrl-RS"/>
        </w:rPr>
        <w:t xml:space="preserve">(енг. Networked Readiness Index) </w:t>
      </w:r>
      <w:r w:rsidR="00450EBB" w:rsidRPr="00A90824">
        <w:rPr>
          <w:color w:val="000000"/>
          <w:szCs w:val="24"/>
          <w:lang w:val="sr-Cyrl-RS"/>
        </w:rPr>
        <w:t>Светског економског форума</w:t>
      </w:r>
      <w:r w:rsidRPr="00A90824">
        <w:rPr>
          <w:color w:val="000000"/>
          <w:szCs w:val="24"/>
          <w:lang w:val="sr-Cyrl-RS"/>
        </w:rPr>
        <w:t xml:space="preserve"> налази на 55. месту од 131 привреде, са технологијом која заостаје за осталим категоријама (људ</w:t>
      </w:r>
      <w:r w:rsidR="0055125F" w:rsidRPr="00A90824">
        <w:rPr>
          <w:color w:val="000000"/>
          <w:szCs w:val="24"/>
          <w:lang w:val="sr-Cyrl-RS"/>
        </w:rPr>
        <w:t>ски ресурси</w:t>
      </w:r>
      <w:r w:rsidRPr="00A90824">
        <w:rPr>
          <w:color w:val="000000"/>
          <w:szCs w:val="24"/>
          <w:lang w:val="sr-Cyrl-RS"/>
        </w:rPr>
        <w:t>, управљање, утицај),</w:t>
      </w:r>
      <w:r w:rsidR="00B109DF" w:rsidRPr="00A90824">
        <w:rPr>
          <w:color w:val="000000"/>
          <w:szCs w:val="24"/>
          <w:lang w:val="sr-Cyrl-RS"/>
        </w:rPr>
        <w:t xml:space="preserve"> </w:t>
      </w:r>
      <w:r w:rsidR="00876939" w:rsidRPr="00A90824">
        <w:rPr>
          <w:color w:val="000000"/>
          <w:szCs w:val="24"/>
          <w:lang w:val="sr-Cyrl-RS"/>
        </w:rPr>
        <w:t xml:space="preserve">док је </w:t>
      </w:r>
      <w:r w:rsidRPr="00A90824">
        <w:rPr>
          <w:color w:val="000000"/>
          <w:szCs w:val="24"/>
          <w:lang w:val="sr-Cyrl-RS"/>
        </w:rPr>
        <w:t>н</w:t>
      </w:r>
      <w:r w:rsidR="00B109DF" w:rsidRPr="00A90824">
        <w:rPr>
          <w:color w:val="000000"/>
          <w:szCs w:val="24"/>
          <w:lang w:val="sr-Cyrl-RS"/>
        </w:rPr>
        <w:t>а</w:t>
      </w:r>
      <w:r w:rsidRPr="00A90824">
        <w:rPr>
          <w:color w:val="000000"/>
          <w:szCs w:val="24"/>
          <w:lang w:val="sr-Cyrl-RS"/>
        </w:rPr>
        <w:t xml:space="preserve"> </w:t>
      </w:r>
      <w:r w:rsidR="00236765" w:rsidRPr="00A90824">
        <w:rPr>
          <w:color w:val="000000"/>
          <w:szCs w:val="24"/>
          <w:lang w:val="sr-Cyrl-RS"/>
        </w:rPr>
        <w:t xml:space="preserve">Кранчбејзу (енг. </w:t>
      </w:r>
      <w:r w:rsidRPr="00A90824">
        <w:rPr>
          <w:color w:val="000000"/>
          <w:szCs w:val="24"/>
          <w:lang w:val="sr-Cyrl-RS"/>
        </w:rPr>
        <w:t>Crunchbase</w:t>
      </w:r>
      <w:r w:rsidR="00236765" w:rsidRPr="00A90824">
        <w:rPr>
          <w:color w:val="000000"/>
          <w:szCs w:val="24"/>
          <w:lang w:val="sr-Cyrl-RS"/>
        </w:rPr>
        <w:t>)</w:t>
      </w:r>
      <w:r w:rsidRPr="00A90824">
        <w:rPr>
          <w:color w:val="000000"/>
          <w:szCs w:val="24"/>
          <w:lang w:val="sr-Cyrl-RS"/>
        </w:rPr>
        <w:t xml:space="preserve"> више од 25 компанија </w:t>
      </w:r>
      <w:r w:rsidR="00876939" w:rsidRPr="00A90824">
        <w:rPr>
          <w:color w:val="000000"/>
          <w:szCs w:val="24"/>
          <w:lang w:val="sr-Cyrl-RS"/>
        </w:rPr>
        <w:t xml:space="preserve">из </w:t>
      </w:r>
      <w:r w:rsidR="004E5C84">
        <w:rPr>
          <w:color w:val="000000"/>
          <w:szCs w:val="24"/>
          <w:lang w:val="sr-Cyrl-RS"/>
        </w:rPr>
        <w:t xml:space="preserve">Републике </w:t>
      </w:r>
      <w:r w:rsidR="00876939" w:rsidRPr="00A90824">
        <w:rPr>
          <w:color w:val="000000"/>
          <w:szCs w:val="24"/>
          <w:lang w:val="sr-Cyrl-RS"/>
        </w:rPr>
        <w:t>Србије које се баве</w:t>
      </w:r>
      <w:r w:rsidRPr="00A90824">
        <w:rPr>
          <w:color w:val="000000"/>
          <w:szCs w:val="24"/>
          <w:lang w:val="sr-Cyrl-RS"/>
        </w:rPr>
        <w:t xml:space="preserve"> </w:t>
      </w:r>
      <w:r w:rsidR="00876939" w:rsidRPr="00A90824">
        <w:rPr>
          <w:color w:val="000000"/>
          <w:szCs w:val="24"/>
          <w:lang w:val="sr-Cyrl-RS"/>
        </w:rPr>
        <w:t>развојем решења у области</w:t>
      </w:r>
      <w:r w:rsidRPr="00A90824">
        <w:rPr>
          <w:color w:val="000000"/>
          <w:szCs w:val="24"/>
          <w:lang w:val="sr-Cyrl-RS"/>
        </w:rPr>
        <w:t xml:space="preserve"> вештачке интелигенције.</w:t>
      </w:r>
      <w:r w:rsidR="00B109DF" w:rsidRPr="00A90824">
        <w:rPr>
          <w:color w:val="000000"/>
          <w:szCs w:val="24"/>
          <w:lang w:val="sr-Cyrl-RS"/>
        </w:rPr>
        <w:t xml:space="preserve"> Према Индексу</w:t>
      </w:r>
      <w:r w:rsidR="0055125F" w:rsidRPr="00A90824">
        <w:rPr>
          <w:color w:val="000000"/>
          <w:szCs w:val="24"/>
          <w:lang w:val="sr-Cyrl-RS"/>
        </w:rPr>
        <w:t xml:space="preserve"> с</w:t>
      </w:r>
      <w:r w:rsidR="00D522BE" w:rsidRPr="00A90824">
        <w:rPr>
          <w:color w:val="000000"/>
          <w:szCs w:val="24"/>
          <w:lang w:val="sr-Cyrl-RS"/>
        </w:rPr>
        <w:t>п</w:t>
      </w:r>
      <w:r w:rsidR="0055125F" w:rsidRPr="00A90824">
        <w:rPr>
          <w:color w:val="000000"/>
          <w:szCs w:val="24"/>
          <w:lang w:val="sr-Cyrl-RS"/>
        </w:rPr>
        <w:t>ремности држава за</w:t>
      </w:r>
      <w:r w:rsidR="00B109DF" w:rsidRPr="00A90824">
        <w:rPr>
          <w:color w:val="000000"/>
          <w:szCs w:val="24"/>
          <w:lang w:val="sr-Cyrl-RS"/>
        </w:rPr>
        <w:t xml:space="preserve"> </w:t>
      </w:r>
      <w:r w:rsidR="0055125F" w:rsidRPr="00A90824">
        <w:rPr>
          <w:color w:val="000000"/>
          <w:szCs w:val="24"/>
          <w:lang w:val="sr-Cyrl-RS"/>
        </w:rPr>
        <w:t>коришћење вештачке интелигенције</w:t>
      </w:r>
      <w:r w:rsidR="00876939" w:rsidRPr="00A90824">
        <w:rPr>
          <w:rStyle w:val="FootnoteReference"/>
          <w:color w:val="000000"/>
          <w:szCs w:val="24"/>
          <w:lang w:val="sr-Cyrl-RS"/>
        </w:rPr>
        <w:footnoteReference w:id="5"/>
      </w:r>
      <w:r w:rsidR="0055125F" w:rsidRPr="00A90824">
        <w:rPr>
          <w:color w:val="000000"/>
          <w:szCs w:val="24"/>
          <w:lang w:val="sr-Cyrl-RS"/>
        </w:rPr>
        <w:t xml:space="preserve"> </w:t>
      </w:r>
      <w:r w:rsidR="007C4ADE" w:rsidRPr="00A90824">
        <w:rPr>
          <w:color w:val="000000"/>
          <w:szCs w:val="24"/>
          <w:lang w:val="sr-Cyrl-RS"/>
        </w:rPr>
        <w:t xml:space="preserve">(енг. AI Readiness in Government) </w:t>
      </w:r>
      <w:r w:rsidR="0055125F" w:rsidRPr="00A90824">
        <w:rPr>
          <w:color w:val="000000"/>
          <w:szCs w:val="24"/>
          <w:lang w:val="sr-Cyrl-RS"/>
        </w:rPr>
        <w:t>који је израдила</w:t>
      </w:r>
      <w:r w:rsidR="00B109DF" w:rsidRPr="00A90824">
        <w:rPr>
          <w:color w:val="000000"/>
          <w:szCs w:val="24"/>
          <w:lang w:val="sr-Cyrl-RS"/>
        </w:rPr>
        <w:t xml:space="preserve"> </w:t>
      </w:r>
      <w:r w:rsidR="0055125F" w:rsidRPr="00A90824">
        <w:rPr>
          <w:color w:val="000000"/>
          <w:szCs w:val="24"/>
          <w:lang w:val="sr-Cyrl-RS"/>
        </w:rPr>
        <w:t xml:space="preserve">организација </w:t>
      </w:r>
      <w:r w:rsidR="00B109DF" w:rsidRPr="00A90824">
        <w:rPr>
          <w:color w:val="000000"/>
          <w:szCs w:val="24"/>
          <w:lang w:val="sr-Cyrl-RS"/>
        </w:rPr>
        <w:t>Оксфорд инсајтс</w:t>
      </w:r>
      <w:r w:rsidR="0055125F" w:rsidRPr="00A90824">
        <w:rPr>
          <w:color w:val="000000"/>
          <w:szCs w:val="24"/>
          <w:lang w:val="sr-Cyrl-RS"/>
        </w:rPr>
        <w:t xml:space="preserve"> (енг. Oxford Insights)</w:t>
      </w:r>
      <w:r w:rsidR="00B109DF" w:rsidRPr="00A90824">
        <w:rPr>
          <w:color w:val="000000"/>
          <w:szCs w:val="24"/>
          <w:lang w:val="sr-Cyrl-RS"/>
        </w:rPr>
        <w:t xml:space="preserve"> </w:t>
      </w:r>
      <w:r w:rsidR="004E5C84">
        <w:rPr>
          <w:color w:val="000000"/>
          <w:szCs w:val="24"/>
          <w:lang w:val="sr-Cyrl-RS"/>
        </w:rPr>
        <w:t xml:space="preserve">Република </w:t>
      </w:r>
      <w:r w:rsidR="00B109DF" w:rsidRPr="00A90824">
        <w:rPr>
          <w:color w:val="000000"/>
          <w:szCs w:val="24"/>
          <w:lang w:val="sr-Cyrl-RS"/>
        </w:rPr>
        <w:t xml:space="preserve">Србија </w:t>
      </w:r>
      <w:r w:rsidR="0055125F" w:rsidRPr="00A90824">
        <w:rPr>
          <w:color w:val="000000"/>
          <w:szCs w:val="24"/>
          <w:lang w:val="sr-Cyrl-RS"/>
        </w:rPr>
        <w:t>заузима</w:t>
      </w:r>
      <w:r w:rsidR="00B109DF" w:rsidRPr="00A90824">
        <w:rPr>
          <w:color w:val="000000"/>
          <w:szCs w:val="24"/>
          <w:lang w:val="sr-Cyrl-RS"/>
        </w:rPr>
        <w:t xml:space="preserve"> 5</w:t>
      </w:r>
      <w:r w:rsidR="008E67EB" w:rsidRPr="00A90824">
        <w:rPr>
          <w:color w:val="000000"/>
          <w:szCs w:val="24"/>
          <w:lang w:val="sr-Cyrl-RS"/>
        </w:rPr>
        <w:t>7</w:t>
      </w:r>
      <w:r w:rsidR="00B109DF" w:rsidRPr="00A90824">
        <w:rPr>
          <w:color w:val="000000"/>
          <w:szCs w:val="24"/>
          <w:lang w:val="sr-Cyrl-RS"/>
        </w:rPr>
        <w:t>. мест</w:t>
      </w:r>
      <w:r w:rsidR="0055125F" w:rsidRPr="00A90824">
        <w:rPr>
          <w:color w:val="000000"/>
          <w:szCs w:val="24"/>
          <w:lang w:val="sr-Cyrl-RS"/>
        </w:rPr>
        <w:t>о</w:t>
      </w:r>
      <w:r w:rsidR="00B109DF" w:rsidRPr="00A90824">
        <w:rPr>
          <w:color w:val="000000"/>
          <w:szCs w:val="24"/>
          <w:lang w:val="sr-Cyrl-RS"/>
        </w:rPr>
        <w:t xml:space="preserve"> од 193 земље. </w:t>
      </w:r>
      <w:r w:rsidR="00D522BE" w:rsidRPr="00A90824">
        <w:rPr>
          <w:color w:val="000000"/>
          <w:szCs w:val="24"/>
          <w:lang w:val="sr-Cyrl-RS"/>
        </w:rPr>
        <w:t>У односу на околне д</w:t>
      </w:r>
      <w:r w:rsidR="009F7612" w:rsidRPr="00A90824">
        <w:rPr>
          <w:color w:val="000000"/>
          <w:szCs w:val="24"/>
          <w:lang w:val="sr-Cyrl-RS"/>
        </w:rPr>
        <w:t>р</w:t>
      </w:r>
      <w:r w:rsidR="00D522BE" w:rsidRPr="00A90824">
        <w:rPr>
          <w:color w:val="000000"/>
          <w:szCs w:val="24"/>
          <w:lang w:val="sr-Cyrl-RS"/>
        </w:rPr>
        <w:t xml:space="preserve">жаве налази се испред већине: </w:t>
      </w:r>
      <w:r w:rsidR="00046A96">
        <w:rPr>
          <w:color w:val="000000"/>
          <w:szCs w:val="24"/>
          <w:lang w:val="sr-Cyrl-RS"/>
        </w:rPr>
        <w:t xml:space="preserve">Републике </w:t>
      </w:r>
      <w:r w:rsidR="00D522BE" w:rsidRPr="00A90824">
        <w:rPr>
          <w:color w:val="000000"/>
          <w:szCs w:val="24"/>
          <w:lang w:val="sr-Cyrl-RS"/>
        </w:rPr>
        <w:t>Северне Македоније (83</w:t>
      </w:r>
      <w:r w:rsidR="000F69EC" w:rsidRPr="00A90824">
        <w:rPr>
          <w:color w:val="000000"/>
          <w:szCs w:val="24"/>
          <w:lang w:val="sr-Cyrl-RS"/>
        </w:rPr>
        <w:t>.</w:t>
      </w:r>
      <w:r w:rsidR="00D522BE" w:rsidRPr="00A90824">
        <w:rPr>
          <w:color w:val="000000"/>
          <w:szCs w:val="24"/>
          <w:lang w:val="sr-Cyrl-RS"/>
        </w:rPr>
        <w:t xml:space="preserve">), </w:t>
      </w:r>
      <w:r w:rsidR="00046A96">
        <w:rPr>
          <w:color w:val="000000"/>
          <w:szCs w:val="24"/>
          <w:lang w:val="sr-Cyrl-RS"/>
        </w:rPr>
        <w:t xml:space="preserve">Републике </w:t>
      </w:r>
      <w:r w:rsidR="00D522BE" w:rsidRPr="00A90824">
        <w:rPr>
          <w:color w:val="000000"/>
          <w:szCs w:val="24"/>
          <w:lang w:val="sr-Cyrl-RS"/>
        </w:rPr>
        <w:t>Хрватске (70</w:t>
      </w:r>
      <w:r w:rsidR="000F69EC" w:rsidRPr="00A90824">
        <w:rPr>
          <w:color w:val="000000"/>
          <w:szCs w:val="24"/>
          <w:lang w:val="sr-Cyrl-RS"/>
        </w:rPr>
        <w:t>.</w:t>
      </w:r>
      <w:r w:rsidR="00D522BE" w:rsidRPr="00A90824">
        <w:rPr>
          <w:color w:val="000000"/>
          <w:szCs w:val="24"/>
          <w:lang w:val="sr-Cyrl-RS"/>
        </w:rPr>
        <w:t>), Црне Горе (78</w:t>
      </w:r>
      <w:r w:rsidR="000F69EC" w:rsidRPr="00A90824">
        <w:rPr>
          <w:color w:val="000000"/>
          <w:szCs w:val="24"/>
          <w:lang w:val="sr-Cyrl-RS"/>
        </w:rPr>
        <w:t>.</w:t>
      </w:r>
      <w:r w:rsidR="00D522BE" w:rsidRPr="00A90824">
        <w:rPr>
          <w:color w:val="000000"/>
          <w:szCs w:val="24"/>
          <w:lang w:val="sr-Cyrl-RS"/>
        </w:rPr>
        <w:t>), Румуније (64</w:t>
      </w:r>
      <w:r w:rsidR="000F69EC" w:rsidRPr="00A90824">
        <w:rPr>
          <w:color w:val="000000"/>
          <w:szCs w:val="24"/>
          <w:lang w:val="sr-Cyrl-RS"/>
        </w:rPr>
        <w:t>.</w:t>
      </w:r>
      <w:r w:rsidR="00D522BE" w:rsidRPr="00A90824">
        <w:rPr>
          <w:color w:val="000000"/>
          <w:szCs w:val="24"/>
          <w:lang w:val="sr-Cyrl-RS"/>
        </w:rPr>
        <w:t>),</w:t>
      </w:r>
      <w:r w:rsidR="00046A96">
        <w:rPr>
          <w:color w:val="000000"/>
          <w:szCs w:val="24"/>
          <w:lang w:val="sr-Cyrl-RS"/>
        </w:rPr>
        <w:t xml:space="preserve"> Републике</w:t>
      </w:r>
      <w:r w:rsidR="00D522BE" w:rsidRPr="00A90824">
        <w:rPr>
          <w:color w:val="000000"/>
          <w:szCs w:val="24"/>
          <w:lang w:val="sr-Cyrl-RS"/>
        </w:rPr>
        <w:t xml:space="preserve"> Албаније (89</w:t>
      </w:r>
      <w:r w:rsidR="000F69EC" w:rsidRPr="00A90824">
        <w:rPr>
          <w:color w:val="000000"/>
          <w:szCs w:val="24"/>
          <w:lang w:val="sr-Cyrl-RS"/>
        </w:rPr>
        <w:t>.</w:t>
      </w:r>
      <w:r w:rsidR="00D522BE" w:rsidRPr="00A90824">
        <w:rPr>
          <w:color w:val="000000"/>
          <w:szCs w:val="24"/>
          <w:lang w:val="sr-Cyrl-RS"/>
        </w:rPr>
        <w:t>) и Босне и Херцеговине (117</w:t>
      </w:r>
      <w:r w:rsidR="000F69EC" w:rsidRPr="00A90824">
        <w:rPr>
          <w:color w:val="000000"/>
          <w:szCs w:val="24"/>
          <w:lang w:val="sr-Cyrl-RS"/>
        </w:rPr>
        <w:t>.</w:t>
      </w:r>
      <w:r w:rsidR="00D522BE" w:rsidRPr="00A90824">
        <w:rPr>
          <w:color w:val="000000"/>
          <w:szCs w:val="24"/>
          <w:lang w:val="sr-Cyrl-RS"/>
        </w:rPr>
        <w:t>), док је иза Мађарске (45</w:t>
      </w:r>
      <w:r w:rsidR="000F69EC" w:rsidRPr="00A90824">
        <w:rPr>
          <w:color w:val="000000"/>
          <w:szCs w:val="24"/>
          <w:lang w:val="sr-Cyrl-RS"/>
        </w:rPr>
        <w:t>.</w:t>
      </w:r>
      <w:r w:rsidR="00D522BE" w:rsidRPr="00A90824">
        <w:rPr>
          <w:color w:val="000000"/>
          <w:szCs w:val="24"/>
          <w:lang w:val="sr-Cyrl-RS"/>
        </w:rPr>
        <w:t xml:space="preserve">) и </w:t>
      </w:r>
      <w:r w:rsidR="00046A96">
        <w:rPr>
          <w:color w:val="000000"/>
          <w:szCs w:val="24"/>
          <w:lang w:val="sr-Cyrl-RS"/>
        </w:rPr>
        <w:t xml:space="preserve">Републике </w:t>
      </w:r>
      <w:r w:rsidR="00D522BE" w:rsidRPr="00A90824">
        <w:rPr>
          <w:color w:val="000000"/>
          <w:szCs w:val="24"/>
          <w:lang w:val="sr-Cyrl-RS"/>
        </w:rPr>
        <w:t>Бугарске (51</w:t>
      </w:r>
      <w:r w:rsidR="000F69EC" w:rsidRPr="00A90824">
        <w:rPr>
          <w:color w:val="000000"/>
          <w:szCs w:val="24"/>
          <w:lang w:val="sr-Cyrl-RS"/>
        </w:rPr>
        <w:t>.</w:t>
      </w:r>
      <w:r w:rsidR="00D522BE" w:rsidRPr="00A90824">
        <w:rPr>
          <w:color w:val="000000"/>
          <w:szCs w:val="24"/>
          <w:lang w:val="sr-Cyrl-RS"/>
        </w:rPr>
        <w:t>). У изради се анализирају визије и ставови влада појединих зе</w:t>
      </w:r>
      <w:r w:rsidR="009F7612" w:rsidRPr="00A90824">
        <w:rPr>
          <w:color w:val="000000"/>
          <w:szCs w:val="24"/>
          <w:lang w:val="sr-Cyrl-RS"/>
        </w:rPr>
        <w:t>м</w:t>
      </w:r>
      <w:r w:rsidR="00D522BE" w:rsidRPr="00A90824">
        <w:rPr>
          <w:color w:val="000000"/>
          <w:szCs w:val="24"/>
          <w:lang w:val="sr-Cyrl-RS"/>
        </w:rPr>
        <w:t>аља према политици вештачке интелигенције, кроз начине на које управљају, подржавају и регулишу ту област. Методологија се базира на мерењу десет индикатора груписаних у три области: управљање; технолошки сектор; инфраструктура и подаци. Иако је фокус Индекса на пружању јавних услуга, постављени индикатори указују и на степен зрелости приватног сектора и друштва у целини за технолошка решења заснована на вештачкој интелигенцији.</w:t>
      </w:r>
    </w:p>
    <w:p w14:paraId="33AAF11F" w14:textId="77777777" w:rsidR="006D7875" w:rsidRPr="00A90824" w:rsidRDefault="006D7875" w:rsidP="006D7875">
      <w:pPr>
        <w:rPr>
          <w:color w:val="000000"/>
          <w:szCs w:val="24"/>
          <w:lang w:val="sr-Cyrl-RS"/>
        </w:rPr>
      </w:pPr>
      <w:r w:rsidRPr="00A90824">
        <w:rPr>
          <w:color w:val="000000"/>
          <w:szCs w:val="24"/>
          <w:lang w:val="sr-Cyrl-RS"/>
        </w:rPr>
        <w:t xml:space="preserve">У области здравства усвојен је закон </w:t>
      </w:r>
      <w:r w:rsidR="00240161" w:rsidRPr="00A90824">
        <w:rPr>
          <w:color w:val="000000"/>
          <w:szCs w:val="24"/>
          <w:lang w:val="sr-Cyrl-RS"/>
        </w:rPr>
        <w:t xml:space="preserve">којим се уређује </w:t>
      </w:r>
      <w:r w:rsidRPr="00A90824">
        <w:rPr>
          <w:color w:val="000000"/>
          <w:szCs w:val="24"/>
          <w:lang w:val="sr-Cyrl-RS"/>
        </w:rPr>
        <w:t>здравствен</w:t>
      </w:r>
      <w:r w:rsidR="00240161" w:rsidRPr="00A90824">
        <w:rPr>
          <w:color w:val="000000"/>
          <w:szCs w:val="24"/>
          <w:lang w:val="sr-Cyrl-RS"/>
        </w:rPr>
        <w:t>а</w:t>
      </w:r>
      <w:r w:rsidRPr="00A90824">
        <w:rPr>
          <w:color w:val="000000"/>
          <w:szCs w:val="24"/>
          <w:lang w:val="sr-Cyrl-RS"/>
        </w:rPr>
        <w:t xml:space="preserve"> документациј</w:t>
      </w:r>
      <w:r w:rsidR="00240161" w:rsidRPr="00A90824">
        <w:rPr>
          <w:color w:val="000000"/>
          <w:szCs w:val="24"/>
          <w:lang w:val="sr-Cyrl-RS"/>
        </w:rPr>
        <w:t>а</w:t>
      </w:r>
      <w:r w:rsidRPr="00A90824">
        <w:rPr>
          <w:color w:val="000000"/>
          <w:szCs w:val="24"/>
          <w:lang w:val="sr-Cyrl-RS"/>
        </w:rPr>
        <w:t xml:space="preserve"> и евиденциј</w:t>
      </w:r>
      <w:r w:rsidR="00240161" w:rsidRPr="00A90824">
        <w:rPr>
          <w:color w:val="000000"/>
          <w:szCs w:val="24"/>
          <w:lang w:val="sr-Cyrl-RS"/>
        </w:rPr>
        <w:t>е</w:t>
      </w:r>
      <w:r w:rsidRPr="00A90824">
        <w:rPr>
          <w:color w:val="000000"/>
          <w:szCs w:val="24"/>
          <w:lang w:val="sr-Cyrl-RS"/>
        </w:rPr>
        <w:t>. Тренутно су у изради подзаконск</w:t>
      </w:r>
      <w:r w:rsidR="00BE3A3F" w:rsidRPr="00A90824">
        <w:rPr>
          <w:color w:val="000000"/>
          <w:szCs w:val="24"/>
          <w:lang w:val="sr-Cyrl-RS"/>
        </w:rPr>
        <w:t>и</w:t>
      </w:r>
      <w:r w:rsidRPr="00A90824">
        <w:rPr>
          <w:color w:val="000000"/>
          <w:szCs w:val="24"/>
          <w:lang w:val="sr-Cyrl-RS"/>
        </w:rPr>
        <w:t xml:space="preserve"> акт</w:t>
      </w:r>
      <w:r w:rsidR="00BE3A3F" w:rsidRPr="00A90824">
        <w:rPr>
          <w:color w:val="000000"/>
          <w:szCs w:val="24"/>
          <w:lang w:val="sr-Cyrl-RS"/>
        </w:rPr>
        <w:t>и</w:t>
      </w:r>
      <w:r w:rsidRPr="00A90824">
        <w:rPr>
          <w:color w:val="000000"/>
          <w:szCs w:val="24"/>
          <w:lang w:val="sr-Cyrl-RS"/>
        </w:rPr>
        <w:t xml:space="preserve"> чијим усвајањем ће бити подстакнута шира употреба анонимизованих података за потребе научних </w:t>
      </w:r>
      <w:r w:rsidR="00240161" w:rsidRPr="00A90824">
        <w:rPr>
          <w:color w:val="000000"/>
          <w:szCs w:val="24"/>
          <w:lang w:val="sr-Cyrl-RS"/>
        </w:rPr>
        <w:t xml:space="preserve">и других </w:t>
      </w:r>
      <w:r w:rsidRPr="00A90824">
        <w:rPr>
          <w:color w:val="000000"/>
          <w:szCs w:val="24"/>
          <w:lang w:val="sr-Cyrl-RS"/>
        </w:rPr>
        <w:t xml:space="preserve">истраживања </w:t>
      </w:r>
      <w:r w:rsidR="00240161" w:rsidRPr="00A90824">
        <w:rPr>
          <w:color w:val="000000"/>
          <w:szCs w:val="24"/>
          <w:lang w:val="sr-Cyrl-RS"/>
        </w:rPr>
        <w:t>коришћењем</w:t>
      </w:r>
      <w:r w:rsidRPr="00A90824">
        <w:rPr>
          <w:color w:val="000000"/>
          <w:szCs w:val="24"/>
          <w:lang w:val="sr-Cyrl-RS"/>
        </w:rPr>
        <w:t xml:space="preserve"> решења базираних на вештачкој интелигенцији.</w:t>
      </w:r>
      <w:r w:rsidR="00B109DF" w:rsidRPr="00A90824">
        <w:rPr>
          <w:color w:val="000000"/>
          <w:szCs w:val="24"/>
          <w:lang w:val="sr-Cyrl-RS"/>
        </w:rPr>
        <w:t xml:space="preserve"> </w:t>
      </w:r>
    </w:p>
    <w:p w14:paraId="3FF0EF1B" w14:textId="77777777" w:rsidR="006D7875" w:rsidRPr="00A90824" w:rsidRDefault="006D7875" w:rsidP="006D7875">
      <w:pPr>
        <w:rPr>
          <w:color w:val="000000"/>
          <w:szCs w:val="24"/>
          <w:lang w:val="sr-Cyrl-RS"/>
        </w:rPr>
      </w:pPr>
      <w:r w:rsidRPr="00A90824">
        <w:rPr>
          <w:color w:val="000000"/>
          <w:szCs w:val="24"/>
          <w:lang w:val="sr-Cyrl-RS"/>
        </w:rPr>
        <w:t xml:space="preserve">Даље унапређење услуга јавног сектора применом вештачке интелигенције омогућено је отварањем и поновном употребом података јавног сектора од значаја за развој вештачке интелигенције. Тренутно је </w:t>
      </w:r>
      <w:r w:rsidR="00240161" w:rsidRPr="00A90824">
        <w:rPr>
          <w:color w:val="000000"/>
          <w:szCs w:val="24"/>
          <w:lang w:val="sr-Cyrl-RS"/>
        </w:rPr>
        <w:t xml:space="preserve">преко </w:t>
      </w:r>
      <w:r w:rsidRPr="00A90824">
        <w:rPr>
          <w:color w:val="000000"/>
          <w:szCs w:val="24"/>
          <w:lang w:val="sr-Cyrl-RS"/>
        </w:rPr>
        <w:t>2.3</w:t>
      </w:r>
      <w:r w:rsidR="00240161" w:rsidRPr="00A90824">
        <w:rPr>
          <w:color w:val="000000"/>
          <w:szCs w:val="24"/>
          <w:lang w:val="sr-Cyrl-RS"/>
        </w:rPr>
        <w:t>00</w:t>
      </w:r>
      <w:r w:rsidRPr="00A90824">
        <w:rPr>
          <w:color w:val="000000"/>
          <w:szCs w:val="24"/>
          <w:lang w:val="sr-Cyrl-RS"/>
        </w:rPr>
        <w:t xml:space="preserve"> </w:t>
      </w:r>
      <w:r w:rsidR="00B109DF" w:rsidRPr="00A90824">
        <w:rPr>
          <w:color w:val="000000"/>
          <w:szCs w:val="24"/>
          <w:lang w:val="sr-Cyrl-RS"/>
        </w:rPr>
        <w:t>скуп</w:t>
      </w:r>
      <w:r w:rsidR="00240161" w:rsidRPr="00A90824">
        <w:rPr>
          <w:color w:val="000000"/>
          <w:szCs w:val="24"/>
          <w:lang w:val="sr-Cyrl-RS"/>
        </w:rPr>
        <w:t>ов</w:t>
      </w:r>
      <w:r w:rsidR="00B109DF" w:rsidRPr="00A90824">
        <w:rPr>
          <w:color w:val="000000"/>
          <w:szCs w:val="24"/>
          <w:lang w:val="sr-Cyrl-RS"/>
        </w:rPr>
        <w:t xml:space="preserve">а </w:t>
      </w:r>
      <w:r w:rsidRPr="00A90824">
        <w:rPr>
          <w:color w:val="000000"/>
          <w:szCs w:val="24"/>
          <w:lang w:val="sr-Cyrl-RS"/>
        </w:rPr>
        <w:t xml:space="preserve">података јавно доступно на Порталу отворених података. </w:t>
      </w:r>
      <w:r w:rsidR="00240161" w:rsidRPr="00A90824">
        <w:rPr>
          <w:color w:val="000000"/>
          <w:szCs w:val="24"/>
          <w:lang w:val="sr-Cyrl-RS"/>
        </w:rPr>
        <w:t>Регулисана је</w:t>
      </w:r>
      <w:r w:rsidRPr="00A90824">
        <w:rPr>
          <w:color w:val="000000"/>
          <w:szCs w:val="24"/>
          <w:lang w:val="sr-Cyrl-RS"/>
        </w:rPr>
        <w:t xml:space="preserve"> обавеза </w:t>
      </w:r>
      <w:r w:rsidR="00240161" w:rsidRPr="00A90824">
        <w:rPr>
          <w:color w:val="000000"/>
          <w:szCs w:val="24"/>
          <w:lang w:val="sr-Cyrl-RS"/>
        </w:rPr>
        <w:t>имаоца јавних овлашћења</w:t>
      </w:r>
      <w:r w:rsidRPr="00A90824">
        <w:rPr>
          <w:color w:val="000000"/>
          <w:szCs w:val="24"/>
          <w:lang w:val="sr-Cyrl-RS"/>
        </w:rPr>
        <w:t xml:space="preserve"> </w:t>
      </w:r>
      <w:r w:rsidR="00240161" w:rsidRPr="00A90824">
        <w:rPr>
          <w:color w:val="000000"/>
          <w:szCs w:val="24"/>
          <w:lang w:val="sr-Cyrl-RS"/>
        </w:rPr>
        <w:t xml:space="preserve">да </w:t>
      </w:r>
      <w:r w:rsidRPr="00A90824">
        <w:rPr>
          <w:color w:val="000000"/>
          <w:szCs w:val="24"/>
          <w:lang w:val="sr-Cyrl-RS"/>
        </w:rPr>
        <w:t>отв</w:t>
      </w:r>
      <w:r w:rsidR="00240161" w:rsidRPr="00A90824">
        <w:rPr>
          <w:color w:val="000000"/>
          <w:szCs w:val="24"/>
          <w:lang w:val="sr-Cyrl-RS"/>
        </w:rPr>
        <w:t>о</w:t>
      </w:r>
      <w:r w:rsidRPr="00A90824">
        <w:rPr>
          <w:color w:val="000000"/>
          <w:szCs w:val="24"/>
          <w:lang w:val="sr-Cyrl-RS"/>
        </w:rPr>
        <w:t>р</w:t>
      </w:r>
      <w:r w:rsidR="00240161" w:rsidRPr="00A90824">
        <w:rPr>
          <w:color w:val="000000"/>
          <w:szCs w:val="24"/>
          <w:lang w:val="sr-Cyrl-RS"/>
        </w:rPr>
        <w:t>е</w:t>
      </w:r>
      <w:r w:rsidRPr="00A90824">
        <w:rPr>
          <w:color w:val="000000"/>
          <w:szCs w:val="24"/>
          <w:lang w:val="sr-Cyrl-RS"/>
        </w:rPr>
        <w:t xml:space="preserve"> податк</w:t>
      </w:r>
      <w:r w:rsidR="00240161" w:rsidRPr="00A90824">
        <w:rPr>
          <w:color w:val="000000"/>
          <w:szCs w:val="24"/>
          <w:lang w:val="sr-Cyrl-RS"/>
        </w:rPr>
        <w:t>е и омогуће њихову поновну употребу</w:t>
      </w:r>
      <w:r w:rsidRPr="00A90824">
        <w:rPr>
          <w:color w:val="000000"/>
          <w:szCs w:val="24"/>
          <w:lang w:val="sr-Cyrl-RS"/>
        </w:rPr>
        <w:t xml:space="preserve">. </w:t>
      </w:r>
      <w:r w:rsidR="00240161" w:rsidRPr="00A90824">
        <w:rPr>
          <w:color w:val="000000"/>
          <w:szCs w:val="24"/>
          <w:lang w:val="sr-Cyrl-RS"/>
        </w:rPr>
        <w:t>Привредни с</w:t>
      </w:r>
      <w:r w:rsidRPr="00A90824">
        <w:rPr>
          <w:color w:val="000000"/>
          <w:szCs w:val="24"/>
          <w:lang w:val="sr-Cyrl-RS"/>
        </w:rPr>
        <w:t xml:space="preserve">убјекти </w:t>
      </w:r>
      <w:r w:rsidR="00240161" w:rsidRPr="00A90824">
        <w:rPr>
          <w:color w:val="000000"/>
          <w:szCs w:val="24"/>
          <w:lang w:val="sr-Cyrl-RS"/>
        </w:rPr>
        <w:t xml:space="preserve">такође могу отварати и објављивати на истом </w:t>
      </w:r>
      <w:r w:rsidR="00876939" w:rsidRPr="00A90824">
        <w:rPr>
          <w:color w:val="000000"/>
          <w:szCs w:val="24"/>
          <w:lang w:val="sr-Cyrl-RS"/>
        </w:rPr>
        <w:t>п</w:t>
      </w:r>
      <w:r w:rsidR="00240161" w:rsidRPr="00A90824">
        <w:rPr>
          <w:color w:val="000000"/>
          <w:szCs w:val="24"/>
          <w:lang w:val="sr-Cyrl-RS"/>
        </w:rPr>
        <w:t xml:space="preserve">орталу </w:t>
      </w:r>
      <w:r w:rsidRPr="00A90824">
        <w:rPr>
          <w:color w:val="000000"/>
          <w:szCs w:val="24"/>
          <w:lang w:val="sr-Cyrl-RS"/>
        </w:rPr>
        <w:t xml:space="preserve">податке </w:t>
      </w:r>
      <w:r w:rsidR="00240161" w:rsidRPr="00A90824">
        <w:rPr>
          <w:color w:val="000000"/>
          <w:szCs w:val="24"/>
          <w:lang w:val="sr-Cyrl-RS"/>
        </w:rPr>
        <w:t>које креирају у свом раду</w:t>
      </w:r>
      <w:r w:rsidRPr="00A90824">
        <w:rPr>
          <w:color w:val="000000"/>
          <w:szCs w:val="24"/>
          <w:lang w:val="sr-Cyrl-RS"/>
        </w:rPr>
        <w:t xml:space="preserve">. Националној платформи за </w:t>
      </w:r>
      <w:r w:rsidR="00240161" w:rsidRPr="00A90824">
        <w:rPr>
          <w:color w:val="000000"/>
          <w:szCs w:val="24"/>
          <w:lang w:val="sr-Cyrl-RS"/>
        </w:rPr>
        <w:t>вештачку интелигенцију</w:t>
      </w:r>
      <w:r w:rsidRPr="00A90824">
        <w:rPr>
          <w:color w:val="000000"/>
          <w:szCs w:val="24"/>
          <w:lang w:val="sr-Cyrl-RS"/>
        </w:rPr>
        <w:t xml:space="preserve"> тренутно </w:t>
      </w:r>
      <w:r w:rsidR="00240161" w:rsidRPr="00A90824">
        <w:rPr>
          <w:color w:val="000000"/>
          <w:szCs w:val="24"/>
          <w:lang w:val="sr-Cyrl-RS"/>
        </w:rPr>
        <w:t xml:space="preserve">се </w:t>
      </w:r>
      <w:r w:rsidRPr="00A90824">
        <w:rPr>
          <w:color w:val="000000"/>
          <w:szCs w:val="24"/>
          <w:lang w:val="sr-Cyrl-RS"/>
        </w:rPr>
        <w:t>приступа са 3</w:t>
      </w:r>
      <w:r w:rsidR="00A3169D" w:rsidRPr="00A90824">
        <w:rPr>
          <w:color w:val="000000"/>
          <w:szCs w:val="24"/>
          <w:lang w:val="sr-Cyrl-RS"/>
        </w:rPr>
        <w:t>6</w:t>
      </w:r>
      <w:r w:rsidRPr="00A90824">
        <w:rPr>
          <w:color w:val="000000"/>
          <w:szCs w:val="24"/>
          <w:lang w:val="sr-Cyrl-RS"/>
        </w:rPr>
        <w:t xml:space="preserve">0 локација. </w:t>
      </w:r>
    </w:p>
    <w:p w14:paraId="1911A52B" w14:textId="38F85489" w:rsidR="006D7875" w:rsidRPr="00A90824" w:rsidRDefault="006D7875" w:rsidP="006D7875">
      <w:pPr>
        <w:rPr>
          <w:color w:val="000000"/>
          <w:szCs w:val="24"/>
          <w:lang w:val="sr-Cyrl-RS"/>
        </w:rPr>
      </w:pPr>
      <w:r w:rsidRPr="00A90824">
        <w:rPr>
          <w:color w:val="000000"/>
          <w:szCs w:val="24"/>
          <w:lang w:val="sr-Cyrl-RS"/>
        </w:rPr>
        <w:t xml:space="preserve">По питању развоја етичне и безбедне вештачке интелигенције значајно је истаћи да су усвојене Етичке смернице израђене у складу са </w:t>
      </w:r>
      <w:r w:rsidR="009F7612" w:rsidRPr="00A90824">
        <w:rPr>
          <w:color w:val="000000"/>
          <w:szCs w:val="24"/>
          <w:lang w:val="sr-Cyrl-RS"/>
        </w:rPr>
        <w:t xml:space="preserve">препорукама </w:t>
      </w:r>
      <w:r w:rsidRPr="00A90824">
        <w:rPr>
          <w:color w:val="000000"/>
          <w:szCs w:val="24"/>
          <w:lang w:val="sr-Cyrl-RS"/>
        </w:rPr>
        <w:t>УНЕСКО</w:t>
      </w:r>
      <w:r w:rsidR="009F7612" w:rsidRPr="00A90824">
        <w:rPr>
          <w:color w:val="000000"/>
          <w:szCs w:val="24"/>
          <w:lang w:val="sr-Cyrl-RS"/>
        </w:rPr>
        <w:t>-а</w:t>
      </w:r>
      <w:r w:rsidRPr="00A90824">
        <w:rPr>
          <w:color w:val="000000"/>
          <w:szCs w:val="24"/>
          <w:lang w:val="sr-Cyrl-RS"/>
        </w:rPr>
        <w:t xml:space="preserve"> и препорукама Европске Уније. </w:t>
      </w:r>
      <w:r w:rsidR="00240161" w:rsidRPr="00A90824">
        <w:rPr>
          <w:color w:val="000000"/>
          <w:szCs w:val="24"/>
          <w:lang w:val="sr-Cyrl-RS"/>
        </w:rPr>
        <w:t>Ф</w:t>
      </w:r>
      <w:r w:rsidRPr="00A90824">
        <w:rPr>
          <w:color w:val="000000"/>
          <w:szCs w:val="24"/>
          <w:lang w:val="sr-Cyrl-RS"/>
        </w:rPr>
        <w:t xml:space="preserve">ормирана је </w:t>
      </w:r>
      <w:r w:rsidR="00240161" w:rsidRPr="00A90824">
        <w:rPr>
          <w:color w:val="000000"/>
          <w:szCs w:val="24"/>
          <w:lang w:val="sr-Cyrl-RS"/>
        </w:rPr>
        <w:t xml:space="preserve">и </w:t>
      </w:r>
      <w:r w:rsidRPr="00A90824">
        <w:rPr>
          <w:color w:val="000000"/>
          <w:szCs w:val="24"/>
          <w:lang w:val="sr-Cyrl-RS"/>
        </w:rPr>
        <w:t xml:space="preserve">радна група </w:t>
      </w:r>
      <w:r w:rsidR="00240161" w:rsidRPr="00A90824">
        <w:rPr>
          <w:color w:val="000000"/>
          <w:szCs w:val="24"/>
          <w:lang w:val="sr-Cyrl-RS"/>
        </w:rPr>
        <w:t>која припрема</w:t>
      </w:r>
      <w:r w:rsidRPr="00A90824">
        <w:rPr>
          <w:color w:val="000000"/>
          <w:szCs w:val="24"/>
          <w:lang w:val="sr-Cyrl-RS"/>
        </w:rPr>
        <w:t xml:space="preserve"> Закон о вештачкој интелигенцији</w:t>
      </w:r>
      <w:r w:rsidR="00240161" w:rsidRPr="00A90824">
        <w:rPr>
          <w:color w:val="000000"/>
          <w:szCs w:val="24"/>
          <w:lang w:val="sr-Cyrl-RS"/>
        </w:rPr>
        <w:t>,</w:t>
      </w:r>
      <w:r w:rsidRPr="00A90824">
        <w:rPr>
          <w:color w:val="000000"/>
          <w:szCs w:val="24"/>
          <w:lang w:val="sr-Cyrl-RS"/>
        </w:rPr>
        <w:t xml:space="preserve"> а Република Србија активно учествује у раду међународних тела </w:t>
      </w:r>
      <w:r w:rsidR="00240161" w:rsidRPr="00A90824">
        <w:rPr>
          <w:color w:val="000000"/>
          <w:szCs w:val="24"/>
          <w:lang w:val="sr-Cyrl-RS"/>
        </w:rPr>
        <w:t xml:space="preserve">пратећи </w:t>
      </w:r>
      <w:r w:rsidRPr="00A90824">
        <w:rPr>
          <w:color w:val="000000"/>
          <w:szCs w:val="24"/>
          <w:lang w:val="sr-Cyrl-RS"/>
        </w:rPr>
        <w:t>токове даљег развоја политика, трендова и легислативе</w:t>
      </w:r>
      <w:r w:rsidR="00240161" w:rsidRPr="00A90824">
        <w:rPr>
          <w:color w:val="000000"/>
          <w:szCs w:val="24"/>
          <w:lang w:val="sr-Cyrl-RS"/>
        </w:rPr>
        <w:t xml:space="preserve"> у овој области</w:t>
      </w:r>
      <w:r w:rsidRPr="00A90824">
        <w:rPr>
          <w:color w:val="000000"/>
          <w:szCs w:val="24"/>
          <w:lang w:val="sr-Cyrl-RS"/>
        </w:rPr>
        <w:t xml:space="preserve">. </w:t>
      </w:r>
      <w:r w:rsidR="00236765" w:rsidRPr="00A90824">
        <w:rPr>
          <w:color w:val="000000"/>
          <w:szCs w:val="24"/>
          <w:lang w:val="sr-Cyrl-RS"/>
        </w:rPr>
        <w:t xml:space="preserve">Закључком Владе Републике Србије 05 </w:t>
      </w:r>
      <w:r w:rsidR="00A92263">
        <w:rPr>
          <w:color w:val="000000"/>
          <w:szCs w:val="24"/>
          <w:lang w:val="sr-Cyrl-RS"/>
        </w:rPr>
        <w:t>Б</w:t>
      </w:r>
      <w:r w:rsidR="00236765" w:rsidRPr="00A90824">
        <w:rPr>
          <w:color w:val="000000"/>
          <w:szCs w:val="24"/>
          <w:lang w:val="sr-Cyrl-RS"/>
        </w:rPr>
        <w:t>рој</w:t>
      </w:r>
      <w:r w:rsidR="00A92263">
        <w:rPr>
          <w:color w:val="000000"/>
          <w:szCs w:val="24"/>
          <w:lang w:val="sr-Cyrl-RS"/>
        </w:rPr>
        <w:t>:</w:t>
      </w:r>
      <w:r w:rsidR="00236765" w:rsidRPr="00A90824">
        <w:rPr>
          <w:color w:val="000000"/>
          <w:szCs w:val="24"/>
          <w:lang w:val="sr-Cyrl-RS"/>
        </w:rPr>
        <w:t xml:space="preserve"> 660-2524/2023-1 од 23. марта 2023. године, објављеним у</w:t>
      </w:r>
      <w:r w:rsidR="00A92263">
        <w:rPr>
          <w:color w:val="000000"/>
          <w:szCs w:val="24"/>
          <w:lang w:val="sr-Cyrl-RS"/>
        </w:rPr>
        <w:t xml:space="preserve"> </w:t>
      </w:r>
      <w:r w:rsidR="00A92263" w:rsidRPr="00A92263">
        <w:rPr>
          <w:bCs/>
          <w:color w:val="000000"/>
          <w:szCs w:val="24"/>
          <w:lang w:val="sr-Cyrl-CS"/>
        </w:rPr>
        <w:t>„</w:t>
      </w:r>
      <w:r w:rsidR="00236765" w:rsidRPr="00A90824">
        <w:rPr>
          <w:color w:val="000000"/>
          <w:szCs w:val="24"/>
          <w:lang w:val="sr-Cyrl-RS"/>
        </w:rPr>
        <w:t>Службеном гласнику РС</w:t>
      </w:r>
      <w:r w:rsidR="00A92263" w:rsidRPr="00A92263">
        <w:rPr>
          <w:bCs/>
          <w:color w:val="000000"/>
          <w:szCs w:val="24"/>
          <w:lang w:val="sr-Cyrl-CS"/>
        </w:rPr>
        <w:t>”</w:t>
      </w:r>
      <w:r w:rsidR="00A92263">
        <w:rPr>
          <w:color w:val="000000"/>
          <w:szCs w:val="24"/>
          <w:lang w:val="sr-Cyrl-RS"/>
        </w:rPr>
        <w:t>, број</w:t>
      </w:r>
      <w:r w:rsidR="00236765" w:rsidRPr="00A90824">
        <w:rPr>
          <w:color w:val="000000"/>
          <w:szCs w:val="24"/>
          <w:lang w:val="sr-Cyrl-RS"/>
        </w:rPr>
        <w:t xml:space="preserve"> 23/24 у марту 2023. године, усвојене су Етичке смернице за развој, примену и употребу поуздане и одговорне вештачке интелигенције. Закључком се препоручује органима државне управе и имаоцима јавних овлашћења да приликом развоја, примене и употребе система који могу бити класификовани као системи вештачке интелигенције или њихове набавке, примењују Етичке смернице. Примена Етичких смерница може се искључити уколико се ради о питањима из домена одбране и безбедности Републике Србије. Етичке смернице промовишу начела: објашњивост и проверљивост, достојанство, забрану чињења штете и правичност. Етичке смернице захтевају услове за стварање поуздане и одговорне вештачке интелигенције у које спадају: деловање и надзор, техничка поузданост и безбедност, приватност, заштита података о личности и управљање подацима, транспарентност, различитост, недискриминација и равноправност, друштвено и еколошко благостање и одговорност.</w:t>
      </w:r>
    </w:p>
    <w:p w14:paraId="54FA2B9A" w14:textId="77777777" w:rsidR="00877E74" w:rsidRPr="00A90824" w:rsidRDefault="00877E74" w:rsidP="006D7875">
      <w:pPr>
        <w:rPr>
          <w:color w:val="000000"/>
          <w:szCs w:val="24"/>
          <w:lang w:val="sr-Cyrl-RS"/>
        </w:rPr>
      </w:pPr>
      <w:r w:rsidRPr="00A90824">
        <w:rPr>
          <w:color w:val="000000"/>
          <w:szCs w:val="24"/>
          <w:lang w:val="sr-Cyrl-RS"/>
        </w:rPr>
        <w:t xml:space="preserve">Употреба дигиталних технологија, укључујући и различите видове вештачке интелигенције, утиче на слободу </w:t>
      </w:r>
      <w:r w:rsidR="004837CF" w:rsidRPr="00A90824">
        <w:rPr>
          <w:color w:val="000000"/>
          <w:szCs w:val="24"/>
          <w:lang w:val="sr-Cyrl-RS"/>
        </w:rPr>
        <w:t>изражавања</w:t>
      </w:r>
      <w:r w:rsidRPr="00A90824">
        <w:rPr>
          <w:color w:val="000000"/>
          <w:szCs w:val="24"/>
          <w:lang w:val="sr-Cyrl-RS"/>
        </w:rPr>
        <w:t xml:space="preserve"> на онлајн платформама и друштвеним </w:t>
      </w:r>
      <w:r w:rsidR="003F5F27" w:rsidRPr="00A90824">
        <w:rPr>
          <w:color w:val="000000"/>
          <w:szCs w:val="24"/>
          <w:lang w:val="sr-Cyrl-RS"/>
        </w:rPr>
        <w:t>мрежама</w:t>
      </w:r>
      <w:r w:rsidRPr="00A90824">
        <w:rPr>
          <w:color w:val="000000"/>
          <w:szCs w:val="24"/>
          <w:lang w:val="sr-Cyrl-RS"/>
        </w:rPr>
        <w:t>, обављањ</w:t>
      </w:r>
      <w:r w:rsidR="003F5F27" w:rsidRPr="00A90824">
        <w:rPr>
          <w:color w:val="000000"/>
          <w:szCs w:val="24"/>
          <w:lang w:val="sr-Cyrl-RS"/>
        </w:rPr>
        <w:t>е</w:t>
      </w:r>
      <w:r w:rsidRPr="00A90824">
        <w:rPr>
          <w:color w:val="000000"/>
          <w:szCs w:val="24"/>
          <w:lang w:val="sr-Cyrl-RS"/>
        </w:rPr>
        <w:t xml:space="preserve"> </w:t>
      </w:r>
      <w:r w:rsidR="004837CF" w:rsidRPr="00A90824">
        <w:rPr>
          <w:color w:val="000000"/>
          <w:szCs w:val="24"/>
          <w:lang w:val="sr-Cyrl-RS"/>
        </w:rPr>
        <w:t>новинарског</w:t>
      </w:r>
      <w:r w:rsidRPr="00A90824">
        <w:rPr>
          <w:color w:val="000000"/>
          <w:szCs w:val="24"/>
          <w:lang w:val="sr-Cyrl-RS"/>
        </w:rPr>
        <w:t xml:space="preserve"> посла и </w:t>
      </w:r>
      <w:r w:rsidR="003F5F27" w:rsidRPr="00A90824">
        <w:rPr>
          <w:color w:val="000000"/>
          <w:szCs w:val="24"/>
          <w:lang w:val="sr-Cyrl-RS"/>
        </w:rPr>
        <w:t xml:space="preserve">примене </w:t>
      </w:r>
      <w:r w:rsidRPr="00A90824">
        <w:rPr>
          <w:color w:val="000000"/>
          <w:szCs w:val="24"/>
          <w:lang w:val="sr-Cyrl-RS"/>
        </w:rPr>
        <w:t xml:space="preserve">нових пословних модела </w:t>
      </w:r>
      <w:r w:rsidR="00876939" w:rsidRPr="00A90824">
        <w:rPr>
          <w:color w:val="000000"/>
          <w:szCs w:val="24"/>
          <w:lang w:val="sr-Cyrl-RS"/>
        </w:rPr>
        <w:t xml:space="preserve">у </w:t>
      </w:r>
      <w:r w:rsidRPr="00A90824">
        <w:rPr>
          <w:color w:val="000000"/>
          <w:szCs w:val="24"/>
          <w:lang w:val="sr-Cyrl-RS"/>
        </w:rPr>
        <w:t>средств</w:t>
      </w:r>
      <w:r w:rsidR="00876939" w:rsidRPr="00A90824">
        <w:rPr>
          <w:color w:val="000000"/>
          <w:szCs w:val="24"/>
          <w:lang w:val="sr-Cyrl-RS"/>
        </w:rPr>
        <w:t>има</w:t>
      </w:r>
      <w:r w:rsidRPr="00A90824">
        <w:rPr>
          <w:color w:val="000000"/>
          <w:szCs w:val="24"/>
          <w:lang w:val="sr-Cyrl-RS"/>
        </w:rPr>
        <w:t xml:space="preserve"> јавног информисања и медија уопште, као и на </w:t>
      </w:r>
      <w:r w:rsidR="003F5F27" w:rsidRPr="00A90824">
        <w:rPr>
          <w:color w:val="000000"/>
          <w:szCs w:val="24"/>
          <w:lang w:val="sr-Cyrl-RS"/>
        </w:rPr>
        <w:t>развој информационог друштва у целини</w:t>
      </w:r>
      <w:r w:rsidRPr="00A90824">
        <w:rPr>
          <w:color w:val="000000"/>
          <w:szCs w:val="24"/>
          <w:lang w:val="sr-Cyrl-RS"/>
        </w:rPr>
        <w:t xml:space="preserve">. Алати вештачке интелигенције преузимају све важнију улогу у обради, структурирању и пружању информација, те питања аутоматизованог новинарства и алгоритамског обезбеђивања вести и модерирања садржаја у дигиталном окружењу, постављају изазове у вези са </w:t>
      </w:r>
      <w:r w:rsidR="003F5F27" w:rsidRPr="00A90824">
        <w:rPr>
          <w:color w:val="000000"/>
          <w:szCs w:val="24"/>
          <w:lang w:val="sr-Cyrl-RS"/>
        </w:rPr>
        <w:t xml:space="preserve">начином </w:t>
      </w:r>
      <w:r w:rsidRPr="00A90824">
        <w:rPr>
          <w:color w:val="000000"/>
          <w:szCs w:val="24"/>
          <w:lang w:val="sr-Cyrl-RS"/>
        </w:rPr>
        <w:t>информисањ</w:t>
      </w:r>
      <w:r w:rsidR="003F5F27" w:rsidRPr="00A90824">
        <w:rPr>
          <w:color w:val="000000"/>
          <w:szCs w:val="24"/>
          <w:lang w:val="sr-Cyrl-RS"/>
        </w:rPr>
        <w:t>а</w:t>
      </w:r>
      <w:r w:rsidR="004837CF" w:rsidRPr="00A90824">
        <w:rPr>
          <w:color w:val="000000"/>
          <w:szCs w:val="24"/>
          <w:lang w:val="sr-Cyrl-RS"/>
        </w:rPr>
        <w:t xml:space="preserve">, ширењем дезинформација, говором мржње, појавом нових облика друштвених наратива, дискриминацијом, слободом изражавања, приватношћу и медијском информационом писменошћу, те указују на потребу за </w:t>
      </w:r>
      <w:r w:rsidR="002173BA" w:rsidRPr="00A90824">
        <w:rPr>
          <w:color w:val="000000"/>
          <w:szCs w:val="24"/>
          <w:lang w:val="sr-Cyrl-RS"/>
        </w:rPr>
        <w:t>новим видом описмењавања</w:t>
      </w:r>
      <w:r w:rsidR="00876939" w:rsidRPr="00A90824">
        <w:rPr>
          <w:color w:val="000000"/>
          <w:szCs w:val="24"/>
          <w:lang w:val="sr-Cyrl-RS"/>
        </w:rPr>
        <w:t xml:space="preserve"> становништва</w:t>
      </w:r>
      <w:r w:rsidR="002173BA" w:rsidRPr="00A90824">
        <w:rPr>
          <w:color w:val="000000"/>
          <w:szCs w:val="24"/>
          <w:lang w:val="sr-Cyrl-RS"/>
        </w:rPr>
        <w:t>.</w:t>
      </w:r>
    </w:p>
    <w:p w14:paraId="1C6789A4" w14:textId="77777777" w:rsidR="00B109DF" w:rsidRPr="00A90824" w:rsidRDefault="00F04C63" w:rsidP="00F62B1B">
      <w:pPr>
        <w:pStyle w:val="Heading3"/>
        <w:rPr>
          <w:color w:val="000000"/>
          <w:sz w:val="24"/>
          <w:szCs w:val="24"/>
        </w:rPr>
      </w:pPr>
      <w:bookmarkStart w:id="31" w:name="_Toc174901924"/>
      <w:r w:rsidRPr="00A90824">
        <w:rPr>
          <w:color w:val="000000"/>
          <w:sz w:val="24"/>
          <w:szCs w:val="24"/>
        </w:rPr>
        <w:t xml:space="preserve">3.2.1. </w:t>
      </w:r>
      <w:r w:rsidR="00423A33" w:rsidRPr="00A90824">
        <w:rPr>
          <w:color w:val="000000"/>
          <w:sz w:val="24"/>
          <w:szCs w:val="24"/>
        </w:rPr>
        <w:tab/>
      </w:r>
      <w:r w:rsidR="00B109DF" w:rsidRPr="00A90824">
        <w:rPr>
          <w:color w:val="000000"/>
          <w:sz w:val="24"/>
          <w:szCs w:val="24"/>
        </w:rPr>
        <w:t xml:space="preserve">Развој људских </w:t>
      </w:r>
      <w:r w:rsidR="004837CF" w:rsidRPr="00A90824">
        <w:rPr>
          <w:color w:val="000000"/>
          <w:sz w:val="24"/>
          <w:szCs w:val="24"/>
        </w:rPr>
        <w:t>ресурса</w:t>
      </w:r>
      <w:r w:rsidR="00BE0C76" w:rsidRPr="00A90824">
        <w:rPr>
          <w:color w:val="000000"/>
          <w:sz w:val="24"/>
          <w:szCs w:val="24"/>
        </w:rPr>
        <w:t xml:space="preserve"> </w:t>
      </w:r>
    </w:p>
    <w:p w14:paraId="4B18121F" w14:textId="52B05E67" w:rsidR="00B109DF" w:rsidRPr="00A90824" w:rsidRDefault="00423A33" w:rsidP="00B109DF">
      <w:pPr>
        <w:rPr>
          <w:color w:val="000000"/>
          <w:szCs w:val="24"/>
          <w:lang w:val="sr-Cyrl-RS"/>
        </w:rPr>
      </w:pPr>
      <w:r w:rsidRPr="00A90824">
        <w:rPr>
          <w:color w:val="000000"/>
          <w:szCs w:val="24"/>
          <w:lang w:val="sr-Cyrl-RS"/>
        </w:rPr>
        <w:t>Развој људских ресурса захтева</w:t>
      </w:r>
      <w:r w:rsidR="00B109DF" w:rsidRPr="00A90824">
        <w:rPr>
          <w:color w:val="000000"/>
          <w:szCs w:val="24"/>
          <w:lang w:val="sr-Cyrl-RS"/>
        </w:rPr>
        <w:t xml:space="preserve"> </w:t>
      </w:r>
      <w:r w:rsidRPr="00A90824">
        <w:rPr>
          <w:color w:val="000000"/>
          <w:szCs w:val="24"/>
          <w:lang w:val="sr-Cyrl-RS"/>
        </w:rPr>
        <w:t xml:space="preserve">унапређење </w:t>
      </w:r>
      <w:r w:rsidR="00B109DF" w:rsidRPr="00A90824">
        <w:rPr>
          <w:color w:val="000000"/>
          <w:szCs w:val="24"/>
          <w:lang w:val="sr-Cyrl-RS"/>
        </w:rPr>
        <w:t xml:space="preserve">образовања у свим фазама образовног процеса и свим сферама друштва. </w:t>
      </w:r>
      <w:r w:rsidR="00A729D3" w:rsidRPr="00A90824">
        <w:rPr>
          <w:color w:val="000000"/>
          <w:szCs w:val="24"/>
          <w:lang w:val="sr-Cyrl-RS"/>
        </w:rPr>
        <w:t>У наставним програмима основних школа, у оквиру</w:t>
      </w:r>
      <w:r w:rsidR="001D0BBF" w:rsidRPr="00A90824">
        <w:rPr>
          <w:color w:val="000000"/>
          <w:szCs w:val="24"/>
          <w:lang w:val="sr-Cyrl-RS"/>
        </w:rPr>
        <w:t xml:space="preserve"> обавезних</w:t>
      </w:r>
      <w:r w:rsidR="00A729D3" w:rsidRPr="00A90824">
        <w:rPr>
          <w:color w:val="000000"/>
          <w:szCs w:val="24"/>
          <w:lang w:val="sr-Cyrl-RS"/>
        </w:rPr>
        <w:t xml:space="preserve"> предмета „Техника и технологиј</w:t>
      </w:r>
      <w:r w:rsidR="00107F6E">
        <w:rPr>
          <w:color w:val="000000"/>
          <w:szCs w:val="24"/>
          <w:lang w:val="sr-Cyrl-RS"/>
        </w:rPr>
        <w:t>а</w:t>
      </w:r>
      <w:r w:rsidR="00107F6E" w:rsidRPr="00107F6E">
        <w:rPr>
          <w:bCs/>
          <w:color w:val="000000"/>
          <w:szCs w:val="24"/>
          <w:lang w:val="sr-Cyrl-CS"/>
        </w:rPr>
        <w:t>”</w:t>
      </w:r>
      <w:r w:rsidR="00107F6E">
        <w:rPr>
          <w:color w:val="000000"/>
          <w:szCs w:val="24"/>
          <w:lang w:val="sr-Cyrl-RS"/>
        </w:rPr>
        <w:t xml:space="preserve"> и „Информатика и рачунарство</w:t>
      </w:r>
      <w:r w:rsidR="00107F6E" w:rsidRPr="00107F6E">
        <w:rPr>
          <w:bCs/>
          <w:color w:val="000000"/>
          <w:szCs w:val="24"/>
          <w:lang w:val="sr-Cyrl-CS"/>
        </w:rPr>
        <w:t>”</w:t>
      </w:r>
      <w:r w:rsidR="00A729D3" w:rsidRPr="00A90824">
        <w:rPr>
          <w:color w:val="000000"/>
          <w:szCs w:val="24"/>
          <w:lang w:val="sr-Cyrl-RS"/>
        </w:rPr>
        <w:t>, већ од седмог разреда ђаци стичу знања о улози и значају вештачке интелигенције, њеној примени у свакодневном животу и у</w:t>
      </w:r>
      <w:r w:rsidR="00081BBF" w:rsidRPr="00A90824">
        <w:rPr>
          <w:color w:val="000000"/>
          <w:szCs w:val="24"/>
          <w:lang w:val="sr-Cyrl-RS"/>
        </w:rPr>
        <w:t>т</w:t>
      </w:r>
      <w:r w:rsidR="00A729D3" w:rsidRPr="00A90824">
        <w:rPr>
          <w:color w:val="000000"/>
          <w:szCs w:val="24"/>
          <w:lang w:val="sr-Cyrl-RS"/>
        </w:rPr>
        <w:t xml:space="preserve">ицају на човека. </w:t>
      </w:r>
      <w:r w:rsidR="00343B9B" w:rsidRPr="00A90824">
        <w:rPr>
          <w:color w:val="000000"/>
          <w:szCs w:val="24"/>
          <w:lang w:val="sr-Cyrl-RS"/>
        </w:rPr>
        <w:t>У средњој школи</w:t>
      </w:r>
      <w:r w:rsidR="001D0BBF" w:rsidRPr="00A90824">
        <w:rPr>
          <w:color w:val="000000"/>
          <w:szCs w:val="24"/>
          <w:lang w:val="sr-Cyrl-RS"/>
        </w:rPr>
        <w:t xml:space="preserve"> наставља се изучавање ове теме кроз пре</w:t>
      </w:r>
      <w:r w:rsidR="00107F6E">
        <w:rPr>
          <w:color w:val="000000"/>
          <w:szCs w:val="24"/>
          <w:lang w:val="sr-Cyrl-RS"/>
        </w:rPr>
        <w:t>дмет „Информатика и рачунарство</w:t>
      </w:r>
      <w:r w:rsidR="00107F6E" w:rsidRPr="00107F6E">
        <w:rPr>
          <w:bCs/>
          <w:color w:val="000000"/>
          <w:szCs w:val="24"/>
          <w:lang w:val="sr-Cyrl-CS"/>
        </w:rPr>
        <w:t>”</w:t>
      </w:r>
      <w:r w:rsidR="001D0BBF" w:rsidRPr="00A90824">
        <w:rPr>
          <w:color w:val="000000"/>
          <w:szCs w:val="24"/>
          <w:lang w:val="sr-Cyrl-RS"/>
        </w:rPr>
        <w:t xml:space="preserve">, а у одређеним специјалистичким школама које имају акценат на технологији и посебном развоју знања из области информационих технологија, укључени су у додатне предмете. </w:t>
      </w:r>
      <w:r w:rsidR="00B109DF" w:rsidRPr="00A90824">
        <w:rPr>
          <w:color w:val="000000"/>
          <w:szCs w:val="24"/>
          <w:lang w:val="sr-Cyrl-RS"/>
        </w:rPr>
        <w:t xml:space="preserve">На </w:t>
      </w:r>
      <w:r w:rsidRPr="00A90824">
        <w:rPr>
          <w:color w:val="000000"/>
          <w:szCs w:val="24"/>
          <w:lang w:val="sr-Cyrl-RS"/>
        </w:rPr>
        <w:t xml:space="preserve">већини </w:t>
      </w:r>
      <w:r w:rsidR="00B109DF" w:rsidRPr="00A90824">
        <w:rPr>
          <w:color w:val="000000"/>
          <w:szCs w:val="24"/>
          <w:lang w:val="sr-Cyrl-RS"/>
        </w:rPr>
        <w:t>факултет</w:t>
      </w:r>
      <w:r w:rsidRPr="00A90824">
        <w:rPr>
          <w:color w:val="000000"/>
          <w:szCs w:val="24"/>
          <w:lang w:val="sr-Cyrl-RS"/>
        </w:rPr>
        <w:t>а</w:t>
      </w:r>
      <w:r w:rsidR="00B109DF" w:rsidRPr="00A90824">
        <w:rPr>
          <w:color w:val="000000"/>
          <w:szCs w:val="24"/>
          <w:lang w:val="sr-Cyrl-RS"/>
        </w:rPr>
        <w:t xml:space="preserve"> </w:t>
      </w:r>
      <w:r w:rsidRPr="00A90824">
        <w:rPr>
          <w:color w:val="000000"/>
          <w:szCs w:val="24"/>
          <w:lang w:val="sr-Cyrl-RS"/>
        </w:rPr>
        <w:t xml:space="preserve">на којима се изучавају </w:t>
      </w:r>
      <w:r w:rsidR="00B34E1B" w:rsidRPr="00A90824">
        <w:rPr>
          <w:color w:val="000000"/>
          <w:szCs w:val="24"/>
          <w:lang w:val="sr-Cyrl-RS"/>
        </w:rPr>
        <w:t xml:space="preserve">информационо-комуникационе технологије у оквиру </w:t>
      </w:r>
      <w:r w:rsidR="00B109DF" w:rsidRPr="00A90824">
        <w:rPr>
          <w:color w:val="000000"/>
          <w:szCs w:val="24"/>
          <w:lang w:val="sr-Cyrl-RS"/>
        </w:rPr>
        <w:t>студијски</w:t>
      </w:r>
      <w:r w:rsidR="00B34E1B" w:rsidRPr="00A90824">
        <w:rPr>
          <w:color w:val="000000"/>
          <w:szCs w:val="24"/>
          <w:lang w:val="sr-Cyrl-RS"/>
        </w:rPr>
        <w:t>х</w:t>
      </w:r>
      <w:r w:rsidR="00B109DF" w:rsidRPr="00A90824">
        <w:rPr>
          <w:color w:val="000000"/>
          <w:szCs w:val="24"/>
          <w:lang w:val="sr-Cyrl-RS"/>
        </w:rPr>
        <w:t xml:space="preserve"> програм</w:t>
      </w:r>
      <w:r w:rsidR="00B34E1B" w:rsidRPr="00A90824">
        <w:rPr>
          <w:color w:val="000000"/>
          <w:szCs w:val="24"/>
          <w:lang w:val="sr-Cyrl-RS"/>
        </w:rPr>
        <w:t>а</w:t>
      </w:r>
      <w:r w:rsidR="00B109DF" w:rsidRPr="00A90824">
        <w:rPr>
          <w:color w:val="000000"/>
          <w:szCs w:val="24"/>
          <w:lang w:val="sr-Cyrl-RS"/>
        </w:rPr>
        <w:t xml:space="preserve"> </w:t>
      </w:r>
      <w:r w:rsidR="00B34E1B" w:rsidRPr="00A90824">
        <w:rPr>
          <w:color w:val="000000"/>
          <w:szCs w:val="24"/>
          <w:lang w:val="sr-Cyrl-RS"/>
        </w:rPr>
        <w:t xml:space="preserve">основног нивоа студија </w:t>
      </w:r>
      <w:r w:rsidR="00B109DF" w:rsidRPr="00A90824">
        <w:rPr>
          <w:color w:val="000000"/>
          <w:szCs w:val="24"/>
          <w:lang w:val="sr-Cyrl-RS"/>
        </w:rPr>
        <w:t>пружа</w:t>
      </w:r>
      <w:r w:rsidR="00876939" w:rsidRPr="00A90824">
        <w:rPr>
          <w:color w:val="000000"/>
          <w:szCs w:val="24"/>
          <w:lang w:val="sr-Cyrl-RS"/>
        </w:rPr>
        <w:t>ју</w:t>
      </w:r>
      <w:r w:rsidR="00B109DF" w:rsidRPr="00A90824">
        <w:rPr>
          <w:color w:val="000000"/>
          <w:szCs w:val="24"/>
          <w:lang w:val="sr-Cyrl-RS"/>
        </w:rPr>
        <w:t xml:space="preserve"> </w:t>
      </w:r>
      <w:r w:rsidR="00B34E1B" w:rsidRPr="00A90824">
        <w:rPr>
          <w:color w:val="000000"/>
          <w:szCs w:val="24"/>
          <w:lang w:val="sr-Cyrl-RS"/>
        </w:rPr>
        <w:t xml:space="preserve">се </w:t>
      </w:r>
      <w:r w:rsidR="00B109DF" w:rsidRPr="00A90824">
        <w:rPr>
          <w:color w:val="000000"/>
          <w:szCs w:val="24"/>
          <w:lang w:val="sr-Cyrl-RS"/>
        </w:rPr>
        <w:t>знањ</w:t>
      </w:r>
      <w:r w:rsidR="00876939" w:rsidRPr="00A90824">
        <w:rPr>
          <w:color w:val="000000"/>
          <w:szCs w:val="24"/>
          <w:lang w:val="sr-Cyrl-RS"/>
        </w:rPr>
        <w:t>а</w:t>
      </w:r>
      <w:r w:rsidR="00B109DF" w:rsidRPr="00A90824">
        <w:rPr>
          <w:color w:val="000000"/>
          <w:szCs w:val="24"/>
          <w:lang w:val="sr-Cyrl-RS"/>
        </w:rPr>
        <w:t xml:space="preserve"> и вештине потребне за </w:t>
      </w:r>
      <w:r w:rsidR="00B34E1B" w:rsidRPr="00A90824">
        <w:rPr>
          <w:color w:val="000000"/>
          <w:szCs w:val="24"/>
          <w:lang w:val="sr-Cyrl-RS"/>
        </w:rPr>
        <w:t>усавршавање</w:t>
      </w:r>
      <w:r w:rsidR="00B109DF" w:rsidRPr="00A90824">
        <w:rPr>
          <w:color w:val="000000"/>
          <w:szCs w:val="24"/>
          <w:lang w:val="sr-Cyrl-RS"/>
        </w:rPr>
        <w:t xml:space="preserve"> </w:t>
      </w:r>
      <w:r w:rsidR="00876939" w:rsidRPr="00A90824">
        <w:rPr>
          <w:color w:val="000000"/>
          <w:szCs w:val="24"/>
          <w:lang w:val="sr-Cyrl-RS"/>
        </w:rPr>
        <w:t>у овој</w:t>
      </w:r>
      <w:r w:rsidR="00B109DF" w:rsidRPr="00A90824">
        <w:rPr>
          <w:color w:val="000000"/>
          <w:szCs w:val="24"/>
          <w:lang w:val="sr-Cyrl-RS"/>
        </w:rPr>
        <w:t xml:space="preserve"> области. На </w:t>
      </w:r>
      <w:r w:rsidR="00BC0EEF" w:rsidRPr="00A90824">
        <w:rPr>
          <w:color w:val="000000"/>
          <w:szCs w:val="24"/>
          <w:lang w:val="sr-Cyrl-RS"/>
        </w:rPr>
        <w:t>мастер</w:t>
      </w:r>
      <w:r w:rsidR="00B109DF" w:rsidRPr="00A90824">
        <w:rPr>
          <w:color w:val="000000"/>
          <w:szCs w:val="24"/>
          <w:lang w:val="sr-Cyrl-RS"/>
        </w:rPr>
        <w:t xml:space="preserve"> студијама акредитовано је седам мастер програма </w:t>
      </w:r>
      <w:r w:rsidR="00EB30F5" w:rsidRPr="00A90824">
        <w:rPr>
          <w:color w:val="000000"/>
          <w:szCs w:val="24"/>
          <w:lang w:val="sr-Cyrl-RS"/>
        </w:rPr>
        <w:t>где се проучава вештачка интелигенција и машинско учење, као и наука о подацима. Ови предмети проучавају се на укупно шест факултета на универзитетима у Београду, Нишу, Новом Саду и Крагујевцу, што показује и територијалну свеобухватност.</w:t>
      </w:r>
      <w:r w:rsidR="00B109DF" w:rsidRPr="00A90824">
        <w:rPr>
          <w:color w:val="000000"/>
          <w:szCs w:val="24"/>
          <w:lang w:val="sr-Cyrl-RS"/>
        </w:rPr>
        <w:t xml:space="preserve"> Ради се и на образовању државних службеника</w:t>
      </w:r>
      <w:r w:rsidR="00EB30F5" w:rsidRPr="00A90824">
        <w:rPr>
          <w:color w:val="000000"/>
          <w:szCs w:val="24"/>
          <w:lang w:val="sr-Cyrl-RS"/>
        </w:rPr>
        <w:t xml:space="preserve"> кроз реализацију програма обуке о вештачкој интелигенцији коју спроводи</w:t>
      </w:r>
      <w:r w:rsidR="00B109DF" w:rsidRPr="00A90824">
        <w:rPr>
          <w:color w:val="000000"/>
          <w:szCs w:val="24"/>
          <w:lang w:val="sr-Cyrl-RS"/>
        </w:rPr>
        <w:t xml:space="preserve"> Национална академија за јавну управу</w:t>
      </w:r>
      <w:r w:rsidR="00BC0EEF" w:rsidRPr="00A90824">
        <w:rPr>
          <w:color w:val="000000"/>
          <w:szCs w:val="24"/>
          <w:lang w:val="sr-Cyrl-RS"/>
        </w:rPr>
        <w:t>.</w:t>
      </w:r>
    </w:p>
    <w:p w14:paraId="757C1C48" w14:textId="77777777" w:rsidR="00B109DF" w:rsidRPr="00A90824" w:rsidRDefault="00B109DF" w:rsidP="00B109DF">
      <w:pPr>
        <w:rPr>
          <w:color w:val="000000"/>
          <w:szCs w:val="24"/>
          <w:lang w:val="sr-Cyrl-RS"/>
        </w:rPr>
      </w:pPr>
      <w:r w:rsidRPr="00A90824">
        <w:rPr>
          <w:color w:val="000000"/>
          <w:szCs w:val="24"/>
          <w:lang w:val="sr-Cyrl-RS"/>
        </w:rPr>
        <w:t>Развој и примена вештачке интелигенције не укључује само науку, технологију, инжењерство и математику (</w:t>
      </w:r>
      <w:r w:rsidR="004948F7" w:rsidRPr="00A90824">
        <w:rPr>
          <w:color w:val="000000"/>
          <w:szCs w:val="24"/>
          <w:lang w:val="sr-Cyrl-RS"/>
        </w:rPr>
        <w:t xml:space="preserve">science, technology, engineering, mathematics - </w:t>
      </w:r>
      <w:r w:rsidRPr="00A90824">
        <w:rPr>
          <w:color w:val="000000"/>
          <w:szCs w:val="24"/>
          <w:lang w:val="sr-Cyrl-RS"/>
        </w:rPr>
        <w:t xml:space="preserve">СТЕМ), већ </w:t>
      </w:r>
      <w:r w:rsidR="00786D37" w:rsidRPr="00A90824">
        <w:rPr>
          <w:color w:val="000000"/>
          <w:szCs w:val="24"/>
          <w:lang w:val="sr-Cyrl-RS"/>
        </w:rPr>
        <w:t>и</w:t>
      </w:r>
      <w:r w:rsidRPr="00A90824">
        <w:rPr>
          <w:color w:val="000000"/>
          <w:szCs w:val="24"/>
          <w:lang w:val="sr-Cyrl-RS"/>
        </w:rPr>
        <w:t xml:space="preserve"> друге гране образовања. Због тога што примена подразумева и доменско разумевање, развој правн</w:t>
      </w:r>
      <w:r w:rsidR="00876939" w:rsidRPr="00A90824">
        <w:rPr>
          <w:color w:val="000000"/>
          <w:szCs w:val="24"/>
          <w:lang w:val="sr-Cyrl-RS"/>
        </w:rPr>
        <w:t>ог оквира</w:t>
      </w:r>
      <w:r w:rsidRPr="00A90824">
        <w:rPr>
          <w:color w:val="000000"/>
          <w:szCs w:val="24"/>
          <w:lang w:val="sr-Cyrl-RS"/>
        </w:rPr>
        <w:t xml:space="preserve">, филозофске аспекте, организациона питања и много тога. Факултети су </w:t>
      </w:r>
      <w:r w:rsidR="006E040F" w:rsidRPr="00A90824">
        <w:rPr>
          <w:color w:val="000000"/>
          <w:szCs w:val="24"/>
          <w:lang w:val="sr-Cyrl-RS"/>
        </w:rPr>
        <w:t xml:space="preserve">право </w:t>
      </w:r>
      <w:r w:rsidRPr="00A90824">
        <w:rPr>
          <w:color w:val="000000"/>
          <w:szCs w:val="24"/>
          <w:lang w:val="sr-Cyrl-RS"/>
        </w:rPr>
        <w:t xml:space="preserve">место да се будући стручњаци систематски упознају са овим темама. Поред тога, важно </w:t>
      </w:r>
      <w:r w:rsidR="006E040F" w:rsidRPr="00A90824">
        <w:rPr>
          <w:color w:val="000000"/>
          <w:szCs w:val="24"/>
          <w:lang w:val="sr-Cyrl-RS"/>
        </w:rPr>
        <w:t xml:space="preserve">је </w:t>
      </w:r>
      <w:r w:rsidRPr="00A90824">
        <w:rPr>
          <w:color w:val="000000"/>
          <w:szCs w:val="24"/>
          <w:lang w:val="sr-Cyrl-RS"/>
        </w:rPr>
        <w:t xml:space="preserve">омогућити свима који желе и којима је то потребно, да се </w:t>
      </w:r>
      <w:r w:rsidR="006E040F" w:rsidRPr="00A90824">
        <w:rPr>
          <w:color w:val="000000"/>
          <w:szCs w:val="24"/>
          <w:lang w:val="sr-Cyrl-RS"/>
        </w:rPr>
        <w:t xml:space="preserve">и </w:t>
      </w:r>
      <w:r w:rsidRPr="00A90824">
        <w:rPr>
          <w:color w:val="000000"/>
          <w:szCs w:val="24"/>
          <w:lang w:val="sr-Cyrl-RS"/>
        </w:rPr>
        <w:t>преко неформалних програма обука упознају са могућностима развоја и примене вештачке интелигенције</w:t>
      </w:r>
      <w:r w:rsidR="006E040F" w:rsidRPr="00A90824">
        <w:rPr>
          <w:color w:val="000000"/>
          <w:szCs w:val="24"/>
          <w:lang w:val="sr-Cyrl-RS"/>
        </w:rPr>
        <w:t>, као што су кратки програми студија.</w:t>
      </w:r>
      <w:r w:rsidRPr="00A90824">
        <w:rPr>
          <w:color w:val="000000"/>
          <w:szCs w:val="24"/>
          <w:lang w:val="sr-Cyrl-RS"/>
        </w:rPr>
        <w:t xml:space="preserve"> </w:t>
      </w:r>
      <w:r w:rsidR="006E040F" w:rsidRPr="00A90824">
        <w:rPr>
          <w:color w:val="000000"/>
          <w:szCs w:val="24"/>
          <w:lang w:val="sr-Cyrl-RS"/>
        </w:rPr>
        <w:t>Неопходно је</w:t>
      </w:r>
      <w:r w:rsidRPr="00A90824">
        <w:rPr>
          <w:color w:val="000000"/>
          <w:szCs w:val="24"/>
          <w:lang w:val="sr-Cyrl-RS"/>
        </w:rPr>
        <w:t xml:space="preserve"> омогућити стручна усавршавања запослених </w:t>
      </w:r>
      <w:r w:rsidR="006E040F" w:rsidRPr="00A90824">
        <w:rPr>
          <w:color w:val="000000"/>
          <w:szCs w:val="24"/>
          <w:lang w:val="sr-Cyrl-RS"/>
        </w:rPr>
        <w:t xml:space="preserve">који могу </w:t>
      </w:r>
      <w:r w:rsidRPr="00A90824">
        <w:rPr>
          <w:color w:val="000000"/>
          <w:szCs w:val="24"/>
          <w:lang w:val="sr-Cyrl-RS"/>
        </w:rPr>
        <w:t>у своје свакодневне активности укључ</w:t>
      </w:r>
      <w:r w:rsidR="006E040F" w:rsidRPr="00A90824">
        <w:rPr>
          <w:color w:val="000000"/>
          <w:szCs w:val="24"/>
          <w:lang w:val="sr-Cyrl-RS"/>
        </w:rPr>
        <w:t>ити примену</w:t>
      </w:r>
      <w:r w:rsidRPr="00A90824">
        <w:rPr>
          <w:color w:val="000000"/>
          <w:szCs w:val="24"/>
          <w:lang w:val="sr-Cyrl-RS"/>
        </w:rPr>
        <w:t xml:space="preserve"> вештачк</w:t>
      </w:r>
      <w:r w:rsidR="006E040F" w:rsidRPr="00A90824">
        <w:rPr>
          <w:color w:val="000000"/>
          <w:szCs w:val="24"/>
          <w:lang w:val="sr-Cyrl-RS"/>
        </w:rPr>
        <w:t>е</w:t>
      </w:r>
      <w:r w:rsidRPr="00A90824">
        <w:rPr>
          <w:color w:val="000000"/>
          <w:szCs w:val="24"/>
          <w:lang w:val="sr-Cyrl-RS"/>
        </w:rPr>
        <w:t xml:space="preserve"> интелигенциј</w:t>
      </w:r>
      <w:r w:rsidR="006E040F" w:rsidRPr="00A90824">
        <w:rPr>
          <w:color w:val="000000"/>
          <w:szCs w:val="24"/>
          <w:lang w:val="sr-Cyrl-RS"/>
        </w:rPr>
        <w:t>е</w:t>
      </w:r>
      <w:r w:rsidRPr="00A90824">
        <w:rPr>
          <w:color w:val="000000"/>
          <w:szCs w:val="24"/>
          <w:lang w:val="sr-Cyrl-RS"/>
        </w:rPr>
        <w:t xml:space="preserve"> у делу који помаже и унапређује њихов рад. </w:t>
      </w:r>
      <w:r w:rsidR="006E040F" w:rsidRPr="00A90824">
        <w:rPr>
          <w:color w:val="000000"/>
          <w:szCs w:val="24"/>
          <w:lang w:val="sr-Cyrl-RS"/>
        </w:rPr>
        <w:t>Д</w:t>
      </w:r>
      <w:r w:rsidRPr="00A90824">
        <w:rPr>
          <w:color w:val="000000"/>
          <w:szCs w:val="24"/>
          <w:lang w:val="sr-Cyrl-RS"/>
        </w:rPr>
        <w:t>одатно оспособљавање помоћи ће њиховим радним способностима и омогућити напредовање и рад и у новим околностима.</w:t>
      </w:r>
      <w:r w:rsidR="006E040F" w:rsidRPr="00A90824">
        <w:rPr>
          <w:color w:val="000000"/>
          <w:szCs w:val="24"/>
          <w:lang w:val="sr-Cyrl-RS"/>
        </w:rPr>
        <w:t xml:space="preserve"> </w:t>
      </w:r>
      <w:r w:rsidRPr="00A90824">
        <w:rPr>
          <w:color w:val="000000"/>
          <w:szCs w:val="24"/>
          <w:lang w:val="sr-Cyrl-RS"/>
        </w:rPr>
        <w:t xml:space="preserve">Поред увођења вештачке интелигенције у формално образовање, важно </w:t>
      </w:r>
      <w:r w:rsidR="006E040F" w:rsidRPr="00A90824">
        <w:rPr>
          <w:color w:val="000000"/>
          <w:szCs w:val="24"/>
          <w:lang w:val="sr-Cyrl-RS"/>
        </w:rPr>
        <w:t xml:space="preserve">је </w:t>
      </w:r>
      <w:r w:rsidRPr="00A90824">
        <w:rPr>
          <w:color w:val="000000"/>
          <w:szCs w:val="24"/>
          <w:lang w:val="sr-Cyrl-RS"/>
        </w:rPr>
        <w:t xml:space="preserve">подстицати </w:t>
      </w:r>
      <w:r w:rsidR="006E040F" w:rsidRPr="00A90824">
        <w:rPr>
          <w:color w:val="000000"/>
          <w:szCs w:val="24"/>
          <w:lang w:val="sr-Cyrl-RS"/>
        </w:rPr>
        <w:t xml:space="preserve">моделе </w:t>
      </w:r>
      <w:r w:rsidRPr="00A90824">
        <w:rPr>
          <w:color w:val="000000"/>
          <w:szCs w:val="24"/>
          <w:lang w:val="sr-Cyrl-RS"/>
        </w:rPr>
        <w:t>неформалног образовања кој</w:t>
      </w:r>
      <w:r w:rsidR="00876939" w:rsidRPr="00A90824">
        <w:rPr>
          <w:color w:val="000000"/>
          <w:szCs w:val="24"/>
          <w:lang w:val="sr-Cyrl-RS"/>
        </w:rPr>
        <w:t>и</w:t>
      </w:r>
      <w:r w:rsidRPr="00A90824">
        <w:rPr>
          <w:color w:val="000000"/>
          <w:szCs w:val="24"/>
          <w:lang w:val="sr-Cyrl-RS"/>
        </w:rPr>
        <w:t xml:space="preserve"> ће омогућити целоживотно учење и кој</w:t>
      </w:r>
      <w:r w:rsidR="006E040F" w:rsidRPr="00A90824">
        <w:rPr>
          <w:color w:val="000000"/>
          <w:szCs w:val="24"/>
          <w:lang w:val="sr-Cyrl-RS"/>
        </w:rPr>
        <w:t>и</w:t>
      </w:r>
      <w:r w:rsidRPr="00A90824">
        <w:rPr>
          <w:color w:val="000000"/>
          <w:szCs w:val="24"/>
          <w:lang w:val="sr-Cyrl-RS"/>
        </w:rPr>
        <w:t xml:space="preserve"> ће </w:t>
      </w:r>
      <w:r w:rsidR="006E040F" w:rsidRPr="00A90824">
        <w:rPr>
          <w:color w:val="000000"/>
          <w:szCs w:val="24"/>
          <w:lang w:val="sr-Cyrl-RS"/>
        </w:rPr>
        <w:t>читаву популацију</w:t>
      </w:r>
      <w:r w:rsidRPr="00A90824">
        <w:rPr>
          <w:color w:val="000000"/>
          <w:szCs w:val="24"/>
          <w:lang w:val="sr-Cyrl-RS"/>
        </w:rPr>
        <w:t xml:space="preserve"> припрем</w:t>
      </w:r>
      <w:r w:rsidR="006E040F" w:rsidRPr="00A90824">
        <w:rPr>
          <w:color w:val="000000"/>
          <w:szCs w:val="24"/>
          <w:lang w:val="sr-Cyrl-RS"/>
        </w:rPr>
        <w:t>ити</w:t>
      </w:r>
      <w:r w:rsidRPr="00A90824">
        <w:rPr>
          <w:color w:val="000000"/>
          <w:szCs w:val="24"/>
          <w:lang w:val="sr-Cyrl-RS"/>
        </w:rPr>
        <w:t xml:space="preserve"> за очекивани масовни уплив вештачке интелигенције у свакодневни живот.</w:t>
      </w:r>
      <w:r w:rsidR="00EB30F5" w:rsidRPr="00A90824">
        <w:rPr>
          <w:color w:val="000000"/>
          <w:szCs w:val="24"/>
          <w:lang w:val="sr-Cyrl-RS"/>
        </w:rPr>
        <w:t xml:space="preserve"> </w:t>
      </w:r>
    </w:p>
    <w:p w14:paraId="3555DB03" w14:textId="745605AD" w:rsidR="00BE0C76" w:rsidRPr="00A90824" w:rsidRDefault="00B109DF" w:rsidP="00F62B1B">
      <w:pPr>
        <w:pStyle w:val="Heading3"/>
        <w:rPr>
          <w:color w:val="000000"/>
          <w:sz w:val="24"/>
          <w:szCs w:val="24"/>
        </w:rPr>
      </w:pPr>
      <w:r w:rsidRPr="00A90824">
        <w:rPr>
          <w:color w:val="000000"/>
          <w:sz w:val="24"/>
          <w:szCs w:val="24"/>
        </w:rPr>
        <w:t>3.2.2</w:t>
      </w:r>
      <w:r w:rsidR="00AF0A59">
        <w:rPr>
          <w:color w:val="000000"/>
          <w:sz w:val="24"/>
          <w:szCs w:val="24"/>
        </w:rPr>
        <w:t>.</w:t>
      </w:r>
      <w:r w:rsidRPr="00A90824">
        <w:rPr>
          <w:color w:val="000000"/>
          <w:sz w:val="24"/>
          <w:szCs w:val="24"/>
        </w:rPr>
        <w:t xml:space="preserve"> Р</w:t>
      </w:r>
      <w:r w:rsidR="00BE0C76" w:rsidRPr="00A90824">
        <w:rPr>
          <w:color w:val="000000"/>
          <w:sz w:val="24"/>
          <w:szCs w:val="24"/>
        </w:rPr>
        <w:t>азумевање вештачке интелигенције у друштву</w:t>
      </w:r>
      <w:bookmarkEnd w:id="31"/>
    </w:p>
    <w:p w14:paraId="39BFC873" w14:textId="3DD93CC5" w:rsidR="00D01DB7" w:rsidRPr="00A90824" w:rsidRDefault="00BE0C76" w:rsidP="00BE0C76">
      <w:pPr>
        <w:rPr>
          <w:color w:val="000000"/>
          <w:szCs w:val="24"/>
          <w:lang w:val="sr-Cyrl-RS"/>
        </w:rPr>
      </w:pPr>
      <w:r w:rsidRPr="00A90824">
        <w:rPr>
          <w:color w:val="000000"/>
          <w:szCs w:val="24"/>
          <w:lang w:val="sr-Cyrl-RS"/>
        </w:rPr>
        <w:t xml:space="preserve">За разумевање развоја и употребе вештачке интелигенције као нове парадигме, треба добро разумети њену природу, начин развоја, могућности </w:t>
      </w:r>
      <w:r w:rsidR="006E040F" w:rsidRPr="00A90824">
        <w:rPr>
          <w:color w:val="000000"/>
          <w:szCs w:val="24"/>
          <w:lang w:val="sr-Cyrl-RS"/>
        </w:rPr>
        <w:t>и</w:t>
      </w:r>
      <w:r w:rsidRPr="00A90824">
        <w:rPr>
          <w:color w:val="000000"/>
          <w:szCs w:val="24"/>
          <w:lang w:val="sr-Cyrl-RS"/>
        </w:rPr>
        <w:t xml:space="preserve"> начин примене, процес имплементације и остала </w:t>
      </w:r>
      <w:r w:rsidR="006E040F" w:rsidRPr="00A90824">
        <w:rPr>
          <w:color w:val="000000"/>
          <w:szCs w:val="24"/>
          <w:lang w:val="sr-Cyrl-RS"/>
        </w:rPr>
        <w:t xml:space="preserve">значајна </w:t>
      </w:r>
      <w:r w:rsidRPr="00A90824">
        <w:rPr>
          <w:color w:val="000000"/>
          <w:szCs w:val="24"/>
          <w:lang w:val="sr-Cyrl-RS"/>
        </w:rPr>
        <w:t xml:space="preserve">питања. Као и </w:t>
      </w:r>
      <w:r w:rsidR="007A48CC" w:rsidRPr="00A90824">
        <w:rPr>
          <w:color w:val="000000"/>
          <w:szCs w:val="24"/>
          <w:lang w:val="sr-Cyrl-RS"/>
        </w:rPr>
        <w:t xml:space="preserve">код </w:t>
      </w:r>
      <w:r w:rsidRPr="00A90824">
        <w:rPr>
          <w:color w:val="000000"/>
          <w:szCs w:val="24"/>
          <w:lang w:val="sr-Cyrl-RS"/>
        </w:rPr>
        <w:t>свак</w:t>
      </w:r>
      <w:r w:rsidR="007A48CC" w:rsidRPr="00A90824">
        <w:rPr>
          <w:color w:val="000000"/>
          <w:szCs w:val="24"/>
          <w:lang w:val="sr-Cyrl-RS"/>
        </w:rPr>
        <w:t>е</w:t>
      </w:r>
      <w:r w:rsidRPr="00A90824">
        <w:rPr>
          <w:color w:val="000000"/>
          <w:szCs w:val="24"/>
          <w:lang w:val="sr-Cyrl-RS"/>
        </w:rPr>
        <w:t xml:space="preserve"> промен</w:t>
      </w:r>
      <w:r w:rsidR="007A48CC" w:rsidRPr="00A90824">
        <w:rPr>
          <w:color w:val="000000"/>
          <w:szCs w:val="24"/>
          <w:lang w:val="sr-Cyrl-RS"/>
        </w:rPr>
        <w:t>е</w:t>
      </w:r>
      <w:r w:rsidRPr="00A90824">
        <w:rPr>
          <w:color w:val="000000"/>
          <w:szCs w:val="24"/>
          <w:lang w:val="sr-Cyrl-RS"/>
        </w:rPr>
        <w:t xml:space="preserve">, </w:t>
      </w:r>
      <w:r w:rsidR="007A48CC" w:rsidRPr="00A90824">
        <w:rPr>
          <w:color w:val="000000"/>
          <w:szCs w:val="24"/>
          <w:lang w:val="sr-Cyrl-RS"/>
        </w:rPr>
        <w:t xml:space="preserve">појава </w:t>
      </w:r>
      <w:r w:rsidRPr="00A90824">
        <w:rPr>
          <w:color w:val="000000"/>
          <w:szCs w:val="24"/>
          <w:lang w:val="sr-Cyrl-RS"/>
        </w:rPr>
        <w:t>вештачк</w:t>
      </w:r>
      <w:r w:rsidR="007A48CC" w:rsidRPr="00A90824">
        <w:rPr>
          <w:color w:val="000000"/>
          <w:szCs w:val="24"/>
          <w:lang w:val="sr-Cyrl-RS"/>
        </w:rPr>
        <w:t>е</w:t>
      </w:r>
      <w:r w:rsidRPr="00A90824">
        <w:rPr>
          <w:color w:val="000000"/>
          <w:szCs w:val="24"/>
          <w:lang w:val="sr-Cyrl-RS"/>
        </w:rPr>
        <w:t xml:space="preserve"> интелигенциј</w:t>
      </w:r>
      <w:r w:rsidR="007A48CC" w:rsidRPr="00A90824">
        <w:rPr>
          <w:color w:val="000000"/>
          <w:szCs w:val="24"/>
          <w:lang w:val="sr-Cyrl-RS"/>
        </w:rPr>
        <w:t>е</w:t>
      </w:r>
      <w:r w:rsidRPr="00A90824">
        <w:rPr>
          <w:color w:val="000000"/>
          <w:szCs w:val="24"/>
          <w:lang w:val="sr-Cyrl-RS"/>
        </w:rPr>
        <w:t xml:space="preserve"> ути</w:t>
      </w:r>
      <w:r w:rsidR="007A48CC" w:rsidRPr="00A90824">
        <w:rPr>
          <w:color w:val="000000"/>
          <w:szCs w:val="24"/>
          <w:lang w:val="sr-Cyrl-RS"/>
        </w:rPr>
        <w:t>цала је и у све већој мери ће утицати</w:t>
      </w:r>
      <w:r w:rsidRPr="00A90824">
        <w:rPr>
          <w:color w:val="000000"/>
          <w:szCs w:val="24"/>
          <w:lang w:val="sr-Cyrl-RS"/>
        </w:rPr>
        <w:t xml:space="preserve"> на друштво и појединца</w:t>
      </w:r>
      <w:r w:rsidR="007A48CC" w:rsidRPr="00A90824">
        <w:rPr>
          <w:color w:val="000000"/>
          <w:szCs w:val="24"/>
          <w:lang w:val="sr-Cyrl-RS"/>
        </w:rPr>
        <w:t>.</w:t>
      </w:r>
      <w:r w:rsidRPr="00A90824">
        <w:rPr>
          <w:color w:val="000000"/>
          <w:szCs w:val="24"/>
          <w:lang w:val="sr-Cyrl-RS"/>
        </w:rPr>
        <w:t xml:space="preserve"> </w:t>
      </w:r>
      <w:r w:rsidR="007A48CC" w:rsidRPr="00A90824">
        <w:rPr>
          <w:color w:val="000000"/>
          <w:szCs w:val="24"/>
          <w:lang w:val="sr-Cyrl-RS"/>
        </w:rPr>
        <w:t>Због тога је један од</w:t>
      </w:r>
      <w:r w:rsidRPr="00A90824">
        <w:rPr>
          <w:color w:val="000000"/>
          <w:szCs w:val="24"/>
          <w:lang w:val="sr-Cyrl-RS"/>
        </w:rPr>
        <w:t xml:space="preserve"> циљ</w:t>
      </w:r>
      <w:r w:rsidR="007A48CC" w:rsidRPr="00A90824">
        <w:rPr>
          <w:color w:val="000000"/>
          <w:szCs w:val="24"/>
          <w:lang w:val="sr-Cyrl-RS"/>
        </w:rPr>
        <w:t>ева</w:t>
      </w:r>
      <w:r w:rsidRPr="00A90824">
        <w:rPr>
          <w:color w:val="000000"/>
          <w:szCs w:val="24"/>
          <w:lang w:val="sr-Cyrl-RS"/>
        </w:rPr>
        <w:t xml:space="preserve"> ове стратегије да, између осталог, </w:t>
      </w:r>
      <w:r w:rsidR="000506FD" w:rsidRPr="00A90824">
        <w:rPr>
          <w:color w:val="000000"/>
          <w:szCs w:val="24"/>
          <w:lang w:val="sr-Cyrl-RS"/>
        </w:rPr>
        <w:t>постави праву основу</w:t>
      </w:r>
      <w:r w:rsidRPr="00A90824">
        <w:rPr>
          <w:color w:val="000000"/>
          <w:szCs w:val="24"/>
          <w:lang w:val="sr-Cyrl-RS"/>
        </w:rPr>
        <w:t xml:space="preserve"> </w:t>
      </w:r>
      <w:r w:rsidR="000506FD" w:rsidRPr="00A90824">
        <w:rPr>
          <w:color w:val="000000"/>
          <w:szCs w:val="24"/>
          <w:lang w:val="sr-Cyrl-RS"/>
        </w:rPr>
        <w:t>како би друштво користило</w:t>
      </w:r>
      <w:r w:rsidRPr="00A90824">
        <w:rPr>
          <w:color w:val="000000"/>
          <w:szCs w:val="24"/>
          <w:lang w:val="sr-Cyrl-RS"/>
        </w:rPr>
        <w:t xml:space="preserve"> најбоље што ова технологија може да пружи, </w:t>
      </w:r>
      <w:r w:rsidR="000506FD" w:rsidRPr="00A90824">
        <w:rPr>
          <w:color w:val="000000"/>
          <w:szCs w:val="24"/>
          <w:lang w:val="sr-Cyrl-RS"/>
        </w:rPr>
        <w:t xml:space="preserve">поштујући </w:t>
      </w:r>
      <w:r w:rsidRPr="00A90824">
        <w:rPr>
          <w:color w:val="000000"/>
          <w:szCs w:val="24"/>
          <w:lang w:val="sr-Cyrl-RS"/>
        </w:rPr>
        <w:t>благодети које дон</w:t>
      </w:r>
      <w:r w:rsidR="000506FD" w:rsidRPr="00A90824">
        <w:rPr>
          <w:color w:val="000000"/>
          <w:szCs w:val="24"/>
          <w:lang w:val="sr-Cyrl-RS"/>
        </w:rPr>
        <w:t>оси</w:t>
      </w:r>
      <w:r w:rsidR="00651476" w:rsidRPr="00A90824">
        <w:rPr>
          <w:color w:val="000000"/>
          <w:szCs w:val="24"/>
          <w:lang w:val="sr-Cyrl-RS"/>
        </w:rPr>
        <w:t>,</w:t>
      </w:r>
      <w:r w:rsidRPr="00A90824">
        <w:rPr>
          <w:color w:val="000000"/>
          <w:szCs w:val="24"/>
          <w:lang w:val="sr-Cyrl-RS"/>
        </w:rPr>
        <w:t xml:space="preserve"> </w:t>
      </w:r>
      <w:r w:rsidR="000506FD" w:rsidRPr="00A90824">
        <w:rPr>
          <w:color w:val="000000"/>
          <w:szCs w:val="24"/>
          <w:lang w:val="sr-Cyrl-RS"/>
        </w:rPr>
        <w:t>а</w:t>
      </w:r>
      <w:r w:rsidRPr="00A90824">
        <w:rPr>
          <w:color w:val="000000"/>
          <w:szCs w:val="24"/>
          <w:lang w:val="sr-Cyrl-RS"/>
        </w:rPr>
        <w:t xml:space="preserve"> </w:t>
      </w:r>
      <w:r w:rsidR="000506FD" w:rsidRPr="00A90824">
        <w:rPr>
          <w:color w:val="000000"/>
          <w:szCs w:val="24"/>
          <w:lang w:val="sr-Cyrl-RS"/>
        </w:rPr>
        <w:t>спречавајући</w:t>
      </w:r>
      <w:r w:rsidRPr="00A90824">
        <w:rPr>
          <w:color w:val="000000"/>
          <w:szCs w:val="24"/>
          <w:lang w:val="sr-Cyrl-RS"/>
        </w:rPr>
        <w:t xml:space="preserve"> </w:t>
      </w:r>
      <w:r w:rsidR="000506FD" w:rsidRPr="00A90824">
        <w:rPr>
          <w:color w:val="000000"/>
          <w:szCs w:val="24"/>
          <w:lang w:val="sr-Cyrl-RS"/>
        </w:rPr>
        <w:t xml:space="preserve">појаву </w:t>
      </w:r>
      <w:r w:rsidRPr="00A90824">
        <w:rPr>
          <w:color w:val="000000"/>
          <w:szCs w:val="24"/>
          <w:lang w:val="sr-Cyrl-RS"/>
        </w:rPr>
        <w:t>негативн</w:t>
      </w:r>
      <w:r w:rsidR="000506FD" w:rsidRPr="00A90824">
        <w:rPr>
          <w:color w:val="000000"/>
          <w:szCs w:val="24"/>
          <w:lang w:val="sr-Cyrl-RS"/>
        </w:rPr>
        <w:t>их</w:t>
      </w:r>
      <w:r w:rsidRPr="00A90824">
        <w:rPr>
          <w:color w:val="000000"/>
          <w:szCs w:val="24"/>
          <w:lang w:val="sr-Cyrl-RS"/>
        </w:rPr>
        <w:t xml:space="preserve"> последиц</w:t>
      </w:r>
      <w:r w:rsidR="000506FD" w:rsidRPr="00A90824">
        <w:rPr>
          <w:color w:val="000000"/>
          <w:szCs w:val="24"/>
          <w:lang w:val="sr-Cyrl-RS"/>
        </w:rPr>
        <w:t>а</w:t>
      </w:r>
      <w:r w:rsidRPr="00A90824">
        <w:rPr>
          <w:color w:val="000000"/>
          <w:szCs w:val="24"/>
          <w:lang w:val="sr-Cyrl-RS"/>
        </w:rPr>
        <w:t xml:space="preserve">. </w:t>
      </w:r>
      <w:r w:rsidR="000506FD" w:rsidRPr="00A90824">
        <w:rPr>
          <w:color w:val="000000"/>
          <w:szCs w:val="24"/>
          <w:lang w:val="sr-Cyrl-RS"/>
        </w:rPr>
        <w:t>Ва</w:t>
      </w:r>
      <w:r w:rsidRPr="00A90824">
        <w:rPr>
          <w:color w:val="000000"/>
          <w:szCs w:val="24"/>
          <w:lang w:val="sr-Cyrl-RS"/>
        </w:rPr>
        <w:t xml:space="preserve">жно </w:t>
      </w:r>
      <w:r w:rsidR="000506FD" w:rsidRPr="00A90824">
        <w:rPr>
          <w:color w:val="000000"/>
          <w:szCs w:val="24"/>
          <w:lang w:val="sr-Cyrl-RS"/>
        </w:rPr>
        <w:t xml:space="preserve">је </w:t>
      </w:r>
      <w:r w:rsidRPr="00A90824">
        <w:rPr>
          <w:color w:val="000000"/>
          <w:szCs w:val="24"/>
          <w:lang w:val="sr-Cyrl-RS"/>
        </w:rPr>
        <w:t>да сви чланови друштва разумеју природу, могућности и начин развоја и употребе вештачке интелигенције како би могли да је користе на исправан начин</w:t>
      </w:r>
      <w:r w:rsidR="009F7612" w:rsidRPr="00A90824">
        <w:rPr>
          <w:color w:val="000000"/>
          <w:szCs w:val="24"/>
          <w:lang w:val="sr-Cyrl-RS"/>
        </w:rPr>
        <w:t>,</w:t>
      </w:r>
      <w:r w:rsidRPr="00A90824">
        <w:rPr>
          <w:color w:val="000000"/>
          <w:szCs w:val="24"/>
          <w:lang w:val="sr-Cyrl-RS"/>
        </w:rPr>
        <w:t xml:space="preserve"> али и да се заштите и реагују у свим случајевима када она може бити злоупотребљена.</w:t>
      </w:r>
      <w:r w:rsidR="00A913C7" w:rsidRPr="00A90824">
        <w:rPr>
          <w:color w:val="000000"/>
          <w:szCs w:val="24"/>
          <w:lang w:val="sr-Cyrl-RS"/>
        </w:rPr>
        <w:t xml:space="preserve"> </w:t>
      </w:r>
      <w:r w:rsidR="00B1639C" w:rsidRPr="00A90824">
        <w:rPr>
          <w:color w:val="000000"/>
          <w:szCs w:val="24"/>
          <w:lang w:val="sr-Cyrl-RS"/>
        </w:rPr>
        <w:t>О утицају на друштво постоји неколико радова који третирају ову тему на интернет ст</w:t>
      </w:r>
      <w:r w:rsidR="00AF0A59">
        <w:rPr>
          <w:color w:val="000000"/>
          <w:szCs w:val="24"/>
          <w:lang w:val="sr-Cyrl-RS"/>
        </w:rPr>
        <w:t>р</w:t>
      </w:r>
      <w:r w:rsidR="00B1639C" w:rsidRPr="00A90824">
        <w:rPr>
          <w:color w:val="000000"/>
          <w:szCs w:val="24"/>
          <w:lang w:val="sr-Cyrl-RS"/>
        </w:rPr>
        <w:t>аници еНаука</w:t>
      </w:r>
      <w:r w:rsidR="00B1639C" w:rsidRPr="00A90824">
        <w:rPr>
          <w:rStyle w:val="FootnoteReference"/>
          <w:color w:val="000000"/>
          <w:szCs w:val="24"/>
          <w:lang w:val="sr-Cyrl-RS"/>
        </w:rPr>
        <w:footnoteReference w:id="6"/>
      </w:r>
      <w:r w:rsidR="00B1639C" w:rsidRPr="00A90824">
        <w:rPr>
          <w:color w:val="000000"/>
          <w:szCs w:val="24"/>
          <w:lang w:val="sr-Cyrl-RS"/>
        </w:rPr>
        <w:t xml:space="preserve"> као и радови кој</w:t>
      </w:r>
      <w:r w:rsidR="009F7612" w:rsidRPr="00A90824">
        <w:rPr>
          <w:color w:val="000000"/>
          <w:szCs w:val="24"/>
          <w:lang w:val="sr-Cyrl-RS"/>
        </w:rPr>
        <w:t>е</w:t>
      </w:r>
      <w:r w:rsidR="00B1639C" w:rsidRPr="00A90824">
        <w:rPr>
          <w:color w:val="000000"/>
          <w:szCs w:val="24"/>
          <w:lang w:val="sr-Cyrl-RS"/>
        </w:rPr>
        <w:t xml:space="preserve"> су објавили институти, невладине организације или друге организације, али кој</w:t>
      </w:r>
      <w:r w:rsidR="00FF09C8" w:rsidRPr="00A90824">
        <w:rPr>
          <w:color w:val="000000"/>
          <w:szCs w:val="24"/>
          <w:lang w:val="sr-Cyrl-RS"/>
        </w:rPr>
        <w:t>и</w:t>
      </w:r>
      <w:r w:rsidR="00B1639C" w:rsidRPr="00A90824">
        <w:rPr>
          <w:color w:val="000000"/>
          <w:szCs w:val="24"/>
          <w:lang w:val="sr-Cyrl-RS"/>
        </w:rPr>
        <w:t xml:space="preserve"> углавном третирају питања регулативе и људских права и слобода.  Као релевантан преглед на светском </w:t>
      </w:r>
      <w:r w:rsidR="006D6A2F" w:rsidRPr="00A90824">
        <w:rPr>
          <w:color w:val="000000"/>
          <w:szCs w:val="24"/>
          <w:lang w:val="sr-Cyrl-RS"/>
        </w:rPr>
        <w:t>н</w:t>
      </w:r>
      <w:r w:rsidR="00B1639C" w:rsidRPr="00A90824">
        <w:rPr>
          <w:color w:val="000000"/>
          <w:szCs w:val="24"/>
          <w:lang w:val="sr-Cyrl-RS"/>
        </w:rPr>
        <w:t>ивоу може користити и</w:t>
      </w:r>
      <w:r w:rsidR="00A810E0" w:rsidRPr="00A90824">
        <w:rPr>
          <w:color w:val="000000"/>
          <w:szCs w:val="24"/>
          <w:lang w:val="sr-Cyrl-RS"/>
        </w:rPr>
        <w:t>зв</w:t>
      </w:r>
      <w:r w:rsidR="00F14E74" w:rsidRPr="00A90824">
        <w:rPr>
          <w:color w:val="000000"/>
          <w:szCs w:val="24"/>
          <w:lang w:val="sr-Cyrl-RS"/>
        </w:rPr>
        <w:t xml:space="preserve">ештају о </w:t>
      </w:r>
      <w:r w:rsidR="004B6036" w:rsidRPr="00A90824">
        <w:rPr>
          <w:color w:val="000000"/>
          <w:szCs w:val="24"/>
          <w:lang w:val="sr-Cyrl-RS"/>
        </w:rPr>
        <w:t>стању вештачке и</w:t>
      </w:r>
      <w:r w:rsidR="006D6A2F" w:rsidRPr="00A90824">
        <w:rPr>
          <w:color w:val="000000"/>
          <w:szCs w:val="24"/>
          <w:lang w:val="sr-Cyrl-RS"/>
        </w:rPr>
        <w:t>н</w:t>
      </w:r>
      <w:r w:rsidR="004B6036" w:rsidRPr="00A90824">
        <w:rPr>
          <w:color w:val="000000"/>
          <w:szCs w:val="24"/>
          <w:lang w:val="sr-Cyrl-RS"/>
        </w:rPr>
        <w:t>телигенције коју ради Универзитет Стенфорд из САД</w:t>
      </w:r>
      <w:r w:rsidR="004B6036" w:rsidRPr="00A90824">
        <w:rPr>
          <w:rStyle w:val="FootnoteReference"/>
          <w:color w:val="000000"/>
          <w:szCs w:val="24"/>
          <w:lang w:val="sr-Cyrl-RS"/>
        </w:rPr>
        <w:footnoteReference w:id="7"/>
      </w:r>
      <w:r w:rsidR="004B6036" w:rsidRPr="00A90824">
        <w:rPr>
          <w:color w:val="000000"/>
          <w:szCs w:val="24"/>
          <w:lang w:val="sr-Cyrl-RS"/>
        </w:rPr>
        <w:t>,</w:t>
      </w:r>
      <w:r w:rsidR="00B1639C" w:rsidRPr="00A90824">
        <w:rPr>
          <w:color w:val="000000"/>
          <w:szCs w:val="24"/>
          <w:lang w:val="sr-Cyrl-RS"/>
        </w:rPr>
        <w:t xml:space="preserve"> који као посебан део садржи „друштвено прихватање вештачке интелигенције“. Из овог извештаја</w:t>
      </w:r>
      <w:r w:rsidR="004B6036" w:rsidRPr="00A90824">
        <w:rPr>
          <w:color w:val="000000"/>
          <w:szCs w:val="24"/>
          <w:lang w:val="sr-Cyrl-RS"/>
        </w:rPr>
        <w:t xml:space="preserve"> може се закључ</w:t>
      </w:r>
      <w:r w:rsidR="006D6A2F" w:rsidRPr="00A90824">
        <w:rPr>
          <w:color w:val="000000"/>
          <w:szCs w:val="24"/>
          <w:lang w:val="sr-Cyrl-RS"/>
        </w:rPr>
        <w:t>и</w:t>
      </w:r>
      <w:r w:rsidR="004B6036" w:rsidRPr="00A90824">
        <w:rPr>
          <w:color w:val="000000"/>
          <w:szCs w:val="24"/>
          <w:lang w:val="sr-Cyrl-RS"/>
        </w:rPr>
        <w:t xml:space="preserve">ти да велики број људи има </w:t>
      </w:r>
      <w:r w:rsidR="004506F2" w:rsidRPr="00A90824">
        <w:rPr>
          <w:color w:val="000000"/>
          <w:szCs w:val="24"/>
          <w:lang w:val="sr-Cyrl-RS"/>
        </w:rPr>
        <w:t>страх</w:t>
      </w:r>
      <w:r w:rsidR="004B6036" w:rsidRPr="00A90824">
        <w:rPr>
          <w:color w:val="000000"/>
          <w:szCs w:val="24"/>
          <w:lang w:val="sr-Cyrl-RS"/>
        </w:rPr>
        <w:t xml:space="preserve"> у вези са развојем и употребом вештачке интелигенције</w:t>
      </w:r>
      <w:r w:rsidR="00B1639C" w:rsidRPr="00A90824">
        <w:rPr>
          <w:color w:val="000000"/>
          <w:szCs w:val="24"/>
          <w:lang w:val="sr-Cyrl-RS"/>
        </w:rPr>
        <w:t>, како ће то утицати на њихове послове и живот</w:t>
      </w:r>
      <w:r w:rsidR="004B6036" w:rsidRPr="00A90824">
        <w:rPr>
          <w:color w:val="000000"/>
          <w:szCs w:val="24"/>
          <w:lang w:val="sr-Cyrl-RS"/>
        </w:rPr>
        <w:t xml:space="preserve">. Индикативно је и да </w:t>
      </w:r>
      <w:r w:rsidR="00582390" w:rsidRPr="00A90824">
        <w:rPr>
          <w:color w:val="000000"/>
          <w:szCs w:val="24"/>
          <w:lang w:val="sr-Cyrl-RS"/>
        </w:rPr>
        <w:t>спремност за прихватање решења базираних на ВИ значајно већа у земљама Азије и Јужне Америке, док је у земљама Европе она нижа. Поред тога, постоји и генерацијски јаз у спремности за прихватање решења која ће укључивати системе вештачке интелигенције.</w:t>
      </w:r>
      <w:r w:rsidR="00B1639C" w:rsidRPr="00A90824">
        <w:rPr>
          <w:color w:val="000000"/>
          <w:szCs w:val="24"/>
          <w:lang w:val="sr-Cyrl-RS"/>
        </w:rPr>
        <w:t xml:space="preserve"> </w:t>
      </w:r>
      <w:r w:rsidR="00582390" w:rsidRPr="00A90824">
        <w:rPr>
          <w:color w:val="000000"/>
          <w:szCs w:val="24"/>
          <w:lang w:val="sr-Cyrl-RS"/>
        </w:rPr>
        <w:t xml:space="preserve">Треба делити искуства са другим земљама </w:t>
      </w:r>
      <w:r w:rsidR="00F14E74" w:rsidRPr="00A90824">
        <w:rPr>
          <w:color w:val="000000"/>
          <w:szCs w:val="24"/>
          <w:lang w:val="sr-Cyrl-RS"/>
        </w:rPr>
        <w:t>у окружењу</w:t>
      </w:r>
      <w:r w:rsidR="00582390" w:rsidRPr="00A90824">
        <w:rPr>
          <w:color w:val="000000"/>
          <w:szCs w:val="24"/>
          <w:lang w:val="sr-Cyrl-RS"/>
        </w:rPr>
        <w:t xml:space="preserve">, </w:t>
      </w:r>
      <w:r w:rsidR="00F14E74" w:rsidRPr="00A90824">
        <w:rPr>
          <w:color w:val="000000"/>
          <w:szCs w:val="24"/>
          <w:lang w:val="sr-Cyrl-RS"/>
        </w:rPr>
        <w:t xml:space="preserve">сличног </w:t>
      </w:r>
      <w:r w:rsidR="00582390" w:rsidRPr="00A90824">
        <w:rPr>
          <w:color w:val="000000"/>
          <w:szCs w:val="24"/>
          <w:lang w:val="sr-Cyrl-RS"/>
        </w:rPr>
        <w:t>технолошког развоја, културног обрасца и старосне структуре</w:t>
      </w:r>
      <w:r w:rsidR="00B1639C" w:rsidRPr="00A90824">
        <w:rPr>
          <w:color w:val="000000"/>
          <w:szCs w:val="24"/>
          <w:lang w:val="sr-Cyrl-RS"/>
        </w:rPr>
        <w:t xml:space="preserve">. </w:t>
      </w:r>
      <w:r w:rsidR="0057171A" w:rsidRPr="00A90824">
        <w:rPr>
          <w:color w:val="000000"/>
          <w:szCs w:val="24"/>
          <w:lang w:val="sr-Cyrl-RS"/>
        </w:rPr>
        <w:t xml:space="preserve">Свакако треба водити рачуна о правилном разумевању ове нове технологије која може на светском нивоу направити додатне поделе. Друштвено прихватање је од кључног значаја. Оно мора бити засновано на стварним чињеницама. Због тога је важно направити праве садржаје који ће указати на предности и опасности од ове технологије и прикупљати </w:t>
      </w:r>
      <w:r w:rsidR="006D6A2F" w:rsidRPr="00A90824">
        <w:rPr>
          <w:color w:val="000000"/>
          <w:szCs w:val="24"/>
          <w:lang w:val="sr-Cyrl-RS"/>
        </w:rPr>
        <w:t>информације</w:t>
      </w:r>
      <w:r w:rsidR="0057171A" w:rsidRPr="00A90824">
        <w:rPr>
          <w:color w:val="000000"/>
          <w:szCs w:val="24"/>
          <w:lang w:val="sr-Cyrl-RS"/>
        </w:rPr>
        <w:t xml:space="preserve"> о томе шта ти садржаји све треба да укључе.</w:t>
      </w:r>
    </w:p>
    <w:p w14:paraId="0D79ACC3" w14:textId="77777777" w:rsidR="00BE0C76" w:rsidRPr="00A90824" w:rsidRDefault="00F04C63" w:rsidP="00F62B1B">
      <w:pPr>
        <w:pStyle w:val="Heading3"/>
        <w:rPr>
          <w:color w:val="000000"/>
          <w:sz w:val="24"/>
          <w:szCs w:val="24"/>
        </w:rPr>
      </w:pPr>
      <w:bookmarkStart w:id="32" w:name="_Toc174901925"/>
      <w:r w:rsidRPr="00A90824">
        <w:rPr>
          <w:color w:val="000000"/>
          <w:sz w:val="24"/>
          <w:szCs w:val="24"/>
        </w:rPr>
        <w:t>3.2.</w:t>
      </w:r>
      <w:r w:rsidR="00B109DF" w:rsidRPr="00A90824">
        <w:rPr>
          <w:color w:val="000000"/>
          <w:sz w:val="24"/>
          <w:szCs w:val="24"/>
        </w:rPr>
        <w:t>3</w:t>
      </w:r>
      <w:r w:rsidRPr="00A90824">
        <w:rPr>
          <w:color w:val="000000"/>
          <w:sz w:val="24"/>
          <w:szCs w:val="24"/>
        </w:rPr>
        <w:t xml:space="preserve">. </w:t>
      </w:r>
      <w:bookmarkEnd w:id="32"/>
      <w:r w:rsidR="00B109DF" w:rsidRPr="00A90824">
        <w:rPr>
          <w:color w:val="000000"/>
          <w:sz w:val="24"/>
          <w:szCs w:val="24"/>
        </w:rPr>
        <w:t>Наука, истраживањ</w:t>
      </w:r>
      <w:r w:rsidR="000506FD" w:rsidRPr="00A90824">
        <w:rPr>
          <w:color w:val="000000"/>
          <w:sz w:val="24"/>
          <w:szCs w:val="24"/>
        </w:rPr>
        <w:t>е</w:t>
      </w:r>
      <w:r w:rsidR="00B109DF" w:rsidRPr="00A90824">
        <w:rPr>
          <w:color w:val="000000"/>
          <w:sz w:val="24"/>
          <w:szCs w:val="24"/>
        </w:rPr>
        <w:t xml:space="preserve"> и технолошки развој</w:t>
      </w:r>
    </w:p>
    <w:p w14:paraId="0FE5652C" w14:textId="77777777" w:rsidR="00BE0C76" w:rsidRPr="00A90824" w:rsidRDefault="00BE0C76" w:rsidP="00BE0C76">
      <w:pPr>
        <w:rPr>
          <w:color w:val="000000"/>
          <w:szCs w:val="24"/>
          <w:lang w:val="sr-Cyrl-RS"/>
        </w:rPr>
      </w:pPr>
      <w:r w:rsidRPr="00A90824">
        <w:rPr>
          <w:color w:val="000000"/>
          <w:szCs w:val="24"/>
          <w:lang w:val="sr-Cyrl-RS"/>
        </w:rPr>
        <w:t xml:space="preserve">Претходна стратегија имала је велики акценат на развој </w:t>
      </w:r>
      <w:r w:rsidR="00EF2F6E" w:rsidRPr="00A90824">
        <w:rPr>
          <w:color w:val="000000"/>
          <w:szCs w:val="24"/>
          <w:lang w:val="sr-Cyrl-RS"/>
        </w:rPr>
        <w:t>технологије</w:t>
      </w:r>
      <w:r w:rsidRPr="00A90824">
        <w:rPr>
          <w:color w:val="000000"/>
          <w:szCs w:val="24"/>
          <w:lang w:val="sr-Cyrl-RS"/>
        </w:rPr>
        <w:t>. Укључивала је</w:t>
      </w:r>
      <w:r w:rsidR="00655299" w:rsidRPr="00A90824">
        <w:rPr>
          <w:color w:val="000000"/>
          <w:szCs w:val="24"/>
          <w:lang w:val="sr-Cyrl-RS"/>
        </w:rPr>
        <w:t xml:space="preserve"> </w:t>
      </w:r>
      <w:r w:rsidRPr="00A90824">
        <w:rPr>
          <w:color w:val="000000"/>
          <w:szCs w:val="24"/>
          <w:lang w:val="sr-Cyrl-RS"/>
        </w:rPr>
        <w:t>„подизање нивоа подршке истраживачима</w:t>
      </w:r>
      <w:r w:rsidR="000506FD" w:rsidRPr="00A90824">
        <w:rPr>
          <w:color w:val="000000"/>
          <w:szCs w:val="24"/>
          <w:lang w:val="sr-Cyrl-RS"/>
        </w:rPr>
        <w:t>”</w:t>
      </w:r>
      <w:r w:rsidRPr="00A90824">
        <w:rPr>
          <w:color w:val="000000"/>
          <w:szCs w:val="24"/>
          <w:lang w:val="sr-Cyrl-RS"/>
        </w:rPr>
        <w:t>, „посебн</w:t>
      </w:r>
      <w:r w:rsidR="000506FD" w:rsidRPr="00A90824">
        <w:rPr>
          <w:color w:val="000000"/>
          <w:szCs w:val="24"/>
          <w:lang w:val="sr-Cyrl-RS"/>
        </w:rPr>
        <w:t>у</w:t>
      </w:r>
      <w:r w:rsidRPr="00A90824">
        <w:rPr>
          <w:color w:val="000000"/>
          <w:szCs w:val="24"/>
          <w:lang w:val="sr-Cyrl-RS"/>
        </w:rPr>
        <w:t xml:space="preserve"> подршк</w:t>
      </w:r>
      <w:r w:rsidR="00876939" w:rsidRPr="00A90824">
        <w:rPr>
          <w:color w:val="000000"/>
          <w:szCs w:val="24"/>
          <w:lang w:val="sr-Cyrl-RS"/>
        </w:rPr>
        <w:t>у</w:t>
      </w:r>
      <w:r w:rsidRPr="00A90824">
        <w:rPr>
          <w:color w:val="000000"/>
          <w:szCs w:val="24"/>
          <w:lang w:val="sr-Cyrl-RS"/>
        </w:rPr>
        <w:t xml:space="preserve"> истраживачима и иновацијама</w:t>
      </w:r>
      <w:r w:rsidR="000506FD" w:rsidRPr="00A90824">
        <w:rPr>
          <w:color w:val="000000"/>
          <w:szCs w:val="24"/>
          <w:lang w:val="sr-Cyrl-RS"/>
        </w:rPr>
        <w:t>”</w:t>
      </w:r>
      <w:r w:rsidRPr="00A90824">
        <w:rPr>
          <w:color w:val="000000"/>
          <w:szCs w:val="24"/>
          <w:lang w:val="sr-Cyrl-RS"/>
        </w:rPr>
        <w:t>, „подршк</w:t>
      </w:r>
      <w:r w:rsidR="000506FD" w:rsidRPr="00A90824">
        <w:rPr>
          <w:color w:val="000000"/>
          <w:szCs w:val="24"/>
          <w:lang w:val="sr-Cyrl-RS"/>
        </w:rPr>
        <w:t>у</w:t>
      </w:r>
      <w:r w:rsidRPr="00A90824">
        <w:rPr>
          <w:color w:val="000000"/>
          <w:szCs w:val="24"/>
          <w:lang w:val="sr-Cyrl-RS"/>
        </w:rPr>
        <w:t xml:space="preserve"> стартап и </w:t>
      </w:r>
      <w:r w:rsidR="00876939" w:rsidRPr="00A90824">
        <w:rPr>
          <w:color w:val="000000"/>
          <w:szCs w:val="24"/>
          <w:lang w:val="sr-Cyrl-RS"/>
        </w:rPr>
        <w:t>малим и средњим предузећима</w:t>
      </w:r>
      <w:r w:rsidRPr="00A90824">
        <w:rPr>
          <w:color w:val="000000"/>
          <w:szCs w:val="24"/>
          <w:lang w:val="sr-Cyrl-RS"/>
        </w:rPr>
        <w:t xml:space="preserve"> у области </w:t>
      </w:r>
      <w:r w:rsidR="00876939" w:rsidRPr="00A90824">
        <w:rPr>
          <w:color w:val="000000"/>
          <w:szCs w:val="24"/>
          <w:lang w:val="sr-Cyrl-RS"/>
        </w:rPr>
        <w:t>вештачке интелигенције</w:t>
      </w:r>
      <w:r w:rsidR="000506FD" w:rsidRPr="00A90824">
        <w:rPr>
          <w:color w:val="000000"/>
          <w:szCs w:val="24"/>
          <w:lang w:val="sr-Cyrl-RS"/>
        </w:rPr>
        <w:t>”</w:t>
      </w:r>
      <w:r w:rsidRPr="00A90824">
        <w:rPr>
          <w:color w:val="000000"/>
          <w:szCs w:val="24"/>
          <w:lang w:val="sr-Cyrl-RS"/>
        </w:rPr>
        <w:t>, „подизање нивоа инвестиција за развој</w:t>
      </w:r>
      <w:r w:rsidR="000506FD" w:rsidRPr="00A90824">
        <w:rPr>
          <w:color w:val="000000"/>
          <w:szCs w:val="24"/>
          <w:lang w:val="sr-Cyrl-RS"/>
        </w:rPr>
        <w:t>”</w:t>
      </w:r>
      <w:r w:rsidRPr="00A90824">
        <w:rPr>
          <w:color w:val="000000"/>
          <w:szCs w:val="24"/>
          <w:lang w:val="sr-Cyrl-RS"/>
        </w:rPr>
        <w:t>,</w:t>
      </w:r>
      <w:r w:rsidR="000506FD" w:rsidRPr="00A90824">
        <w:rPr>
          <w:color w:val="000000"/>
          <w:szCs w:val="24"/>
          <w:lang w:val="sr-Cyrl-RS"/>
        </w:rPr>
        <w:t xml:space="preserve"> као и</w:t>
      </w:r>
      <w:r w:rsidRPr="00A90824">
        <w:rPr>
          <w:color w:val="000000"/>
          <w:szCs w:val="24"/>
          <w:lang w:val="sr-Cyrl-RS"/>
        </w:rPr>
        <w:t xml:space="preserve"> „успостављање мултисекторског развоја”. Овај приступ је у потпуности оправдан и на исти начин </w:t>
      </w:r>
      <w:r w:rsidR="000506FD" w:rsidRPr="00A90824">
        <w:rPr>
          <w:color w:val="000000"/>
          <w:szCs w:val="24"/>
          <w:lang w:val="sr-Cyrl-RS"/>
        </w:rPr>
        <w:t>ће бити дефинисан и у овој</w:t>
      </w:r>
      <w:r w:rsidRPr="00A90824">
        <w:rPr>
          <w:color w:val="000000"/>
          <w:szCs w:val="24"/>
          <w:lang w:val="sr-Cyrl-RS"/>
        </w:rPr>
        <w:t xml:space="preserve"> </w:t>
      </w:r>
      <w:r w:rsidR="007D3D8A" w:rsidRPr="00A90824">
        <w:rPr>
          <w:color w:val="000000"/>
          <w:szCs w:val="24"/>
          <w:lang w:val="sr-Cyrl-RS"/>
        </w:rPr>
        <w:t>С</w:t>
      </w:r>
      <w:r w:rsidRPr="00A90824">
        <w:rPr>
          <w:color w:val="000000"/>
          <w:szCs w:val="24"/>
          <w:lang w:val="sr-Cyrl-RS"/>
        </w:rPr>
        <w:t>тратегији.</w:t>
      </w:r>
    </w:p>
    <w:p w14:paraId="6E670287" w14:textId="77777777" w:rsidR="00BC25D2" w:rsidRPr="00A90824" w:rsidRDefault="4D8FA496" w:rsidP="00BE0C76">
      <w:pPr>
        <w:rPr>
          <w:color w:val="000000"/>
          <w:szCs w:val="24"/>
          <w:lang w:val="sr-Cyrl-RS"/>
        </w:rPr>
      </w:pPr>
      <w:r w:rsidRPr="00A90824">
        <w:rPr>
          <w:color w:val="000000"/>
          <w:szCs w:val="24"/>
          <w:lang w:val="sr-Cyrl-RS"/>
        </w:rPr>
        <w:t xml:space="preserve">Преко Фонда за науку и Фонда за иновациону делатност реализују се пројекти из области вештачке интелигенције. Као приоритетне области означене су </w:t>
      </w:r>
      <w:r w:rsidR="00B13135" w:rsidRPr="00A90824">
        <w:rPr>
          <w:color w:val="000000"/>
          <w:szCs w:val="24"/>
          <w:lang w:val="sr-Cyrl-RS"/>
        </w:rPr>
        <w:t xml:space="preserve">за сада </w:t>
      </w:r>
      <w:r w:rsidRPr="00A90824">
        <w:rPr>
          <w:color w:val="000000"/>
          <w:szCs w:val="24"/>
          <w:lang w:val="sr-Cyrl-RS"/>
        </w:rPr>
        <w:t xml:space="preserve">медицина, транспортни системи, ауто индустрија и зелени развој заснован на </w:t>
      </w:r>
      <w:r w:rsidR="000506FD" w:rsidRPr="00A90824">
        <w:rPr>
          <w:color w:val="000000"/>
          <w:szCs w:val="24"/>
          <w:lang w:val="sr-Cyrl-RS"/>
        </w:rPr>
        <w:t>информационим технологијама</w:t>
      </w:r>
      <w:r w:rsidR="00B13135" w:rsidRPr="00A90824">
        <w:rPr>
          <w:color w:val="000000"/>
          <w:szCs w:val="24"/>
          <w:lang w:val="sr-Cyrl-RS"/>
        </w:rPr>
        <w:t>. Ове п</w:t>
      </w:r>
      <w:r w:rsidR="0047714B" w:rsidRPr="00A90824">
        <w:rPr>
          <w:color w:val="000000"/>
          <w:szCs w:val="24"/>
          <w:lang w:val="sr-Cyrl-RS"/>
        </w:rPr>
        <w:t>рио</w:t>
      </w:r>
      <w:r w:rsidR="00B13135" w:rsidRPr="00A90824">
        <w:rPr>
          <w:color w:val="000000"/>
          <w:szCs w:val="24"/>
          <w:lang w:val="sr-Cyrl-RS"/>
        </w:rPr>
        <w:t>ритетне области би требало ускладити са приоритетима Стратегије</w:t>
      </w:r>
      <w:r w:rsidRPr="00A90824">
        <w:rPr>
          <w:color w:val="000000"/>
          <w:szCs w:val="24"/>
          <w:lang w:val="sr-Cyrl-RS"/>
        </w:rPr>
        <w:t xml:space="preserve">. </w:t>
      </w:r>
      <w:r w:rsidR="00892B1F" w:rsidRPr="00A90824">
        <w:rPr>
          <w:color w:val="000000"/>
          <w:szCs w:val="24"/>
          <w:lang w:val="sr-Cyrl-RS"/>
        </w:rPr>
        <w:t>Поред</w:t>
      </w:r>
      <w:r w:rsidRPr="00A90824">
        <w:rPr>
          <w:color w:val="000000"/>
          <w:szCs w:val="24"/>
          <w:lang w:val="sr-Cyrl-RS"/>
        </w:rPr>
        <w:t xml:space="preserve"> процес</w:t>
      </w:r>
      <w:r w:rsidR="00892B1F" w:rsidRPr="00A90824">
        <w:rPr>
          <w:color w:val="000000"/>
          <w:szCs w:val="24"/>
          <w:lang w:val="sr-Cyrl-RS"/>
        </w:rPr>
        <w:t>а</w:t>
      </w:r>
      <w:r w:rsidRPr="00A90824">
        <w:rPr>
          <w:color w:val="000000"/>
          <w:szCs w:val="24"/>
          <w:lang w:val="sr-Cyrl-RS"/>
        </w:rPr>
        <w:t xml:space="preserve"> развоја потребн</w:t>
      </w:r>
      <w:r w:rsidR="00892B1F" w:rsidRPr="00A90824">
        <w:rPr>
          <w:color w:val="000000"/>
          <w:szCs w:val="24"/>
          <w:lang w:val="sr-Cyrl-RS"/>
        </w:rPr>
        <w:t>о је пружити</w:t>
      </w:r>
      <w:r w:rsidRPr="00A90824">
        <w:rPr>
          <w:color w:val="000000"/>
          <w:szCs w:val="24"/>
          <w:lang w:val="sr-Cyrl-RS"/>
        </w:rPr>
        <w:t xml:space="preserve"> подршк</w:t>
      </w:r>
      <w:r w:rsidR="00892B1F" w:rsidRPr="00A90824">
        <w:rPr>
          <w:color w:val="000000"/>
          <w:szCs w:val="24"/>
          <w:lang w:val="sr-Cyrl-RS"/>
        </w:rPr>
        <w:t>у и у имплементацији ових решења.</w:t>
      </w:r>
      <w:r w:rsidRPr="00A90824">
        <w:rPr>
          <w:color w:val="000000"/>
          <w:szCs w:val="24"/>
          <w:lang w:val="sr-Cyrl-RS"/>
        </w:rPr>
        <w:t xml:space="preserve"> Ако су одређена средства уложена у развој неког решења, које је у процесу оцене исплативости, иновативности, одговарајуће времену и корисно, потребно је </w:t>
      </w:r>
      <w:r w:rsidR="00E35733" w:rsidRPr="00A90824">
        <w:rPr>
          <w:color w:val="000000"/>
          <w:szCs w:val="24"/>
          <w:lang w:val="sr-Cyrl-RS"/>
        </w:rPr>
        <w:t>усмерити</w:t>
      </w:r>
      <w:r w:rsidRPr="00A90824">
        <w:rPr>
          <w:color w:val="000000"/>
          <w:szCs w:val="24"/>
          <w:lang w:val="sr-Cyrl-RS"/>
        </w:rPr>
        <w:t xml:space="preserve"> средства за примену</w:t>
      </w:r>
      <w:r w:rsidR="00BC25D2" w:rsidRPr="00A90824">
        <w:rPr>
          <w:color w:val="000000"/>
          <w:szCs w:val="24"/>
          <w:lang w:val="sr-Cyrl-RS"/>
        </w:rPr>
        <w:t xml:space="preserve"> и </w:t>
      </w:r>
      <w:r w:rsidRPr="00A90824">
        <w:rPr>
          <w:color w:val="000000"/>
          <w:szCs w:val="24"/>
          <w:lang w:val="sr-Cyrl-RS"/>
        </w:rPr>
        <w:t xml:space="preserve">имплементацију таквог решења. Описани приступ веома је значајан са економског становишта, јер додатна улагања омогућавају експлоатацију развијених решења и даљи самостални развој </w:t>
      </w:r>
      <w:r w:rsidR="007E7793" w:rsidRPr="00A90824">
        <w:rPr>
          <w:color w:val="000000"/>
          <w:szCs w:val="24"/>
          <w:lang w:val="sr-Cyrl-RS"/>
        </w:rPr>
        <w:t>привредних</w:t>
      </w:r>
      <w:r w:rsidRPr="00A90824">
        <w:rPr>
          <w:color w:val="000000"/>
          <w:szCs w:val="24"/>
          <w:lang w:val="sr-Cyrl-RS"/>
        </w:rPr>
        <w:t xml:space="preserve"> субјеката којима су средства дата. </w:t>
      </w:r>
    </w:p>
    <w:p w14:paraId="00D8E211" w14:textId="18A82FA0" w:rsidR="00507B7C" w:rsidRPr="00A90824" w:rsidRDefault="00507B7C" w:rsidP="00507B7C">
      <w:pPr>
        <w:spacing w:before="120" w:after="120"/>
        <w:rPr>
          <w:rFonts w:cs="Aptos"/>
          <w:color w:val="000000"/>
          <w:szCs w:val="24"/>
          <w:lang w:val="sr-Cyrl-RS"/>
        </w:rPr>
      </w:pPr>
      <w:r w:rsidRPr="00A90824">
        <w:rPr>
          <w:rFonts w:cs="Aptos"/>
          <w:color w:val="000000"/>
          <w:szCs w:val="24"/>
          <w:lang w:val="sr-Cyrl-RS"/>
        </w:rPr>
        <w:t>Фонд за науку је основан 2019. године са циљем да учини финансирање науке у Републици Србији компетитивнијим. Један од првих програма Фонда за науку је био програм за подршку развоју истраживања у области вештачке интелигенције. Циљеви Програма су подстицање изврсности и релевантности научних истраживања у</w:t>
      </w:r>
      <w:r w:rsidR="00AF0A59">
        <w:rPr>
          <w:rFonts w:cs="Aptos"/>
          <w:color w:val="000000"/>
          <w:szCs w:val="24"/>
          <w:lang w:val="sr-Cyrl-RS"/>
        </w:rPr>
        <w:t xml:space="preserve"> Републици</w:t>
      </w:r>
      <w:r w:rsidRPr="00A90824">
        <w:rPr>
          <w:rFonts w:cs="Aptos"/>
          <w:color w:val="000000"/>
          <w:szCs w:val="24"/>
          <w:lang w:val="sr-Cyrl-RS"/>
        </w:rPr>
        <w:t xml:space="preserve"> Србији у домену вештачке интелигенције, подстицање примене резултата научних истраживања из домена вештачке интелигенције у развоју привреде </w:t>
      </w:r>
      <w:r w:rsidR="00AF0A59">
        <w:rPr>
          <w:rFonts w:cs="Aptos"/>
          <w:color w:val="000000"/>
          <w:szCs w:val="24"/>
          <w:lang w:val="sr-Cyrl-RS"/>
        </w:rPr>
        <w:t xml:space="preserve">Републике </w:t>
      </w:r>
      <w:r w:rsidRPr="00A90824">
        <w:rPr>
          <w:rFonts w:cs="Aptos"/>
          <w:color w:val="000000"/>
          <w:szCs w:val="24"/>
          <w:lang w:val="sr-Cyrl-RS"/>
        </w:rPr>
        <w:t xml:space="preserve">Србије, као и развоју људских ресурса из домена вештачке интелигенције. Основне тематске области Програма су: Општа вештачка интелигенција (енг. General artificial intelligence), Машинско учење (енг. Machine learning), Обрада природног језика (енг. Natural language processing), Планирање (енг. Planning), Разумевање знања (енг. Knowledge reasoning), Рачунарски вид и говорна комуникација (енг. Computer vision and speech communication), Интелигентни системи (енг. Intelligent systems). </w:t>
      </w:r>
    </w:p>
    <w:p w14:paraId="1B6564BE" w14:textId="77777777" w:rsidR="00507B7C" w:rsidRPr="00A90824" w:rsidRDefault="00507B7C" w:rsidP="00507B7C">
      <w:pPr>
        <w:spacing w:before="120" w:after="120"/>
        <w:rPr>
          <w:rFonts w:cs="Aptos"/>
          <w:color w:val="000000"/>
          <w:szCs w:val="24"/>
          <w:lang w:val="sr-Cyrl-RS"/>
        </w:rPr>
      </w:pPr>
      <w:r w:rsidRPr="00A90824">
        <w:rPr>
          <w:rFonts w:cs="Aptos"/>
          <w:color w:val="000000"/>
          <w:szCs w:val="24"/>
          <w:lang w:val="sr-Cyrl-RS"/>
        </w:rPr>
        <w:t>Спроводи се</w:t>
      </w:r>
      <w:r w:rsidR="00372710" w:rsidRPr="00A90824">
        <w:rPr>
          <w:rFonts w:cs="Aptos"/>
          <w:color w:val="000000"/>
          <w:szCs w:val="24"/>
          <w:lang w:val="sr-Cyrl-RS"/>
        </w:rPr>
        <w:t xml:space="preserve"> седам</w:t>
      </w:r>
      <w:r w:rsidRPr="00A90824">
        <w:rPr>
          <w:rFonts w:cs="Aptos"/>
          <w:color w:val="000000"/>
          <w:szCs w:val="24"/>
          <w:lang w:val="sr-Cyrl-RS"/>
        </w:rPr>
        <w:t xml:space="preserve"> програма: Призма, Промис, Дијаспора, Зелени програм сарадње науке и привреде, Доказ концепта</w:t>
      </w:r>
      <w:r w:rsidR="00372710" w:rsidRPr="00A90824">
        <w:rPr>
          <w:rFonts w:cs="Aptos"/>
          <w:color w:val="000000"/>
          <w:szCs w:val="24"/>
          <w:lang w:val="sr-Cyrl-RS"/>
        </w:rPr>
        <w:t>, Идентитети</w:t>
      </w:r>
      <w:r w:rsidRPr="00A90824">
        <w:rPr>
          <w:rFonts w:cs="Aptos"/>
          <w:color w:val="000000"/>
          <w:szCs w:val="24"/>
          <w:lang w:val="sr-Cyrl-RS"/>
        </w:rPr>
        <w:t xml:space="preserve"> и Идеје. </w:t>
      </w:r>
      <w:r w:rsidR="00372710" w:rsidRPr="00A90824">
        <w:rPr>
          <w:rFonts w:cs="Aptos"/>
          <w:color w:val="000000"/>
          <w:szCs w:val="24"/>
          <w:lang w:val="sr-Cyrl-RS"/>
        </w:rPr>
        <w:t>За ове</w:t>
      </w:r>
      <w:r w:rsidRPr="00A90824">
        <w:rPr>
          <w:rFonts w:cs="Aptos"/>
          <w:color w:val="000000"/>
          <w:szCs w:val="24"/>
          <w:lang w:val="sr-Cyrl-RS"/>
        </w:rPr>
        <w:t xml:space="preserve"> програме </w:t>
      </w:r>
      <w:r w:rsidR="00372710" w:rsidRPr="00A90824">
        <w:rPr>
          <w:rFonts w:cs="Aptos"/>
          <w:color w:val="000000"/>
          <w:szCs w:val="24"/>
          <w:lang w:val="sr-Cyrl-RS"/>
        </w:rPr>
        <w:t xml:space="preserve">у току 2024 године издвојено је 21 </w:t>
      </w:r>
      <w:r w:rsidR="00FF09C8" w:rsidRPr="00A90824">
        <w:rPr>
          <w:rFonts w:cs="Aptos"/>
          <w:color w:val="000000"/>
          <w:szCs w:val="24"/>
          <w:lang w:val="sr-Cyrl-RS"/>
        </w:rPr>
        <w:t>милиона</w:t>
      </w:r>
      <w:r w:rsidR="00372710" w:rsidRPr="00A90824">
        <w:rPr>
          <w:rFonts w:cs="Aptos"/>
          <w:color w:val="000000"/>
          <w:szCs w:val="24"/>
          <w:lang w:val="sr-Cyrl-RS"/>
        </w:rPr>
        <w:t xml:space="preserve"> евра, од чега је 32 пр</w:t>
      </w:r>
      <w:r w:rsidR="00625DEC" w:rsidRPr="00A90824">
        <w:rPr>
          <w:rFonts w:cs="Aptos"/>
          <w:color w:val="000000"/>
          <w:szCs w:val="24"/>
          <w:lang w:val="sr-Cyrl-RS"/>
        </w:rPr>
        <w:t>ојеката</w:t>
      </w:r>
      <w:r w:rsidR="00372710" w:rsidRPr="00A90824">
        <w:rPr>
          <w:rFonts w:cs="Aptos"/>
          <w:color w:val="000000"/>
          <w:szCs w:val="24"/>
          <w:lang w:val="sr-Cyrl-RS"/>
        </w:rPr>
        <w:t xml:space="preserve"> и скоро шест милиона евра издвојено за решења која укључују развој</w:t>
      </w:r>
      <w:r w:rsidR="005A4C2D" w:rsidRPr="00A90824">
        <w:rPr>
          <w:rFonts w:cs="Aptos"/>
          <w:color w:val="000000"/>
          <w:szCs w:val="24"/>
          <w:lang w:val="sr-Cyrl-RS"/>
        </w:rPr>
        <w:t xml:space="preserve"> и примену</w:t>
      </w:r>
      <w:r w:rsidR="00372710" w:rsidRPr="00A90824">
        <w:rPr>
          <w:rFonts w:cs="Aptos"/>
          <w:color w:val="000000"/>
          <w:szCs w:val="24"/>
          <w:lang w:val="sr-Cyrl-RS"/>
        </w:rPr>
        <w:t xml:space="preserve"> вештачке интелигенције</w:t>
      </w:r>
      <w:r w:rsidR="005A4C2D" w:rsidRPr="00A90824">
        <w:rPr>
          <w:rFonts w:cs="Aptos"/>
          <w:color w:val="000000"/>
          <w:szCs w:val="24"/>
          <w:lang w:val="sr-Cyrl-RS"/>
        </w:rPr>
        <w:t xml:space="preserve"> у различитим научним областима</w:t>
      </w:r>
      <w:r w:rsidR="00372710" w:rsidRPr="00A90824">
        <w:rPr>
          <w:rFonts w:cs="Aptos"/>
          <w:color w:val="000000"/>
          <w:szCs w:val="24"/>
          <w:lang w:val="sr-Cyrl-RS"/>
        </w:rPr>
        <w:t xml:space="preserve">. </w:t>
      </w:r>
    </w:p>
    <w:p w14:paraId="1BD69A34" w14:textId="77777777" w:rsidR="003C6E4A" w:rsidRPr="00A90824" w:rsidRDefault="005A4C2D" w:rsidP="00507B7C">
      <w:pPr>
        <w:spacing w:before="120" w:after="120"/>
        <w:rPr>
          <w:rFonts w:cs="Aptos"/>
          <w:color w:val="000000"/>
          <w:szCs w:val="24"/>
          <w:lang w:val="sr-Cyrl-RS"/>
        </w:rPr>
      </w:pPr>
      <w:r w:rsidRPr="00A90824">
        <w:rPr>
          <w:rFonts w:cs="Aptos"/>
          <w:color w:val="000000"/>
          <w:szCs w:val="24"/>
          <w:lang w:val="sr-Cyrl-RS"/>
        </w:rPr>
        <w:t>Фонд за иновациону делатност је такође подржао велики број пројеката који користе вештачку интелигенцију за иновативна решења и производе. Кроз програм Катапулт је у 2023. и 2024. години у ове пројекте уложено 5 милиона е</w:t>
      </w:r>
      <w:r w:rsidR="00FF09C8" w:rsidRPr="00A90824">
        <w:rPr>
          <w:rFonts w:cs="Aptos"/>
          <w:color w:val="000000"/>
          <w:szCs w:val="24"/>
          <w:lang w:val="sr-Cyrl-RS"/>
        </w:rPr>
        <w:t>в</w:t>
      </w:r>
      <w:r w:rsidRPr="00A90824">
        <w:rPr>
          <w:rFonts w:cs="Aptos"/>
          <w:color w:val="000000"/>
          <w:szCs w:val="24"/>
          <w:lang w:val="sr-Cyrl-RS"/>
        </w:rPr>
        <w:t xml:space="preserve">ра. </w:t>
      </w:r>
    </w:p>
    <w:p w14:paraId="12E67F51" w14:textId="096716D9" w:rsidR="005A4C2D" w:rsidRPr="00A90824" w:rsidRDefault="005A4C2D" w:rsidP="005A4C2D">
      <w:pPr>
        <w:spacing w:before="120" w:after="120"/>
        <w:rPr>
          <w:rFonts w:cs="Aptos"/>
          <w:color w:val="000000"/>
          <w:szCs w:val="24"/>
          <w:lang w:val="sr-Cyrl-RS"/>
        </w:rPr>
      </w:pPr>
      <w:r w:rsidRPr="00A90824">
        <w:rPr>
          <w:rFonts w:cs="Aptos"/>
          <w:color w:val="000000"/>
          <w:szCs w:val="24"/>
          <w:lang w:val="sr-Cyrl-RS"/>
        </w:rPr>
        <w:t>Такође, Фонд за иновациону делатност је покре</w:t>
      </w:r>
      <w:r w:rsidR="00AF0A59">
        <w:rPr>
          <w:rFonts w:cs="Aptos"/>
          <w:color w:val="000000"/>
          <w:szCs w:val="24"/>
          <w:lang w:val="sr-Cyrl-RS"/>
        </w:rPr>
        <w:t>нуо програм „Serbia Ventures AI</w:t>
      </w:r>
      <w:r w:rsidR="00AF0A59" w:rsidRPr="00AF0A59">
        <w:rPr>
          <w:rFonts w:cs="Aptos"/>
          <w:bCs/>
          <w:color w:val="000000"/>
          <w:szCs w:val="24"/>
          <w:lang w:val="sr-Cyrl-CS"/>
        </w:rPr>
        <w:t>”</w:t>
      </w:r>
      <w:r w:rsidRPr="00A90824">
        <w:rPr>
          <w:rFonts w:cs="Aptos"/>
          <w:color w:val="000000"/>
          <w:szCs w:val="24"/>
          <w:lang w:val="sr-Cyrl-RS"/>
        </w:rPr>
        <w:t xml:space="preserve">. Програм је дизајниран да подстакне квалификоване појединце, приватне инвеститоре и институције да се активно укључе у финансирање стартапа са високим потенцијалом за раст који развијају иновативне производе засноване на вештачкој интелигенцији тако што ће основати фонд предузетничког капитала у </w:t>
      </w:r>
      <w:r w:rsidR="00AF0A59">
        <w:rPr>
          <w:rFonts w:cs="Aptos"/>
          <w:color w:val="000000"/>
          <w:szCs w:val="24"/>
          <w:lang w:val="sr-Cyrl-RS"/>
        </w:rPr>
        <w:t xml:space="preserve">Републици </w:t>
      </w:r>
      <w:r w:rsidRPr="00A90824">
        <w:rPr>
          <w:rFonts w:cs="Aptos"/>
          <w:color w:val="000000"/>
          <w:szCs w:val="24"/>
          <w:lang w:val="sr-Cyrl-RS"/>
        </w:rPr>
        <w:t xml:space="preserve">Србији. Кроз овај програм, Фонд за иновациону делатност ће инвестирати 5.000.000 евра у фонд предузетничког капитала у </w:t>
      </w:r>
      <w:r w:rsidR="00AF0A59">
        <w:rPr>
          <w:rFonts w:cs="Aptos"/>
          <w:color w:val="000000"/>
          <w:szCs w:val="24"/>
          <w:lang w:val="sr-Cyrl-RS"/>
        </w:rPr>
        <w:t xml:space="preserve">Републици </w:t>
      </w:r>
      <w:r w:rsidRPr="00A90824">
        <w:rPr>
          <w:rFonts w:cs="Aptos"/>
          <w:color w:val="000000"/>
          <w:szCs w:val="24"/>
          <w:lang w:val="sr-Cyrl-RS"/>
        </w:rPr>
        <w:t xml:space="preserve">Србији у улози ограниченог партнера и помоћи да се створи значајан тржишни ефекат на иновациони екосистем у </w:t>
      </w:r>
      <w:r w:rsidR="00AF0A59">
        <w:rPr>
          <w:rFonts w:cs="Aptos"/>
          <w:color w:val="000000"/>
          <w:szCs w:val="24"/>
          <w:lang w:val="sr-Cyrl-RS"/>
        </w:rPr>
        <w:t xml:space="preserve">Републици </w:t>
      </w:r>
      <w:r w:rsidRPr="00A90824">
        <w:rPr>
          <w:rFonts w:cs="Aptos"/>
          <w:color w:val="000000"/>
          <w:szCs w:val="24"/>
          <w:lang w:val="sr-Cyrl-RS"/>
        </w:rPr>
        <w:t>Србији</w:t>
      </w:r>
      <w:r w:rsidR="007E3386" w:rsidRPr="00A90824">
        <w:rPr>
          <w:rStyle w:val="FootnoteReference"/>
          <w:rFonts w:cs="Aptos"/>
          <w:color w:val="000000"/>
          <w:szCs w:val="24"/>
          <w:lang w:val="sr-Cyrl-RS"/>
        </w:rPr>
        <w:footnoteReference w:id="8"/>
      </w:r>
      <w:r w:rsidRPr="00A90824">
        <w:rPr>
          <w:rFonts w:cs="Aptos"/>
          <w:color w:val="000000"/>
          <w:szCs w:val="24"/>
          <w:lang w:val="sr-Cyrl-RS"/>
        </w:rPr>
        <w:t>.</w:t>
      </w:r>
      <w:r w:rsidR="007E3386" w:rsidRPr="00A90824">
        <w:rPr>
          <w:rFonts w:cs="Aptos"/>
          <w:color w:val="000000"/>
          <w:szCs w:val="24"/>
          <w:lang w:val="sr-Cyrl-RS"/>
        </w:rPr>
        <w:t xml:space="preserve"> Очекује се да ће инвеститори уложити још 15 милиона е</w:t>
      </w:r>
      <w:r w:rsidR="00FF09C8" w:rsidRPr="00A90824">
        <w:rPr>
          <w:rFonts w:cs="Aptos"/>
          <w:color w:val="000000"/>
          <w:szCs w:val="24"/>
          <w:lang w:val="sr-Cyrl-RS"/>
        </w:rPr>
        <w:t>в</w:t>
      </w:r>
      <w:r w:rsidR="007E3386" w:rsidRPr="00A90824">
        <w:rPr>
          <w:rFonts w:cs="Aptos"/>
          <w:color w:val="000000"/>
          <w:szCs w:val="24"/>
          <w:lang w:val="sr-Cyrl-RS"/>
        </w:rPr>
        <w:t>ра.</w:t>
      </w:r>
    </w:p>
    <w:p w14:paraId="2FAF0E05" w14:textId="20808EF9" w:rsidR="00CC27FC" w:rsidRPr="00A90824" w:rsidRDefault="00CC27FC" w:rsidP="00BE0C76">
      <w:pPr>
        <w:rPr>
          <w:color w:val="000000"/>
          <w:szCs w:val="24"/>
          <w:lang w:val="sr-Cyrl-RS"/>
        </w:rPr>
      </w:pPr>
      <w:r w:rsidRPr="00A90824">
        <w:rPr>
          <w:color w:val="000000"/>
          <w:szCs w:val="24"/>
          <w:lang w:val="sr-Cyrl-RS"/>
        </w:rPr>
        <w:t xml:space="preserve">У току је финализација </w:t>
      </w:r>
      <w:r w:rsidR="007E3386" w:rsidRPr="00A90824">
        <w:rPr>
          <w:color w:val="000000"/>
          <w:szCs w:val="24"/>
          <w:lang w:val="sr-Cyrl-RS"/>
        </w:rPr>
        <w:t xml:space="preserve">процедуре за добијање </w:t>
      </w:r>
      <w:r w:rsidRPr="00A90824">
        <w:rPr>
          <w:color w:val="000000"/>
          <w:szCs w:val="24"/>
          <w:lang w:val="sr-Cyrl-RS"/>
        </w:rPr>
        <w:t xml:space="preserve">кредита од Светске банке који ће служити као подршка за развој </w:t>
      </w:r>
      <w:r w:rsidR="007E3386" w:rsidRPr="00A90824">
        <w:rPr>
          <w:color w:val="000000"/>
          <w:szCs w:val="24"/>
          <w:lang w:val="sr-Cyrl-RS"/>
        </w:rPr>
        <w:t xml:space="preserve">вештачке интелигенције у </w:t>
      </w:r>
      <w:r w:rsidR="00AF0A59">
        <w:rPr>
          <w:color w:val="000000"/>
          <w:szCs w:val="24"/>
          <w:lang w:val="sr-Cyrl-RS"/>
        </w:rPr>
        <w:t xml:space="preserve">Републици </w:t>
      </w:r>
      <w:r w:rsidR="007E3386" w:rsidRPr="00A90824">
        <w:rPr>
          <w:color w:val="000000"/>
          <w:szCs w:val="24"/>
          <w:lang w:val="sr-Cyrl-RS"/>
        </w:rPr>
        <w:t xml:space="preserve">Србији, као </w:t>
      </w:r>
      <w:r w:rsidR="00FF09C8" w:rsidRPr="00A90824">
        <w:rPr>
          <w:color w:val="000000"/>
          <w:szCs w:val="24"/>
          <w:lang w:val="sr-Cyrl-RS"/>
        </w:rPr>
        <w:t xml:space="preserve">и </w:t>
      </w:r>
      <w:r w:rsidR="007E3386" w:rsidRPr="00A90824">
        <w:rPr>
          <w:color w:val="000000"/>
          <w:szCs w:val="24"/>
          <w:lang w:val="sr-Cyrl-RS"/>
        </w:rPr>
        <w:t>кредита од Трезора Француске који ће се употребити за набавку суперкомпјутера за Државни дата центар у Крагујевцу.</w:t>
      </w:r>
    </w:p>
    <w:p w14:paraId="69B9B1DD" w14:textId="710414E9" w:rsidR="00BE0C76" w:rsidRPr="00A90824" w:rsidRDefault="00AF0A59" w:rsidP="00F62B1B">
      <w:pPr>
        <w:pStyle w:val="Heading3"/>
        <w:rPr>
          <w:color w:val="000000"/>
          <w:sz w:val="24"/>
          <w:szCs w:val="24"/>
        </w:rPr>
      </w:pPr>
      <w:bookmarkStart w:id="33" w:name="_Toc174901926"/>
      <w:r>
        <w:rPr>
          <w:color w:val="000000"/>
          <w:sz w:val="24"/>
          <w:szCs w:val="24"/>
        </w:rPr>
        <w:t>3.2.4</w:t>
      </w:r>
      <w:r w:rsidR="00B55C3D" w:rsidRPr="00A90824">
        <w:rPr>
          <w:color w:val="000000"/>
          <w:sz w:val="24"/>
          <w:szCs w:val="24"/>
        </w:rPr>
        <w:t xml:space="preserve">. </w:t>
      </w:r>
      <w:r w:rsidR="00BE0C76" w:rsidRPr="00A90824">
        <w:rPr>
          <w:color w:val="000000"/>
          <w:sz w:val="24"/>
          <w:szCs w:val="24"/>
        </w:rPr>
        <w:t>Примена решења</w:t>
      </w:r>
      <w:bookmarkEnd w:id="33"/>
    </w:p>
    <w:p w14:paraId="13E95DE4" w14:textId="77777777" w:rsidR="00BE0C76" w:rsidRPr="00A90824" w:rsidRDefault="4D8FA496" w:rsidP="00BE0C76">
      <w:pPr>
        <w:rPr>
          <w:color w:val="000000"/>
          <w:szCs w:val="24"/>
          <w:lang w:val="sr-Cyrl-RS"/>
        </w:rPr>
      </w:pPr>
      <w:r w:rsidRPr="00A90824">
        <w:rPr>
          <w:color w:val="000000"/>
          <w:szCs w:val="24"/>
          <w:lang w:val="sr-Cyrl-RS"/>
        </w:rPr>
        <w:t xml:space="preserve">Држава улаже у развој </w:t>
      </w:r>
      <w:r w:rsidR="00EF2F6E" w:rsidRPr="00A90824">
        <w:rPr>
          <w:color w:val="000000"/>
          <w:szCs w:val="24"/>
          <w:lang w:val="sr-Cyrl-RS"/>
        </w:rPr>
        <w:t xml:space="preserve">технологије </w:t>
      </w:r>
      <w:r w:rsidRPr="00A90824">
        <w:rPr>
          <w:color w:val="000000"/>
          <w:szCs w:val="24"/>
          <w:lang w:val="sr-Cyrl-RS"/>
        </w:rPr>
        <w:t xml:space="preserve">и примену решења кроз </w:t>
      </w:r>
      <w:r w:rsidR="00651476" w:rsidRPr="00A90824">
        <w:rPr>
          <w:color w:val="000000"/>
          <w:szCs w:val="24"/>
          <w:lang w:val="sr-Cyrl-RS"/>
        </w:rPr>
        <w:t>подршку раду научно</w:t>
      </w:r>
      <w:r w:rsidR="002F1957" w:rsidRPr="00A90824">
        <w:rPr>
          <w:color w:val="000000"/>
          <w:szCs w:val="24"/>
          <w:lang w:val="sr-Cyrl-RS"/>
        </w:rPr>
        <w:t>-</w:t>
      </w:r>
      <w:r w:rsidR="00651476" w:rsidRPr="00A90824">
        <w:rPr>
          <w:color w:val="000000"/>
          <w:szCs w:val="24"/>
          <w:lang w:val="sr-Cyrl-RS"/>
        </w:rPr>
        <w:t>истраживачких организација</w:t>
      </w:r>
      <w:r w:rsidRPr="00A90824">
        <w:rPr>
          <w:color w:val="000000"/>
          <w:szCs w:val="24"/>
          <w:lang w:val="sr-Cyrl-RS"/>
        </w:rPr>
        <w:t xml:space="preserve">, </w:t>
      </w:r>
      <w:r w:rsidR="00651476" w:rsidRPr="00A90824">
        <w:rPr>
          <w:color w:val="000000"/>
          <w:szCs w:val="24"/>
          <w:lang w:val="sr-Cyrl-RS"/>
        </w:rPr>
        <w:t>оснивање и подр</w:t>
      </w:r>
      <w:r w:rsidR="00A6379D" w:rsidRPr="00A90824">
        <w:rPr>
          <w:color w:val="000000"/>
          <w:szCs w:val="24"/>
          <w:lang w:val="sr-Cyrl-RS"/>
        </w:rPr>
        <w:t>ш</w:t>
      </w:r>
      <w:r w:rsidR="00651476" w:rsidRPr="00A90824">
        <w:rPr>
          <w:color w:val="000000"/>
          <w:szCs w:val="24"/>
          <w:lang w:val="sr-Cyrl-RS"/>
        </w:rPr>
        <w:t>ку рад</w:t>
      </w:r>
      <w:r w:rsidR="00A6379D" w:rsidRPr="00A90824">
        <w:rPr>
          <w:color w:val="000000"/>
          <w:szCs w:val="24"/>
          <w:lang w:val="sr-Cyrl-RS"/>
        </w:rPr>
        <w:t>а</w:t>
      </w:r>
      <w:r w:rsidR="00651476" w:rsidRPr="00A90824">
        <w:rPr>
          <w:color w:val="000000"/>
          <w:szCs w:val="24"/>
          <w:lang w:val="sr-Cyrl-RS"/>
        </w:rPr>
        <w:t xml:space="preserve"> </w:t>
      </w:r>
      <w:r w:rsidRPr="00A90824">
        <w:rPr>
          <w:color w:val="000000"/>
          <w:szCs w:val="24"/>
          <w:lang w:val="sr-Cyrl-RS"/>
        </w:rPr>
        <w:t>научн</w:t>
      </w:r>
      <w:r w:rsidR="00651476" w:rsidRPr="00A90824">
        <w:rPr>
          <w:color w:val="000000"/>
          <w:szCs w:val="24"/>
          <w:lang w:val="sr-Cyrl-RS"/>
        </w:rPr>
        <w:t>о-технолошких</w:t>
      </w:r>
      <w:r w:rsidRPr="00A90824">
        <w:rPr>
          <w:color w:val="000000"/>
          <w:szCs w:val="24"/>
          <w:lang w:val="sr-Cyrl-RS"/>
        </w:rPr>
        <w:t xml:space="preserve"> паркова,  фондова</w:t>
      </w:r>
      <w:r w:rsidR="00651476" w:rsidRPr="00A90824">
        <w:rPr>
          <w:color w:val="000000"/>
          <w:szCs w:val="24"/>
          <w:lang w:val="sr-Cyrl-RS"/>
        </w:rPr>
        <w:t>, као</w:t>
      </w:r>
      <w:r w:rsidR="00FF09C8" w:rsidRPr="00A90824">
        <w:rPr>
          <w:color w:val="000000"/>
          <w:szCs w:val="24"/>
          <w:lang w:val="sr-Cyrl-RS"/>
        </w:rPr>
        <w:t xml:space="preserve"> </w:t>
      </w:r>
      <w:r w:rsidRPr="00A90824">
        <w:rPr>
          <w:color w:val="000000"/>
          <w:szCs w:val="24"/>
          <w:lang w:val="sr-Cyrl-RS"/>
        </w:rPr>
        <w:t xml:space="preserve">и кроз програме подршке јавном сектору и привреди. </w:t>
      </w:r>
      <w:r w:rsidR="00236765" w:rsidRPr="00A90824">
        <w:rPr>
          <w:color w:val="000000"/>
          <w:szCs w:val="24"/>
          <w:lang w:val="sr-Cyrl-RS"/>
        </w:rPr>
        <w:t xml:space="preserve">Све већи број истраживача у различитим научноистраживачким организацијама у свом раду користи вештачку интелигенцију, међу којима се издвајају запослени у </w:t>
      </w:r>
      <w:r w:rsidRPr="00A90824">
        <w:rPr>
          <w:color w:val="000000"/>
          <w:szCs w:val="24"/>
          <w:lang w:val="sr-Cyrl-RS"/>
        </w:rPr>
        <w:t>Институт</w:t>
      </w:r>
      <w:r w:rsidR="00236765" w:rsidRPr="00A90824">
        <w:rPr>
          <w:color w:val="000000"/>
          <w:szCs w:val="24"/>
          <w:lang w:val="sr-Cyrl-RS"/>
        </w:rPr>
        <w:t>у</w:t>
      </w:r>
      <w:r w:rsidRPr="00A90824">
        <w:rPr>
          <w:color w:val="000000"/>
          <w:szCs w:val="24"/>
          <w:lang w:val="sr-Cyrl-RS"/>
        </w:rPr>
        <w:t xml:space="preserve"> за вештачку интелигенцију који је основан 2021. године као део оствареног циља претходне стратегије. Четири научно</w:t>
      </w:r>
      <w:r w:rsidR="30DEF6A9" w:rsidRPr="00A90824">
        <w:rPr>
          <w:color w:val="000000"/>
          <w:szCs w:val="24"/>
          <w:lang w:val="sr-Cyrl-RS"/>
        </w:rPr>
        <w:t>-</w:t>
      </w:r>
      <w:r w:rsidRPr="00A90824">
        <w:rPr>
          <w:color w:val="000000"/>
          <w:szCs w:val="24"/>
          <w:lang w:val="sr-Cyrl-RS"/>
        </w:rPr>
        <w:t xml:space="preserve">технолошка парка у Београду, Новом Саду, Нишу и Чачку </w:t>
      </w:r>
      <w:r w:rsidR="001242E0" w:rsidRPr="00A90824">
        <w:rPr>
          <w:color w:val="000000"/>
          <w:szCs w:val="24"/>
          <w:lang w:val="sr-Cyrl-RS"/>
        </w:rPr>
        <w:t>пружају инфраструктурну, програмску и менторску подршку за развој иновативних решења</w:t>
      </w:r>
      <w:r w:rsidR="00A6379D" w:rsidRPr="00A90824">
        <w:rPr>
          <w:color w:val="000000"/>
          <w:szCs w:val="24"/>
          <w:lang w:val="sr-Cyrl-RS"/>
        </w:rPr>
        <w:t xml:space="preserve"> базираних на ВИ</w:t>
      </w:r>
      <w:r w:rsidR="001242E0" w:rsidRPr="00A90824">
        <w:rPr>
          <w:color w:val="000000"/>
          <w:szCs w:val="24"/>
          <w:lang w:val="sr-Cyrl-RS"/>
        </w:rPr>
        <w:t xml:space="preserve">, уједно омогућавајући лакши приступ талентима и инвеститорима, а у циљу бржег и квалитетнијег развоја иновативне идеје. </w:t>
      </w:r>
      <w:r w:rsidRPr="00A90824">
        <w:rPr>
          <w:color w:val="000000"/>
          <w:szCs w:val="24"/>
          <w:lang w:val="sr-Cyrl-RS"/>
        </w:rPr>
        <w:t xml:space="preserve">Фонд за науку </w:t>
      </w:r>
      <w:r w:rsidR="36C23C44" w:rsidRPr="00A90824">
        <w:rPr>
          <w:color w:val="000000"/>
          <w:szCs w:val="24"/>
          <w:lang w:val="sr-Cyrl-RS"/>
        </w:rPr>
        <w:t xml:space="preserve">подржава </w:t>
      </w:r>
      <w:r w:rsidR="00EF2F6E" w:rsidRPr="00A90824">
        <w:rPr>
          <w:color w:val="000000"/>
          <w:szCs w:val="24"/>
          <w:lang w:val="sr-Cyrl-RS"/>
        </w:rPr>
        <w:t xml:space="preserve">научна истраживања и развој технологије </w:t>
      </w:r>
      <w:r w:rsidRPr="00A90824">
        <w:rPr>
          <w:color w:val="000000"/>
          <w:szCs w:val="24"/>
          <w:lang w:val="sr-Cyrl-RS"/>
        </w:rPr>
        <w:t>кроз велики број програма</w:t>
      </w:r>
      <w:r w:rsidR="3B2BB6D2" w:rsidRPr="00A90824">
        <w:rPr>
          <w:color w:val="000000"/>
          <w:szCs w:val="24"/>
          <w:lang w:val="sr-Cyrl-RS"/>
        </w:rPr>
        <w:t xml:space="preserve">, а </w:t>
      </w:r>
      <w:r w:rsidR="007E7793" w:rsidRPr="00A90824">
        <w:rPr>
          <w:color w:val="000000"/>
          <w:szCs w:val="24"/>
          <w:lang w:val="sr-Cyrl-RS"/>
        </w:rPr>
        <w:t>нарочито кроз</w:t>
      </w:r>
      <w:r w:rsidR="3B2BB6D2" w:rsidRPr="00A90824">
        <w:rPr>
          <w:color w:val="000000"/>
          <w:szCs w:val="24"/>
          <w:lang w:val="sr-Cyrl-RS"/>
        </w:rPr>
        <w:t xml:space="preserve"> позив </w:t>
      </w:r>
      <w:r w:rsidR="007E7793" w:rsidRPr="00A90824">
        <w:rPr>
          <w:color w:val="000000"/>
          <w:szCs w:val="24"/>
          <w:lang w:val="sr-Cyrl-RS"/>
        </w:rPr>
        <w:t>„</w:t>
      </w:r>
      <w:r w:rsidR="3B2BB6D2" w:rsidRPr="00A90824">
        <w:rPr>
          <w:color w:val="000000"/>
          <w:szCs w:val="24"/>
          <w:lang w:val="sr-Cyrl-RS"/>
        </w:rPr>
        <w:t>Програм за развој пројеката из области вештачке интелигенције” који се реализује у оквиру два потпрограма намењен</w:t>
      </w:r>
      <w:r w:rsidR="007E7793" w:rsidRPr="00A90824">
        <w:rPr>
          <w:color w:val="000000"/>
          <w:szCs w:val="24"/>
          <w:lang w:val="sr-Cyrl-RS"/>
        </w:rPr>
        <w:t>их</w:t>
      </w:r>
      <w:r w:rsidR="3B2BB6D2" w:rsidRPr="00A90824">
        <w:rPr>
          <w:color w:val="000000"/>
          <w:szCs w:val="24"/>
          <w:lang w:val="sr-Cyrl-RS"/>
        </w:rPr>
        <w:t xml:space="preserve"> основним</w:t>
      </w:r>
      <w:r w:rsidR="007E7793" w:rsidRPr="00A90824">
        <w:rPr>
          <w:color w:val="000000"/>
          <w:szCs w:val="24"/>
          <w:lang w:val="sr-Cyrl-RS"/>
        </w:rPr>
        <w:t xml:space="preserve"> и </w:t>
      </w:r>
      <w:r w:rsidR="3B2BB6D2" w:rsidRPr="00A90824">
        <w:rPr>
          <w:color w:val="000000"/>
          <w:szCs w:val="24"/>
          <w:lang w:val="sr-Cyrl-RS"/>
        </w:rPr>
        <w:t xml:space="preserve">примењеним истраживањима </w:t>
      </w:r>
      <w:r w:rsidR="00BC25D2" w:rsidRPr="00A90824">
        <w:rPr>
          <w:color w:val="000000"/>
          <w:szCs w:val="24"/>
          <w:lang w:val="sr-Cyrl-RS"/>
        </w:rPr>
        <w:t>у овој</w:t>
      </w:r>
      <w:r w:rsidR="3B2BB6D2" w:rsidRPr="00A90824">
        <w:rPr>
          <w:color w:val="000000"/>
          <w:szCs w:val="24"/>
          <w:lang w:val="sr-Cyrl-RS"/>
        </w:rPr>
        <w:t xml:space="preserve"> области</w:t>
      </w:r>
      <w:r w:rsidRPr="00A90824">
        <w:rPr>
          <w:color w:val="000000"/>
          <w:szCs w:val="24"/>
          <w:lang w:val="sr-Cyrl-RS"/>
        </w:rPr>
        <w:t>.</w:t>
      </w:r>
    </w:p>
    <w:p w14:paraId="7AC3B384" w14:textId="77777777" w:rsidR="00ED661C" w:rsidRPr="00A90824" w:rsidRDefault="00372710" w:rsidP="00BE0C76">
      <w:pPr>
        <w:rPr>
          <w:color w:val="000000"/>
          <w:szCs w:val="24"/>
          <w:lang w:val="sr-Cyrl-RS"/>
        </w:rPr>
      </w:pPr>
      <w:r w:rsidRPr="00A90824">
        <w:rPr>
          <w:color w:val="000000"/>
          <w:szCs w:val="24"/>
          <w:lang w:val="sr-Cyrl-RS"/>
        </w:rPr>
        <w:t>Решења која укључују системе вештачке интелигенције сада се примењуј широм света и у свим областима. Веома је тешко на прави начин раздвојити одређена решења која примењују експертске системе од оних која примењују машинско учење и друге видове тренинга који спадају под вештачку интелигенцију. Примена која се једноставно преноси је она која укључује компјутерски вид и рад у одређеним географски и културно неспецифичним окружењима.</w:t>
      </w:r>
      <w:r w:rsidR="00156BF2" w:rsidRPr="00A90824">
        <w:rPr>
          <w:color w:val="000000"/>
          <w:szCs w:val="24"/>
          <w:lang w:val="sr-Cyrl-RS"/>
        </w:rPr>
        <w:t xml:space="preserve"> </w:t>
      </w:r>
      <w:r w:rsidRPr="00A90824">
        <w:rPr>
          <w:color w:val="000000"/>
          <w:szCs w:val="24"/>
          <w:lang w:val="sr-Cyrl-RS"/>
        </w:rPr>
        <w:t xml:space="preserve">Ту пре свега спада </w:t>
      </w:r>
      <w:r w:rsidR="00156BF2" w:rsidRPr="00A90824">
        <w:rPr>
          <w:color w:val="000000"/>
          <w:szCs w:val="24"/>
          <w:lang w:val="sr-Cyrl-RS"/>
        </w:rPr>
        <w:t>рад</w:t>
      </w:r>
      <w:r w:rsidRPr="00A90824">
        <w:rPr>
          <w:color w:val="000000"/>
          <w:szCs w:val="24"/>
          <w:lang w:val="sr-Cyrl-RS"/>
        </w:rPr>
        <w:t>иологија</w:t>
      </w:r>
      <w:r w:rsidR="00156BF2" w:rsidRPr="00A90824">
        <w:rPr>
          <w:color w:val="000000"/>
          <w:szCs w:val="24"/>
          <w:lang w:val="sr-Cyrl-RS"/>
        </w:rPr>
        <w:t>,</w:t>
      </w:r>
      <w:r w:rsidRPr="00A90824">
        <w:rPr>
          <w:color w:val="000000"/>
          <w:szCs w:val="24"/>
          <w:lang w:val="sr-Cyrl-RS"/>
        </w:rPr>
        <w:t xml:space="preserve"> роботика</w:t>
      </w:r>
      <w:r w:rsidR="00156BF2" w:rsidRPr="00A90824">
        <w:rPr>
          <w:color w:val="000000"/>
          <w:szCs w:val="24"/>
          <w:lang w:val="sr-Cyrl-RS"/>
        </w:rPr>
        <w:t xml:space="preserve"> и предиктивно одржавање система. Важан параметар је и доступност података и одсуство примене заштите података о личности због чега су анализе временских услова или материјала и предвиђања у области енергетике. Као параметар веће примене треба узети и сегменте који нису инфраструктурни и где</w:t>
      </w:r>
      <w:r w:rsidR="00ED661C" w:rsidRPr="00A90824">
        <w:rPr>
          <w:color w:val="000000"/>
          <w:szCs w:val="24"/>
          <w:lang w:val="sr-Cyrl-RS"/>
        </w:rPr>
        <w:t xml:space="preserve"> је шира </w:t>
      </w:r>
      <w:r w:rsidR="00156BF2" w:rsidRPr="00A90824">
        <w:rPr>
          <w:color w:val="000000"/>
          <w:szCs w:val="24"/>
          <w:lang w:val="sr-Cyrl-RS"/>
        </w:rPr>
        <w:t>примена веома скупа. У тим случајевима обично се ради на пило</w:t>
      </w:r>
      <w:r w:rsidR="006D6A2F" w:rsidRPr="00A90824">
        <w:rPr>
          <w:color w:val="000000"/>
          <w:szCs w:val="24"/>
          <w:lang w:val="sr-Cyrl-RS"/>
        </w:rPr>
        <w:t>т</w:t>
      </w:r>
      <w:r w:rsidR="00156BF2" w:rsidRPr="00A90824">
        <w:rPr>
          <w:color w:val="000000"/>
          <w:szCs w:val="24"/>
          <w:lang w:val="sr-Cyrl-RS"/>
        </w:rPr>
        <w:t xml:space="preserve"> пројектима, као што су на пример мобилност која користи вештачку интелигенцију у одређеним деловима града. </w:t>
      </w:r>
    </w:p>
    <w:p w14:paraId="40CAB7EE" w14:textId="77777777" w:rsidR="00ED661C" w:rsidRPr="00A90824" w:rsidRDefault="00ED661C" w:rsidP="00BE0C76">
      <w:pPr>
        <w:rPr>
          <w:color w:val="000000"/>
          <w:szCs w:val="24"/>
          <w:lang w:val="sr-Cyrl-RS"/>
        </w:rPr>
      </w:pPr>
      <w:r w:rsidRPr="00A90824">
        <w:rPr>
          <w:color w:val="000000"/>
          <w:szCs w:val="24"/>
          <w:lang w:val="sr-Cyrl-RS"/>
        </w:rPr>
        <w:t>Посебно значајно је питање примене решења која укључују језичке технологије. Због потребе за великим бројем језичких извора великог степена различитости, како у погледу формата, тако у погледу садржине, начина говора, области и слично, ово је погодно за језике који су широко распрострањени. У том делу срп</w:t>
      </w:r>
      <w:r w:rsidR="006D6A2F" w:rsidRPr="00A90824">
        <w:rPr>
          <w:color w:val="000000"/>
          <w:szCs w:val="24"/>
          <w:lang w:val="sr-Cyrl-RS"/>
        </w:rPr>
        <w:t>с</w:t>
      </w:r>
      <w:r w:rsidRPr="00A90824">
        <w:rPr>
          <w:color w:val="000000"/>
          <w:szCs w:val="24"/>
          <w:lang w:val="sr-Cyrl-RS"/>
        </w:rPr>
        <w:t>ки језик је у релативно лошем положају као и сви језици мањег обима коришћења, посматрано на светском нивоу. Тамо где је то могуће развијају се решења која коришћењем генеративне вештачке интелигенције стварају садржај који се користи за услужне центре, информативне услуге, аутоматизацију уписа захтева и исписа одговора, једноставне административне или чак и</w:t>
      </w:r>
      <w:r w:rsidR="0060686E" w:rsidRPr="00A90824">
        <w:rPr>
          <w:color w:val="000000"/>
          <w:szCs w:val="24"/>
          <w:lang w:val="sr-Cyrl-RS"/>
        </w:rPr>
        <w:t xml:space="preserve"> правне поступке и радње. Развој предуслова за развој ове технологије је од великог значаја како би </w:t>
      </w:r>
      <w:r w:rsidR="009852B1" w:rsidRPr="00A90824">
        <w:rPr>
          <w:color w:val="000000"/>
          <w:szCs w:val="24"/>
          <w:lang w:val="sr-Cyrl-RS"/>
        </w:rPr>
        <w:t>и Република Србија могла да користи језичке технологије на српском језику али и да би сачувала свој језик у новом дигиталном окружењу.</w:t>
      </w:r>
    </w:p>
    <w:p w14:paraId="3BFEEB5F" w14:textId="77777777" w:rsidR="009852B1" w:rsidRPr="00A90824" w:rsidRDefault="009852B1" w:rsidP="00BE0C76">
      <w:pPr>
        <w:rPr>
          <w:color w:val="000000"/>
          <w:szCs w:val="24"/>
          <w:lang w:val="sr-Cyrl-RS"/>
        </w:rPr>
      </w:pPr>
      <w:r w:rsidRPr="00A90824">
        <w:rPr>
          <w:color w:val="000000"/>
          <w:szCs w:val="24"/>
          <w:lang w:val="sr-Cyrl-RS"/>
        </w:rPr>
        <w:t>Важно је напоменути да на примену решења веома утиче и законодавни оквир. У том смислу различите државе имају разли</w:t>
      </w:r>
      <w:r w:rsidR="006D6A2F" w:rsidRPr="00A90824">
        <w:rPr>
          <w:color w:val="000000"/>
          <w:szCs w:val="24"/>
          <w:lang w:val="sr-Cyrl-RS"/>
        </w:rPr>
        <w:t>ч</w:t>
      </w:r>
      <w:r w:rsidRPr="00A90824">
        <w:rPr>
          <w:color w:val="000000"/>
          <w:szCs w:val="24"/>
          <w:lang w:val="sr-Cyrl-RS"/>
        </w:rPr>
        <w:t>ите приступе које иду од стриктнијег ограничења до одсуства регулације.</w:t>
      </w:r>
    </w:p>
    <w:p w14:paraId="3D98610C" w14:textId="6EAED31D" w:rsidR="00156BF2" w:rsidRPr="00A90824" w:rsidRDefault="00156BF2" w:rsidP="00BE0C76">
      <w:pPr>
        <w:rPr>
          <w:szCs w:val="24"/>
          <w:lang w:val="sr-Cyrl-RS"/>
        </w:rPr>
      </w:pPr>
      <w:r w:rsidRPr="00A90824">
        <w:rPr>
          <w:color w:val="000000"/>
          <w:szCs w:val="24"/>
          <w:lang w:val="sr-Cyrl-RS"/>
        </w:rPr>
        <w:t xml:space="preserve">У овом делу и Република Србија развија одређена решења. У области енергетике ради се на унапређењу предвиђања количине угља у термоелектранама на основу предвиђања водостаја река, чиме се омогућава оптимална </w:t>
      </w:r>
      <w:r w:rsidRPr="00A90824">
        <w:rPr>
          <w:szCs w:val="24"/>
          <w:lang w:val="sr-Cyrl-RS"/>
        </w:rPr>
        <w:t>производња електричне енергије онда када је потребна или када је њена цена највиша за продају.</w:t>
      </w:r>
      <w:r w:rsidR="00411E91" w:rsidRPr="00A90824">
        <w:rPr>
          <w:szCs w:val="24"/>
          <w:lang w:val="sr-Cyrl-RS"/>
        </w:rPr>
        <w:t xml:space="preserve"> </w:t>
      </w:r>
      <w:r w:rsidR="00BD3119" w:rsidRPr="00A90824">
        <w:rPr>
          <w:szCs w:val="24"/>
          <w:lang w:val="sr-Cyrl-RS"/>
        </w:rPr>
        <w:t>Пројекти у овој области</w:t>
      </w:r>
      <w:r w:rsidR="00AF13C9">
        <w:rPr>
          <w:szCs w:val="24"/>
          <w:lang w:val="sr-Cyrl-RS"/>
        </w:rPr>
        <w:t xml:space="preserve"> користе вештачку инте</w:t>
      </w:r>
      <w:r w:rsidR="00411E91" w:rsidRPr="00A90824">
        <w:rPr>
          <w:szCs w:val="24"/>
          <w:lang w:val="sr-Cyrl-RS"/>
        </w:rPr>
        <w:t xml:space="preserve">лигенцију </w:t>
      </w:r>
      <w:r w:rsidR="00BD3119" w:rsidRPr="00A90824">
        <w:rPr>
          <w:szCs w:val="24"/>
          <w:lang w:val="sr-Cyrl-RS"/>
        </w:rPr>
        <w:t>за обраду податка</w:t>
      </w:r>
      <w:r w:rsidR="00411E91" w:rsidRPr="00A90824">
        <w:rPr>
          <w:szCs w:val="24"/>
          <w:lang w:val="sr-Cyrl-RS"/>
        </w:rPr>
        <w:t xml:space="preserve"> у </w:t>
      </w:r>
      <w:r w:rsidR="00BD3119" w:rsidRPr="00A90824">
        <w:rPr>
          <w:szCs w:val="24"/>
          <w:lang w:val="sr-Cyrl-RS"/>
        </w:rPr>
        <w:t>реалном</w:t>
      </w:r>
      <w:r w:rsidR="00411E91" w:rsidRPr="00A90824">
        <w:rPr>
          <w:szCs w:val="24"/>
          <w:lang w:val="sr-Cyrl-RS"/>
        </w:rPr>
        <w:t xml:space="preserve"> времену и </w:t>
      </w:r>
      <w:r w:rsidR="00BD3119" w:rsidRPr="00A90824">
        <w:rPr>
          <w:szCs w:val="24"/>
          <w:lang w:val="sr-Cyrl-RS"/>
        </w:rPr>
        <w:t>прогнозу</w:t>
      </w:r>
      <w:r w:rsidR="00411E91" w:rsidRPr="00A90824">
        <w:rPr>
          <w:szCs w:val="24"/>
          <w:lang w:val="sr-Cyrl-RS"/>
        </w:rPr>
        <w:t xml:space="preserve"> </w:t>
      </w:r>
      <w:r w:rsidR="00BD3119" w:rsidRPr="00A90824">
        <w:rPr>
          <w:szCs w:val="24"/>
          <w:lang w:val="sr-Cyrl-RS"/>
        </w:rPr>
        <w:t>количине</w:t>
      </w:r>
      <w:r w:rsidR="00411E91" w:rsidRPr="00A90824">
        <w:rPr>
          <w:szCs w:val="24"/>
          <w:lang w:val="sr-Cyrl-RS"/>
        </w:rPr>
        <w:t xml:space="preserve"> електричне енергије која ће бити произвоедена из хидропотенцијала, </w:t>
      </w:r>
      <w:r w:rsidR="00BD3119" w:rsidRPr="00A90824">
        <w:rPr>
          <w:szCs w:val="24"/>
          <w:lang w:val="sr-Cyrl-RS"/>
        </w:rPr>
        <w:t>чија је природа често непредвидива.</w:t>
      </w:r>
      <w:r w:rsidR="00411E91" w:rsidRPr="00A90824">
        <w:rPr>
          <w:szCs w:val="24"/>
          <w:lang w:val="sr-Cyrl-RS"/>
        </w:rPr>
        <w:t xml:space="preserve"> </w:t>
      </w:r>
      <w:r w:rsidR="00BD3119" w:rsidRPr="00A90824">
        <w:rPr>
          <w:szCs w:val="24"/>
        </w:rPr>
        <w:t>На основу ових података оптимизује се коришћење производних капацитета термоелектрана, тако што се предвиђа потребна количина угља која ће обезбедити довољно електричне енергије за потребе грађана и привреде, уз избегавање производње вишкова који се не могу продати</w:t>
      </w:r>
      <w:r w:rsidR="00411E91" w:rsidRPr="00A90824">
        <w:rPr>
          <w:szCs w:val="24"/>
          <w:lang w:val="sr-Cyrl-RS"/>
        </w:rPr>
        <w:t>.</w:t>
      </w:r>
      <w:r w:rsidRPr="00A90824">
        <w:rPr>
          <w:szCs w:val="24"/>
          <w:lang w:val="sr-Cyrl-RS"/>
        </w:rPr>
        <w:t>Такође</w:t>
      </w:r>
      <w:r w:rsidR="002F1957" w:rsidRPr="00A90824">
        <w:rPr>
          <w:szCs w:val="24"/>
          <w:lang w:val="sr-Cyrl-RS"/>
        </w:rPr>
        <w:t>,</w:t>
      </w:r>
      <w:r w:rsidRPr="00A90824">
        <w:rPr>
          <w:szCs w:val="24"/>
          <w:lang w:val="sr-Cyrl-RS"/>
        </w:rPr>
        <w:t xml:space="preserve"> </w:t>
      </w:r>
      <w:r w:rsidR="00F66E52" w:rsidRPr="00A90824">
        <w:rPr>
          <w:szCs w:val="24"/>
          <w:lang w:val="sr-Cyrl-RS"/>
        </w:rPr>
        <w:t>домаћи институти развијају решења која помажу у</w:t>
      </w:r>
      <w:r w:rsidR="00ED661C" w:rsidRPr="00A90824">
        <w:rPr>
          <w:szCs w:val="24"/>
          <w:lang w:val="sr-Cyrl-RS"/>
        </w:rPr>
        <w:t xml:space="preserve"> п</w:t>
      </w:r>
      <w:r w:rsidR="00BD3119" w:rsidRPr="00A90824">
        <w:rPr>
          <w:szCs w:val="24"/>
          <w:lang w:val="sr-Cyrl-RS"/>
        </w:rPr>
        <w:t>редиктивном одржавању система ка</w:t>
      </w:r>
      <w:r w:rsidR="00ED661C" w:rsidRPr="00A90824">
        <w:rPr>
          <w:szCs w:val="24"/>
          <w:lang w:val="sr-Cyrl-RS"/>
        </w:rPr>
        <w:t>ко би се избегли кварови или предупредили непредвиђени застоји.</w:t>
      </w:r>
    </w:p>
    <w:p w14:paraId="19CFD26B" w14:textId="77777777" w:rsidR="00BE0C76" w:rsidRPr="00A90824" w:rsidRDefault="00E72259" w:rsidP="00BE0C76">
      <w:pPr>
        <w:rPr>
          <w:color w:val="000000"/>
          <w:szCs w:val="24"/>
          <w:lang w:val="sr-Cyrl-RS"/>
        </w:rPr>
      </w:pPr>
      <w:r w:rsidRPr="00A90824">
        <w:rPr>
          <w:color w:val="000000"/>
          <w:szCs w:val="24"/>
          <w:lang w:val="sr-Cyrl-RS"/>
        </w:rPr>
        <w:t xml:space="preserve">Неки од примера </w:t>
      </w:r>
      <w:r w:rsidR="4D8FA496" w:rsidRPr="00A90824">
        <w:rPr>
          <w:color w:val="000000"/>
          <w:szCs w:val="24"/>
          <w:lang w:val="sr-Cyrl-RS"/>
        </w:rPr>
        <w:t xml:space="preserve">добре праксе </w:t>
      </w:r>
      <w:r w:rsidRPr="00A90824">
        <w:rPr>
          <w:color w:val="000000"/>
          <w:szCs w:val="24"/>
          <w:lang w:val="sr-Cyrl-RS"/>
        </w:rPr>
        <w:t xml:space="preserve">су </w:t>
      </w:r>
      <w:r w:rsidR="4D8FA496" w:rsidRPr="00A90824">
        <w:rPr>
          <w:color w:val="000000"/>
          <w:szCs w:val="24"/>
          <w:lang w:val="sr-Cyrl-RS"/>
        </w:rPr>
        <w:t>организациј</w:t>
      </w:r>
      <w:r w:rsidRPr="00A90824">
        <w:rPr>
          <w:color w:val="000000"/>
          <w:szCs w:val="24"/>
          <w:lang w:val="sr-Cyrl-RS"/>
        </w:rPr>
        <w:t>а</w:t>
      </w:r>
      <w:r w:rsidR="4D8FA496" w:rsidRPr="00A90824">
        <w:rPr>
          <w:color w:val="000000"/>
          <w:szCs w:val="24"/>
          <w:lang w:val="sr-Cyrl-RS"/>
        </w:rPr>
        <w:t xml:space="preserve"> Симулационог центра при Медицинском факултету Универзитета у Београду који обучава медицинске стручњаке са 15 клиника на територији Републике Србије употреби виртуелне односно увећане реалности у сврху медицинске дијагностике, едукације и колаборације</w:t>
      </w:r>
      <w:r w:rsidR="005A7549" w:rsidRPr="00A90824">
        <w:rPr>
          <w:color w:val="000000"/>
          <w:szCs w:val="24"/>
          <w:lang w:val="sr-Cyrl-RS"/>
        </w:rPr>
        <w:t>, као и</w:t>
      </w:r>
      <w:r w:rsidR="4D8FA496" w:rsidRPr="00A90824">
        <w:rPr>
          <w:color w:val="000000"/>
          <w:szCs w:val="24"/>
          <w:lang w:val="sr-Cyrl-RS"/>
        </w:rPr>
        <w:t xml:space="preserve"> </w:t>
      </w:r>
      <w:r w:rsidR="001242E0" w:rsidRPr="00A90824">
        <w:rPr>
          <w:i/>
          <w:color w:val="000000"/>
          <w:szCs w:val="24"/>
          <w:lang w:val="sr-Cyrl-RS"/>
        </w:rPr>
        <w:t>GovTech</w:t>
      </w:r>
      <w:r w:rsidR="001242E0" w:rsidRPr="00A90824">
        <w:rPr>
          <w:color w:val="000000"/>
          <w:szCs w:val="24"/>
          <w:lang w:val="sr-Cyrl-RS"/>
        </w:rPr>
        <w:t xml:space="preserve"> </w:t>
      </w:r>
      <w:r w:rsidR="4D8FA496" w:rsidRPr="00A90824">
        <w:rPr>
          <w:color w:val="000000"/>
          <w:szCs w:val="24"/>
          <w:lang w:val="sr-Cyrl-RS"/>
        </w:rPr>
        <w:t>програм који је укључио</w:t>
      </w:r>
      <w:r w:rsidR="5EA061C9" w:rsidRPr="00A90824">
        <w:rPr>
          <w:color w:val="000000"/>
          <w:szCs w:val="24"/>
          <w:lang w:val="sr-Cyrl-RS"/>
        </w:rPr>
        <w:t xml:space="preserve"> сарадњу између</w:t>
      </w:r>
      <w:r w:rsidR="4D8FA496" w:rsidRPr="00A90824">
        <w:rPr>
          <w:color w:val="000000"/>
          <w:szCs w:val="24"/>
          <w:lang w:val="sr-Cyrl-RS"/>
        </w:rPr>
        <w:t xml:space="preserve"> представник</w:t>
      </w:r>
      <w:r w:rsidR="09E5618B" w:rsidRPr="00A90824">
        <w:rPr>
          <w:color w:val="000000"/>
          <w:szCs w:val="24"/>
          <w:lang w:val="sr-Cyrl-RS"/>
        </w:rPr>
        <w:t>а</w:t>
      </w:r>
      <w:r w:rsidR="4D8FA496" w:rsidRPr="00A90824">
        <w:rPr>
          <w:color w:val="000000"/>
          <w:szCs w:val="24"/>
          <w:lang w:val="sr-Cyrl-RS"/>
        </w:rPr>
        <w:t xml:space="preserve"> јавног сектора</w:t>
      </w:r>
      <w:r w:rsidR="7DA20A4B" w:rsidRPr="00A90824">
        <w:rPr>
          <w:color w:val="000000"/>
          <w:szCs w:val="24"/>
          <w:lang w:val="sr-Cyrl-RS"/>
        </w:rPr>
        <w:t xml:space="preserve"> који су идентификовали изазове</w:t>
      </w:r>
      <w:r w:rsidR="7E3077F2" w:rsidRPr="00A90824">
        <w:rPr>
          <w:color w:val="000000"/>
          <w:szCs w:val="24"/>
          <w:lang w:val="sr-Cyrl-RS"/>
        </w:rPr>
        <w:t xml:space="preserve"> који се </w:t>
      </w:r>
      <w:r w:rsidR="4D8FA496" w:rsidRPr="00A90824">
        <w:rPr>
          <w:color w:val="000000"/>
          <w:szCs w:val="24"/>
          <w:lang w:val="sr-Cyrl-RS"/>
        </w:rPr>
        <w:t>могу решити применом вештачке интелигенције и представнике привреде</w:t>
      </w:r>
      <w:r w:rsidR="00B13645" w:rsidRPr="00A90824">
        <w:rPr>
          <w:color w:val="000000"/>
          <w:szCs w:val="24"/>
          <w:lang w:val="sr-Cyrl-RS"/>
        </w:rPr>
        <w:t xml:space="preserve"> </w:t>
      </w:r>
      <w:r w:rsidR="0459E513" w:rsidRPr="00A90824">
        <w:rPr>
          <w:color w:val="000000"/>
          <w:szCs w:val="24"/>
          <w:lang w:val="sr-Cyrl-RS"/>
        </w:rPr>
        <w:t xml:space="preserve">који су понудили решења </w:t>
      </w:r>
      <w:r w:rsidR="4D8FA496" w:rsidRPr="00A90824">
        <w:rPr>
          <w:color w:val="000000"/>
          <w:szCs w:val="24"/>
          <w:lang w:val="sr-Cyrl-RS"/>
        </w:rPr>
        <w:t xml:space="preserve">којима би те проблеме могли решити. Такође, </w:t>
      </w:r>
      <w:r w:rsidR="005A7549" w:rsidRPr="00A90824">
        <w:rPr>
          <w:color w:val="000000"/>
          <w:szCs w:val="24"/>
          <w:lang w:val="sr-Cyrl-RS"/>
        </w:rPr>
        <w:t>примењено је</w:t>
      </w:r>
      <w:r w:rsidR="4D8FA496" w:rsidRPr="00A90824">
        <w:rPr>
          <w:color w:val="000000"/>
          <w:szCs w:val="24"/>
          <w:lang w:val="sr-Cyrl-RS"/>
        </w:rPr>
        <w:t xml:space="preserve"> агрегатн</w:t>
      </w:r>
      <w:r w:rsidR="005A7549" w:rsidRPr="00A90824">
        <w:rPr>
          <w:color w:val="000000"/>
          <w:szCs w:val="24"/>
          <w:lang w:val="sr-Cyrl-RS"/>
        </w:rPr>
        <w:t>о</w:t>
      </w:r>
      <w:r w:rsidR="4D8FA496" w:rsidRPr="00A90824">
        <w:rPr>
          <w:color w:val="000000"/>
          <w:szCs w:val="24"/>
          <w:lang w:val="sr-Cyrl-RS"/>
        </w:rPr>
        <w:t xml:space="preserve"> решавање одређених питања, тако што </w:t>
      </w:r>
      <w:r w:rsidR="005A7549" w:rsidRPr="00A90824">
        <w:rPr>
          <w:color w:val="000000"/>
          <w:szCs w:val="24"/>
          <w:lang w:val="sr-Cyrl-RS"/>
        </w:rPr>
        <w:t>ј</w:t>
      </w:r>
      <w:r w:rsidR="4D8FA496" w:rsidRPr="00A90824">
        <w:rPr>
          <w:color w:val="000000"/>
          <w:szCs w:val="24"/>
          <w:lang w:val="sr-Cyrl-RS"/>
        </w:rPr>
        <w:t>е идентифи</w:t>
      </w:r>
      <w:r w:rsidR="005A7549" w:rsidRPr="00A90824">
        <w:rPr>
          <w:color w:val="000000"/>
          <w:szCs w:val="24"/>
          <w:lang w:val="sr-Cyrl-RS"/>
        </w:rPr>
        <w:t>ковано</w:t>
      </w:r>
      <w:r w:rsidR="4D8FA496" w:rsidRPr="00A90824">
        <w:rPr>
          <w:color w:val="000000"/>
          <w:szCs w:val="24"/>
          <w:lang w:val="sr-Cyrl-RS"/>
        </w:rPr>
        <w:t xml:space="preserve"> </w:t>
      </w:r>
      <w:r w:rsidR="005A7549" w:rsidRPr="00A90824">
        <w:rPr>
          <w:color w:val="000000"/>
          <w:szCs w:val="24"/>
          <w:lang w:val="sr-Cyrl-RS"/>
        </w:rPr>
        <w:t xml:space="preserve">више истоврсних пословних потреба у једном сектору, </w:t>
      </w:r>
      <w:r w:rsidR="221A07E7" w:rsidRPr="00A90824">
        <w:rPr>
          <w:color w:val="000000"/>
          <w:szCs w:val="24"/>
          <w:lang w:val="sr-Cyrl-RS"/>
        </w:rPr>
        <w:t>а</w:t>
      </w:r>
      <w:r w:rsidR="4D8FA496" w:rsidRPr="00A90824">
        <w:rPr>
          <w:color w:val="000000"/>
          <w:szCs w:val="24"/>
          <w:lang w:val="sr-Cyrl-RS"/>
        </w:rPr>
        <w:t xml:space="preserve"> средства која би била намењена решавању сваког појединачног проблема</w:t>
      </w:r>
      <w:r w:rsidR="2EDA0981" w:rsidRPr="00A90824">
        <w:rPr>
          <w:color w:val="000000"/>
          <w:szCs w:val="24"/>
          <w:lang w:val="sr-Cyrl-RS"/>
        </w:rPr>
        <w:t xml:space="preserve">, </w:t>
      </w:r>
      <w:r w:rsidR="005A7549" w:rsidRPr="00A90824">
        <w:rPr>
          <w:color w:val="000000"/>
          <w:szCs w:val="24"/>
          <w:lang w:val="sr-Cyrl-RS"/>
        </w:rPr>
        <w:t>опредељена су</w:t>
      </w:r>
      <w:r w:rsidR="4D8FA496" w:rsidRPr="00A90824">
        <w:rPr>
          <w:color w:val="000000"/>
          <w:szCs w:val="24"/>
          <w:lang w:val="sr-Cyrl-RS"/>
        </w:rPr>
        <w:t xml:space="preserve"> </w:t>
      </w:r>
      <w:r w:rsidR="005A7549" w:rsidRPr="00A90824">
        <w:rPr>
          <w:color w:val="000000"/>
          <w:szCs w:val="24"/>
          <w:lang w:val="sr-Cyrl-RS"/>
        </w:rPr>
        <w:t>за</w:t>
      </w:r>
      <w:r w:rsidR="4D8FA496" w:rsidRPr="00A90824">
        <w:rPr>
          <w:color w:val="000000"/>
          <w:szCs w:val="24"/>
          <w:lang w:val="sr-Cyrl-RS"/>
        </w:rPr>
        <w:t xml:space="preserve"> јединствено и заједничко решење. Овакав приступ је у складу са потребама </w:t>
      </w:r>
      <w:r w:rsidR="00EF2F6E" w:rsidRPr="00A90824">
        <w:rPr>
          <w:color w:val="000000"/>
          <w:szCs w:val="24"/>
          <w:lang w:val="sr-Cyrl-RS"/>
        </w:rPr>
        <w:t>развоја напредних технологија</w:t>
      </w:r>
      <w:r w:rsidR="4D8FA496" w:rsidRPr="00A90824">
        <w:rPr>
          <w:color w:val="000000"/>
          <w:szCs w:val="24"/>
          <w:lang w:val="sr-Cyrl-RS"/>
        </w:rPr>
        <w:t>.</w:t>
      </w:r>
    </w:p>
    <w:p w14:paraId="54C80A2B" w14:textId="77777777" w:rsidR="00BE0C76" w:rsidRPr="00A90824" w:rsidRDefault="4D8FA496" w:rsidP="00BE0C76">
      <w:pPr>
        <w:rPr>
          <w:color w:val="000000"/>
          <w:szCs w:val="24"/>
          <w:lang w:val="sr-Cyrl-RS"/>
        </w:rPr>
      </w:pPr>
      <w:r w:rsidRPr="00A90824">
        <w:rPr>
          <w:color w:val="000000"/>
          <w:szCs w:val="24"/>
          <w:lang w:val="sr-Cyrl-RS"/>
        </w:rPr>
        <w:t xml:space="preserve">Међу репрезентативним примерима решења која примењују вештачку интелигенцију у јавном сектору </w:t>
      </w:r>
      <w:r w:rsidR="005A7549" w:rsidRPr="00A90824">
        <w:rPr>
          <w:color w:val="000000"/>
          <w:szCs w:val="24"/>
          <w:lang w:val="sr-Cyrl-RS"/>
        </w:rPr>
        <w:t xml:space="preserve">је </w:t>
      </w:r>
      <w:r w:rsidRPr="00A90824">
        <w:rPr>
          <w:color w:val="000000"/>
          <w:szCs w:val="24"/>
          <w:lang w:val="sr-Cyrl-RS"/>
        </w:rPr>
        <w:t xml:space="preserve">функционалност </w:t>
      </w:r>
      <w:r w:rsidR="005A7549" w:rsidRPr="00A90824">
        <w:rPr>
          <w:color w:val="000000"/>
          <w:szCs w:val="24"/>
          <w:lang w:val="sr-Cyrl-RS"/>
        </w:rPr>
        <w:t>„</w:t>
      </w:r>
      <w:r w:rsidRPr="00A90824">
        <w:rPr>
          <w:color w:val="000000"/>
          <w:szCs w:val="24"/>
          <w:lang w:val="sr-Cyrl-RS"/>
        </w:rPr>
        <w:t>Читај ми</w:t>
      </w:r>
      <w:r w:rsidR="005A7549" w:rsidRPr="00A90824">
        <w:rPr>
          <w:color w:val="000000"/>
          <w:szCs w:val="24"/>
          <w:lang w:val="sr-Cyrl-RS"/>
        </w:rPr>
        <w:t>”</w:t>
      </w:r>
      <w:r w:rsidRPr="00A90824">
        <w:rPr>
          <w:color w:val="000000"/>
          <w:szCs w:val="24"/>
          <w:lang w:val="sr-Cyrl-RS"/>
        </w:rPr>
        <w:t xml:space="preserve"> на </w:t>
      </w:r>
      <w:r w:rsidR="005A7549" w:rsidRPr="00A90824">
        <w:rPr>
          <w:color w:val="000000"/>
          <w:szCs w:val="24"/>
          <w:lang w:val="sr-Cyrl-RS"/>
        </w:rPr>
        <w:t>веб презентацији</w:t>
      </w:r>
      <w:r w:rsidRPr="00A90824">
        <w:rPr>
          <w:color w:val="000000"/>
          <w:szCs w:val="24"/>
          <w:lang w:val="sr-Cyrl-RS"/>
        </w:rPr>
        <w:t xml:space="preserve"> Владе Републике Србије, применом технологије аутоматског препознавања говора. </w:t>
      </w:r>
      <w:r w:rsidR="002F1957" w:rsidRPr="00A90824">
        <w:rPr>
          <w:color w:val="000000"/>
          <w:szCs w:val="24"/>
          <w:lang w:val="sr-Cyrl-RS"/>
        </w:rPr>
        <w:t>Такође, в</w:t>
      </w:r>
      <w:r w:rsidR="005A7549" w:rsidRPr="00A90824">
        <w:rPr>
          <w:color w:val="000000"/>
          <w:szCs w:val="24"/>
          <w:lang w:val="sr-Cyrl-RS"/>
        </w:rPr>
        <w:t>ршено је</w:t>
      </w:r>
      <w:r w:rsidRPr="00A90824">
        <w:rPr>
          <w:color w:val="000000"/>
          <w:szCs w:val="24"/>
          <w:lang w:val="sr-Cyrl-RS"/>
        </w:rPr>
        <w:t xml:space="preserve"> тестирањ</w:t>
      </w:r>
      <w:r w:rsidR="005A7549" w:rsidRPr="00A90824">
        <w:rPr>
          <w:color w:val="000000"/>
          <w:szCs w:val="24"/>
          <w:lang w:val="sr-Cyrl-RS"/>
        </w:rPr>
        <w:t>е</w:t>
      </w:r>
      <w:r w:rsidRPr="00A90824">
        <w:rPr>
          <w:color w:val="000000"/>
          <w:szCs w:val="24"/>
          <w:lang w:val="sr-Cyrl-RS"/>
        </w:rPr>
        <w:t xml:space="preserve"> аутономних возила нивоа 4 која могу самостално да обављају возачке задатке. Јавно предузеће Паркинг Сервис од пре неколико година примењује Око соколово – јединствени систем специјализованих возила који обавља контролу саобраћаја и успешно контролише прописно и непрописно паркирање у Београду. Током пандемије</w:t>
      </w:r>
      <w:r w:rsidR="001242E0" w:rsidRPr="00A90824">
        <w:rPr>
          <w:color w:val="000000"/>
          <w:szCs w:val="24"/>
          <w:lang w:val="sr-Cyrl-RS"/>
        </w:rPr>
        <w:t xml:space="preserve"> COVID-19</w:t>
      </w:r>
      <w:r w:rsidRPr="00A90824">
        <w:rPr>
          <w:color w:val="000000"/>
          <w:szCs w:val="24"/>
          <w:lang w:val="sr-Cyrl-RS"/>
        </w:rPr>
        <w:t xml:space="preserve"> су коришћене ХолоЛенс наочаре базиране на виртуелној реалности које су смањивале време проведено у црвеној ковид зони, као и број лекара присутних током визите. Тренутно се ова технологија користи у дијагностици, експертским консултацијама, обуци студената и медицинског особља. Постоје и друге примене вештачке интелигенције које су мањег капацитета и интегрисане као мањи сегменти опште дигитализације.</w:t>
      </w:r>
    </w:p>
    <w:p w14:paraId="193AEF69" w14:textId="23E4D6A8" w:rsidR="0066261B" w:rsidRPr="00A90824" w:rsidRDefault="0066261B" w:rsidP="0066261B">
      <w:pPr>
        <w:rPr>
          <w:color w:val="000000"/>
          <w:szCs w:val="24"/>
          <w:lang w:val="sr-Cyrl-RS"/>
        </w:rPr>
      </w:pPr>
      <w:r w:rsidRPr="00A90824">
        <w:rPr>
          <w:color w:val="000000"/>
          <w:szCs w:val="24"/>
          <w:lang w:val="sr-Cyrl-RS"/>
        </w:rPr>
        <w:t xml:space="preserve">Вештачка интелигенција је интегрални део процеса образовања што </w:t>
      </w:r>
      <w:r w:rsidR="00595A82" w:rsidRPr="00A90824">
        <w:rPr>
          <w:color w:val="000000"/>
          <w:szCs w:val="24"/>
          <w:lang w:val="sr-Cyrl-RS"/>
        </w:rPr>
        <w:t>је препознато</w:t>
      </w:r>
      <w:r w:rsidR="00AF0A59">
        <w:rPr>
          <w:color w:val="000000"/>
          <w:szCs w:val="24"/>
          <w:lang w:val="sr-Cyrl-RS"/>
        </w:rPr>
        <w:t xml:space="preserve"> и у овој с</w:t>
      </w:r>
      <w:r w:rsidRPr="00A90824">
        <w:rPr>
          <w:color w:val="000000"/>
          <w:szCs w:val="24"/>
          <w:lang w:val="sr-Cyrl-RS"/>
        </w:rPr>
        <w:t xml:space="preserve">тратегији. Развој језичких технологија може утицати да се образовни садржаји креирани на другим језицима, сада могу много једноставније превести на српски језик и тако применити у образовању. На тај начин повећава се репозиторијум алата за употребу у образовању. У оквиру Универзитета у Београду основан је Центар за роботику и вештачку интелигенцију у образовању, што је </w:t>
      </w:r>
      <w:r w:rsidR="00595A82" w:rsidRPr="00A90824">
        <w:rPr>
          <w:color w:val="000000"/>
          <w:szCs w:val="24"/>
          <w:lang w:val="sr-Cyrl-RS"/>
        </w:rPr>
        <w:t>значајан</w:t>
      </w:r>
      <w:r w:rsidRPr="00A90824">
        <w:rPr>
          <w:color w:val="000000"/>
          <w:szCs w:val="24"/>
          <w:lang w:val="sr-Cyrl-RS"/>
        </w:rPr>
        <w:t xml:space="preserve"> корак у правцу унапређења и развоја и примене вештачке интелигенције у образовању.</w:t>
      </w:r>
    </w:p>
    <w:p w14:paraId="04FF562E" w14:textId="77777777" w:rsidR="0066261B" w:rsidRPr="00A90824" w:rsidRDefault="0066261B" w:rsidP="0066261B">
      <w:pPr>
        <w:rPr>
          <w:color w:val="000000"/>
          <w:szCs w:val="24"/>
          <w:lang w:val="sr-Cyrl-RS"/>
        </w:rPr>
      </w:pPr>
      <w:r w:rsidRPr="00A90824">
        <w:rPr>
          <w:color w:val="000000"/>
          <w:szCs w:val="24"/>
          <w:lang w:val="sr-Cyrl-RS"/>
        </w:rPr>
        <w:t>Комплементарно томе, развој ових технологија у образовању омогућ</w:t>
      </w:r>
      <w:r w:rsidR="00595A82" w:rsidRPr="00A90824">
        <w:rPr>
          <w:color w:val="000000"/>
          <w:szCs w:val="24"/>
          <w:lang w:val="sr-Cyrl-RS"/>
        </w:rPr>
        <w:t>ава</w:t>
      </w:r>
      <w:r w:rsidRPr="00A90824">
        <w:rPr>
          <w:color w:val="000000"/>
          <w:szCs w:val="24"/>
          <w:lang w:val="sr-Cyrl-RS"/>
        </w:rPr>
        <w:t xml:space="preserve"> примену и приступ друг</w:t>
      </w:r>
      <w:r w:rsidR="00595A82" w:rsidRPr="00A90824">
        <w:rPr>
          <w:color w:val="000000"/>
          <w:szCs w:val="24"/>
          <w:lang w:val="sr-Cyrl-RS"/>
        </w:rPr>
        <w:t>им</w:t>
      </w:r>
      <w:r w:rsidRPr="00A90824">
        <w:rPr>
          <w:color w:val="000000"/>
          <w:szCs w:val="24"/>
          <w:lang w:val="sr-Cyrl-RS"/>
        </w:rPr>
        <w:t xml:space="preserve"> тржишт</w:t>
      </w:r>
      <w:r w:rsidR="00595A82" w:rsidRPr="00A90824">
        <w:rPr>
          <w:color w:val="000000"/>
          <w:szCs w:val="24"/>
          <w:lang w:val="sr-Cyrl-RS"/>
        </w:rPr>
        <w:t>им</w:t>
      </w:r>
      <w:r w:rsidRPr="00A90824">
        <w:rPr>
          <w:color w:val="000000"/>
          <w:szCs w:val="24"/>
          <w:lang w:val="sr-Cyrl-RS"/>
        </w:rPr>
        <w:t xml:space="preserve">а чиме се отварају и додатне могућности </w:t>
      </w:r>
      <w:r w:rsidR="00595A82" w:rsidRPr="00A90824">
        <w:rPr>
          <w:color w:val="000000"/>
          <w:szCs w:val="24"/>
          <w:lang w:val="sr-Cyrl-RS"/>
        </w:rPr>
        <w:t>за</w:t>
      </w:r>
      <w:r w:rsidRPr="00A90824">
        <w:rPr>
          <w:color w:val="000000"/>
          <w:szCs w:val="24"/>
          <w:lang w:val="sr-Cyrl-RS"/>
        </w:rPr>
        <w:t xml:space="preserve"> наш</w:t>
      </w:r>
      <w:r w:rsidR="00595A82" w:rsidRPr="00A90824">
        <w:rPr>
          <w:color w:val="000000"/>
          <w:szCs w:val="24"/>
          <w:lang w:val="sr-Cyrl-RS"/>
        </w:rPr>
        <w:t>е</w:t>
      </w:r>
      <w:r w:rsidRPr="00A90824">
        <w:rPr>
          <w:color w:val="000000"/>
          <w:szCs w:val="24"/>
          <w:lang w:val="sr-Cyrl-RS"/>
        </w:rPr>
        <w:t xml:space="preserve"> стручњак</w:t>
      </w:r>
      <w:r w:rsidR="00595A82" w:rsidRPr="00A90824">
        <w:rPr>
          <w:color w:val="000000"/>
          <w:szCs w:val="24"/>
          <w:lang w:val="sr-Cyrl-RS"/>
        </w:rPr>
        <w:t>е</w:t>
      </w:r>
      <w:r w:rsidRPr="00A90824">
        <w:rPr>
          <w:color w:val="000000"/>
          <w:szCs w:val="24"/>
          <w:lang w:val="sr-Cyrl-RS"/>
        </w:rPr>
        <w:t xml:space="preserve"> из области образовања. Наравно, </w:t>
      </w:r>
      <w:r w:rsidR="00595A82" w:rsidRPr="00A90824">
        <w:rPr>
          <w:color w:val="000000"/>
          <w:szCs w:val="24"/>
          <w:lang w:val="sr-Cyrl-RS"/>
        </w:rPr>
        <w:t>у том процесу</w:t>
      </w:r>
      <w:r w:rsidRPr="00A90824">
        <w:rPr>
          <w:color w:val="000000"/>
          <w:szCs w:val="24"/>
          <w:lang w:val="sr-Cyrl-RS"/>
        </w:rPr>
        <w:t xml:space="preserve"> важно</w:t>
      </w:r>
      <w:r w:rsidR="00595A82" w:rsidRPr="00A90824">
        <w:rPr>
          <w:color w:val="000000"/>
          <w:szCs w:val="24"/>
          <w:lang w:val="sr-Cyrl-RS"/>
        </w:rPr>
        <w:t xml:space="preserve"> је</w:t>
      </w:r>
      <w:r w:rsidRPr="00A90824">
        <w:rPr>
          <w:color w:val="000000"/>
          <w:szCs w:val="24"/>
          <w:lang w:val="sr-Cyrl-RS"/>
        </w:rPr>
        <w:t xml:space="preserve"> на прави начин поставити границе и процедуре </w:t>
      </w:r>
      <w:r w:rsidR="00595A82" w:rsidRPr="00A90824">
        <w:rPr>
          <w:color w:val="000000"/>
          <w:szCs w:val="24"/>
          <w:lang w:val="sr-Cyrl-RS"/>
        </w:rPr>
        <w:t xml:space="preserve">како би </w:t>
      </w:r>
      <w:r w:rsidRPr="00A90824">
        <w:rPr>
          <w:color w:val="000000"/>
          <w:szCs w:val="24"/>
          <w:lang w:val="sr-Cyrl-RS"/>
        </w:rPr>
        <w:t xml:space="preserve">се вештачка интелигенција </w:t>
      </w:r>
      <w:r w:rsidR="00BC25D2" w:rsidRPr="00A90824">
        <w:rPr>
          <w:color w:val="000000"/>
          <w:szCs w:val="24"/>
          <w:lang w:val="sr-Cyrl-RS"/>
        </w:rPr>
        <w:t>користила</w:t>
      </w:r>
      <w:r w:rsidRPr="00A90824">
        <w:rPr>
          <w:color w:val="000000"/>
          <w:szCs w:val="24"/>
          <w:lang w:val="sr-Cyrl-RS"/>
        </w:rPr>
        <w:t xml:space="preserve"> у складу са етичким смерницама </w:t>
      </w:r>
      <w:r w:rsidR="00595A82" w:rsidRPr="00A90824">
        <w:rPr>
          <w:color w:val="000000"/>
          <w:szCs w:val="24"/>
          <w:lang w:val="sr-Cyrl-RS"/>
        </w:rPr>
        <w:t>и као алат који помаже у</w:t>
      </w:r>
      <w:r w:rsidRPr="00A90824">
        <w:rPr>
          <w:color w:val="000000"/>
          <w:szCs w:val="24"/>
          <w:lang w:val="sr-Cyrl-RS"/>
        </w:rPr>
        <w:t xml:space="preserve"> формирањ</w:t>
      </w:r>
      <w:r w:rsidR="00595A82" w:rsidRPr="00A90824">
        <w:rPr>
          <w:color w:val="000000"/>
          <w:szCs w:val="24"/>
          <w:lang w:val="sr-Cyrl-RS"/>
        </w:rPr>
        <w:t>у</w:t>
      </w:r>
      <w:r w:rsidRPr="00A90824">
        <w:rPr>
          <w:color w:val="000000"/>
          <w:szCs w:val="24"/>
          <w:lang w:val="sr-Cyrl-RS"/>
        </w:rPr>
        <w:t xml:space="preserve"> креативне личности код ученика. </w:t>
      </w:r>
    </w:p>
    <w:p w14:paraId="5299DDAE" w14:textId="77777777" w:rsidR="0066261B" w:rsidRPr="00A90824" w:rsidRDefault="0066261B" w:rsidP="00BE0C76">
      <w:pPr>
        <w:rPr>
          <w:color w:val="000000"/>
          <w:szCs w:val="24"/>
          <w:lang w:val="sr-Cyrl-RS"/>
        </w:rPr>
      </w:pPr>
      <w:r w:rsidRPr="00A90824">
        <w:rPr>
          <w:color w:val="000000"/>
          <w:szCs w:val="24"/>
          <w:lang w:val="sr-Cyrl-RS"/>
        </w:rPr>
        <w:t>Промене у образовању подржаном вештачком интелигенцијом условљавају перманентно усавршавање наставника. Очекује се да ће промене значајно утицати на усавршавање метода рада, организације наставног рада, посебно у области комплексног вредновања рада ученика како би се постигле жељене компетенције и подстакла мотивација ученика за целоживотно учење. Предавачка, репродуктивна настава, у којој је наставник активан, а ученици најчешће пасивни учесници</w:t>
      </w:r>
      <w:r w:rsidR="002F1957" w:rsidRPr="00A90824">
        <w:rPr>
          <w:color w:val="000000"/>
          <w:szCs w:val="24"/>
          <w:lang w:val="sr-Cyrl-RS"/>
        </w:rPr>
        <w:t>,</w:t>
      </w:r>
      <w:r w:rsidRPr="00A90824">
        <w:rPr>
          <w:color w:val="000000"/>
          <w:szCs w:val="24"/>
          <w:lang w:val="sr-Cyrl-RS"/>
        </w:rPr>
        <w:t xml:space="preserve"> морала би бити замењена новом парадигмом информатичко-развијајуће наставе у којој наставници не би </w:t>
      </w:r>
      <w:r w:rsidR="00595A82" w:rsidRPr="00A90824">
        <w:rPr>
          <w:color w:val="000000"/>
          <w:szCs w:val="24"/>
          <w:lang w:val="sr-Cyrl-RS"/>
        </w:rPr>
        <w:t xml:space="preserve">пружали </w:t>
      </w:r>
      <w:r w:rsidRPr="00A90824">
        <w:rPr>
          <w:color w:val="000000"/>
          <w:szCs w:val="24"/>
          <w:lang w:val="sr-Cyrl-RS"/>
        </w:rPr>
        <w:t xml:space="preserve">готова знања ученицима, него би они истраживачки, хеуристички долазили до сазнања и решавали задате проблеме. У таквој организацији наставе наставнику би у великој мери помогла вештачка интелигенција, уз </w:t>
      </w:r>
      <w:r w:rsidR="001242E0" w:rsidRPr="00A90824">
        <w:rPr>
          <w:color w:val="000000"/>
          <w:szCs w:val="24"/>
          <w:lang w:val="sr-Cyrl-RS"/>
        </w:rPr>
        <w:t>помоћ које</w:t>
      </w:r>
      <w:r w:rsidRPr="00A90824">
        <w:rPr>
          <w:color w:val="000000"/>
          <w:szCs w:val="24"/>
          <w:lang w:val="sr-Cyrl-RS"/>
        </w:rPr>
        <w:t xml:space="preserve"> би ученици добијали персонализоване задатке у складу са индивидуалним интересовањима, способностима и предзнањима. В</w:t>
      </w:r>
      <w:r w:rsidR="00595A82" w:rsidRPr="00A90824">
        <w:rPr>
          <w:color w:val="000000"/>
          <w:szCs w:val="24"/>
          <w:lang w:val="sr-Cyrl-RS"/>
        </w:rPr>
        <w:t>ештачка интелигенција</w:t>
      </w:r>
      <w:r w:rsidRPr="00A90824">
        <w:rPr>
          <w:color w:val="000000"/>
          <w:szCs w:val="24"/>
          <w:lang w:val="sr-Cyrl-RS"/>
        </w:rPr>
        <w:t xml:space="preserve"> би могла да прати, мери и вреднује свак</w:t>
      </w:r>
      <w:r w:rsidR="00595A82" w:rsidRPr="00A90824">
        <w:rPr>
          <w:color w:val="000000"/>
          <w:szCs w:val="24"/>
          <w:lang w:val="sr-Cyrl-RS"/>
        </w:rPr>
        <w:t>и</w:t>
      </w:r>
      <w:r w:rsidRPr="00A90824">
        <w:rPr>
          <w:color w:val="000000"/>
          <w:szCs w:val="24"/>
          <w:lang w:val="sr-Cyrl-RS"/>
        </w:rPr>
        <w:t xml:space="preserve"> корак који ученик обавља решавајући задатке. Наставник би у оваквој организацији рада имао више времена за разговор са ученицима, развој критичког мишљења, креативних потенцијала</w:t>
      </w:r>
      <w:r w:rsidR="0035676F" w:rsidRPr="00A90824">
        <w:rPr>
          <w:color w:val="000000"/>
          <w:szCs w:val="24"/>
          <w:lang w:val="sr-Cyrl-RS"/>
        </w:rPr>
        <w:t>, као</w:t>
      </w:r>
      <w:r w:rsidRPr="00A90824">
        <w:rPr>
          <w:color w:val="000000"/>
          <w:szCs w:val="24"/>
          <w:lang w:val="sr-Cyrl-RS"/>
        </w:rPr>
        <w:t xml:space="preserve"> и за васпитни рад кроз развој вредносних ставова и карактерних особина</w:t>
      </w:r>
      <w:r w:rsidR="00595A82" w:rsidRPr="00A90824">
        <w:rPr>
          <w:color w:val="000000"/>
          <w:szCs w:val="24"/>
          <w:lang w:val="sr-Cyrl-RS"/>
        </w:rPr>
        <w:t>,</w:t>
      </w:r>
      <w:r w:rsidRPr="00A90824">
        <w:rPr>
          <w:color w:val="000000"/>
          <w:szCs w:val="24"/>
          <w:lang w:val="sr-Cyrl-RS"/>
        </w:rPr>
        <w:t xml:space="preserve"> што би у значајној мери подигло квалитет васпитно-образовног рада. </w:t>
      </w:r>
      <w:r w:rsidR="00595A82" w:rsidRPr="00A90824">
        <w:rPr>
          <w:color w:val="000000"/>
          <w:szCs w:val="24"/>
          <w:lang w:val="sr-Cyrl-RS"/>
        </w:rPr>
        <w:t>Због тога је неопходно</w:t>
      </w:r>
      <w:r w:rsidRPr="00A90824">
        <w:rPr>
          <w:color w:val="000000"/>
          <w:szCs w:val="24"/>
          <w:lang w:val="sr-Cyrl-RS"/>
        </w:rPr>
        <w:t xml:space="preserve"> организ</w:t>
      </w:r>
      <w:r w:rsidR="00595A82" w:rsidRPr="00A90824">
        <w:rPr>
          <w:color w:val="000000"/>
          <w:szCs w:val="24"/>
          <w:lang w:val="sr-Cyrl-RS"/>
        </w:rPr>
        <w:t>овати</w:t>
      </w:r>
      <w:r w:rsidRPr="00A90824">
        <w:rPr>
          <w:color w:val="000000"/>
          <w:szCs w:val="24"/>
          <w:lang w:val="sr-Cyrl-RS"/>
        </w:rPr>
        <w:t xml:space="preserve"> </w:t>
      </w:r>
      <w:r w:rsidR="00595A82" w:rsidRPr="00A90824">
        <w:rPr>
          <w:color w:val="000000"/>
          <w:szCs w:val="24"/>
          <w:lang w:val="sr-Cyrl-RS"/>
        </w:rPr>
        <w:t xml:space="preserve">континуиране </w:t>
      </w:r>
      <w:r w:rsidRPr="00A90824">
        <w:rPr>
          <w:color w:val="000000"/>
          <w:szCs w:val="24"/>
          <w:lang w:val="sr-Cyrl-RS"/>
        </w:rPr>
        <w:t xml:space="preserve">обуке наставника како би у довољној мери били информисани о карактеристикама </w:t>
      </w:r>
      <w:r w:rsidR="00595A82" w:rsidRPr="00A90824">
        <w:rPr>
          <w:color w:val="000000"/>
          <w:szCs w:val="24"/>
          <w:lang w:val="sr-Cyrl-RS"/>
        </w:rPr>
        <w:t>вештачке интелигенције</w:t>
      </w:r>
      <w:r w:rsidRPr="00A90824">
        <w:rPr>
          <w:color w:val="000000"/>
          <w:szCs w:val="24"/>
          <w:lang w:val="sr-Cyrl-RS"/>
        </w:rPr>
        <w:t xml:space="preserve">, педагошким ефектима које могу остварити са ученицима, </w:t>
      </w:r>
      <w:r w:rsidR="00595A82" w:rsidRPr="00A90824">
        <w:rPr>
          <w:color w:val="000000"/>
          <w:szCs w:val="24"/>
          <w:lang w:val="sr-Cyrl-RS"/>
        </w:rPr>
        <w:t>као и</w:t>
      </w:r>
      <w:r w:rsidRPr="00A90824">
        <w:rPr>
          <w:color w:val="000000"/>
          <w:szCs w:val="24"/>
          <w:lang w:val="sr-Cyrl-RS"/>
        </w:rPr>
        <w:t xml:space="preserve"> ризицима и могућим опасностима које доноси коришћење </w:t>
      </w:r>
      <w:r w:rsidR="00595A82" w:rsidRPr="00A90824">
        <w:rPr>
          <w:color w:val="000000"/>
          <w:szCs w:val="24"/>
          <w:lang w:val="sr-Cyrl-RS"/>
        </w:rPr>
        <w:t>ових технологија</w:t>
      </w:r>
      <w:r w:rsidRPr="00A90824">
        <w:rPr>
          <w:color w:val="000000"/>
          <w:szCs w:val="24"/>
          <w:lang w:val="sr-Cyrl-RS"/>
        </w:rPr>
        <w:t>.</w:t>
      </w:r>
    </w:p>
    <w:p w14:paraId="73DA342D" w14:textId="6E46B4EB" w:rsidR="00BE0C76" w:rsidRPr="00A90824" w:rsidRDefault="00AF0A59" w:rsidP="00F62B1B">
      <w:pPr>
        <w:pStyle w:val="Heading3"/>
        <w:rPr>
          <w:color w:val="000000"/>
          <w:sz w:val="24"/>
          <w:szCs w:val="24"/>
        </w:rPr>
      </w:pPr>
      <w:bookmarkStart w:id="34" w:name="_Toc174901927"/>
      <w:r>
        <w:rPr>
          <w:color w:val="000000"/>
          <w:sz w:val="24"/>
          <w:szCs w:val="24"/>
        </w:rPr>
        <w:t>3.2.5</w:t>
      </w:r>
      <w:r w:rsidR="00F04C63" w:rsidRPr="00A90824">
        <w:rPr>
          <w:color w:val="000000"/>
          <w:sz w:val="24"/>
          <w:szCs w:val="24"/>
        </w:rPr>
        <w:t xml:space="preserve">. </w:t>
      </w:r>
      <w:r w:rsidR="00BE0C76" w:rsidRPr="00A90824">
        <w:rPr>
          <w:color w:val="000000"/>
          <w:sz w:val="24"/>
          <w:szCs w:val="24"/>
        </w:rPr>
        <w:t>Инфраструктура, подаци, екосистем</w:t>
      </w:r>
      <w:bookmarkEnd w:id="34"/>
    </w:p>
    <w:p w14:paraId="151085A1" w14:textId="7CEAD4F9" w:rsidR="00BE0C76" w:rsidRPr="00A90824" w:rsidRDefault="00AF0A59" w:rsidP="00BE0C76">
      <w:pPr>
        <w:rPr>
          <w:color w:val="000000"/>
          <w:szCs w:val="24"/>
          <w:lang w:val="sr-Cyrl-RS"/>
        </w:rPr>
      </w:pPr>
      <w:r>
        <w:rPr>
          <w:color w:val="000000"/>
          <w:szCs w:val="24"/>
          <w:lang w:val="sr-Cyrl-RS"/>
        </w:rPr>
        <w:t xml:space="preserve">Република </w:t>
      </w:r>
      <w:r w:rsidR="4D8FA496" w:rsidRPr="00A90824">
        <w:rPr>
          <w:color w:val="000000"/>
          <w:szCs w:val="24"/>
          <w:lang w:val="sr-Cyrl-RS"/>
        </w:rPr>
        <w:t xml:space="preserve">Србија је прва у региону успоставила </w:t>
      </w:r>
      <w:r w:rsidR="00A3169D" w:rsidRPr="00A90824">
        <w:rPr>
          <w:color w:val="000000"/>
          <w:szCs w:val="24"/>
          <w:lang w:val="sr-Cyrl-RS"/>
        </w:rPr>
        <w:t>Националну платформу за вештачку интелигенцију (супер</w:t>
      </w:r>
      <w:r w:rsidR="001242E0" w:rsidRPr="00A90824">
        <w:rPr>
          <w:color w:val="000000"/>
          <w:szCs w:val="24"/>
          <w:lang w:val="sr-Cyrl-RS"/>
        </w:rPr>
        <w:t>компјутер</w:t>
      </w:r>
      <w:r w:rsidR="00A3169D" w:rsidRPr="00A90824">
        <w:rPr>
          <w:color w:val="000000"/>
          <w:szCs w:val="24"/>
          <w:lang w:val="sr-Cyrl-RS"/>
        </w:rPr>
        <w:t>)</w:t>
      </w:r>
      <w:r w:rsidR="4D8FA496" w:rsidRPr="00A90824">
        <w:rPr>
          <w:color w:val="000000"/>
          <w:szCs w:val="24"/>
          <w:lang w:val="sr-Cyrl-RS"/>
        </w:rPr>
        <w:t xml:space="preserve">, али постоји потреба за њеним даљим проширењем и унапређењем. Због важности развоја </w:t>
      </w:r>
      <w:r w:rsidR="00C45ABA" w:rsidRPr="00A90824">
        <w:rPr>
          <w:color w:val="000000"/>
          <w:szCs w:val="24"/>
          <w:lang w:val="sr-Cyrl-RS"/>
        </w:rPr>
        <w:t>вештачке интелигенције</w:t>
      </w:r>
      <w:r w:rsidR="4D8FA496" w:rsidRPr="00A90824">
        <w:rPr>
          <w:color w:val="000000"/>
          <w:szCs w:val="24"/>
          <w:lang w:val="sr-Cyrl-RS"/>
        </w:rPr>
        <w:t xml:space="preserve"> </w:t>
      </w:r>
      <w:r w:rsidR="7BDF193F" w:rsidRPr="00A90824">
        <w:rPr>
          <w:color w:val="000000"/>
          <w:szCs w:val="24"/>
          <w:lang w:val="sr-Cyrl-RS"/>
        </w:rPr>
        <w:t>неопходно</w:t>
      </w:r>
      <w:r w:rsidR="4D8FA496" w:rsidRPr="00A90824">
        <w:rPr>
          <w:color w:val="000000"/>
          <w:szCs w:val="24"/>
          <w:lang w:val="sr-Cyrl-RS"/>
        </w:rPr>
        <w:t xml:space="preserve"> је као део критичне инфраструктуре има</w:t>
      </w:r>
      <w:r w:rsidR="00C45ABA" w:rsidRPr="00A90824">
        <w:rPr>
          <w:color w:val="000000"/>
          <w:szCs w:val="24"/>
          <w:lang w:val="sr-Cyrl-RS"/>
        </w:rPr>
        <w:t>ти</w:t>
      </w:r>
      <w:r w:rsidR="4D8FA496" w:rsidRPr="00A90824">
        <w:rPr>
          <w:color w:val="000000"/>
          <w:szCs w:val="24"/>
          <w:lang w:val="sr-Cyrl-RS"/>
        </w:rPr>
        <w:t xml:space="preserve"> </w:t>
      </w:r>
      <w:r w:rsidR="00BC25D2" w:rsidRPr="00A90824">
        <w:rPr>
          <w:color w:val="000000"/>
          <w:szCs w:val="24"/>
          <w:lang w:val="sr-Cyrl-RS"/>
        </w:rPr>
        <w:t>овакву</w:t>
      </w:r>
      <w:r w:rsidR="4D8FA496" w:rsidRPr="00A90824">
        <w:rPr>
          <w:color w:val="000000"/>
          <w:szCs w:val="24"/>
          <w:lang w:val="sr-Cyrl-RS"/>
        </w:rPr>
        <w:t xml:space="preserve"> врст</w:t>
      </w:r>
      <w:r w:rsidR="00C45ABA" w:rsidRPr="00A90824">
        <w:rPr>
          <w:color w:val="000000"/>
          <w:szCs w:val="24"/>
          <w:lang w:val="sr-Cyrl-RS"/>
        </w:rPr>
        <w:t>у</w:t>
      </w:r>
      <w:r w:rsidR="4D8FA496" w:rsidRPr="00A90824">
        <w:rPr>
          <w:color w:val="000000"/>
          <w:szCs w:val="24"/>
          <w:lang w:val="sr-Cyrl-RS"/>
        </w:rPr>
        <w:t xml:space="preserve"> платформ</w:t>
      </w:r>
      <w:r w:rsidR="71EF3DF8" w:rsidRPr="00A90824">
        <w:rPr>
          <w:color w:val="000000"/>
          <w:szCs w:val="24"/>
          <w:lang w:val="sr-Cyrl-RS"/>
        </w:rPr>
        <w:t>и</w:t>
      </w:r>
      <w:r w:rsidR="4D8FA496" w:rsidRPr="00A90824">
        <w:rPr>
          <w:color w:val="000000"/>
          <w:szCs w:val="24"/>
          <w:lang w:val="sr-Cyrl-RS"/>
        </w:rPr>
        <w:t xml:space="preserve"> како би </w:t>
      </w:r>
      <w:r w:rsidR="00C45ABA" w:rsidRPr="00A90824">
        <w:rPr>
          <w:color w:val="000000"/>
          <w:szCs w:val="24"/>
          <w:lang w:val="sr-Cyrl-RS"/>
        </w:rPr>
        <w:t xml:space="preserve">се дугорочно </w:t>
      </w:r>
      <w:r w:rsidR="4D8FA496" w:rsidRPr="00A90824">
        <w:rPr>
          <w:color w:val="000000"/>
          <w:szCs w:val="24"/>
          <w:lang w:val="sr-Cyrl-RS"/>
        </w:rPr>
        <w:t>осигура</w:t>
      </w:r>
      <w:r w:rsidR="00C45ABA" w:rsidRPr="00A90824">
        <w:rPr>
          <w:color w:val="000000"/>
          <w:szCs w:val="24"/>
          <w:lang w:val="sr-Cyrl-RS"/>
        </w:rPr>
        <w:t>о</w:t>
      </w:r>
      <w:r w:rsidR="4D8FA496" w:rsidRPr="00A90824">
        <w:rPr>
          <w:color w:val="000000"/>
          <w:szCs w:val="24"/>
          <w:lang w:val="sr-Cyrl-RS"/>
        </w:rPr>
        <w:t xml:space="preserve"> </w:t>
      </w:r>
      <w:r w:rsidR="00C45ABA" w:rsidRPr="00A90824">
        <w:rPr>
          <w:color w:val="000000"/>
          <w:szCs w:val="24"/>
          <w:lang w:val="sr-Cyrl-RS"/>
        </w:rPr>
        <w:t xml:space="preserve">њен </w:t>
      </w:r>
      <w:r w:rsidR="4D8FA496" w:rsidRPr="00A90824">
        <w:rPr>
          <w:color w:val="000000"/>
          <w:szCs w:val="24"/>
          <w:lang w:val="sr-Cyrl-RS"/>
        </w:rPr>
        <w:t>развој и примен</w:t>
      </w:r>
      <w:r w:rsidR="00C45ABA" w:rsidRPr="00A90824">
        <w:rPr>
          <w:color w:val="000000"/>
          <w:szCs w:val="24"/>
          <w:lang w:val="sr-Cyrl-RS"/>
        </w:rPr>
        <w:t>а.</w:t>
      </w:r>
    </w:p>
    <w:p w14:paraId="35E33EE4" w14:textId="0283EA16" w:rsidR="00BE0C76" w:rsidRPr="00A90824" w:rsidRDefault="00BE0C76" w:rsidP="00BE0C76">
      <w:pPr>
        <w:rPr>
          <w:color w:val="000000"/>
          <w:szCs w:val="24"/>
          <w:lang w:val="sr-Cyrl-RS"/>
        </w:rPr>
      </w:pPr>
      <w:r w:rsidRPr="00A90824">
        <w:rPr>
          <w:color w:val="000000"/>
          <w:szCs w:val="24"/>
          <w:lang w:val="sr-Cyrl-RS"/>
        </w:rPr>
        <w:t xml:space="preserve">Када је реч о хардверској инфраструктури, у </w:t>
      </w:r>
      <w:r w:rsidR="00AF0A59">
        <w:rPr>
          <w:color w:val="000000"/>
          <w:szCs w:val="24"/>
          <w:lang w:val="sr-Cyrl-RS"/>
        </w:rPr>
        <w:t xml:space="preserve">Републици </w:t>
      </w:r>
      <w:r w:rsidRPr="00A90824">
        <w:rPr>
          <w:color w:val="000000"/>
          <w:szCs w:val="24"/>
          <w:lang w:val="sr-Cyrl-RS"/>
        </w:rPr>
        <w:t>Србији је успостављен Државни дата центар, централна база за складиштење података, који је по техничким и безбедносним стандардима један од најсавременијих у региону</w:t>
      </w:r>
      <w:r w:rsidR="00C45ABA" w:rsidRPr="00A90824">
        <w:rPr>
          <w:color w:val="000000"/>
          <w:szCs w:val="24"/>
          <w:lang w:val="sr-Cyrl-RS"/>
        </w:rPr>
        <w:t>.</w:t>
      </w:r>
      <w:r w:rsidRPr="00A90824">
        <w:rPr>
          <w:color w:val="000000"/>
          <w:szCs w:val="24"/>
          <w:lang w:val="sr-Cyrl-RS"/>
        </w:rPr>
        <w:t xml:space="preserve"> </w:t>
      </w:r>
      <w:r w:rsidR="00C45ABA" w:rsidRPr="00A90824">
        <w:rPr>
          <w:color w:val="000000"/>
          <w:szCs w:val="24"/>
          <w:lang w:val="sr-Cyrl-RS"/>
        </w:rPr>
        <w:t>У</w:t>
      </w:r>
      <w:r w:rsidRPr="00A90824">
        <w:rPr>
          <w:color w:val="000000"/>
          <w:szCs w:val="24"/>
          <w:lang w:val="sr-Cyrl-RS"/>
        </w:rPr>
        <w:t xml:space="preserve"> њему је смештена кључна информационо-комуникациона инфраструктура Републике Србије</w:t>
      </w:r>
      <w:r w:rsidR="00C45ABA" w:rsidRPr="00A90824">
        <w:rPr>
          <w:color w:val="000000"/>
          <w:szCs w:val="24"/>
          <w:lang w:val="sr-Cyrl-RS"/>
        </w:rPr>
        <w:t>, а</w:t>
      </w:r>
      <w:r w:rsidRPr="00A90824">
        <w:rPr>
          <w:color w:val="000000"/>
          <w:szCs w:val="24"/>
          <w:lang w:val="sr-Cyrl-RS"/>
        </w:rPr>
        <w:t xml:space="preserve"> поред смештања опреме пружа и услугу државног облака </w:t>
      </w:r>
      <w:r w:rsidR="00B55C3D" w:rsidRPr="00A90824">
        <w:rPr>
          <w:color w:val="000000"/>
          <w:szCs w:val="24"/>
          <w:lang w:val="sr-Cyrl-RS"/>
        </w:rPr>
        <w:t>(енг</w:t>
      </w:r>
      <w:r w:rsidR="0035676F" w:rsidRPr="00A90824">
        <w:rPr>
          <w:color w:val="000000"/>
          <w:szCs w:val="24"/>
          <w:lang w:val="sr-Cyrl-RS"/>
        </w:rPr>
        <w:t>.</w:t>
      </w:r>
      <w:r w:rsidR="00B55C3D" w:rsidRPr="00A90824">
        <w:rPr>
          <w:color w:val="000000"/>
          <w:szCs w:val="24"/>
          <w:lang w:val="sr-Cyrl-RS"/>
        </w:rPr>
        <w:t xml:space="preserve"> </w:t>
      </w:r>
      <w:r w:rsidRPr="00A90824">
        <w:rPr>
          <w:color w:val="000000"/>
          <w:szCs w:val="24"/>
          <w:lang w:val="sr-Cyrl-RS"/>
        </w:rPr>
        <w:t>Government cloud</w:t>
      </w:r>
      <w:r w:rsidR="00B55C3D" w:rsidRPr="00A90824">
        <w:rPr>
          <w:color w:val="000000"/>
          <w:szCs w:val="24"/>
          <w:lang w:val="sr-Cyrl-RS"/>
        </w:rPr>
        <w:t>)</w:t>
      </w:r>
      <w:r w:rsidRPr="00A90824">
        <w:rPr>
          <w:color w:val="000000"/>
          <w:szCs w:val="24"/>
          <w:lang w:val="sr-Cyrl-RS"/>
        </w:rPr>
        <w:t>, којом обезбеђује потребне инфраструктурне ресурсе органима</w:t>
      </w:r>
      <w:r w:rsidR="00C45ABA" w:rsidRPr="00A90824">
        <w:rPr>
          <w:color w:val="000000"/>
          <w:szCs w:val="24"/>
          <w:lang w:val="sr-Cyrl-RS"/>
        </w:rPr>
        <w:t xml:space="preserve"> јавне управе</w:t>
      </w:r>
      <w:r w:rsidRPr="00A90824">
        <w:rPr>
          <w:color w:val="000000"/>
          <w:szCs w:val="24"/>
          <w:lang w:val="sr-Cyrl-RS"/>
        </w:rPr>
        <w:t>.</w:t>
      </w:r>
    </w:p>
    <w:p w14:paraId="69F07CA7" w14:textId="77777777" w:rsidR="00BE0C76" w:rsidRPr="00A90824" w:rsidRDefault="00BE0C76" w:rsidP="00BE0C76">
      <w:pPr>
        <w:rPr>
          <w:color w:val="000000"/>
          <w:szCs w:val="24"/>
          <w:lang w:val="sr-Cyrl-RS"/>
        </w:rPr>
      </w:pPr>
      <w:r w:rsidRPr="00A90824">
        <w:rPr>
          <w:color w:val="000000"/>
          <w:szCs w:val="24"/>
          <w:lang w:val="sr-Cyrl-RS"/>
        </w:rPr>
        <w:t>Национална платформа за вештачку интелигенцију се користи за развој и примену вештачке интелигенције у обављању послова органа јавне управе, истраживачког рада у академској заједници и њеним институцијама, привреде Републике Србије, као и помоћи стартап компанијама при развоју решења</w:t>
      </w:r>
      <w:r w:rsidR="00C45ABA" w:rsidRPr="00A90824">
        <w:rPr>
          <w:color w:val="000000"/>
          <w:szCs w:val="24"/>
          <w:lang w:val="sr-Cyrl-RS"/>
        </w:rPr>
        <w:t xml:space="preserve"> вештачке интелигенције</w:t>
      </w:r>
      <w:r w:rsidRPr="00A90824">
        <w:rPr>
          <w:color w:val="000000"/>
          <w:szCs w:val="24"/>
          <w:lang w:val="sr-Cyrl-RS"/>
        </w:rPr>
        <w:t xml:space="preserve">. </w:t>
      </w:r>
      <w:r w:rsidR="00C45ABA" w:rsidRPr="00A90824">
        <w:rPr>
          <w:color w:val="000000"/>
          <w:szCs w:val="24"/>
          <w:lang w:val="sr-Cyrl-RS"/>
        </w:rPr>
        <w:t xml:space="preserve">Ова </w:t>
      </w:r>
      <w:r w:rsidRPr="00A90824">
        <w:rPr>
          <w:color w:val="000000"/>
          <w:szCs w:val="24"/>
          <w:lang w:val="sr-Cyrl-RS"/>
        </w:rPr>
        <w:t xml:space="preserve">платформа представља важан ресурс који помаже оснаживању целокупне заједнице </w:t>
      </w:r>
      <w:r w:rsidR="00C45ABA" w:rsidRPr="00A90824">
        <w:rPr>
          <w:color w:val="000000"/>
          <w:szCs w:val="24"/>
          <w:lang w:val="sr-Cyrl-RS"/>
        </w:rPr>
        <w:t>што је допринело да</w:t>
      </w:r>
      <w:r w:rsidRPr="00A90824">
        <w:rPr>
          <w:color w:val="000000"/>
          <w:szCs w:val="24"/>
          <w:lang w:val="sr-Cyrl-RS"/>
        </w:rPr>
        <w:t xml:space="preserve"> 2023. године од стране </w:t>
      </w:r>
      <w:r w:rsidR="00BC25D2" w:rsidRPr="00A90824">
        <w:rPr>
          <w:color w:val="000000"/>
          <w:szCs w:val="24"/>
          <w:lang w:val="sr-Cyrl-RS"/>
        </w:rPr>
        <w:t xml:space="preserve">Организације за економску сарадњу и развој (енг. Organisation for Economic Co-operation and Development – </w:t>
      </w:r>
      <w:r w:rsidRPr="00A90824">
        <w:rPr>
          <w:color w:val="000000"/>
          <w:szCs w:val="24"/>
          <w:lang w:val="sr-Cyrl-RS"/>
        </w:rPr>
        <w:t>ОЕCD</w:t>
      </w:r>
      <w:r w:rsidR="00BC25D2" w:rsidRPr="00A90824">
        <w:rPr>
          <w:color w:val="000000"/>
          <w:szCs w:val="24"/>
          <w:lang w:val="sr-Cyrl-RS"/>
        </w:rPr>
        <w:t>)</w:t>
      </w:r>
      <w:r w:rsidR="00C45ABA" w:rsidRPr="00A90824">
        <w:rPr>
          <w:color w:val="000000"/>
          <w:szCs w:val="24"/>
          <w:lang w:val="sr-Cyrl-RS"/>
        </w:rPr>
        <w:t xml:space="preserve"> буде</w:t>
      </w:r>
      <w:r w:rsidRPr="00A90824">
        <w:rPr>
          <w:color w:val="000000"/>
          <w:szCs w:val="24"/>
          <w:lang w:val="sr-Cyrl-RS"/>
        </w:rPr>
        <w:t xml:space="preserve"> изабрана међу 10 најбољих иновативних пројеката у јавном сектору.</w:t>
      </w:r>
      <w:r w:rsidR="009D251C" w:rsidRPr="00A90824">
        <w:rPr>
          <w:color w:val="000000"/>
          <w:szCs w:val="24"/>
          <w:lang w:val="sr-Cyrl-RS"/>
        </w:rPr>
        <w:t xml:space="preserve"> </w:t>
      </w:r>
    </w:p>
    <w:p w14:paraId="49EB0BFA" w14:textId="77777777" w:rsidR="00BE0C76" w:rsidRPr="00A90824" w:rsidRDefault="00BE0C76" w:rsidP="00BE0C76">
      <w:pPr>
        <w:rPr>
          <w:color w:val="000000"/>
          <w:szCs w:val="24"/>
          <w:lang w:val="sr-Cyrl-RS"/>
        </w:rPr>
      </w:pPr>
      <w:r w:rsidRPr="00A90824">
        <w:rPr>
          <w:color w:val="000000"/>
          <w:szCs w:val="24"/>
          <w:lang w:val="sr-Cyrl-RS"/>
        </w:rPr>
        <w:t>У вези са доступности интернета и покривености телекомуникационе мреже, према подацима Републичке агенције за електронске комуникације и поштанске услуге</w:t>
      </w:r>
      <w:r w:rsidR="00C45ABA" w:rsidRPr="00A90824">
        <w:rPr>
          <w:color w:val="000000"/>
          <w:szCs w:val="24"/>
          <w:lang w:val="sr-Cyrl-RS"/>
        </w:rPr>
        <w:t>,</w:t>
      </w:r>
      <w:r w:rsidRPr="00A90824">
        <w:rPr>
          <w:color w:val="000000"/>
          <w:szCs w:val="24"/>
          <w:lang w:val="sr-Cyrl-RS"/>
        </w:rPr>
        <w:t xml:space="preserve"> три мобилна оператора имају високу покривеност 4Г мобилном мрежом. Тренутно се интензивно ради и на унапређењу инфраструктуре у руралним срединама како би се у омогућио приступ </w:t>
      </w:r>
      <w:r w:rsidR="00C45ABA" w:rsidRPr="00A90824">
        <w:rPr>
          <w:color w:val="000000"/>
          <w:szCs w:val="24"/>
          <w:lang w:val="sr-Cyrl-RS"/>
        </w:rPr>
        <w:t xml:space="preserve">широкопојасном </w:t>
      </w:r>
      <w:r w:rsidRPr="00A90824">
        <w:rPr>
          <w:color w:val="000000"/>
          <w:szCs w:val="24"/>
          <w:lang w:val="sr-Cyrl-RS"/>
        </w:rPr>
        <w:t>интернету</w:t>
      </w:r>
      <w:r w:rsidR="00C45ABA" w:rsidRPr="00A90824">
        <w:rPr>
          <w:color w:val="000000"/>
          <w:szCs w:val="24"/>
          <w:lang w:val="sr-Cyrl-RS"/>
        </w:rPr>
        <w:t xml:space="preserve"> на целокупној територији Републике Србије</w:t>
      </w:r>
      <w:r w:rsidRPr="00A90824">
        <w:rPr>
          <w:color w:val="000000"/>
          <w:szCs w:val="24"/>
          <w:lang w:val="sr-Cyrl-RS"/>
        </w:rPr>
        <w:t>.</w:t>
      </w:r>
    </w:p>
    <w:p w14:paraId="59375295" w14:textId="6E099BD1" w:rsidR="00BE0C76" w:rsidRPr="00A90824" w:rsidRDefault="4D8FA496" w:rsidP="00BE0C76">
      <w:pPr>
        <w:rPr>
          <w:color w:val="000000"/>
          <w:szCs w:val="24"/>
          <w:lang w:val="sr-Cyrl-RS"/>
        </w:rPr>
      </w:pPr>
      <w:r w:rsidRPr="00A90824">
        <w:rPr>
          <w:color w:val="000000"/>
          <w:szCs w:val="24"/>
          <w:lang w:val="sr-Cyrl-RS"/>
        </w:rPr>
        <w:t>Ради се и на подстицању отварања података</w:t>
      </w:r>
      <w:r w:rsidR="00C45ABA" w:rsidRPr="00A90824">
        <w:rPr>
          <w:color w:val="000000"/>
          <w:szCs w:val="24"/>
          <w:lang w:val="sr-Cyrl-RS"/>
        </w:rPr>
        <w:t xml:space="preserve"> кој</w:t>
      </w:r>
      <w:r w:rsidR="009D251C" w:rsidRPr="00A90824">
        <w:rPr>
          <w:color w:val="000000"/>
          <w:szCs w:val="24"/>
          <w:lang w:val="sr-Cyrl-RS"/>
        </w:rPr>
        <w:t>е поседује јавна управа</w:t>
      </w:r>
      <w:r w:rsidRPr="00A90824">
        <w:rPr>
          <w:color w:val="000000"/>
          <w:szCs w:val="24"/>
          <w:lang w:val="sr-Cyrl-RS"/>
        </w:rPr>
        <w:t xml:space="preserve">. </w:t>
      </w:r>
      <w:r w:rsidR="009D251C" w:rsidRPr="00A90824">
        <w:rPr>
          <w:color w:val="000000"/>
          <w:szCs w:val="24"/>
          <w:lang w:val="sr-Cyrl-RS"/>
        </w:rPr>
        <w:t>Близу две и по хиљаде</w:t>
      </w:r>
      <w:r w:rsidRPr="00A90824">
        <w:rPr>
          <w:color w:val="000000"/>
          <w:szCs w:val="24"/>
          <w:lang w:val="sr-Cyrl-RS"/>
        </w:rPr>
        <w:t xml:space="preserve"> </w:t>
      </w:r>
      <w:r w:rsidR="00C46BAE" w:rsidRPr="00A90824">
        <w:rPr>
          <w:color w:val="000000"/>
          <w:szCs w:val="24"/>
          <w:lang w:val="sr-Cyrl-RS"/>
        </w:rPr>
        <w:t xml:space="preserve">скупова </w:t>
      </w:r>
      <w:r w:rsidRPr="00A90824">
        <w:rPr>
          <w:color w:val="000000"/>
          <w:szCs w:val="24"/>
          <w:lang w:val="sr-Cyrl-RS"/>
        </w:rPr>
        <w:t xml:space="preserve">података јавно </w:t>
      </w:r>
      <w:r w:rsidR="009D251C" w:rsidRPr="00A90824">
        <w:rPr>
          <w:color w:val="000000"/>
          <w:szCs w:val="24"/>
          <w:lang w:val="sr-Cyrl-RS"/>
        </w:rPr>
        <w:t xml:space="preserve">је </w:t>
      </w:r>
      <w:r w:rsidRPr="00A90824">
        <w:rPr>
          <w:color w:val="000000"/>
          <w:szCs w:val="24"/>
          <w:lang w:val="sr-Cyrl-RS"/>
        </w:rPr>
        <w:t>доступно на Порталу отворених података. Усвајањем Закона о електронској управи 2018. године</w:t>
      </w:r>
      <w:r w:rsidR="00C46BAE" w:rsidRPr="00A90824">
        <w:rPr>
          <w:color w:val="000000"/>
          <w:szCs w:val="24"/>
          <w:lang w:val="sr-Cyrl-RS"/>
        </w:rPr>
        <w:t>,</w:t>
      </w:r>
      <w:r w:rsidRPr="00A90824">
        <w:rPr>
          <w:color w:val="000000"/>
          <w:szCs w:val="24"/>
          <w:lang w:val="sr-Cyrl-RS"/>
        </w:rPr>
        <w:t xml:space="preserve"> </w:t>
      </w:r>
      <w:r w:rsidR="009D251C" w:rsidRPr="00A90824">
        <w:rPr>
          <w:color w:val="000000"/>
          <w:szCs w:val="24"/>
          <w:lang w:val="sr-Cyrl-RS"/>
        </w:rPr>
        <w:t>уређено је</w:t>
      </w:r>
      <w:r w:rsidRPr="00A90824">
        <w:rPr>
          <w:color w:val="000000"/>
          <w:szCs w:val="24"/>
          <w:lang w:val="sr-Cyrl-RS"/>
        </w:rPr>
        <w:t xml:space="preserve"> право на поновну употребу података у комерцијалне или некомерцијалне сврхе</w:t>
      </w:r>
      <w:r w:rsidR="009D251C" w:rsidRPr="00A90824">
        <w:rPr>
          <w:color w:val="000000"/>
          <w:szCs w:val="24"/>
          <w:lang w:val="sr-Cyrl-RS"/>
        </w:rPr>
        <w:t>, односно обавеза органа управе</w:t>
      </w:r>
      <w:r w:rsidRPr="00A90824">
        <w:rPr>
          <w:color w:val="000000"/>
          <w:szCs w:val="24"/>
          <w:lang w:val="sr-Cyrl-RS"/>
        </w:rPr>
        <w:t xml:space="preserve"> да податке отвори у машински читљивом облику.</w:t>
      </w:r>
      <w:r w:rsidR="00411E91" w:rsidRPr="00A90824">
        <w:rPr>
          <w:color w:val="000000"/>
          <w:szCs w:val="24"/>
          <w:lang w:val="sr-Cyrl-RS"/>
        </w:rPr>
        <w:t xml:space="preserve"> </w:t>
      </w:r>
      <w:r w:rsidRPr="00A90824">
        <w:rPr>
          <w:color w:val="000000"/>
          <w:szCs w:val="24"/>
          <w:lang w:val="sr-Cyrl-RS"/>
        </w:rPr>
        <w:t xml:space="preserve">Машинска читљивост и право на </w:t>
      </w:r>
      <w:r w:rsidR="009D251C" w:rsidRPr="00A90824">
        <w:rPr>
          <w:color w:val="000000"/>
          <w:szCs w:val="24"/>
          <w:lang w:val="sr-Cyrl-RS"/>
        </w:rPr>
        <w:t xml:space="preserve">поновно </w:t>
      </w:r>
      <w:r w:rsidRPr="00A90824">
        <w:rPr>
          <w:color w:val="000000"/>
          <w:szCs w:val="24"/>
          <w:lang w:val="sr-Cyrl-RS"/>
        </w:rPr>
        <w:t xml:space="preserve">коришћење чине овако добијене податке корисним за истраживаче и привреду. Исти механизам пружа могућност и субјектима приватног сектора (било коме под слободном лиценцом) да податке отварају и објављују на Порталу отворених података. </w:t>
      </w:r>
      <w:r w:rsidR="00BE0C76" w:rsidRPr="00A90824">
        <w:rPr>
          <w:color w:val="000000"/>
          <w:szCs w:val="24"/>
          <w:lang w:val="sr-Cyrl-RS"/>
        </w:rPr>
        <w:t xml:space="preserve">Унапређење начина чувања података и начина њихове употребе и поновне употребе </w:t>
      </w:r>
      <w:r w:rsidR="00C46BAE" w:rsidRPr="00A90824">
        <w:rPr>
          <w:color w:val="000000"/>
          <w:szCs w:val="24"/>
          <w:lang w:val="sr-Cyrl-RS"/>
        </w:rPr>
        <w:t>су</w:t>
      </w:r>
      <w:r w:rsidR="00BE0C76" w:rsidRPr="00A90824">
        <w:rPr>
          <w:color w:val="000000"/>
          <w:szCs w:val="24"/>
          <w:lang w:val="sr-Cyrl-RS"/>
        </w:rPr>
        <w:t xml:space="preserve"> кључн</w:t>
      </w:r>
      <w:r w:rsidR="00C46BAE" w:rsidRPr="00A90824">
        <w:rPr>
          <w:color w:val="000000"/>
          <w:szCs w:val="24"/>
          <w:lang w:val="sr-Cyrl-RS"/>
        </w:rPr>
        <w:t>и</w:t>
      </w:r>
      <w:r w:rsidR="00BE0C76" w:rsidRPr="00A90824">
        <w:rPr>
          <w:color w:val="000000"/>
          <w:szCs w:val="24"/>
          <w:lang w:val="sr-Cyrl-RS"/>
        </w:rPr>
        <w:t xml:space="preserve"> за развој и примену вештачке интелигенције.</w:t>
      </w:r>
    </w:p>
    <w:p w14:paraId="3A67F306" w14:textId="6D60BFA2" w:rsidR="00BE0C76" w:rsidRPr="00A90824" w:rsidRDefault="00BE0C76" w:rsidP="009D251C">
      <w:pPr>
        <w:rPr>
          <w:color w:val="000000"/>
          <w:szCs w:val="24"/>
          <w:lang w:val="sr-Cyrl-RS"/>
        </w:rPr>
      </w:pPr>
      <w:r w:rsidRPr="00A90824">
        <w:rPr>
          <w:color w:val="000000"/>
          <w:szCs w:val="24"/>
          <w:lang w:val="sr-Cyrl-RS"/>
        </w:rPr>
        <w:t xml:space="preserve">Изградња екосистема </w:t>
      </w:r>
      <w:r w:rsidR="009D251C" w:rsidRPr="00A90824">
        <w:rPr>
          <w:color w:val="000000"/>
          <w:szCs w:val="24"/>
          <w:lang w:val="sr-Cyrl-RS"/>
        </w:rPr>
        <w:t xml:space="preserve">у овој области </w:t>
      </w:r>
      <w:r w:rsidRPr="00A90824">
        <w:rPr>
          <w:color w:val="000000"/>
          <w:szCs w:val="24"/>
          <w:lang w:val="sr-Cyrl-RS"/>
        </w:rPr>
        <w:t xml:space="preserve">је </w:t>
      </w:r>
      <w:r w:rsidR="00C46BAE" w:rsidRPr="00A90824">
        <w:rPr>
          <w:color w:val="000000"/>
          <w:szCs w:val="24"/>
          <w:lang w:val="sr-Cyrl-RS"/>
        </w:rPr>
        <w:t xml:space="preserve">такође </w:t>
      </w:r>
      <w:r w:rsidR="009D251C" w:rsidRPr="00A90824">
        <w:rPr>
          <w:color w:val="000000"/>
          <w:szCs w:val="24"/>
          <w:lang w:val="sr-Cyrl-RS"/>
        </w:rPr>
        <w:t xml:space="preserve">значајан </w:t>
      </w:r>
      <w:r w:rsidR="00C46BAE" w:rsidRPr="00A90824">
        <w:rPr>
          <w:color w:val="000000"/>
          <w:szCs w:val="24"/>
          <w:lang w:val="sr-Cyrl-RS"/>
        </w:rPr>
        <w:t>чинилац</w:t>
      </w:r>
      <w:r w:rsidRPr="00A90824">
        <w:rPr>
          <w:color w:val="000000"/>
          <w:szCs w:val="24"/>
          <w:lang w:val="sr-Cyrl-RS"/>
        </w:rPr>
        <w:t xml:space="preserve"> даљ</w:t>
      </w:r>
      <w:r w:rsidR="00C46BAE" w:rsidRPr="00A90824">
        <w:rPr>
          <w:color w:val="000000"/>
          <w:szCs w:val="24"/>
          <w:lang w:val="sr-Cyrl-RS"/>
        </w:rPr>
        <w:t>ег</w:t>
      </w:r>
      <w:r w:rsidRPr="00A90824">
        <w:rPr>
          <w:color w:val="000000"/>
          <w:szCs w:val="24"/>
          <w:lang w:val="sr-Cyrl-RS"/>
        </w:rPr>
        <w:t xml:space="preserve"> развој</w:t>
      </w:r>
      <w:r w:rsidR="009D251C" w:rsidRPr="00A90824">
        <w:rPr>
          <w:color w:val="000000"/>
          <w:szCs w:val="24"/>
          <w:lang w:val="sr-Cyrl-RS"/>
        </w:rPr>
        <w:t>а друштва</w:t>
      </w:r>
      <w:r w:rsidRPr="00A90824">
        <w:rPr>
          <w:color w:val="000000"/>
          <w:szCs w:val="24"/>
          <w:lang w:val="sr-Cyrl-RS"/>
        </w:rPr>
        <w:t xml:space="preserve">. Стартапи и развојне фирме </w:t>
      </w:r>
      <w:r w:rsidR="00C46BAE" w:rsidRPr="00A90824">
        <w:rPr>
          <w:color w:val="000000"/>
          <w:szCs w:val="24"/>
          <w:lang w:val="sr-Cyrl-RS"/>
        </w:rPr>
        <w:t xml:space="preserve">су оствариле </w:t>
      </w:r>
      <w:r w:rsidRPr="00A90824">
        <w:rPr>
          <w:color w:val="000000"/>
          <w:szCs w:val="24"/>
          <w:lang w:val="sr-Cyrl-RS"/>
        </w:rPr>
        <w:t xml:space="preserve">контакте </w:t>
      </w:r>
      <w:r w:rsidR="009D251C" w:rsidRPr="00A90824">
        <w:rPr>
          <w:color w:val="000000"/>
          <w:szCs w:val="24"/>
          <w:lang w:val="sr-Cyrl-RS"/>
        </w:rPr>
        <w:t>и сарадњу са</w:t>
      </w:r>
      <w:r w:rsidRPr="00A90824">
        <w:rPr>
          <w:color w:val="000000"/>
          <w:szCs w:val="24"/>
          <w:lang w:val="sr-Cyrl-RS"/>
        </w:rPr>
        <w:t xml:space="preserve"> академском заједниц</w:t>
      </w:r>
      <w:r w:rsidR="009D251C" w:rsidRPr="00A90824">
        <w:rPr>
          <w:color w:val="000000"/>
          <w:szCs w:val="24"/>
          <w:lang w:val="sr-Cyrl-RS"/>
        </w:rPr>
        <w:t>ом</w:t>
      </w:r>
      <w:r w:rsidRPr="00A90824">
        <w:rPr>
          <w:color w:val="000000"/>
          <w:szCs w:val="24"/>
          <w:lang w:val="sr-Cyrl-RS"/>
        </w:rPr>
        <w:t xml:space="preserve"> </w:t>
      </w:r>
      <w:r w:rsidR="00C46BAE" w:rsidRPr="00A90824">
        <w:rPr>
          <w:color w:val="000000"/>
          <w:szCs w:val="24"/>
          <w:lang w:val="sr-Cyrl-RS"/>
        </w:rPr>
        <w:t xml:space="preserve">путем </w:t>
      </w:r>
      <w:r w:rsidRPr="00A90824">
        <w:rPr>
          <w:color w:val="000000"/>
          <w:szCs w:val="24"/>
          <w:lang w:val="sr-Cyrl-RS"/>
        </w:rPr>
        <w:t xml:space="preserve">научних паркова и хабова, </w:t>
      </w:r>
      <w:r w:rsidR="009D251C" w:rsidRPr="00A90824">
        <w:rPr>
          <w:color w:val="000000"/>
          <w:szCs w:val="24"/>
          <w:lang w:val="sr-Cyrl-RS"/>
        </w:rPr>
        <w:t xml:space="preserve">али и </w:t>
      </w:r>
      <w:r w:rsidRPr="00A90824">
        <w:rPr>
          <w:color w:val="000000"/>
          <w:szCs w:val="24"/>
          <w:lang w:val="sr-Cyrl-RS"/>
        </w:rPr>
        <w:t xml:space="preserve">друштвених мрежа </w:t>
      </w:r>
      <w:r w:rsidR="009D251C" w:rsidRPr="00A90824">
        <w:rPr>
          <w:color w:val="000000"/>
          <w:szCs w:val="24"/>
          <w:lang w:val="sr-Cyrl-RS"/>
        </w:rPr>
        <w:t xml:space="preserve">и </w:t>
      </w:r>
      <w:r w:rsidRPr="00A90824">
        <w:rPr>
          <w:color w:val="000000"/>
          <w:szCs w:val="24"/>
          <w:lang w:val="sr-Cyrl-RS"/>
        </w:rPr>
        <w:t>платформи за проналажење одговарајуће пословне прилике.</w:t>
      </w:r>
      <w:r w:rsidR="009D251C" w:rsidRPr="00A90824">
        <w:rPr>
          <w:color w:val="000000"/>
          <w:szCs w:val="24"/>
          <w:lang w:val="sr-Cyrl-RS"/>
        </w:rPr>
        <w:t xml:space="preserve"> Њ</w:t>
      </w:r>
      <w:r w:rsidR="00C46BAE" w:rsidRPr="00A90824">
        <w:rPr>
          <w:color w:val="000000"/>
          <w:szCs w:val="24"/>
          <w:lang w:val="sr-Cyrl-RS"/>
        </w:rPr>
        <w:t xml:space="preserve">ихово боље </w:t>
      </w:r>
      <w:r w:rsidRPr="00A90824">
        <w:rPr>
          <w:color w:val="000000"/>
          <w:szCs w:val="24"/>
          <w:lang w:val="sr-Cyrl-RS"/>
        </w:rPr>
        <w:t>повезивањ</w:t>
      </w:r>
      <w:r w:rsidR="009D251C" w:rsidRPr="00A90824">
        <w:rPr>
          <w:color w:val="000000"/>
          <w:szCs w:val="24"/>
          <w:lang w:val="sr-Cyrl-RS"/>
        </w:rPr>
        <w:t>е</w:t>
      </w:r>
      <w:r w:rsidRPr="00A90824">
        <w:rPr>
          <w:color w:val="000000"/>
          <w:szCs w:val="24"/>
          <w:lang w:val="sr-Cyrl-RS"/>
        </w:rPr>
        <w:t xml:space="preserve"> одвија се </w:t>
      </w:r>
      <w:r w:rsidR="009D251C" w:rsidRPr="00A90824">
        <w:rPr>
          <w:color w:val="000000"/>
          <w:szCs w:val="24"/>
          <w:lang w:val="sr-Cyrl-RS"/>
        </w:rPr>
        <w:t xml:space="preserve">и </w:t>
      </w:r>
      <w:r w:rsidRPr="00A90824">
        <w:rPr>
          <w:color w:val="000000"/>
          <w:szCs w:val="24"/>
          <w:lang w:val="sr-Cyrl-RS"/>
        </w:rPr>
        <w:t xml:space="preserve">кроз сарадњу са </w:t>
      </w:r>
      <w:r w:rsidR="009D251C" w:rsidRPr="00A90824">
        <w:rPr>
          <w:color w:val="000000"/>
          <w:szCs w:val="24"/>
          <w:lang w:val="sr-Cyrl-RS"/>
        </w:rPr>
        <w:t xml:space="preserve">Глобалним партнерством за вештачку интелигенцију (енг. </w:t>
      </w:r>
      <w:r w:rsidR="00405779" w:rsidRPr="00A90824">
        <w:rPr>
          <w:color w:val="000000"/>
          <w:szCs w:val="24"/>
          <w:lang w:val="sr-Cyrl-RS"/>
        </w:rPr>
        <w:t>Global Partnership on Artificial Intelligence)</w:t>
      </w:r>
      <w:r w:rsidR="009D251C" w:rsidRPr="00A90824">
        <w:rPr>
          <w:color w:val="000000"/>
          <w:szCs w:val="24"/>
          <w:lang w:val="sr-Cyrl-RS"/>
        </w:rPr>
        <w:t xml:space="preserve"> </w:t>
      </w:r>
      <w:r w:rsidRPr="00A90824">
        <w:rPr>
          <w:color w:val="000000"/>
          <w:szCs w:val="24"/>
          <w:lang w:val="sr-Cyrl-RS"/>
        </w:rPr>
        <w:t xml:space="preserve">и израду посебне платформе под називом </w:t>
      </w:r>
      <w:r w:rsidR="009D251C" w:rsidRPr="00A90824">
        <w:rPr>
          <w:color w:val="000000"/>
          <w:szCs w:val="24"/>
          <w:lang w:val="sr-Cyrl-RS"/>
        </w:rPr>
        <w:t>„</w:t>
      </w:r>
      <w:r w:rsidR="001242E0" w:rsidRPr="00A90824">
        <w:rPr>
          <w:color w:val="000000"/>
          <w:szCs w:val="24"/>
          <w:lang w:val="sr-Cyrl-RS"/>
        </w:rPr>
        <w:t xml:space="preserve">AI4SME </w:t>
      </w:r>
      <w:r w:rsidRPr="00A90824">
        <w:rPr>
          <w:color w:val="000000"/>
          <w:szCs w:val="24"/>
          <w:lang w:val="sr-Cyrl-RS"/>
        </w:rPr>
        <w:t>Србија</w:t>
      </w:r>
      <w:r w:rsidR="009D251C" w:rsidRPr="00A90824">
        <w:rPr>
          <w:color w:val="000000"/>
          <w:szCs w:val="24"/>
          <w:lang w:val="sr-Cyrl-RS"/>
        </w:rPr>
        <w:t>”</w:t>
      </w:r>
      <w:r w:rsidRPr="00A90824">
        <w:rPr>
          <w:color w:val="000000"/>
          <w:szCs w:val="24"/>
          <w:lang w:val="sr-Cyrl-RS"/>
        </w:rPr>
        <w:t xml:space="preserve"> која повезује мала и средња предузећа са </w:t>
      </w:r>
      <w:r w:rsidR="009D251C" w:rsidRPr="00A90824">
        <w:rPr>
          <w:color w:val="000000"/>
          <w:szCs w:val="24"/>
          <w:lang w:val="sr-Cyrl-RS"/>
        </w:rPr>
        <w:t xml:space="preserve">привредним субјектима </w:t>
      </w:r>
      <w:r w:rsidRPr="00A90824">
        <w:rPr>
          <w:color w:val="000000"/>
          <w:szCs w:val="24"/>
          <w:lang w:val="sr-Cyrl-RS"/>
        </w:rPr>
        <w:t xml:space="preserve">које развијају решења вештачке интелигенције. </w:t>
      </w:r>
      <w:r w:rsidR="009D251C" w:rsidRPr="00A90824">
        <w:rPr>
          <w:color w:val="000000"/>
          <w:szCs w:val="24"/>
          <w:lang w:val="sr-Cyrl-RS"/>
        </w:rPr>
        <w:t>Н</w:t>
      </w:r>
      <w:r w:rsidRPr="00A90824">
        <w:rPr>
          <w:color w:val="000000"/>
          <w:szCs w:val="24"/>
          <w:lang w:val="sr-Cyrl-RS"/>
        </w:rPr>
        <w:t xml:space="preserve">а платформи </w:t>
      </w:r>
      <w:r w:rsidR="009D251C" w:rsidRPr="00A90824">
        <w:rPr>
          <w:color w:val="000000"/>
          <w:szCs w:val="24"/>
          <w:lang w:val="sr-Cyrl-RS"/>
        </w:rPr>
        <w:t>ће се објављивати</w:t>
      </w:r>
      <w:r w:rsidRPr="00A90824">
        <w:rPr>
          <w:color w:val="000000"/>
          <w:szCs w:val="24"/>
          <w:lang w:val="sr-Cyrl-RS"/>
        </w:rPr>
        <w:t xml:space="preserve"> </w:t>
      </w:r>
      <w:r w:rsidR="009D251C" w:rsidRPr="00A90824">
        <w:rPr>
          <w:color w:val="000000"/>
          <w:szCs w:val="24"/>
          <w:lang w:val="sr-Cyrl-RS"/>
        </w:rPr>
        <w:t>начини</w:t>
      </w:r>
      <w:r w:rsidRPr="00A90824">
        <w:rPr>
          <w:color w:val="000000"/>
          <w:szCs w:val="24"/>
          <w:lang w:val="sr-Cyrl-RS"/>
        </w:rPr>
        <w:t xml:space="preserve"> примене решења вештачке интелигенције на тржишту </w:t>
      </w:r>
      <w:r w:rsidR="00B16BCB">
        <w:rPr>
          <w:color w:val="000000"/>
          <w:szCs w:val="24"/>
          <w:lang w:val="sr-Cyrl-RS"/>
        </w:rPr>
        <w:t xml:space="preserve">Републике </w:t>
      </w:r>
      <w:r w:rsidRPr="00A90824">
        <w:rPr>
          <w:color w:val="000000"/>
          <w:szCs w:val="24"/>
          <w:lang w:val="sr-Cyrl-RS"/>
        </w:rPr>
        <w:t xml:space="preserve">Србије </w:t>
      </w:r>
      <w:r w:rsidR="009D251C" w:rsidRPr="00A90824">
        <w:rPr>
          <w:color w:val="000000"/>
          <w:szCs w:val="24"/>
          <w:lang w:val="sr-Cyrl-RS"/>
        </w:rPr>
        <w:t>што ће</w:t>
      </w:r>
      <w:r w:rsidRPr="00A90824">
        <w:rPr>
          <w:color w:val="000000"/>
          <w:szCs w:val="24"/>
          <w:lang w:val="sr-Cyrl-RS"/>
        </w:rPr>
        <w:t xml:space="preserve"> утицати на раст самог екосистема. Сарадња са </w:t>
      </w:r>
      <w:r w:rsidR="009D251C" w:rsidRPr="00A90824">
        <w:rPr>
          <w:color w:val="000000"/>
          <w:szCs w:val="24"/>
          <w:lang w:val="sr-Cyrl-RS"/>
        </w:rPr>
        <w:t>Глобалним партнерством за вештачку интелигенцију</w:t>
      </w:r>
      <w:r w:rsidRPr="00A90824">
        <w:rPr>
          <w:color w:val="000000"/>
          <w:szCs w:val="24"/>
          <w:lang w:val="sr-Cyrl-RS"/>
        </w:rPr>
        <w:t xml:space="preserve"> на креирању ове платформе и само чланство Републике Србије </w:t>
      </w:r>
      <w:r w:rsidR="00405779" w:rsidRPr="00A90824">
        <w:rPr>
          <w:color w:val="000000"/>
          <w:szCs w:val="24"/>
          <w:lang w:val="sr-Cyrl-RS"/>
        </w:rPr>
        <w:t xml:space="preserve">у овој организацији </w:t>
      </w:r>
      <w:r w:rsidRPr="00A90824">
        <w:rPr>
          <w:color w:val="000000"/>
          <w:szCs w:val="24"/>
          <w:lang w:val="sr-Cyrl-RS"/>
        </w:rPr>
        <w:t>пруж</w:t>
      </w:r>
      <w:r w:rsidR="00405779" w:rsidRPr="00A90824">
        <w:rPr>
          <w:color w:val="000000"/>
          <w:szCs w:val="24"/>
          <w:lang w:val="sr-Cyrl-RS"/>
        </w:rPr>
        <w:t>а нове</w:t>
      </w:r>
      <w:r w:rsidRPr="00A90824">
        <w:rPr>
          <w:color w:val="000000"/>
          <w:szCs w:val="24"/>
          <w:lang w:val="sr-Cyrl-RS"/>
        </w:rPr>
        <w:t xml:space="preserve"> </w:t>
      </w:r>
      <w:r w:rsidR="00405779" w:rsidRPr="00A90824">
        <w:rPr>
          <w:color w:val="000000"/>
          <w:szCs w:val="24"/>
          <w:lang w:val="sr-Cyrl-RS"/>
        </w:rPr>
        <w:t xml:space="preserve">могућности </w:t>
      </w:r>
      <w:r w:rsidRPr="00A90824">
        <w:rPr>
          <w:color w:val="000000"/>
          <w:szCs w:val="24"/>
          <w:lang w:val="sr-Cyrl-RS"/>
        </w:rPr>
        <w:t xml:space="preserve">домаћим фирмама да сарађују са представницима других земаља чланица и </w:t>
      </w:r>
      <w:r w:rsidR="00405779" w:rsidRPr="00A90824">
        <w:rPr>
          <w:color w:val="000000"/>
          <w:szCs w:val="24"/>
          <w:lang w:val="sr-Cyrl-RS"/>
        </w:rPr>
        <w:t>представе</w:t>
      </w:r>
      <w:r w:rsidRPr="00A90824">
        <w:rPr>
          <w:color w:val="000000"/>
          <w:szCs w:val="24"/>
          <w:lang w:val="sr-Cyrl-RS"/>
        </w:rPr>
        <w:t xml:space="preserve"> потенцијал екосистема </w:t>
      </w:r>
      <w:r w:rsidR="00B16BCB">
        <w:rPr>
          <w:color w:val="000000"/>
          <w:szCs w:val="24"/>
          <w:lang w:val="sr-Cyrl-RS"/>
        </w:rPr>
        <w:t xml:space="preserve">Републике </w:t>
      </w:r>
      <w:r w:rsidRPr="00A90824">
        <w:rPr>
          <w:color w:val="000000"/>
          <w:szCs w:val="24"/>
          <w:lang w:val="sr-Cyrl-RS"/>
        </w:rPr>
        <w:t>Србије.</w:t>
      </w:r>
    </w:p>
    <w:p w14:paraId="40E2FF4D" w14:textId="6FA49BD3" w:rsidR="00BE0C76" w:rsidRPr="00A90824" w:rsidRDefault="00F04C63" w:rsidP="00F62B1B">
      <w:pPr>
        <w:pStyle w:val="Heading3"/>
        <w:rPr>
          <w:color w:val="000000"/>
          <w:sz w:val="24"/>
          <w:szCs w:val="24"/>
        </w:rPr>
      </w:pPr>
      <w:bookmarkStart w:id="35" w:name="_Toc174901928"/>
      <w:r w:rsidRPr="00A90824">
        <w:rPr>
          <w:color w:val="000000"/>
          <w:sz w:val="24"/>
          <w:szCs w:val="24"/>
        </w:rPr>
        <w:t>3.2.</w:t>
      </w:r>
      <w:r w:rsidR="00AF0A59">
        <w:rPr>
          <w:color w:val="000000"/>
          <w:sz w:val="24"/>
          <w:szCs w:val="24"/>
        </w:rPr>
        <w:t>6</w:t>
      </w:r>
      <w:r w:rsidRPr="00A90824">
        <w:rPr>
          <w:color w:val="000000"/>
          <w:sz w:val="24"/>
          <w:szCs w:val="24"/>
        </w:rPr>
        <w:t xml:space="preserve">. </w:t>
      </w:r>
      <w:r w:rsidR="005E70BA" w:rsidRPr="00A90824">
        <w:rPr>
          <w:color w:val="000000"/>
          <w:sz w:val="24"/>
          <w:szCs w:val="24"/>
        </w:rPr>
        <w:tab/>
      </w:r>
      <w:r w:rsidR="00BE0C76" w:rsidRPr="00A90824">
        <w:rPr>
          <w:color w:val="000000"/>
          <w:sz w:val="24"/>
          <w:szCs w:val="24"/>
        </w:rPr>
        <w:t>Правни оквир</w:t>
      </w:r>
      <w:bookmarkEnd w:id="35"/>
    </w:p>
    <w:p w14:paraId="5F6909CF" w14:textId="77777777" w:rsidR="00BE0C76" w:rsidRPr="00A90824" w:rsidRDefault="4D8FA496" w:rsidP="00BE0C76">
      <w:pPr>
        <w:rPr>
          <w:color w:val="000000"/>
          <w:szCs w:val="24"/>
          <w:lang w:val="sr-Cyrl-RS"/>
        </w:rPr>
      </w:pPr>
      <w:r w:rsidRPr="00A90824">
        <w:rPr>
          <w:color w:val="000000"/>
          <w:szCs w:val="24"/>
          <w:lang w:val="sr-Cyrl-RS"/>
        </w:rPr>
        <w:t>Правно регулисање вештачк</w:t>
      </w:r>
      <w:r w:rsidR="00CD2720" w:rsidRPr="00A90824">
        <w:rPr>
          <w:color w:val="000000"/>
          <w:szCs w:val="24"/>
          <w:lang w:val="sr-Cyrl-RS"/>
        </w:rPr>
        <w:t>е</w:t>
      </w:r>
      <w:r w:rsidRPr="00A90824">
        <w:rPr>
          <w:color w:val="000000"/>
          <w:szCs w:val="24"/>
          <w:lang w:val="sr-Cyrl-RS"/>
        </w:rPr>
        <w:t xml:space="preserve"> интелигенциј</w:t>
      </w:r>
      <w:r w:rsidR="00CD2720" w:rsidRPr="00A90824">
        <w:rPr>
          <w:color w:val="000000"/>
          <w:szCs w:val="24"/>
          <w:lang w:val="sr-Cyrl-RS"/>
        </w:rPr>
        <w:t>е</w:t>
      </w:r>
      <w:r w:rsidRPr="00A90824">
        <w:rPr>
          <w:color w:val="000000"/>
          <w:szCs w:val="24"/>
          <w:lang w:val="sr-Cyrl-RS"/>
        </w:rPr>
        <w:t xml:space="preserve"> </w:t>
      </w:r>
      <w:r w:rsidR="00C46BAE" w:rsidRPr="00A90824">
        <w:rPr>
          <w:color w:val="000000"/>
          <w:szCs w:val="24"/>
          <w:lang w:val="sr-Cyrl-RS"/>
        </w:rPr>
        <w:t xml:space="preserve">је у фокусу </w:t>
      </w:r>
      <w:r w:rsidR="00CD2720" w:rsidRPr="00A90824">
        <w:rPr>
          <w:color w:val="000000"/>
          <w:szCs w:val="24"/>
          <w:lang w:val="sr-Cyrl-RS"/>
        </w:rPr>
        <w:t>свих земаља</w:t>
      </w:r>
      <w:r w:rsidRPr="00A90824">
        <w:rPr>
          <w:color w:val="000000"/>
          <w:szCs w:val="24"/>
          <w:lang w:val="sr-Cyrl-RS"/>
        </w:rPr>
        <w:t xml:space="preserve">. Поред правног регулисања сигурне, безбедне и поуздане </w:t>
      </w:r>
      <w:r w:rsidR="00320172" w:rsidRPr="00A90824">
        <w:rPr>
          <w:color w:val="000000"/>
          <w:szCs w:val="24"/>
          <w:lang w:val="sr-Cyrl-RS"/>
        </w:rPr>
        <w:t>вештачке</w:t>
      </w:r>
      <w:r w:rsidRPr="00A90824">
        <w:rPr>
          <w:color w:val="000000"/>
          <w:szCs w:val="24"/>
          <w:lang w:val="sr-Cyrl-RS"/>
        </w:rPr>
        <w:t xml:space="preserve"> интелигенције, </w:t>
      </w:r>
      <w:r w:rsidR="00CD2720" w:rsidRPr="00A90824">
        <w:rPr>
          <w:color w:val="000000"/>
          <w:szCs w:val="24"/>
          <w:lang w:val="sr-Cyrl-RS"/>
        </w:rPr>
        <w:t>а</w:t>
      </w:r>
      <w:r w:rsidR="46235619" w:rsidRPr="00A90824">
        <w:rPr>
          <w:color w:val="000000"/>
          <w:szCs w:val="24"/>
          <w:lang w:val="sr-Cyrl-RS"/>
        </w:rPr>
        <w:t>кценат</w:t>
      </w:r>
      <w:r w:rsidRPr="00A90824">
        <w:rPr>
          <w:color w:val="000000"/>
          <w:szCs w:val="24"/>
          <w:lang w:val="sr-Cyrl-RS"/>
        </w:rPr>
        <w:t xml:space="preserve"> </w:t>
      </w:r>
      <w:r w:rsidR="00CD2720" w:rsidRPr="00A90824">
        <w:rPr>
          <w:color w:val="000000"/>
          <w:szCs w:val="24"/>
          <w:lang w:val="sr-Cyrl-RS"/>
        </w:rPr>
        <w:t>је и у</w:t>
      </w:r>
      <w:r w:rsidRPr="00A90824">
        <w:rPr>
          <w:color w:val="000000"/>
          <w:szCs w:val="24"/>
          <w:lang w:val="sr-Cyrl-RS"/>
        </w:rPr>
        <w:t xml:space="preserve"> регулисањ</w:t>
      </w:r>
      <w:r w:rsidR="00CD2720" w:rsidRPr="00A90824">
        <w:rPr>
          <w:color w:val="000000"/>
          <w:szCs w:val="24"/>
          <w:lang w:val="sr-Cyrl-RS"/>
        </w:rPr>
        <w:t>у</w:t>
      </w:r>
      <w:r w:rsidRPr="00A90824">
        <w:rPr>
          <w:color w:val="000000"/>
          <w:szCs w:val="24"/>
          <w:lang w:val="sr-Cyrl-RS"/>
        </w:rPr>
        <w:t xml:space="preserve"> </w:t>
      </w:r>
      <w:r w:rsidR="00CD2720" w:rsidRPr="00A90824">
        <w:rPr>
          <w:color w:val="000000"/>
          <w:szCs w:val="24"/>
          <w:lang w:val="sr-Cyrl-RS"/>
        </w:rPr>
        <w:t>начина</w:t>
      </w:r>
      <w:r w:rsidRPr="00A90824">
        <w:rPr>
          <w:color w:val="000000"/>
          <w:szCs w:val="24"/>
          <w:lang w:val="sr-Cyrl-RS"/>
        </w:rPr>
        <w:t xml:space="preserve"> приступа подацима</w:t>
      </w:r>
      <w:r w:rsidR="00CD2720" w:rsidRPr="00A90824">
        <w:rPr>
          <w:color w:val="000000"/>
          <w:szCs w:val="24"/>
          <w:lang w:val="sr-Cyrl-RS"/>
        </w:rPr>
        <w:t xml:space="preserve"> и њихове</w:t>
      </w:r>
      <w:r w:rsidRPr="00A90824">
        <w:rPr>
          <w:color w:val="000000"/>
          <w:szCs w:val="24"/>
          <w:lang w:val="sr-Cyrl-RS"/>
        </w:rPr>
        <w:t xml:space="preserve"> заштите, начина комуникације, заштите ауторских права и других </w:t>
      </w:r>
      <w:r w:rsidR="00CD2720" w:rsidRPr="00A90824">
        <w:rPr>
          <w:color w:val="000000"/>
          <w:szCs w:val="24"/>
          <w:lang w:val="sr-Cyrl-RS"/>
        </w:rPr>
        <w:t xml:space="preserve">облика </w:t>
      </w:r>
      <w:r w:rsidRPr="00A90824">
        <w:rPr>
          <w:color w:val="000000"/>
          <w:szCs w:val="24"/>
          <w:lang w:val="sr-Cyrl-RS"/>
        </w:rPr>
        <w:t xml:space="preserve">интелектуалне својине, одговорности, регулисању тржишта и </w:t>
      </w:r>
      <w:r w:rsidR="00CD2720" w:rsidRPr="00A90824">
        <w:rPr>
          <w:color w:val="000000"/>
          <w:szCs w:val="24"/>
          <w:lang w:val="sr-Cyrl-RS"/>
        </w:rPr>
        <w:t xml:space="preserve">бројних </w:t>
      </w:r>
      <w:r w:rsidRPr="00A90824">
        <w:rPr>
          <w:color w:val="000000"/>
          <w:szCs w:val="24"/>
          <w:lang w:val="sr-Cyrl-RS"/>
        </w:rPr>
        <w:t>других питања.</w:t>
      </w:r>
    </w:p>
    <w:p w14:paraId="5BAA260F" w14:textId="3A57AD94" w:rsidR="00BE0C76" w:rsidRPr="00A90824" w:rsidRDefault="00CD2720" w:rsidP="00BE0C76">
      <w:pPr>
        <w:rPr>
          <w:color w:val="000000"/>
          <w:szCs w:val="24"/>
          <w:lang w:val="sr-Cyrl-RS"/>
        </w:rPr>
      </w:pPr>
      <w:r w:rsidRPr="00A90824">
        <w:rPr>
          <w:color w:val="000000"/>
          <w:szCs w:val="24"/>
          <w:lang w:val="sr-Cyrl-RS"/>
        </w:rPr>
        <w:t xml:space="preserve">У претходном периоду </w:t>
      </w:r>
      <w:r w:rsidR="4D8FA496" w:rsidRPr="00A90824">
        <w:rPr>
          <w:color w:val="000000"/>
          <w:szCs w:val="24"/>
          <w:lang w:val="sr-Cyrl-RS"/>
        </w:rPr>
        <w:t xml:space="preserve">усвојене </w:t>
      </w:r>
      <w:r w:rsidRPr="00A90824">
        <w:rPr>
          <w:color w:val="000000"/>
          <w:szCs w:val="24"/>
          <w:lang w:val="sr-Cyrl-RS"/>
        </w:rPr>
        <w:t>су Е</w:t>
      </w:r>
      <w:r w:rsidR="4D8FA496" w:rsidRPr="00A90824">
        <w:rPr>
          <w:color w:val="000000"/>
          <w:szCs w:val="24"/>
          <w:lang w:val="sr-Cyrl-RS"/>
        </w:rPr>
        <w:t xml:space="preserve">тичке смернице </w:t>
      </w:r>
      <w:r w:rsidRPr="00A90824">
        <w:rPr>
          <w:color w:val="000000"/>
          <w:szCs w:val="24"/>
          <w:lang w:val="sr-Cyrl-RS"/>
        </w:rPr>
        <w:t xml:space="preserve">за развој, примену и употребу поуздане и одговорне вештачке интелигенције </w:t>
      </w:r>
      <w:r w:rsidR="4D8FA496" w:rsidRPr="00A90824">
        <w:rPr>
          <w:color w:val="000000"/>
          <w:szCs w:val="24"/>
          <w:lang w:val="sr-Cyrl-RS"/>
        </w:rPr>
        <w:t xml:space="preserve">које су израђене у складу са УНЕСКО препорукама и препорукама из Европске Уније. </w:t>
      </w:r>
      <w:r w:rsidR="00B16BCB">
        <w:rPr>
          <w:color w:val="000000"/>
          <w:szCs w:val="24"/>
          <w:lang w:val="sr-Cyrl-RS"/>
        </w:rPr>
        <w:t xml:space="preserve">Република </w:t>
      </w:r>
      <w:r w:rsidR="4D8FA496" w:rsidRPr="00A90824">
        <w:rPr>
          <w:color w:val="000000"/>
          <w:szCs w:val="24"/>
          <w:lang w:val="sr-Cyrl-RS"/>
        </w:rPr>
        <w:t xml:space="preserve">Србија </w:t>
      </w:r>
      <w:r w:rsidR="0040455C" w:rsidRPr="00A90824">
        <w:rPr>
          <w:color w:val="000000"/>
          <w:szCs w:val="24"/>
          <w:lang w:val="sr-Cyrl-RS"/>
        </w:rPr>
        <w:t>као</w:t>
      </w:r>
      <w:r w:rsidR="4D8FA496" w:rsidRPr="00A90824">
        <w:rPr>
          <w:color w:val="000000"/>
          <w:szCs w:val="24"/>
          <w:lang w:val="sr-Cyrl-RS"/>
        </w:rPr>
        <w:t xml:space="preserve"> активн</w:t>
      </w:r>
      <w:r w:rsidRPr="00A90824">
        <w:rPr>
          <w:color w:val="000000"/>
          <w:szCs w:val="24"/>
          <w:lang w:val="sr-Cyrl-RS"/>
        </w:rPr>
        <w:t>и учесник</w:t>
      </w:r>
      <w:r w:rsidR="4D8FA496" w:rsidRPr="00A90824">
        <w:rPr>
          <w:color w:val="000000"/>
          <w:szCs w:val="24"/>
          <w:lang w:val="sr-Cyrl-RS"/>
        </w:rPr>
        <w:t xml:space="preserve"> у Глобалном партнерству за вештачку интелигенцију, међународној иницијативи под окриљем </w:t>
      </w:r>
      <w:r w:rsidRPr="00A90824">
        <w:rPr>
          <w:color w:val="000000"/>
          <w:szCs w:val="24"/>
          <w:lang w:val="sr-Cyrl-RS"/>
        </w:rPr>
        <w:t>Организације за економску сарадњу и развој (енг. Organisation for Economic Co-operation and Development -</w:t>
      </w:r>
      <w:r w:rsidR="4D8FA496" w:rsidRPr="00A90824">
        <w:rPr>
          <w:color w:val="000000"/>
          <w:szCs w:val="24"/>
          <w:lang w:val="sr-Cyrl-RS"/>
        </w:rPr>
        <w:t>ОЕЦД</w:t>
      </w:r>
      <w:r w:rsidRPr="00A90824">
        <w:rPr>
          <w:color w:val="000000"/>
          <w:szCs w:val="24"/>
          <w:lang w:val="sr-Cyrl-RS"/>
        </w:rPr>
        <w:t>)</w:t>
      </w:r>
      <w:r w:rsidR="4D8FA496" w:rsidRPr="00A90824">
        <w:rPr>
          <w:color w:val="000000"/>
          <w:szCs w:val="24"/>
          <w:lang w:val="sr-Cyrl-RS"/>
        </w:rPr>
        <w:t xml:space="preserve"> промовише етички развој</w:t>
      </w:r>
      <w:r w:rsidR="0040455C" w:rsidRPr="00A90824">
        <w:rPr>
          <w:color w:val="000000"/>
          <w:szCs w:val="24"/>
          <w:lang w:val="sr-Cyrl-RS"/>
        </w:rPr>
        <w:t xml:space="preserve"> ове технологије</w:t>
      </w:r>
      <w:r w:rsidR="4D8FA496" w:rsidRPr="00A90824">
        <w:rPr>
          <w:color w:val="000000"/>
          <w:szCs w:val="24"/>
          <w:lang w:val="sr-Cyrl-RS"/>
        </w:rPr>
        <w:t>. Република Србија је 20</w:t>
      </w:r>
      <w:r w:rsidR="00902FFA" w:rsidRPr="00A90824">
        <w:rPr>
          <w:color w:val="000000"/>
          <w:szCs w:val="24"/>
          <w:lang w:val="sr-Cyrl-RS"/>
        </w:rPr>
        <w:t>2</w:t>
      </w:r>
      <w:r w:rsidR="4D8FA496" w:rsidRPr="00A90824">
        <w:rPr>
          <w:color w:val="000000"/>
          <w:szCs w:val="24"/>
          <w:lang w:val="sr-Cyrl-RS"/>
        </w:rPr>
        <w:t>4. године постала председавајући те организације чиме јој је одато признање за напоре које улаже у ов</w:t>
      </w:r>
      <w:r w:rsidR="001174A5" w:rsidRPr="00A90824">
        <w:rPr>
          <w:color w:val="000000"/>
          <w:szCs w:val="24"/>
          <w:lang w:val="sr-Cyrl-RS"/>
        </w:rPr>
        <w:t>ој области</w:t>
      </w:r>
      <w:r w:rsidR="4D8FA496" w:rsidRPr="00A90824">
        <w:rPr>
          <w:color w:val="000000"/>
          <w:szCs w:val="24"/>
          <w:lang w:val="sr-Cyrl-RS"/>
        </w:rPr>
        <w:t xml:space="preserve">. </w:t>
      </w:r>
      <w:r w:rsidR="00AF0A59">
        <w:rPr>
          <w:color w:val="000000"/>
          <w:szCs w:val="24"/>
          <w:lang w:val="sr-Cyrl-RS"/>
        </w:rPr>
        <w:t xml:space="preserve">Република </w:t>
      </w:r>
      <w:r w:rsidR="4D8FA496" w:rsidRPr="00A90824">
        <w:rPr>
          <w:color w:val="000000"/>
          <w:szCs w:val="24"/>
          <w:lang w:val="sr-Cyrl-RS"/>
        </w:rPr>
        <w:t>Србија је била један од предлагача Резолуције о сигурној, безбедној и поузданој вештачкој интелигенцији за одрживи развој коју је усвојила Генерална скупштина У</w:t>
      </w:r>
      <w:r w:rsidR="0040455C" w:rsidRPr="00A90824">
        <w:rPr>
          <w:color w:val="000000"/>
          <w:szCs w:val="24"/>
          <w:lang w:val="sr-Cyrl-RS"/>
        </w:rPr>
        <w:t>једињених нација</w:t>
      </w:r>
      <w:r w:rsidR="4D8FA496" w:rsidRPr="00A90824">
        <w:rPr>
          <w:color w:val="000000"/>
          <w:szCs w:val="24"/>
          <w:lang w:val="sr-Cyrl-RS"/>
        </w:rPr>
        <w:t xml:space="preserve">. </w:t>
      </w:r>
      <w:r w:rsidR="00A0254D" w:rsidRPr="00A90824">
        <w:rPr>
          <w:color w:val="000000"/>
          <w:szCs w:val="24"/>
          <w:lang w:val="sr-Cyrl-RS"/>
        </w:rPr>
        <w:t>Развој</w:t>
      </w:r>
      <w:r w:rsidR="4D8FA496" w:rsidRPr="00A90824">
        <w:rPr>
          <w:color w:val="000000"/>
          <w:szCs w:val="24"/>
          <w:lang w:val="sr-Cyrl-RS"/>
        </w:rPr>
        <w:t xml:space="preserve"> вештачк</w:t>
      </w:r>
      <w:r w:rsidR="00A0254D" w:rsidRPr="00A90824">
        <w:rPr>
          <w:color w:val="000000"/>
          <w:szCs w:val="24"/>
          <w:lang w:val="sr-Cyrl-RS"/>
        </w:rPr>
        <w:t>е</w:t>
      </w:r>
      <w:r w:rsidR="4D8FA496" w:rsidRPr="00A90824">
        <w:rPr>
          <w:color w:val="000000"/>
          <w:szCs w:val="24"/>
          <w:lang w:val="sr-Cyrl-RS"/>
        </w:rPr>
        <w:t xml:space="preserve"> интелигенциј</w:t>
      </w:r>
      <w:r w:rsidR="00A0254D" w:rsidRPr="00A90824">
        <w:rPr>
          <w:color w:val="000000"/>
          <w:szCs w:val="24"/>
          <w:lang w:val="sr-Cyrl-RS"/>
        </w:rPr>
        <w:t>е</w:t>
      </w:r>
      <w:r w:rsidR="4D8FA496" w:rsidRPr="00A90824">
        <w:rPr>
          <w:color w:val="000000"/>
          <w:szCs w:val="24"/>
          <w:lang w:val="sr-Cyrl-RS"/>
        </w:rPr>
        <w:t xml:space="preserve"> </w:t>
      </w:r>
      <w:r w:rsidR="00A0254D" w:rsidRPr="00A90824">
        <w:rPr>
          <w:color w:val="000000"/>
          <w:szCs w:val="24"/>
          <w:lang w:val="sr-Cyrl-RS"/>
        </w:rPr>
        <w:t>мора пратити</w:t>
      </w:r>
      <w:r w:rsidR="00902FFA" w:rsidRPr="00A90824">
        <w:rPr>
          <w:color w:val="000000"/>
          <w:szCs w:val="24"/>
          <w:lang w:val="sr-Cyrl-RS"/>
        </w:rPr>
        <w:t xml:space="preserve"> </w:t>
      </w:r>
      <w:r w:rsidR="4D8FA496" w:rsidRPr="00A90824">
        <w:rPr>
          <w:color w:val="000000"/>
          <w:szCs w:val="24"/>
          <w:lang w:val="sr-Cyrl-RS"/>
        </w:rPr>
        <w:t>етичк</w:t>
      </w:r>
      <w:r w:rsidR="00A0254D" w:rsidRPr="00A90824">
        <w:rPr>
          <w:color w:val="000000"/>
          <w:szCs w:val="24"/>
          <w:lang w:val="sr-Cyrl-RS"/>
        </w:rPr>
        <w:t>е</w:t>
      </w:r>
      <w:r w:rsidR="4D8FA496" w:rsidRPr="00A90824">
        <w:rPr>
          <w:color w:val="000000"/>
          <w:szCs w:val="24"/>
          <w:lang w:val="sr-Cyrl-RS"/>
        </w:rPr>
        <w:t xml:space="preserve"> стандард</w:t>
      </w:r>
      <w:r w:rsidR="00A0254D" w:rsidRPr="00A90824">
        <w:rPr>
          <w:color w:val="000000"/>
          <w:szCs w:val="24"/>
          <w:lang w:val="sr-Cyrl-RS"/>
        </w:rPr>
        <w:t>е</w:t>
      </w:r>
      <w:r w:rsidR="4D8FA496" w:rsidRPr="00A90824">
        <w:rPr>
          <w:color w:val="000000"/>
          <w:szCs w:val="24"/>
          <w:lang w:val="sr-Cyrl-RS"/>
        </w:rPr>
        <w:t xml:space="preserve"> који постављају човека у центар свих процеса и на начин који неће ићи против слободе деловања, мишљења и одлучивања</w:t>
      </w:r>
      <w:r w:rsidR="08FCC86A" w:rsidRPr="00A90824">
        <w:rPr>
          <w:color w:val="000000"/>
          <w:szCs w:val="24"/>
          <w:lang w:val="sr-Cyrl-RS"/>
        </w:rPr>
        <w:t xml:space="preserve"> и </w:t>
      </w:r>
      <w:r w:rsidR="00902FFA" w:rsidRPr="00A90824">
        <w:rPr>
          <w:color w:val="000000"/>
          <w:szCs w:val="24"/>
          <w:lang w:val="sr-Cyrl-RS"/>
        </w:rPr>
        <w:t xml:space="preserve">који ће </w:t>
      </w:r>
      <w:r w:rsidR="08FCC86A" w:rsidRPr="00A90824">
        <w:rPr>
          <w:color w:val="000000"/>
          <w:szCs w:val="24"/>
          <w:lang w:val="sr-Cyrl-RS"/>
        </w:rPr>
        <w:t>промовисати и штитити основна људска права и слободе.</w:t>
      </w:r>
      <w:r w:rsidR="4D8FA496" w:rsidRPr="00A90824">
        <w:rPr>
          <w:color w:val="000000"/>
          <w:szCs w:val="24"/>
          <w:lang w:val="sr-Cyrl-RS"/>
        </w:rPr>
        <w:t xml:space="preserve"> Пример развоја и примене вештачке интелигенције уз коришћење етичких стандарда је и израда правног оквира за тестирање аутономних возила где су поред измена закона донета и два правилника која обезбеђују сигурност и проверљивост технологија које се тестирају, а показатељ је и добре праксе брзог и усклађеног деловања.</w:t>
      </w:r>
    </w:p>
    <w:p w14:paraId="298301D1" w14:textId="77777777" w:rsidR="00BE0C76" w:rsidRPr="00A90824" w:rsidRDefault="00A0254D" w:rsidP="00BE0C76">
      <w:pPr>
        <w:rPr>
          <w:color w:val="000000"/>
          <w:szCs w:val="24"/>
          <w:lang w:val="sr-Cyrl-RS"/>
        </w:rPr>
      </w:pPr>
      <w:r w:rsidRPr="00A90824">
        <w:rPr>
          <w:color w:val="000000"/>
          <w:szCs w:val="24"/>
          <w:lang w:val="sr-Cyrl-RS"/>
        </w:rPr>
        <w:t>Р</w:t>
      </w:r>
      <w:r w:rsidR="4D8FA496" w:rsidRPr="00A90824">
        <w:rPr>
          <w:color w:val="000000"/>
          <w:szCs w:val="24"/>
          <w:lang w:val="sr-Cyrl-RS"/>
        </w:rPr>
        <w:t>азвојем вештачке интелигенције</w:t>
      </w:r>
      <w:r w:rsidRPr="00A90824">
        <w:rPr>
          <w:color w:val="000000"/>
          <w:szCs w:val="24"/>
          <w:lang w:val="sr-Cyrl-RS"/>
        </w:rPr>
        <w:t xml:space="preserve"> могу се на националном нивоу бавити</w:t>
      </w:r>
      <w:r w:rsidR="4D8FA496" w:rsidRPr="00A90824">
        <w:rPr>
          <w:color w:val="000000"/>
          <w:szCs w:val="24"/>
          <w:lang w:val="sr-Cyrl-RS"/>
        </w:rPr>
        <w:t xml:space="preserve"> експертске саветодавне групе, стручн</w:t>
      </w:r>
      <w:r w:rsidRPr="00A90824">
        <w:rPr>
          <w:color w:val="000000"/>
          <w:szCs w:val="24"/>
          <w:lang w:val="sr-Cyrl-RS"/>
        </w:rPr>
        <w:t>и</w:t>
      </w:r>
      <w:r w:rsidR="4D8FA496" w:rsidRPr="00A90824">
        <w:rPr>
          <w:color w:val="000000"/>
          <w:szCs w:val="24"/>
          <w:lang w:val="sr-Cyrl-RS"/>
        </w:rPr>
        <w:t xml:space="preserve"> тим</w:t>
      </w:r>
      <w:r w:rsidRPr="00A90824">
        <w:rPr>
          <w:color w:val="000000"/>
          <w:szCs w:val="24"/>
          <w:lang w:val="sr-Cyrl-RS"/>
        </w:rPr>
        <w:t>ови</w:t>
      </w:r>
      <w:r w:rsidR="4D8FA496" w:rsidRPr="00A90824">
        <w:rPr>
          <w:color w:val="000000"/>
          <w:szCs w:val="24"/>
          <w:lang w:val="sr-Cyrl-RS"/>
        </w:rPr>
        <w:t xml:space="preserve"> за надзор </w:t>
      </w:r>
      <w:r w:rsidRPr="00A90824">
        <w:rPr>
          <w:color w:val="000000"/>
          <w:szCs w:val="24"/>
          <w:lang w:val="sr-Cyrl-RS"/>
        </w:rPr>
        <w:t>у надлежним државним органима</w:t>
      </w:r>
      <w:r w:rsidR="4D8FA496" w:rsidRPr="00A90824">
        <w:rPr>
          <w:color w:val="000000"/>
          <w:szCs w:val="24"/>
          <w:lang w:val="sr-Cyrl-RS"/>
        </w:rPr>
        <w:t xml:space="preserve"> </w:t>
      </w:r>
      <w:r w:rsidRPr="00A90824">
        <w:rPr>
          <w:color w:val="000000"/>
          <w:szCs w:val="24"/>
          <w:lang w:val="sr-Cyrl-RS"/>
        </w:rPr>
        <w:t xml:space="preserve">или кроз формирање </w:t>
      </w:r>
      <w:r w:rsidR="4D8FA496" w:rsidRPr="00A90824">
        <w:rPr>
          <w:color w:val="000000"/>
          <w:szCs w:val="24"/>
          <w:lang w:val="sr-Cyrl-RS"/>
        </w:rPr>
        <w:t>новог државног или независног тела</w:t>
      </w:r>
      <w:r w:rsidRPr="00A90824">
        <w:rPr>
          <w:color w:val="000000"/>
          <w:szCs w:val="24"/>
          <w:lang w:val="sr-Cyrl-RS"/>
        </w:rPr>
        <w:t>,</w:t>
      </w:r>
      <w:r w:rsidR="4D8FA496" w:rsidRPr="00A90824">
        <w:rPr>
          <w:color w:val="000000"/>
          <w:szCs w:val="24"/>
          <w:lang w:val="sr-Cyrl-RS"/>
        </w:rPr>
        <w:t xml:space="preserve"> </w:t>
      </w:r>
      <w:r w:rsidRPr="00A90824">
        <w:rPr>
          <w:color w:val="000000"/>
          <w:szCs w:val="24"/>
          <w:lang w:val="sr-Cyrl-RS"/>
        </w:rPr>
        <w:t>односно</w:t>
      </w:r>
      <w:r w:rsidR="4D8FA496" w:rsidRPr="00A90824">
        <w:rPr>
          <w:color w:val="000000"/>
          <w:szCs w:val="24"/>
          <w:lang w:val="sr-Cyrl-RS"/>
        </w:rPr>
        <w:t xml:space="preserve"> посебног министарства за вештачку интелигенцију.</w:t>
      </w:r>
    </w:p>
    <w:p w14:paraId="21E965C7" w14:textId="6BF5B4A4" w:rsidR="00BE0C76" w:rsidRPr="00A90824" w:rsidRDefault="00BE0C76" w:rsidP="00BE0C76">
      <w:pPr>
        <w:rPr>
          <w:color w:val="000000"/>
          <w:szCs w:val="24"/>
          <w:lang w:val="sr-Cyrl-RS"/>
        </w:rPr>
      </w:pPr>
      <w:r w:rsidRPr="00A90824">
        <w:rPr>
          <w:color w:val="000000"/>
          <w:szCs w:val="24"/>
          <w:lang w:val="sr-Cyrl-RS"/>
        </w:rPr>
        <w:t xml:space="preserve">У </w:t>
      </w:r>
      <w:r w:rsidR="00AF0A59">
        <w:rPr>
          <w:color w:val="000000"/>
          <w:szCs w:val="24"/>
          <w:lang w:val="sr-Cyrl-RS"/>
        </w:rPr>
        <w:t xml:space="preserve">Републици </w:t>
      </w:r>
      <w:r w:rsidRPr="00A90824">
        <w:rPr>
          <w:color w:val="000000"/>
          <w:szCs w:val="24"/>
          <w:lang w:val="sr-Cyrl-RS"/>
        </w:rPr>
        <w:t xml:space="preserve">Србији је </w:t>
      </w:r>
      <w:r w:rsidR="00A0254D" w:rsidRPr="00A90824">
        <w:rPr>
          <w:color w:val="000000"/>
          <w:szCs w:val="24"/>
          <w:lang w:val="sr-Cyrl-RS"/>
        </w:rPr>
        <w:t>у претходном периоду</w:t>
      </w:r>
      <w:r w:rsidRPr="00A90824">
        <w:rPr>
          <w:color w:val="000000"/>
          <w:szCs w:val="24"/>
          <w:lang w:val="sr-Cyrl-RS"/>
        </w:rPr>
        <w:t xml:space="preserve"> постојао тим за примену вештачке интелигенције у јавном сектору који се бавио питањима вештачке интелигенције (управљање знањем, анализа потреба, анализа решења, преглед екосистема, помоћ у спровођењу пројеката, израда правних докумената, представљање на међународним скуповима и промовисању тема из области вештачке интелигенције). </w:t>
      </w:r>
      <w:r w:rsidR="00E4544D" w:rsidRPr="00A90824">
        <w:rPr>
          <w:color w:val="000000"/>
          <w:szCs w:val="24"/>
          <w:lang w:val="sr-Cyrl-RS"/>
        </w:rPr>
        <w:t>У току 2024. године, одлуком Владе, основан је Савет за вештачку интелигенцију</w:t>
      </w:r>
      <w:r w:rsidR="000E18C1" w:rsidRPr="00A90824">
        <w:rPr>
          <w:color w:val="000000"/>
          <w:szCs w:val="24"/>
          <w:lang w:val="sr-Cyrl-RS"/>
        </w:rPr>
        <w:t xml:space="preserve"> са </w:t>
      </w:r>
      <w:r w:rsidR="00A0254D" w:rsidRPr="00A90824">
        <w:rPr>
          <w:color w:val="000000"/>
          <w:szCs w:val="24"/>
          <w:lang w:val="sr-Cyrl-RS"/>
        </w:rPr>
        <w:t>з</w:t>
      </w:r>
      <w:r w:rsidR="00902FFA" w:rsidRPr="00A90824">
        <w:rPr>
          <w:color w:val="000000"/>
          <w:szCs w:val="24"/>
          <w:lang w:val="sr-Cyrl-RS"/>
        </w:rPr>
        <w:t>адатк</w:t>
      </w:r>
      <w:r w:rsidR="00A0254D" w:rsidRPr="00A90824">
        <w:rPr>
          <w:color w:val="000000"/>
          <w:szCs w:val="24"/>
          <w:lang w:val="sr-Cyrl-RS"/>
        </w:rPr>
        <w:t>ом</w:t>
      </w:r>
      <w:r w:rsidR="00902FFA" w:rsidRPr="00A90824">
        <w:rPr>
          <w:color w:val="000000"/>
          <w:szCs w:val="24"/>
          <w:lang w:val="sr-Cyrl-RS"/>
        </w:rPr>
        <w:t xml:space="preserve"> да </w:t>
      </w:r>
      <w:r w:rsidR="007B1610" w:rsidRPr="00A90824">
        <w:rPr>
          <w:color w:val="000000"/>
          <w:szCs w:val="24"/>
          <w:lang w:val="sr-Cyrl-RS"/>
        </w:rPr>
        <w:t>усклађује</w:t>
      </w:r>
      <w:r w:rsidR="00902FFA" w:rsidRPr="00A90824">
        <w:rPr>
          <w:color w:val="000000"/>
          <w:szCs w:val="24"/>
          <w:lang w:val="sr-Cyrl-RS"/>
        </w:rPr>
        <w:t xml:space="preserve"> и координира активности на </w:t>
      </w:r>
      <w:r w:rsidR="007B1610" w:rsidRPr="00A90824">
        <w:rPr>
          <w:color w:val="000000"/>
          <w:szCs w:val="24"/>
          <w:lang w:val="sr-Cyrl-RS"/>
        </w:rPr>
        <w:t>спровођењу</w:t>
      </w:r>
      <w:r w:rsidR="00902FFA" w:rsidRPr="00A90824">
        <w:rPr>
          <w:color w:val="000000"/>
          <w:szCs w:val="24"/>
          <w:lang w:val="sr-Cyrl-RS"/>
        </w:rPr>
        <w:t xml:space="preserve"> стратешког оквира из области развоја вештачке </w:t>
      </w:r>
      <w:r w:rsidR="007B1610" w:rsidRPr="00A90824">
        <w:rPr>
          <w:color w:val="000000"/>
          <w:szCs w:val="24"/>
          <w:lang w:val="sr-Cyrl-RS"/>
        </w:rPr>
        <w:t>интелигенције</w:t>
      </w:r>
      <w:r w:rsidR="00902FFA" w:rsidRPr="00A90824">
        <w:rPr>
          <w:color w:val="000000"/>
          <w:szCs w:val="24"/>
          <w:lang w:val="sr-Cyrl-RS"/>
        </w:rPr>
        <w:t xml:space="preserve">, прати </w:t>
      </w:r>
      <w:r w:rsidR="007B1610" w:rsidRPr="00A90824">
        <w:rPr>
          <w:color w:val="000000"/>
          <w:szCs w:val="24"/>
          <w:lang w:val="sr-Cyrl-RS"/>
        </w:rPr>
        <w:t>реализацију</w:t>
      </w:r>
      <w:r w:rsidR="00902FFA" w:rsidRPr="00A90824">
        <w:rPr>
          <w:color w:val="000000"/>
          <w:szCs w:val="24"/>
          <w:lang w:val="sr-Cyrl-RS"/>
        </w:rPr>
        <w:t xml:space="preserve"> планираних мера и активности, прати стање, потребе и стандарде развоја и примене вештачке </w:t>
      </w:r>
      <w:r w:rsidR="007B1610" w:rsidRPr="00A90824">
        <w:rPr>
          <w:color w:val="000000"/>
          <w:szCs w:val="24"/>
          <w:lang w:val="sr-Cyrl-RS"/>
        </w:rPr>
        <w:t>интелигенције</w:t>
      </w:r>
      <w:r w:rsidR="00902FFA" w:rsidRPr="00A90824">
        <w:rPr>
          <w:color w:val="000000"/>
          <w:szCs w:val="24"/>
          <w:lang w:val="sr-Cyrl-RS"/>
        </w:rPr>
        <w:t xml:space="preserve"> у Републици </w:t>
      </w:r>
      <w:r w:rsidR="007B1610" w:rsidRPr="00A90824">
        <w:rPr>
          <w:color w:val="000000"/>
          <w:szCs w:val="24"/>
          <w:lang w:val="sr-Cyrl-RS"/>
        </w:rPr>
        <w:t>Србији</w:t>
      </w:r>
      <w:r w:rsidR="00902FFA" w:rsidRPr="00A90824">
        <w:rPr>
          <w:color w:val="000000"/>
          <w:szCs w:val="24"/>
          <w:lang w:val="sr-Cyrl-RS"/>
        </w:rPr>
        <w:t xml:space="preserve"> и свету</w:t>
      </w:r>
      <w:r w:rsidR="00E4544D" w:rsidRPr="00A90824">
        <w:rPr>
          <w:color w:val="000000"/>
          <w:szCs w:val="24"/>
          <w:lang w:val="sr-Cyrl-RS"/>
        </w:rPr>
        <w:t>.</w:t>
      </w:r>
    </w:p>
    <w:p w14:paraId="11F23546" w14:textId="77777777" w:rsidR="00BE0C76" w:rsidRPr="00A90824" w:rsidRDefault="00F04C63" w:rsidP="00984003">
      <w:pPr>
        <w:pStyle w:val="Heading2"/>
        <w:rPr>
          <w:color w:val="000000"/>
          <w:sz w:val="24"/>
          <w:szCs w:val="24"/>
        </w:rPr>
      </w:pPr>
      <w:bookmarkStart w:id="36" w:name="_Toc174901929"/>
      <w:r w:rsidRPr="00A90824">
        <w:rPr>
          <w:color w:val="000000"/>
          <w:sz w:val="24"/>
          <w:szCs w:val="24"/>
        </w:rPr>
        <w:t xml:space="preserve">3.3. </w:t>
      </w:r>
      <w:r w:rsidR="00BE0C76" w:rsidRPr="00A90824">
        <w:rPr>
          <w:color w:val="000000"/>
          <w:sz w:val="24"/>
          <w:szCs w:val="24"/>
        </w:rPr>
        <w:t>Перспективе и изазови развоја и примене вештачке интелигенције у Републици Србији</w:t>
      </w:r>
      <w:bookmarkEnd w:id="36"/>
    </w:p>
    <w:p w14:paraId="13F277D4" w14:textId="77777777" w:rsidR="00BE0C76" w:rsidRPr="00A90824" w:rsidRDefault="00BE0C76" w:rsidP="00BE0C76">
      <w:pPr>
        <w:rPr>
          <w:color w:val="000000"/>
          <w:szCs w:val="24"/>
          <w:lang w:val="sr-Cyrl-RS"/>
        </w:rPr>
      </w:pPr>
      <w:r w:rsidRPr="00A90824">
        <w:rPr>
          <w:color w:val="000000"/>
          <w:szCs w:val="24"/>
          <w:lang w:val="sr-Cyrl-RS"/>
        </w:rPr>
        <w:t xml:space="preserve">Развој вештачке интелигенције сваки дан доноси </w:t>
      </w:r>
      <w:r w:rsidR="00953DE8" w:rsidRPr="00A90824">
        <w:rPr>
          <w:color w:val="000000"/>
          <w:szCs w:val="24"/>
          <w:lang w:val="sr-Cyrl-RS"/>
        </w:rPr>
        <w:t>нешто ново</w:t>
      </w:r>
      <w:r w:rsidRPr="00A90824">
        <w:rPr>
          <w:color w:val="000000"/>
          <w:szCs w:val="24"/>
          <w:lang w:val="sr-Cyrl-RS"/>
        </w:rPr>
        <w:t xml:space="preserve">, како на плану технологије, тако и на плану регулативе, етике, филозофског разумевања и приступа, организационих </w:t>
      </w:r>
      <w:r w:rsidR="0040455C" w:rsidRPr="00A90824">
        <w:rPr>
          <w:color w:val="000000"/>
          <w:szCs w:val="24"/>
          <w:lang w:val="sr-Cyrl-RS"/>
        </w:rPr>
        <w:t>питања</w:t>
      </w:r>
      <w:r w:rsidRPr="00A90824">
        <w:rPr>
          <w:color w:val="000000"/>
          <w:szCs w:val="24"/>
          <w:lang w:val="sr-Cyrl-RS"/>
        </w:rPr>
        <w:t xml:space="preserve"> и бројних других аспеката. </w:t>
      </w:r>
      <w:r w:rsidR="00953DE8" w:rsidRPr="00A90824">
        <w:rPr>
          <w:color w:val="000000"/>
          <w:szCs w:val="24"/>
          <w:lang w:val="sr-Cyrl-RS"/>
        </w:rPr>
        <w:t>Због тога је значајно</w:t>
      </w:r>
      <w:r w:rsidRPr="00A90824">
        <w:rPr>
          <w:color w:val="000000"/>
          <w:szCs w:val="24"/>
          <w:lang w:val="sr-Cyrl-RS"/>
        </w:rPr>
        <w:t xml:space="preserve"> на прави начин </w:t>
      </w:r>
      <w:r w:rsidR="00953DE8" w:rsidRPr="00A90824">
        <w:rPr>
          <w:color w:val="000000"/>
          <w:szCs w:val="24"/>
          <w:lang w:val="sr-Cyrl-RS"/>
        </w:rPr>
        <w:t xml:space="preserve">одредити даљи стратешки </w:t>
      </w:r>
      <w:r w:rsidRPr="00A90824">
        <w:rPr>
          <w:color w:val="000000"/>
          <w:szCs w:val="24"/>
          <w:lang w:val="sr-Cyrl-RS"/>
        </w:rPr>
        <w:t>правац</w:t>
      </w:r>
      <w:r w:rsidR="00953DE8" w:rsidRPr="00A90824">
        <w:rPr>
          <w:color w:val="000000"/>
          <w:szCs w:val="24"/>
          <w:lang w:val="sr-Cyrl-RS"/>
        </w:rPr>
        <w:t xml:space="preserve"> развоја</w:t>
      </w:r>
      <w:r w:rsidRPr="00A90824">
        <w:rPr>
          <w:color w:val="000000"/>
          <w:szCs w:val="24"/>
          <w:lang w:val="sr-Cyrl-RS"/>
        </w:rPr>
        <w:t xml:space="preserve"> </w:t>
      </w:r>
      <w:r w:rsidR="00953DE8" w:rsidRPr="00A90824">
        <w:rPr>
          <w:color w:val="000000"/>
          <w:szCs w:val="24"/>
          <w:lang w:val="sr-Cyrl-RS"/>
        </w:rPr>
        <w:t>који ће одговорити на</w:t>
      </w:r>
      <w:r w:rsidRPr="00A90824">
        <w:rPr>
          <w:color w:val="000000"/>
          <w:szCs w:val="24"/>
          <w:lang w:val="sr-Cyrl-RS"/>
        </w:rPr>
        <w:t xml:space="preserve"> нове изазове</w:t>
      </w:r>
      <w:r w:rsidR="00953DE8" w:rsidRPr="00A90824">
        <w:rPr>
          <w:color w:val="000000"/>
          <w:szCs w:val="24"/>
          <w:lang w:val="sr-Cyrl-RS"/>
        </w:rPr>
        <w:t xml:space="preserve"> у области</w:t>
      </w:r>
      <w:r w:rsidRPr="00A90824">
        <w:rPr>
          <w:color w:val="000000"/>
          <w:szCs w:val="24"/>
          <w:lang w:val="sr-Cyrl-RS"/>
        </w:rPr>
        <w:t>.</w:t>
      </w:r>
    </w:p>
    <w:p w14:paraId="57EBB8BC" w14:textId="77777777" w:rsidR="00BE0C76" w:rsidRPr="00A90824" w:rsidRDefault="4D8FA496" w:rsidP="00BE0C76">
      <w:pPr>
        <w:rPr>
          <w:color w:val="000000"/>
          <w:szCs w:val="24"/>
          <w:lang w:val="sr-Cyrl-RS"/>
        </w:rPr>
      </w:pPr>
      <w:r w:rsidRPr="00A90824">
        <w:rPr>
          <w:color w:val="000000"/>
          <w:szCs w:val="24"/>
          <w:lang w:val="sr-Cyrl-RS"/>
        </w:rPr>
        <w:t xml:space="preserve">Потребно је да </w:t>
      </w:r>
      <w:r w:rsidR="00953DE8" w:rsidRPr="00A90824">
        <w:rPr>
          <w:color w:val="000000"/>
          <w:szCs w:val="24"/>
          <w:lang w:val="sr-Cyrl-RS"/>
        </w:rPr>
        <w:t xml:space="preserve">шира јавност </w:t>
      </w:r>
      <w:r w:rsidRPr="00A90824">
        <w:rPr>
          <w:color w:val="000000"/>
          <w:szCs w:val="24"/>
          <w:lang w:val="sr-Cyrl-RS"/>
        </w:rPr>
        <w:t xml:space="preserve">на прави начин разуме могућности и </w:t>
      </w:r>
      <w:r w:rsidR="00953DE8" w:rsidRPr="00A90824">
        <w:rPr>
          <w:color w:val="000000"/>
          <w:szCs w:val="24"/>
          <w:lang w:val="sr-Cyrl-RS"/>
        </w:rPr>
        <w:t xml:space="preserve">изазове </w:t>
      </w:r>
      <w:r w:rsidRPr="00A90824">
        <w:rPr>
          <w:color w:val="000000"/>
          <w:szCs w:val="24"/>
          <w:lang w:val="sr-Cyrl-RS"/>
        </w:rPr>
        <w:t>вештачке интелигенције</w:t>
      </w:r>
      <w:r w:rsidR="00953DE8" w:rsidRPr="00A90824">
        <w:rPr>
          <w:color w:val="000000"/>
          <w:szCs w:val="24"/>
          <w:lang w:val="sr-Cyrl-RS"/>
        </w:rPr>
        <w:t>, јер</w:t>
      </w:r>
      <w:r w:rsidRPr="00A90824">
        <w:rPr>
          <w:color w:val="000000"/>
          <w:szCs w:val="24"/>
          <w:lang w:val="sr-Cyrl-RS"/>
        </w:rPr>
        <w:t xml:space="preserve"> је још увек </w:t>
      </w:r>
      <w:r w:rsidR="00953DE8" w:rsidRPr="00A90824">
        <w:rPr>
          <w:color w:val="000000"/>
          <w:szCs w:val="24"/>
          <w:lang w:val="sr-Cyrl-RS"/>
        </w:rPr>
        <w:t xml:space="preserve">ова област </w:t>
      </w:r>
      <w:r w:rsidRPr="00A90824">
        <w:rPr>
          <w:color w:val="000000"/>
          <w:szCs w:val="24"/>
          <w:lang w:val="sr-Cyrl-RS"/>
        </w:rPr>
        <w:t xml:space="preserve">непознаница великом броју грађана, привредних субјеката, па и </w:t>
      </w:r>
      <w:r w:rsidR="00902FFA" w:rsidRPr="00A90824">
        <w:rPr>
          <w:color w:val="000000"/>
          <w:szCs w:val="24"/>
          <w:lang w:val="sr-Cyrl-RS"/>
        </w:rPr>
        <w:t xml:space="preserve">делу </w:t>
      </w:r>
      <w:r w:rsidRPr="00A90824">
        <w:rPr>
          <w:color w:val="000000"/>
          <w:szCs w:val="24"/>
          <w:lang w:val="sr-Cyrl-RS"/>
        </w:rPr>
        <w:t xml:space="preserve">академије. </w:t>
      </w:r>
      <w:r w:rsidR="00953DE8" w:rsidRPr="00A90824">
        <w:rPr>
          <w:color w:val="000000"/>
          <w:szCs w:val="24"/>
          <w:lang w:val="sr-Cyrl-RS"/>
        </w:rPr>
        <w:t>Бројне</w:t>
      </w:r>
      <w:r w:rsidRPr="00A90824">
        <w:rPr>
          <w:color w:val="000000"/>
          <w:szCs w:val="24"/>
          <w:lang w:val="sr-Cyrl-RS"/>
        </w:rPr>
        <w:t xml:space="preserve"> злоупотреб</w:t>
      </w:r>
      <w:r w:rsidR="00953DE8" w:rsidRPr="00A90824">
        <w:rPr>
          <w:color w:val="000000"/>
          <w:szCs w:val="24"/>
          <w:lang w:val="sr-Cyrl-RS"/>
        </w:rPr>
        <w:t>е</w:t>
      </w:r>
      <w:r w:rsidRPr="00A90824">
        <w:rPr>
          <w:color w:val="000000"/>
          <w:szCs w:val="24"/>
          <w:lang w:val="sr-Cyrl-RS"/>
        </w:rPr>
        <w:t xml:space="preserve">, самопромоције и преувеличавања </w:t>
      </w:r>
      <w:r w:rsidR="00953DE8" w:rsidRPr="00A90824">
        <w:rPr>
          <w:color w:val="000000"/>
          <w:szCs w:val="24"/>
          <w:lang w:val="sr-Cyrl-RS"/>
        </w:rPr>
        <w:t>могу</w:t>
      </w:r>
      <w:r w:rsidRPr="00A90824">
        <w:rPr>
          <w:color w:val="000000"/>
          <w:szCs w:val="24"/>
          <w:lang w:val="sr-Cyrl-RS"/>
        </w:rPr>
        <w:t xml:space="preserve"> створити искривљену слику о тренутном стању на пољу вештачке интелигенције. Опрез и потреба за одговорним развојем и применом </w:t>
      </w:r>
      <w:r w:rsidR="00953DE8" w:rsidRPr="00A90824">
        <w:rPr>
          <w:color w:val="000000"/>
          <w:szCs w:val="24"/>
          <w:lang w:val="sr-Cyrl-RS"/>
        </w:rPr>
        <w:t>је</w:t>
      </w:r>
      <w:r w:rsidRPr="00A90824">
        <w:rPr>
          <w:color w:val="000000"/>
          <w:szCs w:val="24"/>
          <w:lang w:val="sr-Cyrl-RS"/>
        </w:rPr>
        <w:t xml:space="preserve"> неопходна</w:t>
      </w:r>
      <w:r w:rsidR="0040455C" w:rsidRPr="00A90824">
        <w:rPr>
          <w:color w:val="000000"/>
          <w:szCs w:val="24"/>
          <w:lang w:val="sr-Cyrl-RS"/>
        </w:rPr>
        <w:t>, као и</w:t>
      </w:r>
      <w:r w:rsidRPr="00A90824">
        <w:rPr>
          <w:color w:val="000000"/>
          <w:szCs w:val="24"/>
          <w:lang w:val="sr-Cyrl-RS"/>
        </w:rPr>
        <w:t xml:space="preserve"> темељан приступ свим друштвеним чиниоцима и </w:t>
      </w:r>
      <w:r w:rsidR="00953DE8" w:rsidRPr="00A90824">
        <w:rPr>
          <w:color w:val="000000"/>
          <w:szCs w:val="24"/>
          <w:lang w:val="sr-Cyrl-RS"/>
        </w:rPr>
        <w:t>проналажење одговора на свако</w:t>
      </w:r>
      <w:r w:rsidRPr="00A90824">
        <w:rPr>
          <w:color w:val="000000"/>
          <w:szCs w:val="24"/>
          <w:lang w:val="sr-Cyrl-RS"/>
        </w:rPr>
        <w:t xml:space="preserve"> </w:t>
      </w:r>
      <w:r w:rsidR="00953DE8" w:rsidRPr="00A90824">
        <w:rPr>
          <w:color w:val="000000"/>
          <w:szCs w:val="24"/>
          <w:lang w:val="sr-Cyrl-RS"/>
        </w:rPr>
        <w:t xml:space="preserve">постављено </w:t>
      </w:r>
      <w:r w:rsidRPr="00A90824">
        <w:rPr>
          <w:color w:val="000000"/>
          <w:szCs w:val="24"/>
          <w:lang w:val="sr-Cyrl-RS"/>
        </w:rPr>
        <w:t>питањ</w:t>
      </w:r>
      <w:r w:rsidR="00953DE8" w:rsidRPr="00A90824">
        <w:rPr>
          <w:color w:val="000000"/>
          <w:szCs w:val="24"/>
          <w:lang w:val="sr-Cyrl-RS"/>
        </w:rPr>
        <w:t xml:space="preserve">е, односно унапређење видљивост и подизање свести о неопходности изучавања свих аспеката вештачке интелигенције. </w:t>
      </w:r>
    </w:p>
    <w:p w14:paraId="091AF165" w14:textId="77777777" w:rsidR="00902FFA" w:rsidRPr="00A90824" w:rsidRDefault="4D8FA496" w:rsidP="00BE0C76">
      <w:pPr>
        <w:rPr>
          <w:color w:val="000000"/>
          <w:szCs w:val="24"/>
          <w:lang w:val="sr-Cyrl-RS"/>
        </w:rPr>
      </w:pPr>
      <w:r w:rsidRPr="00A90824">
        <w:rPr>
          <w:color w:val="000000"/>
          <w:szCs w:val="24"/>
          <w:lang w:val="sr-Cyrl-RS"/>
        </w:rPr>
        <w:t xml:space="preserve">Примена решења вештачке интелигенције у образовању </w:t>
      </w:r>
      <w:r w:rsidR="00953DE8" w:rsidRPr="00A90824">
        <w:rPr>
          <w:color w:val="000000"/>
          <w:szCs w:val="24"/>
          <w:lang w:val="sr-Cyrl-RS"/>
        </w:rPr>
        <w:t>је бројна</w:t>
      </w:r>
      <w:r w:rsidRPr="00A90824">
        <w:rPr>
          <w:color w:val="000000"/>
          <w:szCs w:val="24"/>
          <w:lang w:val="sr-Cyrl-RS"/>
        </w:rPr>
        <w:t xml:space="preserve">. Између осталог, </w:t>
      </w:r>
      <w:r w:rsidR="00953DE8" w:rsidRPr="00A90824">
        <w:rPr>
          <w:color w:val="000000"/>
          <w:szCs w:val="24"/>
          <w:lang w:val="sr-Cyrl-RS"/>
        </w:rPr>
        <w:t>р</w:t>
      </w:r>
      <w:r w:rsidRPr="00A90824">
        <w:rPr>
          <w:color w:val="000000"/>
          <w:szCs w:val="24"/>
          <w:lang w:val="sr-Cyrl-RS"/>
        </w:rPr>
        <w:t xml:space="preserve">азвојем решења која користе вештачку интелигенцију у настави може се превазићи </w:t>
      </w:r>
      <w:r w:rsidR="00953DE8" w:rsidRPr="00A90824">
        <w:rPr>
          <w:color w:val="000000"/>
          <w:szCs w:val="24"/>
          <w:lang w:val="sr-Cyrl-RS"/>
        </w:rPr>
        <w:t>недовољан</w:t>
      </w:r>
      <w:r w:rsidRPr="00A90824">
        <w:rPr>
          <w:color w:val="000000"/>
          <w:szCs w:val="24"/>
          <w:lang w:val="sr-Cyrl-RS"/>
        </w:rPr>
        <w:t xml:space="preserve"> број наставног кадра у основним и средњим школама. То изискује претходну припрему</w:t>
      </w:r>
      <w:r w:rsidR="00D06F0C" w:rsidRPr="00A90824">
        <w:rPr>
          <w:color w:val="000000"/>
          <w:szCs w:val="24"/>
          <w:lang w:val="sr-Cyrl-RS"/>
        </w:rPr>
        <w:t xml:space="preserve"> свих учесника у систему образовања</w:t>
      </w:r>
      <w:r w:rsidRPr="00A90824">
        <w:rPr>
          <w:color w:val="000000"/>
          <w:szCs w:val="24"/>
          <w:lang w:val="sr-Cyrl-RS"/>
        </w:rPr>
        <w:t xml:space="preserve">, </w:t>
      </w:r>
      <w:r w:rsidR="00D06F0C" w:rsidRPr="00A90824">
        <w:rPr>
          <w:color w:val="000000"/>
          <w:szCs w:val="24"/>
          <w:lang w:val="sr-Cyrl-RS"/>
        </w:rPr>
        <w:t>како би се</w:t>
      </w:r>
      <w:r w:rsidRPr="00A90824">
        <w:rPr>
          <w:color w:val="000000"/>
          <w:szCs w:val="24"/>
          <w:lang w:val="sr-Cyrl-RS"/>
        </w:rPr>
        <w:t xml:space="preserve"> </w:t>
      </w:r>
      <w:r w:rsidR="5078E85F" w:rsidRPr="00A90824">
        <w:rPr>
          <w:color w:val="000000"/>
          <w:szCs w:val="24"/>
          <w:lang w:val="sr-Cyrl-RS"/>
        </w:rPr>
        <w:t xml:space="preserve">на </w:t>
      </w:r>
      <w:r w:rsidR="0040455C" w:rsidRPr="00A90824">
        <w:rPr>
          <w:color w:val="000000"/>
          <w:szCs w:val="24"/>
          <w:lang w:val="sr-Cyrl-RS"/>
        </w:rPr>
        <w:t>правилан</w:t>
      </w:r>
      <w:r w:rsidRPr="00A90824">
        <w:rPr>
          <w:color w:val="000000"/>
          <w:szCs w:val="24"/>
          <w:lang w:val="sr-Cyrl-RS"/>
        </w:rPr>
        <w:t xml:space="preserve"> начин корист</w:t>
      </w:r>
      <w:r w:rsidR="00D06F0C" w:rsidRPr="00A90824">
        <w:rPr>
          <w:color w:val="000000"/>
          <w:szCs w:val="24"/>
          <w:lang w:val="sr-Cyrl-RS"/>
        </w:rPr>
        <w:t>или</w:t>
      </w:r>
      <w:r w:rsidRPr="00A90824">
        <w:rPr>
          <w:color w:val="000000"/>
          <w:szCs w:val="24"/>
          <w:lang w:val="sr-Cyrl-RS"/>
        </w:rPr>
        <w:t xml:space="preserve"> </w:t>
      </w:r>
      <w:r w:rsidR="00D06F0C" w:rsidRPr="00A90824">
        <w:rPr>
          <w:color w:val="000000"/>
          <w:szCs w:val="24"/>
          <w:lang w:val="sr-Cyrl-RS"/>
        </w:rPr>
        <w:t>одговарајући</w:t>
      </w:r>
      <w:r w:rsidRPr="00A90824">
        <w:rPr>
          <w:color w:val="000000"/>
          <w:szCs w:val="24"/>
          <w:lang w:val="sr-Cyrl-RS"/>
        </w:rPr>
        <w:t xml:space="preserve"> алат</w:t>
      </w:r>
      <w:r w:rsidR="00D06F0C" w:rsidRPr="00A90824">
        <w:rPr>
          <w:color w:val="000000"/>
          <w:szCs w:val="24"/>
          <w:lang w:val="sr-Cyrl-RS"/>
        </w:rPr>
        <w:t>и</w:t>
      </w:r>
      <w:r w:rsidRPr="00A90824">
        <w:rPr>
          <w:color w:val="000000"/>
          <w:szCs w:val="24"/>
          <w:lang w:val="sr-Cyrl-RS"/>
        </w:rPr>
        <w:t xml:space="preserve">. </w:t>
      </w:r>
    </w:p>
    <w:p w14:paraId="69AB7526" w14:textId="77777777" w:rsidR="00BE0C76" w:rsidRPr="00A90824" w:rsidRDefault="009D1D37" w:rsidP="00BE0C76">
      <w:pPr>
        <w:rPr>
          <w:color w:val="000000"/>
          <w:szCs w:val="24"/>
          <w:lang w:val="sr-Cyrl-RS"/>
        </w:rPr>
      </w:pPr>
      <w:r w:rsidRPr="00A90824">
        <w:rPr>
          <w:color w:val="000000"/>
          <w:szCs w:val="24"/>
          <w:lang w:val="sr-Cyrl-RS"/>
        </w:rPr>
        <w:t>У високом образовању п</w:t>
      </w:r>
      <w:r w:rsidR="4D8FA496" w:rsidRPr="00A90824">
        <w:rPr>
          <w:color w:val="000000"/>
          <w:szCs w:val="24"/>
          <w:lang w:val="sr-Cyrl-RS"/>
        </w:rPr>
        <w:t>отребна је одређена стандардизација плана и програма вештачке интелигенције како би се обезбеди</w:t>
      </w:r>
      <w:r w:rsidRPr="00A90824">
        <w:rPr>
          <w:color w:val="000000"/>
          <w:szCs w:val="24"/>
          <w:lang w:val="sr-Cyrl-RS"/>
        </w:rPr>
        <w:t>ло</w:t>
      </w:r>
      <w:r w:rsidR="4D8FA496" w:rsidRPr="00A90824">
        <w:rPr>
          <w:color w:val="000000"/>
          <w:szCs w:val="24"/>
          <w:lang w:val="sr-Cyrl-RS"/>
        </w:rPr>
        <w:t xml:space="preserve"> </w:t>
      </w:r>
      <w:r w:rsidRPr="00A90824">
        <w:rPr>
          <w:color w:val="000000"/>
          <w:szCs w:val="24"/>
          <w:lang w:val="sr-Cyrl-RS"/>
        </w:rPr>
        <w:t xml:space="preserve">квалитетно и </w:t>
      </w:r>
      <w:r w:rsidR="4D8FA496" w:rsidRPr="00A90824">
        <w:rPr>
          <w:color w:val="000000"/>
          <w:szCs w:val="24"/>
          <w:lang w:val="sr-Cyrl-RS"/>
        </w:rPr>
        <w:t xml:space="preserve">поуздано образовање у овој области. </w:t>
      </w:r>
      <w:r w:rsidRPr="00A90824">
        <w:rPr>
          <w:color w:val="000000"/>
          <w:szCs w:val="24"/>
          <w:lang w:val="sr-Cyrl-RS"/>
        </w:rPr>
        <w:t>В</w:t>
      </w:r>
      <w:r w:rsidR="4D8FA496" w:rsidRPr="00A90824">
        <w:rPr>
          <w:color w:val="000000"/>
          <w:szCs w:val="24"/>
          <w:lang w:val="sr-Cyrl-RS"/>
        </w:rPr>
        <w:t xml:space="preserve">ажно </w:t>
      </w:r>
      <w:r w:rsidRPr="00A90824">
        <w:rPr>
          <w:color w:val="000000"/>
          <w:szCs w:val="24"/>
          <w:lang w:val="sr-Cyrl-RS"/>
        </w:rPr>
        <w:t xml:space="preserve">је </w:t>
      </w:r>
      <w:r w:rsidR="4D8FA496" w:rsidRPr="00A90824">
        <w:rPr>
          <w:color w:val="000000"/>
          <w:szCs w:val="24"/>
          <w:lang w:val="sr-Cyrl-RS"/>
        </w:rPr>
        <w:t xml:space="preserve">програме </w:t>
      </w:r>
      <w:r w:rsidRPr="00A90824">
        <w:rPr>
          <w:color w:val="000000"/>
          <w:szCs w:val="24"/>
          <w:lang w:val="sr-Cyrl-RS"/>
        </w:rPr>
        <w:t xml:space="preserve">реализовати </w:t>
      </w:r>
      <w:r w:rsidR="4D8FA496" w:rsidRPr="00A90824">
        <w:rPr>
          <w:color w:val="000000"/>
          <w:szCs w:val="24"/>
          <w:lang w:val="sr-Cyrl-RS"/>
        </w:rPr>
        <w:t xml:space="preserve">и </w:t>
      </w:r>
      <w:r w:rsidR="00FF09C8" w:rsidRPr="00A90824">
        <w:rPr>
          <w:color w:val="000000"/>
          <w:szCs w:val="24"/>
          <w:lang w:val="sr-Cyrl-RS"/>
        </w:rPr>
        <w:t>на не-</w:t>
      </w:r>
      <w:r w:rsidR="4D8FA496" w:rsidRPr="00A90824">
        <w:rPr>
          <w:color w:val="000000"/>
          <w:szCs w:val="24"/>
          <w:lang w:val="sr-Cyrl-RS"/>
        </w:rPr>
        <w:t>технички</w:t>
      </w:r>
      <w:r w:rsidR="00FF09C8" w:rsidRPr="00A90824">
        <w:rPr>
          <w:color w:val="000000"/>
          <w:szCs w:val="24"/>
          <w:lang w:val="sr-Cyrl-RS"/>
        </w:rPr>
        <w:t>м</w:t>
      </w:r>
      <w:r w:rsidR="4D8FA496" w:rsidRPr="00A90824">
        <w:rPr>
          <w:color w:val="000000"/>
          <w:szCs w:val="24"/>
          <w:lang w:val="sr-Cyrl-RS"/>
        </w:rPr>
        <w:t xml:space="preserve"> факултет</w:t>
      </w:r>
      <w:r w:rsidR="00FF09C8" w:rsidRPr="00A90824">
        <w:rPr>
          <w:color w:val="000000"/>
          <w:szCs w:val="24"/>
          <w:lang w:val="sr-Cyrl-RS"/>
        </w:rPr>
        <w:t>има</w:t>
      </w:r>
      <w:r w:rsidR="4D8FA496" w:rsidRPr="00A90824">
        <w:rPr>
          <w:color w:val="000000"/>
          <w:szCs w:val="24"/>
          <w:lang w:val="sr-Cyrl-RS"/>
        </w:rPr>
        <w:t xml:space="preserve"> јер су </w:t>
      </w:r>
      <w:r w:rsidRPr="00A90824">
        <w:rPr>
          <w:color w:val="000000"/>
          <w:szCs w:val="24"/>
          <w:lang w:val="sr-Cyrl-RS"/>
        </w:rPr>
        <w:t xml:space="preserve">за </w:t>
      </w:r>
      <w:r w:rsidR="4D8FA496" w:rsidRPr="00A90824">
        <w:rPr>
          <w:color w:val="000000"/>
          <w:szCs w:val="24"/>
          <w:lang w:val="sr-Cyrl-RS"/>
        </w:rPr>
        <w:t>развој и примен</w:t>
      </w:r>
      <w:r w:rsidR="006B60C8" w:rsidRPr="00A90824">
        <w:rPr>
          <w:color w:val="000000"/>
          <w:szCs w:val="24"/>
          <w:lang w:val="sr-Cyrl-RS"/>
        </w:rPr>
        <w:t>у</w:t>
      </w:r>
      <w:r w:rsidR="4D8FA496" w:rsidRPr="00A90824">
        <w:rPr>
          <w:color w:val="000000"/>
          <w:szCs w:val="24"/>
          <w:lang w:val="sr-Cyrl-RS"/>
        </w:rPr>
        <w:t xml:space="preserve"> </w:t>
      </w:r>
      <w:r w:rsidRPr="00A90824">
        <w:rPr>
          <w:color w:val="000000"/>
          <w:szCs w:val="24"/>
          <w:lang w:val="sr-Cyrl-RS"/>
        </w:rPr>
        <w:t>неопходни</w:t>
      </w:r>
      <w:r w:rsidR="4D8FA496" w:rsidRPr="00A90824">
        <w:rPr>
          <w:color w:val="000000"/>
          <w:szCs w:val="24"/>
          <w:lang w:val="sr-Cyrl-RS"/>
        </w:rPr>
        <w:t xml:space="preserve"> доменски стручња</w:t>
      </w:r>
      <w:r w:rsidRPr="00A90824">
        <w:rPr>
          <w:color w:val="000000"/>
          <w:szCs w:val="24"/>
          <w:lang w:val="sr-Cyrl-RS"/>
        </w:rPr>
        <w:t>ци у многим областима</w:t>
      </w:r>
      <w:r w:rsidR="4D8FA496" w:rsidRPr="00A90824">
        <w:rPr>
          <w:color w:val="000000"/>
          <w:szCs w:val="24"/>
          <w:lang w:val="sr-Cyrl-RS"/>
        </w:rPr>
        <w:t>.</w:t>
      </w:r>
    </w:p>
    <w:p w14:paraId="71BA1B41" w14:textId="77777777" w:rsidR="00BE0C76" w:rsidRPr="00A90824" w:rsidRDefault="00EF5F07" w:rsidP="00BE0C76">
      <w:pPr>
        <w:rPr>
          <w:color w:val="000000"/>
          <w:szCs w:val="24"/>
          <w:lang w:val="sr-Cyrl-RS"/>
        </w:rPr>
      </w:pPr>
      <w:r w:rsidRPr="00A90824">
        <w:rPr>
          <w:color w:val="000000"/>
          <w:szCs w:val="24"/>
          <w:lang w:val="sr-Cyrl-RS"/>
        </w:rPr>
        <w:t>Адекватна</w:t>
      </w:r>
      <w:r w:rsidR="4D8FA496" w:rsidRPr="00A90824">
        <w:rPr>
          <w:color w:val="000000"/>
          <w:szCs w:val="24"/>
          <w:lang w:val="sr-Cyrl-RS"/>
        </w:rPr>
        <w:t xml:space="preserve"> промоција </w:t>
      </w:r>
      <w:r w:rsidR="0040455C" w:rsidRPr="00A90824">
        <w:rPr>
          <w:color w:val="000000"/>
          <w:szCs w:val="24"/>
          <w:lang w:val="sr-Cyrl-RS"/>
        </w:rPr>
        <w:t>потенцијала</w:t>
      </w:r>
      <w:r w:rsidR="4D8FA496" w:rsidRPr="00A90824">
        <w:rPr>
          <w:color w:val="000000"/>
          <w:szCs w:val="24"/>
          <w:lang w:val="sr-Cyrl-RS"/>
        </w:rPr>
        <w:t xml:space="preserve"> вештачке интелигенције значајно може доприне</w:t>
      </w:r>
      <w:r w:rsidR="0040455C" w:rsidRPr="00A90824">
        <w:rPr>
          <w:color w:val="000000"/>
          <w:szCs w:val="24"/>
          <w:lang w:val="sr-Cyrl-RS"/>
        </w:rPr>
        <w:t>ти</w:t>
      </w:r>
      <w:r w:rsidR="4D8FA496" w:rsidRPr="00A90824">
        <w:rPr>
          <w:color w:val="000000"/>
          <w:szCs w:val="24"/>
          <w:lang w:val="sr-Cyrl-RS"/>
        </w:rPr>
        <w:t xml:space="preserve"> </w:t>
      </w:r>
      <w:r w:rsidRPr="00A90824">
        <w:rPr>
          <w:color w:val="000000"/>
          <w:szCs w:val="24"/>
          <w:lang w:val="sr-Cyrl-RS"/>
        </w:rPr>
        <w:t>правилној</w:t>
      </w:r>
      <w:r w:rsidR="4D8FA496" w:rsidRPr="00A90824">
        <w:rPr>
          <w:color w:val="000000"/>
          <w:szCs w:val="24"/>
          <w:lang w:val="sr-Cyrl-RS"/>
        </w:rPr>
        <w:t xml:space="preserve"> примени и убрза</w:t>
      </w:r>
      <w:r w:rsidR="0040455C" w:rsidRPr="00A90824">
        <w:rPr>
          <w:color w:val="000000"/>
          <w:szCs w:val="24"/>
          <w:lang w:val="sr-Cyrl-RS"/>
        </w:rPr>
        <w:t>ти</w:t>
      </w:r>
      <w:r w:rsidR="4D8FA496" w:rsidRPr="00A90824">
        <w:rPr>
          <w:color w:val="000000"/>
          <w:szCs w:val="24"/>
          <w:lang w:val="sr-Cyrl-RS"/>
        </w:rPr>
        <w:t xml:space="preserve"> економски и друштвени развој земље. Неке од могућности на овом пољу укључују спровођење обука на свим нивоима, промоцију кроз </w:t>
      </w:r>
      <w:r w:rsidRPr="00A90824">
        <w:rPr>
          <w:color w:val="000000"/>
          <w:szCs w:val="24"/>
          <w:lang w:val="sr-Cyrl-RS"/>
        </w:rPr>
        <w:t>све канале комуникације</w:t>
      </w:r>
      <w:r w:rsidR="4D8FA496" w:rsidRPr="00A90824">
        <w:rPr>
          <w:color w:val="000000"/>
          <w:szCs w:val="24"/>
          <w:lang w:val="sr-Cyrl-RS"/>
        </w:rPr>
        <w:t xml:space="preserve">, демонстрацију решења вештачке интелигенције на важним друштвеним догађајима, излагање достигнућа вештачке интелигенције широј јавности и др. </w:t>
      </w:r>
      <w:r w:rsidRPr="00A90824">
        <w:rPr>
          <w:color w:val="000000"/>
          <w:szCs w:val="24"/>
          <w:lang w:val="sr-Cyrl-RS"/>
        </w:rPr>
        <w:t>П</w:t>
      </w:r>
      <w:r w:rsidR="4D8FA496" w:rsidRPr="00A90824">
        <w:rPr>
          <w:color w:val="000000"/>
          <w:szCs w:val="24"/>
          <w:lang w:val="sr-Cyrl-RS"/>
        </w:rPr>
        <w:t>ознавање</w:t>
      </w:r>
      <w:r w:rsidRPr="00A90824">
        <w:rPr>
          <w:color w:val="000000"/>
          <w:szCs w:val="24"/>
          <w:lang w:val="sr-Cyrl-RS"/>
        </w:rPr>
        <w:t xml:space="preserve"> и разумевање</w:t>
      </w:r>
      <w:r w:rsidR="4D8FA496" w:rsidRPr="00A90824">
        <w:rPr>
          <w:color w:val="000000"/>
          <w:szCs w:val="24"/>
          <w:lang w:val="sr-Cyrl-RS"/>
        </w:rPr>
        <w:t xml:space="preserve"> вештачке интелигенције треба да постане корисно </w:t>
      </w:r>
      <w:r w:rsidRPr="00A90824">
        <w:rPr>
          <w:color w:val="000000"/>
          <w:szCs w:val="24"/>
          <w:lang w:val="sr-Cyrl-RS"/>
        </w:rPr>
        <w:t>сваком појединцу</w:t>
      </w:r>
      <w:r w:rsidR="4D8FA496" w:rsidRPr="00A90824">
        <w:rPr>
          <w:color w:val="000000"/>
          <w:szCs w:val="24"/>
          <w:lang w:val="sr-Cyrl-RS"/>
        </w:rPr>
        <w:t xml:space="preserve"> и друштву у целини. </w:t>
      </w:r>
    </w:p>
    <w:p w14:paraId="0BB46E66" w14:textId="77777777" w:rsidR="000F23B3" w:rsidRPr="00A90824" w:rsidRDefault="00EF5F07" w:rsidP="00B505AC">
      <w:pPr>
        <w:rPr>
          <w:color w:val="000000"/>
          <w:szCs w:val="24"/>
          <w:lang w:val="sr-Cyrl-RS"/>
        </w:rPr>
      </w:pPr>
      <w:r w:rsidRPr="00A90824">
        <w:rPr>
          <w:color w:val="000000"/>
          <w:szCs w:val="24"/>
          <w:lang w:val="sr-Cyrl-RS"/>
        </w:rPr>
        <w:t>В</w:t>
      </w:r>
      <w:r w:rsidR="00B505AC" w:rsidRPr="00A90824">
        <w:rPr>
          <w:color w:val="000000"/>
          <w:szCs w:val="24"/>
          <w:lang w:val="sr-Cyrl-RS"/>
        </w:rPr>
        <w:t xml:space="preserve">ештачка интелигенција носи и одређене ризике на које треба </w:t>
      </w:r>
      <w:r w:rsidR="0040455C" w:rsidRPr="00A90824">
        <w:rPr>
          <w:color w:val="000000"/>
          <w:szCs w:val="24"/>
          <w:lang w:val="sr-Cyrl-RS"/>
        </w:rPr>
        <w:t xml:space="preserve">посебно </w:t>
      </w:r>
      <w:r w:rsidR="00B505AC" w:rsidRPr="00A90824">
        <w:rPr>
          <w:color w:val="000000"/>
          <w:szCs w:val="24"/>
          <w:lang w:val="sr-Cyrl-RS"/>
        </w:rPr>
        <w:t xml:space="preserve">обратити пажњу. Ту спадају свесна или несвесна пристрасност приликом тренирања </w:t>
      </w:r>
      <w:r w:rsidR="000F23B3" w:rsidRPr="00A90824">
        <w:rPr>
          <w:color w:val="000000"/>
          <w:szCs w:val="24"/>
          <w:lang w:val="sr-Cyrl-RS"/>
        </w:rPr>
        <w:t xml:space="preserve">модела </w:t>
      </w:r>
      <w:r w:rsidR="00B505AC" w:rsidRPr="00A90824">
        <w:rPr>
          <w:color w:val="000000"/>
          <w:szCs w:val="24"/>
          <w:lang w:val="sr-Cyrl-RS"/>
        </w:rPr>
        <w:t>која може довести до дискриминације или појачавања одређених трендова</w:t>
      </w:r>
      <w:r w:rsidR="000F23B3" w:rsidRPr="00A90824">
        <w:rPr>
          <w:color w:val="000000"/>
          <w:szCs w:val="24"/>
          <w:lang w:val="sr-Cyrl-RS"/>
        </w:rPr>
        <w:t xml:space="preserve"> који могу бити и негативни</w:t>
      </w:r>
      <w:r w:rsidRPr="00A90824">
        <w:rPr>
          <w:color w:val="000000"/>
          <w:szCs w:val="24"/>
          <w:lang w:val="sr-Cyrl-RS"/>
        </w:rPr>
        <w:t>, када</w:t>
      </w:r>
      <w:r w:rsidR="000F23B3" w:rsidRPr="00A90824">
        <w:rPr>
          <w:color w:val="000000"/>
          <w:szCs w:val="24"/>
          <w:lang w:val="sr-Cyrl-RS"/>
        </w:rPr>
        <w:t xml:space="preserve"> </w:t>
      </w:r>
      <w:r w:rsidR="0040455C" w:rsidRPr="00A90824">
        <w:rPr>
          <w:color w:val="000000"/>
          <w:szCs w:val="24"/>
          <w:lang w:val="sr-Cyrl-RS"/>
        </w:rPr>
        <w:t>је неопходно</w:t>
      </w:r>
      <w:r w:rsidR="000F23B3" w:rsidRPr="00A90824">
        <w:rPr>
          <w:color w:val="000000"/>
          <w:szCs w:val="24"/>
          <w:lang w:val="sr-Cyrl-RS"/>
        </w:rPr>
        <w:t xml:space="preserve"> интервенисати</w:t>
      </w:r>
      <w:r w:rsidR="00B505AC" w:rsidRPr="00A90824">
        <w:rPr>
          <w:color w:val="000000"/>
          <w:szCs w:val="24"/>
          <w:lang w:val="sr-Cyrl-RS"/>
        </w:rPr>
        <w:t xml:space="preserve">. </w:t>
      </w:r>
      <w:r w:rsidR="000F23B3" w:rsidRPr="00A90824">
        <w:rPr>
          <w:color w:val="000000"/>
          <w:szCs w:val="24"/>
          <w:lang w:val="sr-Cyrl-RS"/>
        </w:rPr>
        <w:t xml:space="preserve">Нарочито је </w:t>
      </w:r>
      <w:r w:rsidR="00E35733" w:rsidRPr="00A90824">
        <w:rPr>
          <w:color w:val="000000"/>
          <w:szCs w:val="24"/>
          <w:lang w:val="sr-Cyrl-RS"/>
        </w:rPr>
        <w:t>важно</w:t>
      </w:r>
      <w:r w:rsidR="000F23B3" w:rsidRPr="00A90824">
        <w:rPr>
          <w:color w:val="000000"/>
          <w:szCs w:val="24"/>
          <w:lang w:val="sr-Cyrl-RS"/>
        </w:rPr>
        <w:t xml:space="preserve"> водити рачуна о овоме у </w:t>
      </w:r>
      <w:r w:rsidRPr="00A90824">
        <w:rPr>
          <w:color w:val="000000"/>
          <w:szCs w:val="24"/>
          <w:lang w:val="sr-Cyrl-RS"/>
        </w:rPr>
        <w:t xml:space="preserve">поступцима </w:t>
      </w:r>
      <w:r w:rsidR="000F23B3" w:rsidRPr="00A90824">
        <w:rPr>
          <w:color w:val="000000"/>
          <w:szCs w:val="24"/>
          <w:lang w:val="sr-Cyrl-RS"/>
        </w:rPr>
        <w:t xml:space="preserve">остваривања права као што су упис у школу, запошљавање, </w:t>
      </w:r>
      <w:r w:rsidR="00B505AC" w:rsidRPr="00A90824">
        <w:rPr>
          <w:color w:val="000000"/>
          <w:szCs w:val="24"/>
          <w:lang w:val="sr-Cyrl-RS"/>
        </w:rPr>
        <w:t>кредитирањ</w:t>
      </w:r>
      <w:r w:rsidR="000F23B3" w:rsidRPr="00A90824">
        <w:rPr>
          <w:color w:val="000000"/>
          <w:szCs w:val="24"/>
          <w:lang w:val="sr-Cyrl-RS"/>
        </w:rPr>
        <w:t>е, осигурање, пријав</w:t>
      </w:r>
      <w:r w:rsidRPr="00A90824">
        <w:rPr>
          <w:color w:val="000000"/>
          <w:szCs w:val="24"/>
          <w:lang w:val="sr-Cyrl-RS"/>
        </w:rPr>
        <w:t>а</w:t>
      </w:r>
      <w:r w:rsidR="000F23B3" w:rsidRPr="00A90824">
        <w:rPr>
          <w:color w:val="000000"/>
          <w:szCs w:val="24"/>
          <w:lang w:val="sr-Cyrl-RS"/>
        </w:rPr>
        <w:t xml:space="preserve"> на различите врсте конкурса и др</w:t>
      </w:r>
      <w:r w:rsidR="00B505AC" w:rsidRPr="00A90824">
        <w:rPr>
          <w:color w:val="000000"/>
          <w:szCs w:val="24"/>
          <w:lang w:val="sr-Cyrl-RS"/>
        </w:rPr>
        <w:t xml:space="preserve">. </w:t>
      </w:r>
      <w:r w:rsidR="000F23B3" w:rsidRPr="00A90824">
        <w:rPr>
          <w:color w:val="000000"/>
          <w:szCs w:val="24"/>
          <w:lang w:val="sr-Cyrl-RS"/>
        </w:rPr>
        <w:t>Да би се овај ризик умањио или отклонио неопходно</w:t>
      </w:r>
      <w:r w:rsidR="002E1F58" w:rsidRPr="00A90824">
        <w:rPr>
          <w:color w:val="000000"/>
          <w:szCs w:val="24"/>
          <w:lang w:val="sr-Cyrl-RS"/>
        </w:rPr>
        <w:t xml:space="preserve"> је увести строга правила за корекцију</w:t>
      </w:r>
      <w:r w:rsidR="000F23B3" w:rsidRPr="00A90824">
        <w:rPr>
          <w:color w:val="000000"/>
          <w:szCs w:val="24"/>
          <w:lang w:val="sr-Cyrl-RS"/>
        </w:rPr>
        <w:t xml:space="preserve"> и надзор над развојем и радом система вештачке интелигенције</w:t>
      </w:r>
      <w:r w:rsidR="00E35733" w:rsidRPr="00A90824">
        <w:rPr>
          <w:color w:val="000000"/>
          <w:szCs w:val="24"/>
          <w:lang w:val="sr-Cyrl-RS"/>
        </w:rPr>
        <w:t xml:space="preserve"> и модела</w:t>
      </w:r>
      <w:r w:rsidR="002E1F58" w:rsidRPr="00A90824">
        <w:rPr>
          <w:color w:val="000000"/>
          <w:szCs w:val="24"/>
          <w:lang w:val="sr-Cyrl-RS"/>
        </w:rPr>
        <w:t>.</w:t>
      </w:r>
      <w:r w:rsidR="00B505AC" w:rsidRPr="00A90824">
        <w:rPr>
          <w:color w:val="000000"/>
          <w:szCs w:val="24"/>
          <w:lang w:val="sr-Cyrl-RS"/>
        </w:rPr>
        <w:t xml:space="preserve"> </w:t>
      </w:r>
      <w:r w:rsidRPr="00A90824">
        <w:rPr>
          <w:color w:val="000000"/>
          <w:szCs w:val="24"/>
          <w:lang w:val="sr-Cyrl-RS"/>
        </w:rPr>
        <w:t>Р</w:t>
      </w:r>
      <w:r w:rsidR="00B505AC" w:rsidRPr="00A90824">
        <w:rPr>
          <w:color w:val="000000"/>
          <w:szCs w:val="24"/>
          <w:lang w:val="sr-Cyrl-RS"/>
        </w:rPr>
        <w:t xml:space="preserve">изици </w:t>
      </w:r>
      <w:r w:rsidRPr="00A90824">
        <w:rPr>
          <w:color w:val="000000"/>
          <w:szCs w:val="24"/>
          <w:lang w:val="sr-Cyrl-RS"/>
        </w:rPr>
        <w:t xml:space="preserve">постоје и </w:t>
      </w:r>
      <w:r w:rsidR="00B505AC" w:rsidRPr="00A90824">
        <w:rPr>
          <w:color w:val="000000"/>
          <w:szCs w:val="24"/>
          <w:lang w:val="sr-Cyrl-RS"/>
        </w:rPr>
        <w:t xml:space="preserve">у погледу повреде права на приватност </w:t>
      </w:r>
      <w:r w:rsidR="002E1F58" w:rsidRPr="00A90824">
        <w:rPr>
          <w:color w:val="000000"/>
          <w:szCs w:val="24"/>
          <w:lang w:val="sr-Cyrl-RS"/>
        </w:rPr>
        <w:t xml:space="preserve">због прикупљања и обраде </w:t>
      </w:r>
      <w:r w:rsidRPr="00A90824">
        <w:rPr>
          <w:color w:val="000000"/>
          <w:szCs w:val="24"/>
          <w:lang w:val="sr-Cyrl-RS"/>
        </w:rPr>
        <w:t xml:space="preserve">велике количине </w:t>
      </w:r>
      <w:r w:rsidR="002E1F58" w:rsidRPr="00A90824">
        <w:rPr>
          <w:color w:val="000000"/>
          <w:szCs w:val="24"/>
          <w:lang w:val="sr-Cyrl-RS"/>
        </w:rPr>
        <w:t xml:space="preserve">података. Због тога је потребно </w:t>
      </w:r>
      <w:r w:rsidRPr="00A90824">
        <w:rPr>
          <w:color w:val="000000"/>
          <w:szCs w:val="24"/>
          <w:lang w:val="sr-Cyrl-RS"/>
        </w:rPr>
        <w:t>са посебном пажњом</w:t>
      </w:r>
      <w:r w:rsidR="002E1F58" w:rsidRPr="00A90824">
        <w:rPr>
          <w:color w:val="000000"/>
          <w:szCs w:val="24"/>
          <w:lang w:val="sr-Cyrl-RS"/>
        </w:rPr>
        <w:t xml:space="preserve"> регулисати</w:t>
      </w:r>
      <w:r w:rsidR="00B505AC" w:rsidRPr="00A90824">
        <w:rPr>
          <w:color w:val="000000"/>
          <w:szCs w:val="24"/>
          <w:lang w:val="sr-Cyrl-RS"/>
        </w:rPr>
        <w:t xml:space="preserve"> масовно прикупљање података</w:t>
      </w:r>
      <w:r w:rsidRPr="00A90824">
        <w:rPr>
          <w:color w:val="000000"/>
          <w:szCs w:val="24"/>
          <w:lang w:val="sr-Cyrl-RS"/>
        </w:rPr>
        <w:t xml:space="preserve"> </w:t>
      </w:r>
      <w:r w:rsidR="00B505AC" w:rsidRPr="00A90824">
        <w:rPr>
          <w:color w:val="000000"/>
          <w:szCs w:val="24"/>
          <w:lang w:val="sr-Cyrl-RS"/>
        </w:rPr>
        <w:t>путем система надзора</w:t>
      </w:r>
      <w:r w:rsidR="002E1F58" w:rsidRPr="00A90824">
        <w:rPr>
          <w:color w:val="000000"/>
          <w:szCs w:val="24"/>
          <w:lang w:val="sr-Cyrl-RS"/>
        </w:rPr>
        <w:t>, са интернета, друштвених мрежа и сл</w:t>
      </w:r>
      <w:r w:rsidR="00B505AC" w:rsidRPr="00A90824">
        <w:rPr>
          <w:color w:val="000000"/>
          <w:szCs w:val="24"/>
          <w:lang w:val="sr-Cyrl-RS"/>
        </w:rPr>
        <w:t xml:space="preserve">. Препознавање лица, праћење кретања, праћење навика и активности на интернету, друштвеним мрежама па и у окружењу </w:t>
      </w:r>
      <w:r w:rsidRPr="00A90824">
        <w:rPr>
          <w:color w:val="000000"/>
          <w:szCs w:val="24"/>
          <w:lang w:val="sr-Cyrl-RS"/>
        </w:rPr>
        <w:t>унапређено је уз коришћење посебних алата вештачке интелигенције, тако да је</w:t>
      </w:r>
      <w:r w:rsidR="00793CBA" w:rsidRPr="00A90824">
        <w:rPr>
          <w:color w:val="000000"/>
          <w:szCs w:val="24"/>
          <w:lang w:val="sr-Cyrl-RS"/>
        </w:rPr>
        <w:t xml:space="preserve"> </w:t>
      </w:r>
      <w:r w:rsidRPr="00A90824">
        <w:rPr>
          <w:color w:val="000000"/>
          <w:szCs w:val="24"/>
          <w:lang w:val="sr-Cyrl-RS"/>
        </w:rPr>
        <w:t>п</w:t>
      </w:r>
      <w:r w:rsidR="00793CBA" w:rsidRPr="00A90824">
        <w:rPr>
          <w:color w:val="000000"/>
          <w:szCs w:val="24"/>
          <w:lang w:val="sr-Cyrl-RS"/>
        </w:rPr>
        <w:t xml:space="preserve">отреба за подацима </w:t>
      </w:r>
      <w:r w:rsidRPr="00A90824">
        <w:rPr>
          <w:color w:val="000000"/>
          <w:szCs w:val="24"/>
          <w:lang w:val="sr-Cyrl-RS"/>
        </w:rPr>
        <w:t>дов</w:t>
      </w:r>
      <w:r w:rsidR="00DB6BBC" w:rsidRPr="00A90824">
        <w:rPr>
          <w:color w:val="000000"/>
          <w:szCs w:val="24"/>
          <w:lang w:val="sr-Cyrl-RS"/>
        </w:rPr>
        <w:t>ела</w:t>
      </w:r>
      <w:r w:rsidRPr="00A90824">
        <w:rPr>
          <w:color w:val="000000"/>
          <w:szCs w:val="24"/>
          <w:lang w:val="sr-Cyrl-RS"/>
        </w:rPr>
        <w:t xml:space="preserve"> до</w:t>
      </w:r>
      <w:r w:rsidR="00793CBA" w:rsidRPr="00A90824">
        <w:rPr>
          <w:color w:val="000000"/>
          <w:szCs w:val="24"/>
          <w:lang w:val="sr-Cyrl-RS"/>
        </w:rPr>
        <w:t xml:space="preserve"> </w:t>
      </w:r>
      <w:r w:rsidR="00DB6BBC" w:rsidRPr="00A90824">
        <w:rPr>
          <w:color w:val="000000"/>
          <w:szCs w:val="24"/>
          <w:lang w:val="sr-Cyrl-RS"/>
        </w:rPr>
        <w:t xml:space="preserve">обраде података </w:t>
      </w:r>
      <w:r w:rsidR="00793CBA" w:rsidRPr="00A90824">
        <w:rPr>
          <w:color w:val="000000"/>
          <w:szCs w:val="24"/>
          <w:lang w:val="sr-Cyrl-RS"/>
        </w:rPr>
        <w:t>кој</w:t>
      </w:r>
      <w:r w:rsidR="00DB6BBC" w:rsidRPr="00A90824">
        <w:rPr>
          <w:color w:val="000000"/>
          <w:szCs w:val="24"/>
          <w:lang w:val="sr-Cyrl-RS"/>
        </w:rPr>
        <w:t>а</w:t>
      </w:r>
      <w:r w:rsidR="00793CBA" w:rsidRPr="00A90824">
        <w:rPr>
          <w:color w:val="000000"/>
          <w:szCs w:val="24"/>
          <w:lang w:val="sr-Cyrl-RS"/>
        </w:rPr>
        <w:t xml:space="preserve"> </w:t>
      </w:r>
      <w:r w:rsidR="00DB6BBC" w:rsidRPr="00A90824">
        <w:rPr>
          <w:color w:val="000000"/>
          <w:szCs w:val="24"/>
          <w:lang w:val="sr-Cyrl-RS"/>
        </w:rPr>
        <w:t xml:space="preserve">често није </w:t>
      </w:r>
      <w:r w:rsidR="00793CBA" w:rsidRPr="00A90824">
        <w:rPr>
          <w:color w:val="000000"/>
          <w:szCs w:val="24"/>
          <w:lang w:val="sr-Cyrl-RS"/>
        </w:rPr>
        <w:t>правно регулисан</w:t>
      </w:r>
      <w:r w:rsidR="00DB6BBC" w:rsidRPr="00A90824">
        <w:rPr>
          <w:color w:val="000000"/>
          <w:szCs w:val="24"/>
          <w:lang w:val="sr-Cyrl-RS"/>
        </w:rPr>
        <w:t>а</w:t>
      </w:r>
      <w:r w:rsidR="00793CBA" w:rsidRPr="00A90824">
        <w:rPr>
          <w:color w:val="000000"/>
          <w:szCs w:val="24"/>
          <w:lang w:val="sr-Cyrl-RS"/>
        </w:rPr>
        <w:t xml:space="preserve">. </w:t>
      </w:r>
      <w:r w:rsidR="00902FFA" w:rsidRPr="00A90824">
        <w:rPr>
          <w:color w:val="000000"/>
          <w:szCs w:val="24"/>
          <w:lang w:val="sr-Cyrl-RS"/>
        </w:rPr>
        <w:t xml:space="preserve">Једно од отворених питања је и питање транспарентности рада система вештачке интелигенције, с обзиром на то да сам поступак може бити недовољно познат и јасан. </w:t>
      </w:r>
      <w:r w:rsidR="00DB6BBC" w:rsidRPr="00A90824">
        <w:rPr>
          <w:color w:val="000000"/>
          <w:szCs w:val="24"/>
          <w:lang w:val="sr-Cyrl-RS"/>
        </w:rPr>
        <w:t>Због тога је важно</w:t>
      </w:r>
      <w:r w:rsidR="00902FFA" w:rsidRPr="00A90824">
        <w:rPr>
          <w:color w:val="000000"/>
          <w:szCs w:val="24"/>
          <w:lang w:val="sr-Cyrl-RS"/>
        </w:rPr>
        <w:t xml:space="preserve"> на прави</w:t>
      </w:r>
      <w:r w:rsidR="00DB6BBC" w:rsidRPr="00A90824">
        <w:rPr>
          <w:color w:val="000000"/>
          <w:szCs w:val="24"/>
          <w:lang w:val="sr-Cyrl-RS"/>
        </w:rPr>
        <w:t>лан</w:t>
      </w:r>
      <w:r w:rsidR="00902FFA" w:rsidRPr="00A90824">
        <w:rPr>
          <w:color w:val="000000"/>
          <w:szCs w:val="24"/>
          <w:lang w:val="sr-Cyrl-RS"/>
        </w:rPr>
        <w:t xml:space="preserve"> начин регулисати начине документовања рада и контроле система у свакој фази животног циклуса.</w:t>
      </w:r>
    </w:p>
    <w:p w14:paraId="23FBF42E" w14:textId="77777777" w:rsidR="00902FFA" w:rsidRPr="00A90824" w:rsidRDefault="77980545" w:rsidP="00B505AC">
      <w:pPr>
        <w:rPr>
          <w:color w:val="000000"/>
          <w:szCs w:val="24"/>
          <w:lang w:val="sr-Cyrl-RS"/>
        </w:rPr>
      </w:pPr>
      <w:r w:rsidRPr="00A90824">
        <w:rPr>
          <w:color w:val="000000"/>
          <w:szCs w:val="24"/>
          <w:lang w:val="sr-Cyrl-RS"/>
        </w:rPr>
        <w:t xml:space="preserve">Системи и </w:t>
      </w:r>
      <w:r w:rsidR="00DB6BBC" w:rsidRPr="00A90824">
        <w:rPr>
          <w:color w:val="000000"/>
          <w:szCs w:val="24"/>
          <w:lang w:val="sr-Cyrl-RS"/>
        </w:rPr>
        <w:t xml:space="preserve">алати </w:t>
      </w:r>
      <w:r w:rsidRPr="00A90824">
        <w:rPr>
          <w:color w:val="000000"/>
          <w:szCs w:val="24"/>
          <w:lang w:val="sr-Cyrl-RS"/>
        </w:rPr>
        <w:t>вештачке интелигенције могу бити злоупотребљени у сврху различитих сајбер напада</w:t>
      </w:r>
      <w:r w:rsidR="0035676F" w:rsidRPr="00A90824">
        <w:rPr>
          <w:color w:val="000000"/>
          <w:szCs w:val="24"/>
          <w:lang w:val="sr-Cyrl-RS"/>
        </w:rPr>
        <w:t>,</w:t>
      </w:r>
      <w:r w:rsidRPr="00A90824">
        <w:rPr>
          <w:color w:val="000000"/>
          <w:szCs w:val="24"/>
          <w:lang w:val="sr-Cyrl-RS"/>
        </w:rPr>
        <w:t xml:space="preserve"> како на појединца тако и на правна лица</w:t>
      </w:r>
      <w:r w:rsidR="00DB6BBC" w:rsidRPr="00A90824">
        <w:rPr>
          <w:color w:val="000000"/>
          <w:szCs w:val="24"/>
          <w:lang w:val="sr-Cyrl-RS"/>
        </w:rPr>
        <w:t xml:space="preserve"> и друштво у целини, због чега може</w:t>
      </w:r>
      <w:r w:rsidRPr="00A90824">
        <w:rPr>
          <w:color w:val="000000"/>
          <w:szCs w:val="24"/>
          <w:lang w:val="sr-Cyrl-RS"/>
        </w:rPr>
        <w:t xml:space="preserve"> бити угрожен</w:t>
      </w:r>
      <w:r w:rsidR="00DB6BBC" w:rsidRPr="00A90824">
        <w:rPr>
          <w:color w:val="000000"/>
          <w:szCs w:val="24"/>
          <w:lang w:val="sr-Cyrl-RS"/>
        </w:rPr>
        <w:t>а</w:t>
      </w:r>
      <w:r w:rsidRPr="00A90824">
        <w:rPr>
          <w:color w:val="000000"/>
          <w:szCs w:val="24"/>
          <w:lang w:val="sr-Cyrl-RS"/>
        </w:rPr>
        <w:t xml:space="preserve"> национална безбедност, јавна сигурност </w:t>
      </w:r>
      <w:r w:rsidR="00DB6BBC" w:rsidRPr="00A90824">
        <w:rPr>
          <w:color w:val="000000"/>
          <w:szCs w:val="24"/>
          <w:lang w:val="sr-Cyrl-RS"/>
        </w:rPr>
        <w:t xml:space="preserve">и </w:t>
      </w:r>
      <w:r w:rsidRPr="00A90824">
        <w:rPr>
          <w:color w:val="000000"/>
          <w:szCs w:val="24"/>
          <w:lang w:val="sr-Cyrl-RS"/>
        </w:rPr>
        <w:t>интегритет информација.</w:t>
      </w:r>
      <w:r w:rsidR="2332ADA1" w:rsidRPr="00A90824">
        <w:rPr>
          <w:color w:val="000000"/>
          <w:szCs w:val="24"/>
          <w:lang w:val="sr-Cyrl-RS"/>
        </w:rPr>
        <w:t xml:space="preserve"> Поред рада апликација </w:t>
      </w:r>
      <w:r w:rsidR="00DB6BBC" w:rsidRPr="00A90824">
        <w:rPr>
          <w:color w:val="000000"/>
          <w:szCs w:val="24"/>
          <w:lang w:val="sr-Cyrl-RS"/>
        </w:rPr>
        <w:t>потребно је</w:t>
      </w:r>
      <w:r w:rsidR="2332ADA1" w:rsidRPr="00A90824">
        <w:rPr>
          <w:color w:val="000000"/>
          <w:szCs w:val="24"/>
          <w:lang w:val="sr-Cyrl-RS"/>
        </w:rPr>
        <w:t xml:space="preserve"> штитити и податке и моделе. С друге стране, брзина промене напада је</w:t>
      </w:r>
      <w:r w:rsidR="0040455C" w:rsidRPr="00A90824">
        <w:rPr>
          <w:color w:val="000000"/>
          <w:szCs w:val="24"/>
          <w:lang w:val="sr-Cyrl-RS"/>
        </w:rPr>
        <w:t xml:space="preserve"> </w:t>
      </w:r>
      <w:r w:rsidR="00DB6BBC" w:rsidRPr="00A90824">
        <w:rPr>
          <w:color w:val="000000"/>
          <w:szCs w:val="24"/>
          <w:lang w:val="sr-Cyrl-RS"/>
        </w:rPr>
        <w:t xml:space="preserve">данас </w:t>
      </w:r>
      <w:r w:rsidR="2332ADA1" w:rsidRPr="00A90824">
        <w:rPr>
          <w:color w:val="000000"/>
          <w:szCs w:val="24"/>
          <w:lang w:val="sr-Cyrl-RS"/>
        </w:rPr>
        <w:t xml:space="preserve">значајно већа, па је </w:t>
      </w:r>
      <w:r w:rsidR="00DB6BBC" w:rsidRPr="00A90824">
        <w:rPr>
          <w:color w:val="000000"/>
          <w:szCs w:val="24"/>
          <w:lang w:val="sr-Cyrl-RS"/>
        </w:rPr>
        <w:t>неопходно</w:t>
      </w:r>
      <w:r w:rsidR="2332ADA1" w:rsidRPr="00A90824">
        <w:rPr>
          <w:color w:val="000000"/>
          <w:szCs w:val="24"/>
          <w:lang w:val="sr-Cyrl-RS"/>
        </w:rPr>
        <w:t xml:space="preserve"> направити системе одбран</w:t>
      </w:r>
      <w:r w:rsidR="00DB6BBC" w:rsidRPr="00A90824">
        <w:rPr>
          <w:color w:val="000000"/>
          <w:szCs w:val="24"/>
          <w:lang w:val="sr-Cyrl-RS"/>
        </w:rPr>
        <w:t>е</w:t>
      </w:r>
      <w:r w:rsidR="2332ADA1" w:rsidRPr="00A90824">
        <w:rPr>
          <w:color w:val="000000"/>
          <w:szCs w:val="24"/>
          <w:lang w:val="sr-Cyrl-RS"/>
        </w:rPr>
        <w:t xml:space="preserve"> који ће укључити вештачку интелигенцију. </w:t>
      </w:r>
      <w:r w:rsidR="00902FFA" w:rsidRPr="00A90824">
        <w:rPr>
          <w:color w:val="000000"/>
          <w:szCs w:val="24"/>
          <w:lang w:val="sr-Cyrl-RS"/>
        </w:rPr>
        <w:t xml:space="preserve">Постоји потреба за развојем решења која ће осигурати виши ниво заштите у сајбер простору, како на личном, тако и на корпоративном и државном нивоу. </w:t>
      </w:r>
    </w:p>
    <w:p w14:paraId="13D35A3C" w14:textId="77777777" w:rsidR="00793CBA" w:rsidRPr="00A90824" w:rsidRDefault="77980545" w:rsidP="00B505AC">
      <w:pPr>
        <w:rPr>
          <w:color w:val="000000"/>
          <w:szCs w:val="24"/>
          <w:lang w:val="sr-Cyrl-RS"/>
        </w:rPr>
      </w:pPr>
      <w:r w:rsidRPr="00A90824">
        <w:rPr>
          <w:color w:val="000000"/>
          <w:szCs w:val="24"/>
          <w:lang w:val="sr-Cyrl-RS"/>
        </w:rPr>
        <w:t xml:space="preserve">Аутоматизацијом процеса рада који са собом доноси вештачка интелигенција долази до </w:t>
      </w:r>
      <w:r w:rsidR="00DB6BBC" w:rsidRPr="00A90824">
        <w:rPr>
          <w:color w:val="000000"/>
          <w:szCs w:val="24"/>
          <w:lang w:val="sr-Cyrl-RS"/>
        </w:rPr>
        <w:t>креирања нових</w:t>
      </w:r>
      <w:r w:rsidRPr="00A90824">
        <w:rPr>
          <w:color w:val="000000"/>
          <w:szCs w:val="24"/>
          <w:lang w:val="sr-Cyrl-RS"/>
        </w:rPr>
        <w:t xml:space="preserve"> радних задата</w:t>
      </w:r>
      <w:r w:rsidR="1823370A" w:rsidRPr="00A90824">
        <w:rPr>
          <w:color w:val="000000"/>
          <w:szCs w:val="24"/>
          <w:lang w:val="sr-Cyrl-RS"/>
        </w:rPr>
        <w:t>ка</w:t>
      </w:r>
      <w:r w:rsidRPr="00A90824">
        <w:rPr>
          <w:color w:val="000000"/>
          <w:szCs w:val="24"/>
          <w:lang w:val="sr-Cyrl-RS"/>
        </w:rPr>
        <w:t xml:space="preserve">, радних услова, па самим тим и до потребе за новим образовним профилима на тржишту рада. Поред потребе за обуком, аутоматизација коју омогућава вештачка интелигенција може довести и до смањења потребе за постојећим радним местима. </w:t>
      </w:r>
      <w:r w:rsidR="00DB6BBC" w:rsidRPr="00A90824">
        <w:rPr>
          <w:color w:val="000000"/>
          <w:szCs w:val="24"/>
          <w:lang w:val="sr-Cyrl-RS"/>
        </w:rPr>
        <w:t>Неопходно је препознати динамику промена на тржишту рада и благовремено вршити преквалификације и одговарајућ</w:t>
      </w:r>
      <w:r w:rsidR="0098036B" w:rsidRPr="00A90824">
        <w:rPr>
          <w:color w:val="000000"/>
          <w:szCs w:val="24"/>
          <w:lang w:val="sr-Cyrl-RS"/>
        </w:rPr>
        <w:t>у</w:t>
      </w:r>
      <w:r w:rsidR="00DB6BBC" w:rsidRPr="00A90824">
        <w:rPr>
          <w:color w:val="000000"/>
          <w:szCs w:val="24"/>
          <w:lang w:val="sr-Cyrl-RS"/>
        </w:rPr>
        <w:t xml:space="preserve"> едукацију </w:t>
      </w:r>
      <w:r w:rsidR="00450A7C" w:rsidRPr="00A90824">
        <w:rPr>
          <w:color w:val="000000"/>
          <w:szCs w:val="24"/>
          <w:lang w:val="sr-Cyrl-RS"/>
        </w:rPr>
        <w:t>у складу са потребама друштва.</w:t>
      </w:r>
    </w:p>
    <w:p w14:paraId="2E397B40" w14:textId="77777777" w:rsidR="00793CBA" w:rsidRPr="00A90824" w:rsidRDefault="00793CBA" w:rsidP="00B505AC">
      <w:pPr>
        <w:rPr>
          <w:color w:val="000000"/>
          <w:szCs w:val="24"/>
          <w:lang w:val="sr-Cyrl-RS"/>
        </w:rPr>
      </w:pPr>
      <w:r w:rsidRPr="00A90824">
        <w:rPr>
          <w:color w:val="000000"/>
          <w:szCs w:val="24"/>
          <w:lang w:val="sr-Cyrl-RS"/>
        </w:rPr>
        <w:t>Правилан развој и употреба технологије је од кључног значаја</w:t>
      </w:r>
      <w:r w:rsidR="00450A7C" w:rsidRPr="00A90824">
        <w:rPr>
          <w:color w:val="000000"/>
          <w:szCs w:val="24"/>
          <w:lang w:val="sr-Cyrl-RS"/>
        </w:rPr>
        <w:t>, што</w:t>
      </w:r>
      <w:r w:rsidRPr="00A90824">
        <w:rPr>
          <w:color w:val="000000"/>
          <w:szCs w:val="24"/>
          <w:lang w:val="sr-Cyrl-RS"/>
        </w:rPr>
        <w:t xml:space="preserve"> подразумева сигурну, безбедну и поуздану вештачку интелигенцију у свим фазама животног циклуса. </w:t>
      </w:r>
      <w:r w:rsidR="0098036B" w:rsidRPr="00A90824">
        <w:rPr>
          <w:color w:val="000000"/>
          <w:szCs w:val="24"/>
          <w:lang w:val="sr-Cyrl-RS"/>
        </w:rPr>
        <w:t>Етички</w:t>
      </w:r>
      <w:r w:rsidRPr="00A90824">
        <w:rPr>
          <w:color w:val="000000"/>
          <w:szCs w:val="24"/>
          <w:lang w:val="sr-Cyrl-RS"/>
        </w:rPr>
        <w:t xml:space="preserve"> принципи и употреба зарад добробити људи морају бити кључни за оцену подршке развоју и примени вештачке интелигенције у свим сферама привреде, друштва и живота. </w:t>
      </w:r>
      <w:r w:rsidR="0098036B" w:rsidRPr="00A90824">
        <w:rPr>
          <w:color w:val="000000"/>
          <w:szCs w:val="24"/>
          <w:lang w:val="sr-Cyrl-RS"/>
        </w:rPr>
        <w:t>Због тога је неопходно</w:t>
      </w:r>
      <w:r w:rsidRPr="00A90824">
        <w:rPr>
          <w:color w:val="000000"/>
          <w:szCs w:val="24"/>
          <w:lang w:val="sr-Cyrl-RS"/>
        </w:rPr>
        <w:t xml:space="preserve"> </w:t>
      </w:r>
      <w:r w:rsidR="00450A7C" w:rsidRPr="00A90824">
        <w:rPr>
          <w:color w:val="000000"/>
          <w:szCs w:val="24"/>
          <w:lang w:val="sr-Cyrl-RS"/>
        </w:rPr>
        <w:t xml:space="preserve">континуирано </w:t>
      </w:r>
      <w:r w:rsidRPr="00A90824">
        <w:rPr>
          <w:color w:val="000000"/>
          <w:szCs w:val="24"/>
          <w:lang w:val="sr-Cyrl-RS"/>
        </w:rPr>
        <w:t xml:space="preserve">информисање </w:t>
      </w:r>
      <w:r w:rsidR="0098036B" w:rsidRPr="00A90824">
        <w:rPr>
          <w:color w:val="000000"/>
          <w:szCs w:val="24"/>
          <w:lang w:val="sr-Cyrl-RS"/>
        </w:rPr>
        <w:t xml:space="preserve">јавности </w:t>
      </w:r>
      <w:r w:rsidRPr="00A90824">
        <w:rPr>
          <w:color w:val="000000"/>
          <w:szCs w:val="24"/>
          <w:lang w:val="sr-Cyrl-RS"/>
        </w:rPr>
        <w:t xml:space="preserve">о </w:t>
      </w:r>
      <w:r w:rsidR="00450A7C" w:rsidRPr="00A90824">
        <w:rPr>
          <w:color w:val="000000"/>
          <w:szCs w:val="24"/>
          <w:lang w:val="sr-Cyrl-RS"/>
        </w:rPr>
        <w:t>свим аспектима</w:t>
      </w:r>
      <w:r w:rsidRPr="00A90824">
        <w:rPr>
          <w:color w:val="000000"/>
          <w:szCs w:val="24"/>
          <w:lang w:val="sr-Cyrl-RS"/>
        </w:rPr>
        <w:t xml:space="preserve"> развоја и примене вештачке интелигенције</w:t>
      </w:r>
      <w:r w:rsidR="00450A7C" w:rsidRPr="00A90824">
        <w:rPr>
          <w:color w:val="000000"/>
          <w:szCs w:val="24"/>
          <w:lang w:val="sr-Cyrl-RS"/>
        </w:rPr>
        <w:t>,</w:t>
      </w:r>
      <w:r w:rsidRPr="00A90824">
        <w:rPr>
          <w:color w:val="000000"/>
          <w:szCs w:val="24"/>
          <w:lang w:val="sr-Cyrl-RS"/>
        </w:rPr>
        <w:t xml:space="preserve"> што се може постићи само правилним разумевањем њене природе и могућности</w:t>
      </w:r>
      <w:r w:rsidR="00450A7C" w:rsidRPr="00A90824">
        <w:rPr>
          <w:color w:val="000000"/>
          <w:szCs w:val="24"/>
          <w:lang w:val="sr-Cyrl-RS"/>
        </w:rPr>
        <w:t>ма</w:t>
      </w:r>
      <w:r w:rsidRPr="00A90824">
        <w:rPr>
          <w:color w:val="000000"/>
          <w:szCs w:val="24"/>
          <w:lang w:val="sr-Cyrl-RS"/>
        </w:rPr>
        <w:t xml:space="preserve"> примене</w:t>
      </w:r>
      <w:r w:rsidR="00450A7C" w:rsidRPr="00A90824">
        <w:rPr>
          <w:color w:val="000000"/>
          <w:szCs w:val="24"/>
          <w:lang w:val="sr-Cyrl-RS"/>
        </w:rPr>
        <w:t xml:space="preserve"> кроз</w:t>
      </w:r>
      <w:r w:rsidRPr="00A90824">
        <w:rPr>
          <w:color w:val="000000"/>
          <w:szCs w:val="24"/>
          <w:lang w:val="sr-Cyrl-RS"/>
        </w:rPr>
        <w:t xml:space="preserve"> образовање талената који ће </w:t>
      </w:r>
      <w:r w:rsidR="00450A7C" w:rsidRPr="00A90824">
        <w:rPr>
          <w:color w:val="000000"/>
          <w:szCs w:val="24"/>
          <w:lang w:val="sr-Cyrl-RS"/>
        </w:rPr>
        <w:t xml:space="preserve">је </w:t>
      </w:r>
      <w:r w:rsidRPr="00A90824">
        <w:rPr>
          <w:color w:val="000000"/>
          <w:szCs w:val="24"/>
          <w:lang w:val="sr-Cyrl-RS"/>
        </w:rPr>
        <w:t xml:space="preserve">развијати, али и правника, социолога, филозофа, законодаваца, организатора, корисника и </w:t>
      </w:r>
      <w:r w:rsidR="00450A7C" w:rsidRPr="00A90824">
        <w:rPr>
          <w:color w:val="000000"/>
          <w:szCs w:val="24"/>
          <w:lang w:val="sr-Cyrl-RS"/>
        </w:rPr>
        <w:t xml:space="preserve">других </w:t>
      </w:r>
      <w:r w:rsidRPr="00A90824">
        <w:rPr>
          <w:color w:val="000000"/>
          <w:szCs w:val="24"/>
          <w:lang w:val="sr-Cyrl-RS"/>
        </w:rPr>
        <w:t>чланова друштва.</w:t>
      </w:r>
    </w:p>
    <w:p w14:paraId="6E3A1CB7" w14:textId="77777777" w:rsidR="00902FFA" w:rsidRPr="00A90824" w:rsidRDefault="0035676F" w:rsidP="00B505AC">
      <w:pPr>
        <w:rPr>
          <w:color w:val="000000"/>
          <w:szCs w:val="24"/>
          <w:lang w:val="sr-Cyrl-RS"/>
        </w:rPr>
      </w:pPr>
      <w:r w:rsidRPr="00A90824">
        <w:rPr>
          <w:color w:val="000000"/>
          <w:szCs w:val="24"/>
          <w:lang w:val="sr-Cyrl-RS"/>
        </w:rPr>
        <w:t>П</w:t>
      </w:r>
      <w:r w:rsidR="00902FFA" w:rsidRPr="00A90824">
        <w:rPr>
          <w:color w:val="000000"/>
          <w:szCs w:val="24"/>
          <w:lang w:val="sr-Cyrl-RS"/>
        </w:rPr>
        <w:t>ривредни субјекти</w:t>
      </w:r>
      <w:r w:rsidR="00450A7C" w:rsidRPr="00A90824">
        <w:rPr>
          <w:color w:val="000000"/>
          <w:szCs w:val="24"/>
          <w:lang w:val="sr-Cyrl-RS"/>
        </w:rPr>
        <w:t xml:space="preserve"> морају</w:t>
      </w:r>
      <w:r w:rsidR="00902FFA" w:rsidRPr="00A90824">
        <w:rPr>
          <w:color w:val="000000"/>
          <w:szCs w:val="24"/>
          <w:lang w:val="sr-Cyrl-RS"/>
        </w:rPr>
        <w:t xml:space="preserve"> планира</w:t>
      </w:r>
      <w:r w:rsidR="00450A7C" w:rsidRPr="00A90824">
        <w:rPr>
          <w:color w:val="000000"/>
          <w:szCs w:val="24"/>
          <w:lang w:val="sr-Cyrl-RS"/>
        </w:rPr>
        <w:t>ти</w:t>
      </w:r>
      <w:r w:rsidR="00902FFA" w:rsidRPr="00A90824">
        <w:rPr>
          <w:color w:val="000000"/>
          <w:szCs w:val="24"/>
          <w:lang w:val="sr-Cyrl-RS"/>
        </w:rPr>
        <w:t xml:space="preserve"> и спрово</w:t>
      </w:r>
      <w:r w:rsidR="00450A7C" w:rsidRPr="00A90824">
        <w:rPr>
          <w:color w:val="000000"/>
          <w:szCs w:val="24"/>
          <w:lang w:val="sr-Cyrl-RS"/>
        </w:rPr>
        <w:t>дити</w:t>
      </w:r>
      <w:r w:rsidR="00902FFA" w:rsidRPr="00A90824">
        <w:rPr>
          <w:color w:val="000000"/>
          <w:szCs w:val="24"/>
          <w:lang w:val="sr-Cyrl-RS"/>
        </w:rPr>
        <w:t xml:space="preserve"> </w:t>
      </w:r>
      <w:r w:rsidR="00450A7C" w:rsidRPr="00A90824">
        <w:rPr>
          <w:color w:val="000000"/>
          <w:szCs w:val="24"/>
          <w:lang w:val="sr-Cyrl-RS"/>
        </w:rPr>
        <w:t xml:space="preserve">континуирано </w:t>
      </w:r>
      <w:r w:rsidR="00902FFA" w:rsidRPr="00A90824">
        <w:rPr>
          <w:color w:val="000000"/>
          <w:szCs w:val="24"/>
          <w:lang w:val="sr-Cyrl-RS"/>
        </w:rPr>
        <w:t>оспособљавањ</w:t>
      </w:r>
      <w:r w:rsidR="00450A7C" w:rsidRPr="00A90824">
        <w:rPr>
          <w:color w:val="000000"/>
          <w:szCs w:val="24"/>
          <w:lang w:val="sr-Cyrl-RS"/>
        </w:rPr>
        <w:t>е</w:t>
      </w:r>
      <w:r w:rsidR="00902FFA" w:rsidRPr="00A90824">
        <w:rPr>
          <w:color w:val="000000"/>
          <w:szCs w:val="24"/>
          <w:lang w:val="sr-Cyrl-RS"/>
        </w:rPr>
        <w:t xml:space="preserve"> запослених како би се нове технологије што брже примењива</w:t>
      </w:r>
      <w:r w:rsidR="0098036B" w:rsidRPr="00A90824">
        <w:rPr>
          <w:color w:val="000000"/>
          <w:szCs w:val="24"/>
          <w:lang w:val="sr-Cyrl-RS"/>
        </w:rPr>
        <w:t>ле</w:t>
      </w:r>
      <w:r w:rsidR="00902FFA" w:rsidRPr="00A90824">
        <w:rPr>
          <w:color w:val="000000"/>
          <w:szCs w:val="24"/>
          <w:lang w:val="sr-Cyrl-RS"/>
        </w:rPr>
        <w:t>,</w:t>
      </w:r>
      <w:r w:rsidR="00450A7C" w:rsidRPr="00A90824">
        <w:rPr>
          <w:color w:val="000000"/>
          <w:szCs w:val="24"/>
          <w:lang w:val="sr-Cyrl-RS"/>
        </w:rPr>
        <w:t xml:space="preserve"> где</w:t>
      </w:r>
      <w:r w:rsidR="00902FFA" w:rsidRPr="00A90824">
        <w:rPr>
          <w:color w:val="000000"/>
          <w:szCs w:val="24"/>
          <w:lang w:val="sr-Cyrl-RS"/>
        </w:rPr>
        <w:t xml:space="preserve"> значајну улогу </w:t>
      </w:r>
      <w:r w:rsidR="00450A7C" w:rsidRPr="00A90824">
        <w:rPr>
          <w:color w:val="000000"/>
          <w:szCs w:val="24"/>
          <w:lang w:val="sr-Cyrl-RS"/>
        </w:rPr>
        <w:t xml:space="preserve">могу </w:t>
      </w:r>
      <w:r w:rsidR="00902FFA" w:rsidRPr="00A90824">
        <w:rPr>
          <w:color w:val="000000"/>
          <w:szCs w:val="24"/>
          <w:lang w:val="sr-Cyrl-RS"/>
        </w:rPr>
        <w:t>имати програми за доквалификацију или преквалификацију, као део образовања и помоћи привреди.</w:t>
      </w:r>
    </w:p>
    <w:p w14:paraId="466C89D9" w14:textId="56743B4E" w:rsidR="00B505AC" w:rsidRPr="00A90824" w:rsidRDefault="00450A7C" w:rsidP="00B505AC">
      <w:pPr>
        <w:rPr>
          <w:color w:val="000000"/>
          <w:szCs w:val="24"/>
          <w:lang w:val="sr-Cyrl-RS"/>
        </w:rPr>
      </w:pPr>
      <w:r w:rsidRPr="00A90824">
        <w:rPr>
          <w:color w:val="000000"/>
          <w:szCs w:val="24"/>
          <w:lang w:val="sr-Cyrl-RS"/>
        </w:rPr>
        <w:t>Једно од најзначајни</w:t>
      </w:r>
      <w:r w:rsidR="00A170ED" w:rsidRPr="00A90824">
        <w:rPr>
          <w:color w:val="000000"/>
          <w:szCs w:val="24"/>
          <w:lang w:val="sr-Cyrl-RS"/>
        </w:rPr>
        <w:t>ји</w:t>
      </w:r>
      <w:r w:rsidRPr="00A90824">
        <w:rPr>
          <w:color w:val="000000"/>
          <w:szCs w:val="24"/>
          <w:lang w:val="sr-Cyrl-RS"/>
        </w:rPr>
        <w:t>х</w:t>
      </w:r>
      <w:r w:rsidR="00793CBA" w:rsidRPr="00A90824">
        <w:rPr>
          <w:color w:val="000000"/>
          <w:szCs w:val="24"/>
          <w:lang w:val="sr-Cyrl-RS"/>
        </w:rPr>
        <w:t xml:space="preserve"> питањ</w:t>
      </w:r>
      <w:r w:rsidRPr="00A90824">
        <w:rPr>
          <w:color w:val="000000"/>
          <w:szCs w:val="24"/>
          <w:lang w:val="sr-Cyrl-RS"/>
        </w:rPr>
        <w:t>а је и</w:t>
      </w:r>
      <w:r w:rsidR="00793CBA" w:rsidRPr="00A90824">
        <w:rPr>
          <w:color w:val="000000"/>
          <w:szCs w:val="24"/>
          <w:lang w:val="sr-Cyrl-RS"/>
        </w:rPr>
        <w:t xml:space="preserve"> утицај развоја и употребе вештачке интелигенције на </w:t>
      </w:r>
      <w:r w:rsidR="00B505AC" w:rsidRPr="00A90824">
        <w:rPr>
          <w:color w:val="000000"/>
          <w:szCs w:val="24"/>
          <w:lang w:val="sr-Cyrl-RS"/>
        </w:rPr>
        <w:t>животну средину</w:t>
      </w:r>
      <w:r w:rsidRPr="00A90824">
        <w:rPr>
          <w:color w:val="000000"/>
          <w:szCs w:val="24"/>
          <w:lang w:val="sr-Cyrl-RS"/>
        </w:rPr>
        <w:t>, с обзиром да</w:t>
      </w:r>
      <w:r w:rsidR="00B505AC" w:rsidRPr="00A90824">
        <w:rPr>
          <w:color w:val="000000"/>
          <w:szCs w:val="24"/>
          <w:lang w:val="sr-Cyrl-RS"/>
        </w:rPr>
        <w:t xml:space="preserve"> </w:t>
      </w:r>
      <w:r w:rsidR="00793CBA" w:rsidRPr="00A90824">
        <w:rPr>
          <w:color w:val="000000"/>
          <w:szCs w:val="24"/>
          <w:lang w:val="sr-Cyrl-RS"/>
        </w:rPr>
        <w:t xml:space="preserve">развој захтева велику количину електричне енергије. </w:t>
      </w:r>
      <w:r w:rsidR="00CE5AB7" w:rsidRPr="00A90824">
        <w:rPr>
          <w:color w:val="000000"/>
          <w:szCs w:val="24"/>
          <w:lang w:val="sr-Cyrl-RS"/>
        </w:rPr>
        <w:t>Није довољно бавити се</w:t>
      </w:r>
      <w:r w:rsidR="00793CBA" w:rsidRPr="00A90824">
        <w:rPr>
          <w:color w:val="000000"/>
          <w:szCs w:val="24"/>
          <w:lang w:val="sr-Cyrl-RS"/>
        </w:rPr>
        <w:t xml:space="preserve"> повећавањем </w:t>
      </w:r>
      <w:r w:rsidR="00411E91" w:rsidRPr="00A90824">
        <w:rPr>
          <w:color w:val="000000"/>
          <w:szCs w:val="24"/>
          <w:lang w:val="sr-Cyrl-RS"/>
        </w:rPr>
        <w:t>производње</w:t>
      </w:r>
      <w:r w:rsidR="00793CBA" w:rsidRPr="00A90824">
        <w:rPr>
          <w:color w:val="000000"/>
          <w:szCs w:val="24"/>
          <w:lang w:val="sr-Cyrl-RS"/>
        </w:rPr>
        <w:t xml:space="preserve"> електричне енергије из обновљивих извора, већ и ефикасним </w:t>
      </w:r>
      <w:r w:rsidR="00CE5AB7" w:rsidRPr="00A90824">
        <w:rPr>
          <w:color w:val="000000"/>
          <w:szCs w:val="24"/>
          <w:lang w:val="sr-Cyrl-RS"/>
        </w:rPr>
        <w:t>начином коришћења ове</w:t>
      </w:r>
      <w:r w:rsidR="00793CBA" w:rsidRPr="00A90824">
        <w:rPr>
          <w:color w:val="000000"/>
          <w:szCs w:val="24"/>
          <w:lang w:val="sr-Cyrl-RS"/>
        </w:rPr>
        <w:t xml:space="preserve"> технологиј</w:t>
      </w:r>
      <w:r w:rsidR="00CE5AB7" w:rsidRPr="00A90824">
        <w:rPr>
          <w:color w:val="000000"/>
          <w:szCs w:val="24"/>
          <w:lang w:val="sr-Cyrl-RS"/>
        </w:rPr>
        <w:t>е</w:t>
      </w:r>
      <w:r w:rsidR="00793CBA" w:rsidRPr="00A90824">
        <w:rPr>
          <w:color w:val="000000"/>
          <w:szCs w:val="24"/>
          <w:lang w:val="sr-Cyrl-RS"/>
        </w:rPr>
        <w:t xml:space="preserve"> и развојем решења која ће бити енергетски ефикасна.</w:t>
      </w:r>
    </w:p>
    <w:p w14:paraId="4CF11CED" w14:textId="77777777" w:rsidR="002E1F58" w:rsidRPr="00A90824" w:rsidRDefault="00793CBA" w:rsidP="00B505AC">
      <w:pPr>
        <w:rPr>
          <w:color w:val="000000"/>
          <w:szCs w:val="24"/>
          <w:lang w:val="sr-Cyrl-RS"/>
        </w:rPr>
      </w:pPr>
      <w:r w:rsidRPr="00A90824">
        <w:rPr>
          <w:color w:val="000000"/>
          <w:szCs w:val="24"/>
          <w:lang w:val="sr-Cyrl-RS"/>
        </w:rPr>
        <w:t>С</w:t>
      </w:r>
      <w:r w:rsidR="00B505AC" w:rsidRPr="00A90824">
        <w:rPr>
          <w:color w:val="000000"/>
          <w:szCs w:val="24"/>
          <w:lang w:val="sr-Cyrl-RS"/>
        </w:rPr>
        <w:t>ви</w:t>
      </w:r>
      <w:r w:rsidRPr="00A90824">
        <w:rPr>
          <w:color w:val="000000"/>
          <w:szCs w:val="24"/>
          <w:lang w:val="sr-Cyrl-RS"/>
        </w:rPr>
        <w:t xml:space="preserve"> наведени</w:t>
      </w:r>
      <w:r w:rsidR="00B505AC" w:rsidRPr="00A90824">
        <w:rPr>
          <w:color w:val="000000"/>
          <w:szCs w:val="24"/>
          <w:lang w:val="sr-Cyrl-RS"/>
        </w:rPr>
        <w:t xml:space="preserve"> ризици наглашавају потребу за </w:t>
      </w:r>
      <w:r w:rsidR="00CE5AB7" w:rsidRPr="00A90824">
        <w:rPr>
          <w:color w:val="000000"/>
          <w:szCs w:val="24"/>
          <w:lang w:val="sr-Cyrl-RS"/>
        </w:rPr>
        <w:t xml:space="preserve">јасним </w:t>
      </w:r>
      <w:r w:rsidR="00B505AC" w:rsidRPr="00A90824">
        <w:rPr>
          <w:color w:val="000000"/>
          <w:szCs w:val="24"/>
          <w:lang w:val="sr-Cyrl-RS"/>
        </w:rPr>
        <w:t>регулаторним оквир</w:t>
      </w:r>
      <w:r w:rsidR="00CE5AB7" w:rsidRPr="00A90824">
        <w:rPr>
          <w:color w:val="000000"/>
          <w:szCs w:val="24"/>
          <w:lang w:val="sr-Cyrl-RS"/>
        </w:rPr>
        <w:t>ом</w:t>
      </w:r>
      <w:r w:rsidR="00B505AC" w:rsidRPr="00A90824">
        <w:rPr>
          <w:color w:val="000000"/>
          <w:szCs w:val="24"/>
          <w:lang w:val="sr-Cyrl-RS"/>
        </w:rPr>
        <w:t xml:space="preserve">, </w:t>
      </w:r>
      <w:r w:rsidR="00CE5AB7" w:rsidRPr="00A90824">
        <w:rPr>
          <w:color w:val="000000"/>
          <w:szCs w:val="24"/>
          <w:lang w:val="sr-Cyrl-RS"/>
        </w:rPr>
        <w:t xml:space="preserve">поштовањем </w:t>
      </w:r>
      <w:r w:rsidR="00B505AC" w:rsidRPr="00A90824">
        <w:rPr>
          <w:color w:val="000000"/>
          <w:szCs w:val="24"/>
          <w:lang w:val="sr-Cyrl-RS"/>
        </w:rPr>
        <w:t>етички</w:t>
      </w:r>
      <w:r w:rsidR="00CE5AB7" w:rsidRPr="00A90824">
        <w:rPr>
          <w:color w:val="000000"/>
          <w:szCs w:val="24"/>
          <w:lang w:val="sr-Cyrl-RS"/>
        </w:rPr>
        <w:t>х</w:t>
      </w:r>
      <w:r w:rsidR="00B505AC" w:rsidRPr="00A90824">
        <w:rPr>
          <w:color w:val="000000"/>
          <w:szCs w:val="24"/>
          <w:lang w:val="sr-Cyrl-RS"/>
        </w:rPr>
        <w:t xml:space="preserve"> смерница и </w:t>
      </w:r>
      <w:r w:rsidR="00CE5AB7" w:rsidRPr="00A90824">
        <w:rPr>
          <w:color w:val="000000"/>
          <w:szCs w:val="24"/>
          <w:lang w:val="sr-Cyrl-RS"/>
        </w:rPr>
        <w:t>унапређе</w:t>
      </w:r>
      <w:r w:rsidR="00DA2BC5" w:rsidRPr="00A90824">
        <w:rPr>
          <w:color w:val="000000"/>
          <w:szCs w:val="24"/>
          <w:lang w:val="sr-Cyrl-RS"/>
        </w:rPr>
        <w:t xml:space="preserve">њем </w:t>
      </w:r>
      <w:r w:rsidR="00B505AC" w:rsidRPr="00A90824">
        <w:rPr>
          <w:color w:val="000000"/>
          <w:szCs w:val="24"/>
          <w:lang w:val="sr-Cyrl-RS"/>
        </w:rPr>
        <w:t>међународн</w:t>
      </w:r>
      <w:r w:rsidR="00DA2BC5" w:rsidRPr="00A90824">
        <w:rPr>
          <w:color w:val="000000"/>
          <w:szCs w:val="24"/>
          <w:lang w:val="sr-Cyrl-RS"/>
        </w:rPr>
        <w:t>е</w:t>
      </w:r>
      <w:r w:rsidR="00B505AC" w:rsidRPr="00A90824">
        <w:rPr>
          <w:color w:val="000000"/>
          <w:szCs w:val="24"/>
          <w:lang w:val="sr-Cyrl-RS"/>
        </w:rPr>
        <w:t xml:space="preserve"> сарадњ</w:t>
      </w:r>
      <w:r w:rsidR="00DA2BC5" w:rsidRPr="00A90824">
        <w:rPr>
          <w:color w:val="000000"/>
          <w:szCs w:val="24"/>
          <w:lang w:val="sr-Cyrl-RS"/>
        </w:rPr>
        <w:t>е</w:t>
      </w:r>
      <w:r w:rsidR="00B505AC" w:rsidRPr="00A90824">
        <w:rPr>
          <w:color w:val="000000"/>
          <w:szCs w:val="24"/>
          <w:lang w:val="sr-Cyrl-RS"/>
        </w:rPr>
        <w:t xml:space="preserve"> како би се осигурало да технологије </w:t>
      </w:r>
      <w:r w:rsidR="0098036B" w:rsidRPr="00A90824">
        <w:rPr>
          <w:color w:val="000000"/>
          <w:szCs w:val="24"/>
          <w:lang w:val="sr-Cyrl-RS"/>
        </w:rPr>
        <w:t xml:space="preserve">засноване на </w:t>
      </w:r>
      <w:r w:rsidR="00DA2BC5" w:rsidRPr="00A90824">
        <w:rPr>
          <w:color w:val="000000"/>
          <w:szCs w:val="24"/>
          <w:lang w:val="sr-Cyrl-RS"/>
        </w:rPr>
        <w:t>вештачк</w:t>
      </w:r>
      <w:r w:rsidR="0098036B" w:rsidRPr="00A90824">
        <w:rPr>
          <w:color w:val="000000"/>
          <w:szCs w:val="24"/>
          <w:lang w:val="sr-Cyrl-RS"/>
        </w:rPr>
        <w:t>ој</w:t>
      </w:r>
      <w:r w:rsidR="00DA2BC5" w:rsidRPr="00A90824">
        <w:rPr>
          <w:color w:val="000000"/>
          <w:szCs w:val="24"/>
          <w:lang w:val="sr-Cyrl-RS"/>
        </w:rPr>
        <w:t xml:space="preserve"> интелигенциј</w:t>
      </w:r>
      <w:r w:rsidR="0098036B" w:rsidRPr="00A90824">
        <w:rPr>
          <w:color w:val="000000"/>
          <w:szCs w:val="24"/>
          <w:lang w:val="sr-Cyrl-RS"/>
        </w:rPr>
        <w:t>и</w:t>
      </w:r>
      <w:r w:rsidR="00DA2BC5" w:rsidRPr="00A90824">
        <w:rPr>
          <w:color w:val="000000"/>
          <w:szCs w:val="24"/>
          <w:lang w:val="sr-Cyrl-RS"/>
        </w:rPr>
        <w:t xml:space="preserve"> </w:t>
      </w:r>
      <w:r w:rsidR="00B505AC" w:rsidRPr="00A90824">
        <w:rPr>
          <w:color w:val="000000"/>
          <w:szCs w:val="24"/>
          <w:lang w:val="sr-Cyrl-RS"/>
        </w:rPr>
        <w:t>буду развиј</w:t>
      </w:r>
      <w:r w:rsidR="00DA2BC5" w:rsidRPr="00A90824">
        <w:rPr>
          <w:color w:val="000000"/>
          <w:szCs w:val="24"/>
          <w:lang w:val="sr-Cyrl-RS"/>
        </w:rPr>
        <w:t>а</w:t>
      </w:r>
      <w:r w:rsidR="00B505AC" w:rsidRPr="00A90824">
        <w:rPr>
          <w:color w:val="000000"/>
          <w:szCs w:val="24"/>
          <w:lang w:val="sr-Cyrl-RS"/>
        </w:rPr>
        <w:t xml:space="preserve">не и </w:t>
      </w:r>
      <w:r w:rsidR="0098036B" w:rsidRPr="00A90824">
        <w:rPr>
          <w:color w:val="000000"/>
          <w:szCs w:val="24"/>
          <w:lang w:val="sr-Cyrl-RS"/>
        </w:rPr>
        <w:t>примењене</w:t>
      </w:r>
      <w:r w:rsidR="00B505AC" w:rsidRPr="00A90824">
        <w:rPr>
          <w:color w:val="000000"/>
          <w:szCs w:val="24"/>
          <w:lang w:val="sr-Cyrl-RS"/>
        </w:rPr>
        <w:t xml:space="preserve"> на начин који користи друштву</w:t>
      </w:r>
      <w:r w:rsidR="0035676F" w:rsidRPr="00A90824">
        <w:rPr>
          <w:color w:val="000000"/>
          <w:szCs w:val="24"/>
          <w:lang w:val="sr-Cyrl-RS"/>
        </w:rPr>
        <w:t>,</w:t>
      </w:r>
      <w:r w:rsidR="00B505AC" w:rsidRPr="00A90824">
        <w:rPr>
          <w:color w:val="000000"/>
          <w:szCs w:val="24"/>
          <w:lang w:val="sr-Cyrl-RS"/>
        </w:rPr>
        <w:t xml:space="preserve"> а минимизира потенцијалне штете. </w:t>
      </w:r>
    </w:p>
    <w:p w14:paraId="58EF9ACB" w14:textId="77777777" w:rsidR="00BE0C76" w:rsidRPr="00A90824" w:rsidRDefault="00BE0C76" w:rsidP="00B505AC">
      <w:pPr>
        <w:rPr>
          <w:color w:val="000000"/>
          <w:szCs w:val="24"/>
          <w:lang w:val="sr-Cyrl-RS"/>
        </w:rPr>
      </w:pPr>
      <w:r w:rsidRPr="00A90824">
        <w:rPr>
          <w:color w:val="000000"/>
          <w:szCs w:val="24"/>
          <w:lang w:val="sr-Cyrl-RS"/>
        </w:rPr>
        <w:t xml:space="preserve">Као један од главних циљева је </w:t>
      </w:r>
      <w:r w:rsidR="00DA2BC5" w:rsidRPr="00A90824">
        <w:rPr>
          <w:color w:val="000000"/>
          <w:szCs w:val="24"/>
          <w:lang w:val="sr-Cyrl-RS"/>
        </w:rPr>
        <w:t xml:space="preserve">и </w:t>
      </w:r>
      <w:r w:rsidRPr="00A90824">
        <w:rPr>
          <w:color w:val="000000"/>
          <w:szCs w:val="24"/>
          <w:lang w:val="sr-Cyrl-RS"/>
        </w:rPr>
        <w:t xml:space="preserve">економски напредак који се може остварити повећањем примене у </w:t>
      </w:r>
      <w:r w:rsidR="00B13135" w:rsidRPr="00A90824">
        <w:rPr>
          <w:color w:val="000000"/>
          <w:szCs w:val="24"/>
          <w:lang w:val="sr-Cyrl-RS"/>
        </w:rPr>
        <w:t>секторима који се налазе у фокусу Стратегије</w:t>
      </w:r>
      <w:r w:rsidR="00DA2BC5" w:rsidRPr="00A90824">
        <w:rPr>
          <w:color w:val="000000"/>
          <w:szCs w:val="24"/>
          <w:lang w:val="sr-Cyrl-RS"/>
        </w:rPr>
        <w:t>, а које су и</w:t>
      </w:r>
      <w:r w:rsidRPr="00A90824">
        <w:rPr>
          <w:color w:val="000000"/>
          <w:szCs w:val="24"/>
          <w:lang w:val="sr-Cyrl-RS"/>
        </w:rPr>
        <w:t xml:space="preserve"> на светском нивоу у великом замаху. </w:t>
      </w:r>
    </w:p>
    <w:p w14:paraId="7B1250C2" w14:textId="77777777" w:rsidR="00BE0C76" w:rsidRPr="00A90824" w:rsidRDefault="06ED4413" w:rsidP="00BE0C76">
      <w:pPr>
        <w:rPr>
          <w:color w:val="000000"/>
          <w:szCs w:val="24"/>
          <w:lang w:val="sr-Cyrl-RS"/>
        </w:rPr>
      </w:pPr>
      <w:r w:rsidRPr="00A90824">
        <w:rPr>
          <w:color w:val="000000"/>
          <w:szCs w:val="24"/>
          <w:lang w:val="sr-Cyrl-RS"/>
        </w:rPr>
        <w:t>Пружање</w:t>
      </w:r>
      <w:r w:rsidR="4D8FA496" w:rsidRPr="00A90824">
        <w:rPr>
          <w:color w:val="000000"/>
          <w:szCs w:val="24"/>
          <w:lang w:val="sr-Cyrl-RS"/>
        </w:rPr>
        <w:t xml:space="preserve"> </w:t>
      </w:r>
      <w:r w:rsidR="1D08B08E" w:rsidRPr="00A90824">
        <w:rPr>
          <w:color w:val="000000"/>
          <w:szCs w:val="24"/>
          <w:lang w:val="sr-Cyrl-RS"/>
        </w:rPr>
        <w:t>подршке</w:t>
      </w:r>
      <w:r w:rsidR="4D8FA496" w:rsidRPr="00A90824">
        <w:rPr>
          <w:color w:val="000000"/>
          <w:szCs w:val="24"/>
          <w:lang w:val="sr-Cyrl-RS"/>
        </w:rPr>
        <w:t xml:space="preserve"> привредним субјектима да у своје пословање уведу решења базирана на вештачкој интелигенцији, омогућава да се искористи потенцијал за убрзан развој привреде и одржавање и повећање њене конкурентности. Подршка може </w:t>
      </w:r>
      <w:r w:rsidR="00F42292" w:rsidRPr="00A90824">
        <w:rPr>
          <w:color w:val="000000"/>
          <w:szCs w:val="24"/>
          <w:lang w:val="sr-Cyrl-RS"/>
        </w:rPr>
        <w:t>бити пресудна</w:t>
      </w:r>
      <w:r w:rsidR="4D8FA496" w:rsidRPr="00A90824">
        <w:rPr>
          <w:color w:val="000000"/>
          <w:szCs w:val="24"/>
          <w:lang w:val="sr-Cyrl-RS"/>
        </w:rPr>
        <w:t xml:space="preserve"> за брже и ефикасније савладавање изазова које са собом носи увођење вештачке интелигенције, као и благовремено укључивање у међународне тржишне токове у предстојећем транзиционом периоду. Изазови укључују прихватање нових технологија које ће у одређеним гранама индустрије бити фактор великих промена.</w:t>
      </w:r>
    </w:p>
    <w:p w14:paraId="08B11BB7" w14:textId="77777777" w:rsidR="00BE0C76" w:rsidRPr="00A90824" w:rsidRDefault="00BE0C76" w:rsidP="00BE0C76">
      <w:pPr>
        <w:rPr>
          <w:color w:val="000000"/>
          <w:szCs w:val="24"/>
          <w:lang w:val="sr-Cyrl-RS"/>
        </w:rPr>
      </w:pPr>
      <w:r w:rsidRPr="00A90824">
        <w:rPr>
          <w:color w:val="000000"/>
          <w:szCs w:val="24"/>
          <w:lang w:val="sr-Cyrl-RS"/>
        </w:rPr>
        <w:t xml:space="preserve">Унапређење и развој науке и истраживачких организација је веома важно. Неопходно је убрзати сам процес финансирања научног развоја </w:t>
      </w:r>
      <w:r w:rsidR="00F42292" w:rsidRPr="00A90824">
        <w:rPr>
          <w:color w:val="000000"/>
          <w:szCs w:val="24"/>
          <w:lang w:val="sr-Cyrl-RS"/>
        </w:rPr>
        <w:t>унапређењем</w:t>
      </w:r>
      <w:r w:rsidRPr="00A90824">
        <w:rPr>
          <w:color w:val="000000"/>
          <w:szCs w:val="24"/>
          <w:lang w:val="sr-Cyrl-RS"/>
        </w:rPr>
        <w:t xml:space="preserve"> процедур</w:t>
      </w:r>
      <w:r w:rsidR="00F42292" w:rsidRPr="00A90824">
        <w:rPr>
          <w:color w:val="000000"/>
          <w:szCs w:val="24"/>
          <w:lang w:val="sr-Cyrl-RS"/>
        </w:rPr>
        <w:t xml:space="preserve">а, било да је реч о буџетском финансирању или финансирању из </w:t>
      </w:r>
      <w:r w:rsidRPr="00A90824">
        <w:rPr>
          <w:color w:val="000000"/>
          <w:szCs w:val="24"/>
          <w:lang w:val="sr-Cyrl-RS"/>
        </w:rPr>
        <w:t>дона</w:t>
      </w:r>
      <w:r w:rsidR="00F42292" w:rsidRPr="00A90824">
        <w:rPr>
          <w:color w:val="000000"/>
          <w:szCs w:val="24"/>
          <w:lang w:val="sr-Cyrl-RS"/>
        </w:rPr>
        <w:t>ција</w:t>
      </w:r>
      <w:r w:rsidRPr="00A90824">
        <w:rPr>
          <w:color w:val="000000"/>
          <w:szCs w:val="24"/>
          <w:lang w:val="sr-Cyrl-RS"/>
        </w:rPr>
        <w:t xml:space="preserve">. С друге стране, и у самим научним и истраживачким институтима има </w:t>
      </w:r>
      <w:r w:rsidR="00F42292" w:rsidRPr="00A90824">
        <w:rPr>
          <w:color w:val="000000"/>
          <w:szCs w:val="24"/>
          <w:lang w:val="sr-Cyrl-RS"/>
        </w:rPr>
        <w:t xml:space="preserve">простора </w:t>
      </w:r>
      <w:r w:rsidRPr="00A90824">
        <w:rPr>
          <w:color w:val="000000"/>
          <w:szCs w:val="24"/>
          <w:lang w:val="sr-Cyrl-RS"/>
        </w:rPr>
        <w:t xml:space="preserve">за унапређење одређених процеса и унутрашњих односа. Такође, важно је </w:t>
      </w:r>
      <w:r w:rsidR="00F42292" w:rsidRPr="00A90824">
        <w:rPr>
          <w:color w:val="000000"/>
          <w:szCs w:val="24"/>
          <w:lang w:val="sr-Cyrl-RS"/>
        </w:rPr>
        <w:t>упућивати научну заједницу на процедуре</w:t>
      </w:r>
      <w:r w:rsidRPr="00A90824">
        <w:rPr>
          <w:color w:val="000000"/>
          <w:szCs w:val="24"/>
          <w:lang w:val="sr-Cyrl-RS"/>
        </w:rPr>
        <w:t xml:space="preserve"> регистрациј</w:t>
      </w:r>
      <w:r w:rsidR="00F42292" w:rsidRPr="00A90824">
        <w:rPr>
          <w:color w:val="000000"/>
          <w:szCs w:val="24"/>
          <w:lang w:val="sr-Cyrl-RS"/>
        </w:rPr>
        <w:t>е</w:t>
      </w:r>
      <w:r w:rsidRPr="00A90824">
        <w:rPr>
          <w:color w:val="000000"/>
          <w:szCs w:val="24"/>
          <w:lang w:val="sr-Cyrl-RS"/>
        </w:rPr>
        <w:t xml:space="preserve"> патената</w:t>
      </w:r>
      <w:r w:rsidR="00F42292" w:rsidRPr="00A90824">
        <w:rPr>
          <w:color w:val="000000"/>
          <w:szCs w:val="24"/>
          <w:lang w:val="sr-Cyrl-RS"/>
        </w:rPr>
        <w:t xml:space="preserve"> и других облика интелектуалне својине</w:t>
      </w:r>
      <w:r w:rsidRPr="00A90824">
        <w:rPr>
          <w:color w:val="000000"/>
          <w:szCs w:val="24"/>
          <w:lang w:val="sr-Cyrl-RS"/>
        </w:rPr>
        <w:t>.</w:t>
      </w:r>
    </w:p>
    <w:p w14:paraId="0D80EB10" w14:textId="77777777" w:rsidR="00BE0C76" w:rsidRPr="00A90824" w:rsidRDefault="4D8FA496" w:rsidP="00BE0C76">
      <w:pPr>
        <w:rPr>
          <w:color w:val="000000"/>
          <w:szCs w:val="24"/>
          <w:lang w:val="sr-Cyrl-RS"/>
        </w:rPr>
      </w:pPr>
      <w:r w:rsidRPr="00A90824">
        <w:rPr>
          <w:color w:val="000000"/>
          <w:szCs w:val="24"/>
          <w:lang w:val="sr-Cyrl-RS"/>
        </w:rPr>
        <w:t xml:space="preserve">Од изузетног је значаја унапредити повезивање субјеката </w:t>
      </w:r>
      <w:r w:rsidR="00F42292" w:rsidRPr="00A90824">
        <w:rPr>
          <w:color w:val="000000"/>
          <w:szCs w:val="24"/>
          <w:lang w:val="sr-Cyrl-RS"/>
        </w:rPr>
        <w:t xml:space="preserve">како </w:t>
      </w:r>
      <w:r w:rsidRPr="00A90824">
        <w:rPr>
          <w:color w:val="000000"/>
          <w:szCs w:val="24"/>
          <w:lang w:val="sr-Cyrl-RS"/>
        </w:rPr>
        <w:t xml:space="preserve">на </w:t>
      </w:r>
      <w:r w:rsidR="00F42292" w:rsidRPr="00A90824">
        <w:rPr>
          <w:color w:val="000000"/>
          <w:szCs w:val="24"/>
          <w:lang w:val="sr-Cyrl-RS"/>
        </w:rPr>
        <w:t xml:space="preserve">националном тако </w:t>
      </w:r>
      <w:r w:rsidRPr="00A90824">
        <w:rPr>
          <w:color w:val="000000"/>
          <w:szCs w:val="24"/>
          <w:lang w:val="sr-Cyrl-RS"/>
        </w:rPr>
        <w:t xml:space="preserve">и на међународном </w:t>
      </w:r>
      <w:r w:rsidR="0098036B" w:rsidRPr="00A90824">
        <w:rPr>
          <w:color w:val="000000"/>
          <w:szCs w:val="24"/>
          <w:lang w:val="sr-Cyrl-RS"/>
        </w:rPr>
        <w:t>нивоу</w:t>
      </w:r>
      <w:r w:rsidRPr="00A90824">
        <w:rPr>
          <w:color w:val="000000"/>
          <w:szCs w:val="24"/>
          <w:lang w:val="sr-Cyrl-RS"/>
        </w:rPr>
        <w:t xml:space="preserve">. Тренутно не постоји </w:t>
      </w:r>
      <w:r w:rsidR="00F42292" w:rsidRPr="00A90824">
        <w:rPr>
          <w:color w:val="000000"/>
          <w:szCs w:val="24"/>
          <w:lang w:val="sr-Cyrl-RS"/>
        </w:rPr>
        <w:t>евиденција</w:t>
      </w:r>
      <w:r w:rsidRPr="00A90824">
        <w:rPr>
          <w:color w:val="000000"/>
          <w:szCs w:val="24"/>
          <w:lang w:val="sr-Cyrl-RS"/>
        </w:rPr>
        <w:t xml:space="preserve"> екосистема нити места где </w:t>
      </w:r>
      <w:r w:rsidR="0098036B" w:rsidRPr="00A90824">
        <w:rPr>
          <w:color w:val="000000"/>
          <w:szCs w:val="24"/>
          <w:lang w:val="sr-Cyrl-RS"/>
        </w:rPr>
        <w:t xml:space="preserve">се </w:t>
      </w:r>
      <w:r w:rsidRPr="00A90824">
        <w:rPr>
          <w:color w:val="000000"/>
          <w:szCs w:val="24"/>
          <w:lang w:val="sr-Cyrl-RS"/>
        </w:rPr>
        <w:t xml:space="preserve">заинтересована лица могу </w:t>
      </w:r>
      <w:r w:rsidR="0098036B" w:rsidRPr="00A90824">
        <w:rPr>
          <w:color w:val="000000"/>
          <w:szCs w:val="24"/>
          <w:lang w:val="sr-Cyrl-RS"/>
        </w:rPr>
        <w:t>информисати</w:t>
      </w:r>
      <w:r w:rsidRPr="00A90824">
        <w:rPr>
          <w:color w:val="000000"/>
          <w:szCs w:val="24"/>
          <w:lang w:val="sr-Cyrl-RS"/>
        </w:rPr>
        <w:t xml:space="preserve"> у вези са учењем, развојем или другим питањима </w:t>
      </w:r>
      <w:r w:rsidR="0098036B" w:rsidRPr="00A90824">
        <w:rPr>
          <w:color w:val="000000"/>
          <w:szCs w:val="24"/>
          <w:lang w:val="sr-Cyrl-RS"/>
        </w:rPr>
        <w:t>из ове области</w:t>
      </w:r>
      <w:r w:rsidRPr="00A90824">
        <w:rPr>
          <w:color w:val="000000"/>
          <w:szCs w:val="24"/>
          <w:lang w:val="sr-Cyrl-RS"/>
        </w:rPr>
        <w:t>. Креирање</w:t>
      </w:r>
      <w:r w:rsidR="369EEEAC" w:rsidRPr="00A90824">
        <w:rPr>
          <w:color w:val="000000"/>
          <w:szCs w:val="24"/>
          <w:lang w:val="sr-Cyrl-RS"/>
        </w:rPr>
        <w:t xml:space="preserve"> </w:t>
      </w:r>
      <w:r w:rsidRPr="00A90824">
        <w:rPr>
          <w:color w:val="000000"/>
          <w:szCs w:val="24"/>
          <w:lang w:val="sr-Cyrl-RS"/>
        </w:rPr>
        <w:t>и одржавање екосистема, који</w:t>
      </w:r>
      <w:r w:rsidR="3B91B0B9" w:rsidRPr="00A90824">
        <w:rPr>
          <w:color w:val="000000"/>
          <w:szCs w:val="24"/>
          <w:lang w:val="sr-Cyrl-RS"/>
        </w:rPr>
        <w:t xml:space="preserve"> </w:t>
      </w:r>
      <w:r w:rsidRPr="00A90824">
        <w:rPr>
          <w:color w:val="000000"/>
          <w:szCs w:val="24"/>
          <w:lang w:val="sr-Cyrl-RS"/>
        </w:rPr>
        <w:t xml:space="preserve">укључује све </w:t>
      </w:r>
      <w:r w:rsidR="00F42292" w:rsidRPr="00A90824">
        <w:rPr>
          <w:color w:val="000000"/>
          <w:szCs w:val="24"/>
          <w:lang w:val="sr-Cyrl-RS"/>
        </w:rPr>
        <w:t xml:space="preserve">релевантне </w:t>
      </w:r>
      <w:r w:rsidRPr="00A90824">
        <w:rPr>
          <w:color w:val="000000"/>
          <w:szCs w:val="24"/>
          <w:lang w:val="sr-Cyrl-RS"/>
        </w:rPr>
        <w:t xml:space="preserve">субјекте и елементе који могу да утичу на правилан </w:t>
      </w:r>
      <w:r w:rsidR="00F42292" w:rsidRPr="00A90824">
        <w:rPr>
          <w:color w:val="000000"/>
          <w:szCs w:val="24"/>
          <w:lang w:val="sr-Cyrl-RS"/>
        </w:rPr>
        <w:t xml:space="preserve">и брз </w:t>
      </w:r>
      <w:r w:rsidRPr="00A90824">
        <w:rPr>
          <w:color w:val="000000"/>
          <w:szCs w:val="24"/>
          <w:lang w:val="sr-Cyrl-RS"/>
        </w:rPr>
        <w:t>развој вештачке интелигенције, омогућава</w:t>
      </w:r>
      <w:r w:rsidR="0C937F11" w:rsidRPr="00A90824">
        <w:rPr>
          <w:color w:val="000000"/>
          <w:szCs w:val="24"/>
          <w:lang w:val="sr-Cyrl-RS"/>
        </w:rPr>
        <w:t xml:space="preserve"> </w:t>
      </w:r>
      <w:r w:rsidRPr="00A90824">
        <w:rPr>
          <w:color w:val="000000"/>
          <w:szCs w:val="24"/>
          <w:lang w:val="sr-Cyrl-RS"/>
        </w:rPr>
        <w:t xml:space="preserve">боље повезивање привредних субјеката, института, образовних институција и програма које развијају, као и бољу и </w:t>
      </w:r>
      <w:r w:rsidR="00C32D53" w:rsidRPr="00A90824">
        <w:rPr>
          <w:color w:val="000000"/>
          <w:szCs w:val="24"/>
          <w:lang w:val="sr-Cyrl-RS"/>
        </w:rPr>
        <w:t>ефикаснију</w:t>
      </w:r>
      <w:r w:rsidRPr="00A90824">
        <w:rPr>
          <w:color w:val="000000"/>
          <w:szCs w:val="24"/>
          <w:lang w:val="sr-Cyrl-RS"/>
        </w:rPr>
        <w:t xml:space="preserve"> сарадњу са јавним сектором. Изазов може бити </w:t>
      </w:r>
      <w:r w:rsidR="001E7F29" w:rsidRPr="00A90824">
        <w:rPr>
          <w:color w:val="000000"/>
          <w:szCs w:val="24"/>
          <w:lang w:val="sr-Cyrl-RS"/>
        </w:rPr>
        <w:t xml:space="preserve">у проналажењу </w:t>
      </w:r>
      <w:r w:rsidRPr="00A90824">
        <w:rPr>
          <w:color w:val="000000"/>
          <w:szCs w:val="24"/>
          <w:lang w:val="sr-Cyrl-RS"/>
        </w:rPr>
        <w:t xml:space="preserve">одговарајућих механизама </w:t>
      </w:r>
      <w:r w:rsidR="001E7F29" w:rsidRPr="00A90824">
        <w:rPr>
          <w:color w:val="000000"/>
          <w:szCs w:val="24"/>
          <w:lang w:val="sr-Cyrl-RS"/>
        </w:rPr>
        <w:t>како би се ова</w:t>
      </w:r>
      <w:r w:rsidRPr="00A90824">
        <w:rPr>
          <w:color w:val="000000"/>
          <w:szCs w:val="24"/>
          <w:lang w:val="sr-Cyrl-RS"/>
        </w:rPr>
        <w:t xml:space="preserve"> сарадња </w:t>
      </w:r>
      <w:r w:rsidR="5A7B6B3F" w:rsidRPr="00A90824">
        <w:rPr>
          <w:color w:val="000000"/>
          <w:szCs w:val="24"/>
          <w:lang w:val="sr-Cyrl-RS"/>
        </w:rPr>
        <w:t>унапреди</w:t>
      </w:r>
      <w:r w:rsidR="001E7F29" w:rsidRPr="00A90824">
        <w:rPr>
          <w:color w:val="000000"/>
          <w:szCs w:val="24"/>
          <w:lang w:val="sr-Cyrl-RS"/>
        </w:rPr>
        <w:t>ла</w:t>
      </w:r>
      <w:r w:rsidRPr="00A90824">
        <w:rPr>
          <w:color w:val="000000"/>
          <w:szCs w:val="24"/>
          <w:lang w:val="sr-Cyrl-RS"/>
        </w:rPr>
        <w:t xml:space="preserve">. Поред </w:t>
      </w:r>
      <w:r w:rsidR="001E7F29" w:rsidRPr="00A90824">
        <w:rPr>
          <w:color w:val="000000"/>
          <w:szCs w:val="24"/>
          <w:lang w:val="sr-Cyrl-RS"/>
        </w:rPr>
        <w:t>тога</w:t>
      </w:r>
      <w:r w:rsidRPr="00A90824">
        <w:rPr>
          <w:color w:val="000000"/>
          <w:szCs w:val="24"/>
          <w:lang w:val="sr-Cyrl-RS"/>
        </w:rPr>
        <w:t xml:space="preserve">, велики потенцијал представља и повезивање са међународним субјектима, односно </w:t>
      </w:r>
      <w:r w:rsidR="001E7F29" w:rsidRPr="00A90824">
        <w:rPr>
          <w:color w:val="000000"/>
          <w:szCs w:val="24"/>
          <w:lang w:val="sr-Cyrl-RS"/>
        </w:rPr>
        <w:t>стручњацима из</w:t>
      </w:r>
      <w:r w:rsidRPr="00A90824">
        <w:rPr>
          <w:color w:val="000000"/>
          <w:szCs w:val="24"/>
          <w:lang w:val="sr-Cyrl-RS"/>
        </w:rPr>
        <w:t xml:space="preserve"> други</w:t>
      </w:r>
      <w:r w:rsidR="001E7F29" w:rsidRPr="00A90824">
        <w:rPr>
          <w:color w:val="000000"/>
          <w:szCs w:val="24"/>
          <w:lang w:val="sr-Cyrl-RS"/>
        </w:rPr>
        <w:t>х</w:t>
      </w:r>
      <w:r w:rsidRPr="00A90824">
        <w:rPr>
          <w:color w:val="000000"/>
          <w:szCs w:val="24"/>
          <w:lang w:val="sr-Cyrl-RS"/>
        </w:rPr>
        <w:t xml:space="preserve"> зем</w:t>
      </w:r>
      <w:r w:rsidR="0035676F" w:rsidRPr="00A90824">
        <w:rPr>
          <w:color w:val="000000"/>
          <w:szCs w:val="24"/>
          <w:lang w:val="sr-Cyrl-RS"/>
        </w:rPr>
        <w:t>аља</w:t>
      </w:r>
      <w:r w:rsidRPr="00A90824">
        <w:rPr>
          <w:color w:val="000000"/>
          <w:szCs w:val="24"/>
          <w:lang w:val="sr-Cyrl-RS"/>
        </w:rPr>
        <w:t xml:space="preserve"> (међудржавна и међуекспертска повезивања),</w:t>
      </w:r>
      <w:r w:rsidR="00B13645" w:rsidRPr="00A90824">
        <w:rPr>
          <w:color w:val="000000"/>
          <w:szCs w:val="24"/>
          <w:lang w:val="sr-Cyrl-RS"/>
        </w:rPr>
        <w:t xml:space="preserve"> </w:t>
      </w:r>
      <w:r w:rsidR="001E7F29" w:rsidRPr="00A90824">
        <w:rPr>
          <w:color w:val="000000"/>
          <w:szCs w:val="24"/>
          <w:lang w:val="sr-Cyrl-RS"/>
        </w:rPr>
        <w:t>која ће омогућити</w:t>
      </w:r>
      <w:r w:rsidRPr="00A90824">
        <w:rPr>
          <w:color w:val="000000"/>
          <w:szCs w:val="24"/>
          <w:lang w:val="sr-Cyrl-RS"/>
        </w:rPr>
        <w:t xml:space="preserve"> </w:t>
      </w:r>
      <w:r w:rsidR="001E7F29" w:rsidRPr="00A90824">
        <w:rPr>
          <w:color w:val="000000"/>
          <w:szCs w:val="24"/>
          <w:lang w:val="sr-Cyrl-RS"/>
        </w:rPr>
        <w:t>дељење</w:t>
      </w:r>
      <w:r w:rsidRPr="00A90824">
        <w:rPr>
          <w:color w:val="000000"/>
          <w:szCs w:val="24"/>
          <w:lang w:val="sr-Cyrl-RS"/>
        </w:rPr>
        <w:t xml:space="preserve"> и прошири</w:t>
      </w:r>
      <w:r w:rsidR="001E7F29" w:rsidRPr="00A90824">
        <w:rPr>
          <w:color w:val="000000"/>
          <w:szCs w:val="24"/>
          <w:lang w:val="sr-Cyrl-RS"/>
        </w:rPr>
        <w:t>вање</w:t>
      </w:r>
      <w:r w:rsidRPr="00A90824">
        <w:rPr>
          <w:color w:val="000000"/>
          <w:szCs w:val="24"/>
          <w:lang w:val="sr-Cyrl-RS"/>
        </w:rPr>
        <w:t xml:space="preserve"> знања из области вештачке интелигенције, </w:t>
      </w:r>
      <w:r w:rsidR="001E7F29" w:rsidRPr="00A90824">
        <w:rPr>
          <w:color w:val="000000"/>
          <w:szCs w:val="24"/>
          <w:lang w:val="sr-Cyrl-RS"/>
        </w:rPr>
        <w:t xml:space="preserve">као и </w:t>
      </w:r>
      <w:r w:rsidRPr="00A90824">
        <w:rPr>
          <w:color w:val="000000"/>
          <w:szCs w:val="24"/>
          <w:lang w:val="sr-Cyrl-RS"/>
        </w:rPr>
        <w:t>промовиса</w:t>
      </w:r>
      <w:r w:rsidR="001E7F29" w:rsidRPr="00A90824">
        <w:rPr>
          <w:color w:val="000000"/>
          <w:szCs w:val="24"/>
          <w:lang w:val="sr-Cyrl-RS"/>
        </w:rPr>
        <w:t>ње</w:t>
      </w:r>
      <w:r w:rsidRPr="00A90824">
        <w:rPr>
          <w:color w:val="000000"/>
          <w:szCs w:val="24"/>
          <w:lang w:val="sr-Cyrl-RS"/>
        </w:rPr>
        <w:t xml:space="preserve"> </w:t>
      </w:r>
      <w:r w:rsidR="001E7F29" w:rsidRPr="00A90824">
        <w:rPr>
          <w:color w:val="000000"/>
          <w:szCs w:val="24"/>
          <w:lang w:val="sr-Cyrl-RS"/>
        </w:rPr>
        <w:t xml:space="preserve">резултата </w:t>
      </w:r>
      <w:r w:rsidRPr="00A90824">
        <w:rPr>
          <w:color w:val="000000"/>
          <w:szCs w:val="24"/>
          <w:lang w:val="sr-Cyrl-RS"/>
        </w:rPr>
        <w:t>Републике Србије. Додатно, велики потенцијал пружа и повезивање привреде, успостављањем сарадње са компанијама из других земаља са циљем привлачења инвестиција и повећања извоза. Сарадњ</w:t>
      </w:r>
      <w:r w:rsidR="00902FFA" w:rsidRPr="00A90824">
        <w:rPr>
          <w:color w:val="000000"/>
          <w:szCs w:val="24"/>
          <w:lang w:val="sr-Cyrl-RS"/>
        </w:rPr>
        <w:t>а</w:t>
      </w:r>
      <w:r w:rsidRPr="00A90824">
        <w:rPr>
          <w:color w:val="000000"/>
          <w:szCs w:val="24"/>
          <w:lang w:val="sr-Cyrl-RS"/>
        </w:rPr>
        <w:t xml:space="preserve"> са дијаспором може </w:t>
      </w:r>
      <w:r w:rsidR="001E7F29" w:rsidRPr="00A90824">
        <w:rPr>
          <w:color w:val="000000"/>
          <w:szCs w:val="24"/>
          <w:lang w:val="sr-Cyrl-RS"/>
        </w:rPr>
        <w:t xml:space="preserve">довести до </w:t>
      </w:r>
      <w:r w:rsidR="05DCFFE9" w:rsidRPr="00A90824">
        <w:rPr>
          <w:color w:val="000000"/>
          <w:szCs w:val="24"/>
          <w:lang w:val="sr-Cyrl-RS"/>
        </w:rPr>
        <w:t>повратк</w:t>
      </w:r>
      <w:r w:rsidR="001E7F29" w:rsidRPr="00A90824">
        <w:rPr>
          <w:color w:val="000000"/>
          <w:szCs w:val="24"/>
          <w:lang w:val="sr-Cyrl-RS"/>
        </w:rPr>
        <w:t>а</w:t>
      </w:r>
      <w:r w:rsidRPr="00A90824">
        <w:rPr>
          <w:color w:val="000000"/>
          <w:szCs w:val="24"/>
          <w:lang w:val="sr-Cyrl-RS"/>
        </w:rPr>
        <w:t xml:space="preserve"> стручњака и већ</w:t>
      </w:r>
      <w:r w:rsidR="00C32D53" w:rsidRPr="00A90824">
        <w:rPr>
          <w:color w:val="000000"/>
          <w:szCs w:val="24"/>
          <w:lang w:val="sr-Cyrl-RS"/>
        </w:rPr>
        <w:t>их</w:t>
      </w:r>
      <w:r w:rsidRPr="00A90824">
        <w:rPr>
          <w:color w:val="000000"/>
          <w:szCs w:val="24"/>
          <w:lang w:val="sr-Cyrl-RS"/>
        </w:rPr>
        <w:t xml:space="preserve"> улагања </w:t>
      </w:r>
      <w:r w:rsidR="001E7F29" w:rsidRPr="00A90824">
        <w:rPr>
          <w:color w:val="000000"/>
          <w:szCs w:val="24"/>
          <w:lang w:val="sr-Cyrl-RS"/>
        </w:rPr>
        <w:t>у овој области</w:t>
      </w:r>
      <w:r w:rsidRPr="00A90824">
        <w:rPr>
          <w:color w:val="000000"/>
          <w:szCs w:val="24"/>
          <w:lang w:val="sr-Cyrl-RS"/>
        </w:rPr>
        <w:t>.</w:t>
      </w:r>
    </w:p>
    <w:p w14:paraId="25C68567" w14:textId="77777777" w:rsidR="00BE0C76" w:rsidRPr="00A90824" w:rsidRDefault="4D8FA496">
      <w:pPr>
        <w:rPr>
          <w:color w:val="000000"/>
          <w:szCs w:val="24"/>
          <w:lang w:val="sr-Cyrl-RS"/>
        </w:rPr>
      </w:pPr>
      <w:r w:rsidRPr="00A90824">
        <w:rPr>
          <w:color w:val="000000"/>
          <w:szCs w:val="24"/>
          <w:lang w:val="sr-Cyrl-RS"/>
        </w:rPr>
        <w:t xml:space="preserve">Подаци представљају </w:t>
      </w:r>
      <w:r w:rsidR="00902FFA" w:rsidRPr="00A90824">
        <w:rPr>
          <w:color w:val="000000"/>
          <w:szCs w:val="24"/>
          <w:lang w:val="sr-Cyrl-RS"/>
        </w:rPr>
        <w:t>значајан ресурс</w:t>
      </w:r>
      <w:r w:rsidRPr="00A90824">
        <w:rPr>
          <w:color w:val="000000"/>
          <w:szCs w:val="24"/>
          <w:lang w:val="sr-Cyrl-RS"/>
        </w:rPr>
        <w:t xml:space="preserve"> за развој вештачке интелигенције</w:t>
      </w:r>
      <w:r w:rsidR="00427B26" w:rsidRPr="00A90824">
        <w:rPr>
          <w:color w:val="000000"/>
          <w:szCs w:val="24"/>
          <w:lang w:val="sr-Cyrl-RS"/>
        </w:rPr>
        <w:t>, што захтева</w:t>
      </w:r>
      <w:r w:rsidRPr="00A90824">
        <w:rPr>
          <w:color w:val="000000"/>
          <w:szCs w:val="24"/>
          <w:lang w:val="sr-Cyrl-RS"/>
        </w:rPr>
        <w:t xml:space="preserve"> свеобухватн</w:t>
      </w:r>
      <w:r w:rsidR="00427B26" w:rsidRPr="00A90824">
        <w:rPr>
          <w:color w:val="000000"/>
          <w:szCs w:val="24"/>
          <w:lang w:val="sr-Cyrl-RS"/>
        </w:rPr>
        <w:t>у</w:t>
      </w:r>
      <w:r w:rsidRPr="00A90824">
        <w:rPr>
          <w:color w:val="000000"/>
          <w:szCs w:val="24"/>
          <w:lang w:val="sr-Cyrl-RS"/>
        </w:rPr>
        <w:t xml:space="preserve"> дигитализациј</w:t>
      </w:r>
      <w:r w:rsidR="00427B26" w:rsidRPr="00A90824">
        <w:rPr>
          <w:color w:val="000000"/>
          <w:szCs w:val="24"/>
          <w:lang w:val="sr-Cyrl-RS"/>
        </w:rPr>
        <w:t>у</w:t>
      </w:r>
      <w:r w:rsidRPr="00A90824">
        <w:rPr>
          <w:color w:val="000000"/>
          <w:szCs w:val="24"/>
          <w:lang w:val="sr-Cyrl-RS"/>
        </w:rPr>
        <w:t>, централизациј</w:t>
      </w:r>
      <w:r w:rsidR="00427B26" w:rsidRPr="00A90824">
        <w:rPr>
          <w:color w:val="000000"/>
          <w:szCs w:val="24"/>
          <w:lang w:val="sr-Cyrl-RS"/>
        </w:rPr>
        <w:t>у</w:t>
      </w:r>
      <w:r w:rsidRPr="00A90824">
        <w:rPr>
          <w:color w:val="000000"/>
          <w:szCs w:val="24"/>
          <w:lang w:val="sr-Cyrl-RS"/>
        </w:rPr>
        <w:t xml:space="preserve"> и стандардизациј</w:t>
      </w:r>
      <w:r w:rsidR="00427B26" w:rsidRPr="00A90824">
        <w:rPr>
          <w:color w:val="000000"/>
          <w:szCs w:val="24"/>
          <w:lang w:val="sr-Cyrl-RS"/>
        </w:rPr>
        <w:t>у</w:t>
      </w:r>
      <w:r w:rsidRPr="00A90824">
        <w:rPr>
          <w:color w:val="000000"/>
          <w:szCs w:val="24"/>
          <w:lang w:val="sr-Cyrl-RS"/>
        </w:rPr>
        <w:t xml:space="preserve"> података, као и унапређење у управљању подацима. </w:t>
      </w:r>
      <w:r w:rsidR="00427B26" w:rsidRPr="00A90824">
        <w:rPr>
          <w:color w:val="000000"/>
          <w:szCs w:val="24"/>
          <w:lang w:val="sr-Cyrl-RS"/>
        </w:rPr>
        <w:t xml:space="preserve">Неопходно </w:t>
      </w:r>
      <w:r w:rsidRPr="00A90824">
        <w:rPr>
          <w:color w:val="000000"/>
          <w:szCs w:val="24"/>
          <w:lang w:val="sr-Cyrl-RS"/>
        </w:rPr>
        <w:t xml:space="preserve">је обезбедити да се сви подаци чувају на централизованим локацијама, у </w:t>
      </w:r>
      <w:r w:rsidR="00427B26" w:rsidRPr="00A90824">
        <w:rPr>
          <w:color w:val="000000"/>
          <w:szCs w:val="24"/>
          <w:lang w:val="sr-Cyrl-RS"/>
        </w:rPr>
        <w:t>Д</w:t>
      </w:r>
      <w:r w:rsidRPr="00A90824">
        <w:rPr>
          <w:color w:val="000000"/>
          <w:szCs w:val="24"/>
          <w:lang w:val="sr-Cyrl-RS"/>
        </w:rPr>
        <w:t xml:space="preserve">ржавном дата центру, </w:t>
      </w:r>
      <w:r w:rsidR="00427B26" w:rsidRPr="00A90824">
        <w:rPr>
          <w:color w:val="000000"/>
          <w:szCs w:val="24"/>
          <w:lang w:val="sr-Cyrl-RS"/>
        </w:rPr>
        <w:t>уз обезбеђ</w:t>
      </w:r>
      <w:r w:rsidR="00C32D53" w:rsidRPr="00A90824">
        <w:rPr>
          <w:color w:val="000000"/>
          <w:szCs w:val="24"/>
          <w:lang w:val="sr-Cyrl-RS"/>
        </w:rPr>
        <w:t>е</w:t>
      </w:r>
      <w:r w:rsidR="00427B26" w:rsidRPr="00A90824">
        <w:rPr>
          <w:color w:val="000000"/>
          <w:szCs w:val="24"/>
          <w:lang w:val="sr-Cyrl-RS"/>
        </w:rPr>
        <w:t>ње поузданог</w:t>
      </w:r>
      <w:r w:rsidRPr="00A90824">
        <w:rPr>
          <w:color w:val="000000"/>
          <w:szCs w:val="24"/>
          <w:lang w:val="sr-Cyrl-RS"/>
        </w:rPr>
        <w:t xml:space="preserve"> начин</w:t>
      </w:r>
      <w:r w:rsidR="00427B26" w:rsidRPr="00A90824">
        <w:rPr>
          <w:color w:val="000000"/>
          <w:szCs w:val="24"/>
          <w:lang w:val="sr-Cyrl-RS"/>
        </w:rPr>
        <w:t>а</w:t>
      </w:r>
      <w:r w:rsidRPr="00A90824">
        <w:rPr>
          <w:color w:val="000000"/>
          <w:szCs w:val="24"/>
          <w:lang w:val="sr-Cyrl-RS"/>
        </w:rPr>
        <w:t xml:space="preserve"> чувања података</w:t>
      </w:r>
      <w:r w:rsidR="00427B26" w:rsidRPr="00A90824">
        <w:rPr>
          <w:color w:val="000000"/>
          <w:szCs w:val="24"/>
          <w:lang w:val="sr-Cyrl-RS"/>
        </w:rPr>
        <w:t>.</w:t>
      </w:r>
      <w:r w:rsidRPr="00A90824">
        <w:rPr>
          <w:color w:val="000000"/>
          <w:szCs w:val="24"/>
          <w:lang w:val="sr-Cyrl-RS"/>
        </w:rPr>
        <w:t xml:space="preserve"> </w:t>
      </w:r>
      <w:r w:rsidR="00427B26" w:rsidRPr="00A90824">
        <w:rPr>
          <w:color w:val="000000"/>
          <w:szCs w:val="24"/>
          <w:lang w:val="sr-Cyrl-RS"/>
        </w:rPr>
        <w:t>Недовољан к</w:t>
      </w:r>
      <w:r w:rsidRPr="00A90824">
        <w:rPr>
          <w:color w:val="000000"/>
          <w:szCs w:val="24"/>
          <w:lang w:val="sr-Cyrl-RS"/>
        </w:rPr>
        <w:t xml:space="preserve">валитет, </w:t>
      </w:r>
      <w:r w:rsidR="00C32D53" w:rsidRPr="00A90824">
        <w:rPr>
          <w:color w:val="000000"/>
          <w:szCs w:val="24"/>
          <w:lang w:val="sr-Cyrl-RS"/>
        </w:rPr>
        <w:t xml:space="preserve">различити </w:t>
      </w:r>
      <w:r w:rsidRPr="00A90824">
        <w:rPr>
          <w:color w:val="000000"/>
          <w:szCs w:val="24"/>
          <w:lang w:val="sr-Cyrl-RS"/>
        </w:rPr>
        <w:t xml:space="preserve">формати и </w:t>
      </w:r>
      <w:r w:rsidR="00427B26" w:rsidRPr="00A90824">
        <w:rPr>
          <w:color w:val="000000"/>
          <w:szCs w:val="24"/>
          <w:lang w:val="sr-Cyrl-RS"/>
        </w:rPr>
        <w:t xml:space="preserve">делимична </w:t>
      </w:r>
      <w:r w:rsidRPr="00A90824">
        <w:rPr>
          <w:color w:val="000000"/>
          <w:szCs w:val="24"/>
          <w:lang w:val="sr-Cyrl-RS"/>
        </w:rPr>
        <w:t>употребљивост</w:t>
      </w:r>
      <w:r w:rsidR="00427B26" w:rsidRPr="00A90824">
        <w:rPr>
          <w:color w:val="000000"/>
          <w:szCs w:val="24"/>
          <w:lang w:val="sr-Cyrl-RS"/>
        </w:rPr>
        <w:t xml:space="preserve"> података</w:t>
      </w:r>
      <w:r w:rsidRPr="00A90824">
        <w:rPr>
          <w:color w:val="000000"/>
          <w:szCs w:val="24"/>
          <w:lang w:val="sr-Cyrl-RS"/>
        </w:rPr>
        <w:t xml:space="preserve"> онемогућава </w:t>
      </w:r>
      <w:r w:rsidR="00427B26" w:rsidRPr="00A90824">
        <w:rPr>
          <w:color w:val="000000"/>
          <w:szCs w:val="24"/>
          <w:lang w:val="sr-Cyrl-RS"/>
        </w:rPr>
        <w:t xml:space="preserve">њихово </w:t>
      </w:r>
      <w:r w:rsidRPr="00A90824">
        <w:rPr>
          <w:color w:val="000000"/>
          <w:szCs w:val="24"/>
          <w:lang w:val="sr-Cyrl-RS"/>
        </w:rPr>
        <w:t>агре</w:t>
      </w:r>
      <w:r w:rsidR="27C1D9B5" w:rsidRPr="00A90824">
        <w:rPr>
          <w:color w:val="000000"/>
          <w:szCs w:val="24"/>
          <w:lang w:val="sr-Cyrl-RS"/>
        </w:rPr>
        <w:t>гатно</w:t>
      </w:r>
      <w:r w:rsidRPr="00A90824">
        <w:rPr>
          <w:color w:val="000000"/>
          <w:szCs w:val="24"/>
          <w:lang w:val="sr-Cyrl-RS"/>
        </w:rPr>
        <w:t xml:space="preserve"> коришћење, повећава трошкове одржавања</w:t>
      </w:r>
      <w:r w:rsidR="00427B26" w:rsidRPr="00A90824">
        <w:rPr>
          <w:color w:val="000000"/>
          <w:szCs w:val="24"/>
          <w:lang w:val="sr-Cyrl-RS"/>
        </w:rPr>
        <w:t xml:space="preserve"> и</w:t>
      </w:r>
      <w:r w:rsidRPr="00A90824">
        <w:rPr>
          <w:color w:val="000000"/>
          <w:szCs w:val="24"/>
          <w:lang w:val="sr-Cyrl-RS"/>
        </w:rPr>
        <w:t xml:space="preserve"> смањује безбедност. </w:t>
      </w:r>
      <w:r w:rsidR="00427B26" w:rsidRPr="00A90824">
        <w:rPr>
          <w:color w:val="000000"/>
          <w:szCs w:val="24"/>
          <w:lang w:val="sr-Cyrl-RS"/>
        </w:rPr>
        <w:t>При обради података неопходно је држати се</w:t>
      </w:r>
      <w:r w:rsidRPr="00A90824">
        <w:rPr>
          <w:color w:val="000000"/>
          <w:szCs w:val="24"/>
          <w:lang w:val="sr-Cyrl-RS"/>
        </w:rPr>
        <w:t xml:space="preserve"> </w:t>
      </w:r>
      <w:r w:rsidR="00427B26" w:rsidRPr="00A90824">
        <w:rPr>
          <w:color w:val="000000"/>
          <w:szCs w:val="24"/>
          <w:lang w:val="sr-Cyrl-RS"/>
        </w:rPr>
        <w:t xml:space="preserve">законских </w:t>
      </w:r>
      <w:r w:rsidRPr="00A90824">
        <w:rPr>
          <w:color w:val="000000"/>
          <w:szCs w:val="24"/>
          <w:lang w:val="sr-Cyrl-RS"/>
        </w:rPr>
        <w:t>ограничења</w:t>
      </w:r>
      <w:r w:rsidR="00FF09C8" w:rsidRPr="00A90824">
        <w:rPr>
          <w:color w:val="000000"/>
          <w:szCs w:val="24"/>
          <w:lang w:val="sr-Cyrl-RS"/>
        </w:rPr>
        <w:t>,</w:t>
      </w:r>
      <w:r w:rsidR="00427B26" w:rsidRPr="00A90824">
        <w:rPr>
          <w:color w:val="000000"/>
          <w:szCs w:val="24"/>
          <w:lang w:val="sr-Cyrl-RS"/>
        </w:rPr>
        <w:t xml:space="preserve"> али</w:t>
      </w:r>
      <w:r w:rsidRPr="00A90824">
        <w:rPr>
          <w:color w:val="000000"/>
          <w:szCs w:val="24"/>
          <w:lang w:val="sr-Cyrl-RS"/>
        </w:rPr>
        <w:t xml:space="preserve"> </w:t>
      </w:r>
      <w:r w:rsidR="00427B26" w:rsidRPr="00A90824">
        <w:rPr>
          <w:color w:val="000000"/>
          <w:szCs w:val="24"/>
          <w:lang w:val="sr-Cyrl-RS"/>
        </w:rPr>
        <w:t>тако</w:t>
      </w:r>
      <w:r w:rsidRPr="00A90824">
        <w:rPr>
          <w:color w:val="000000"/>
          <w:szCs w:val="24"/>
          <w:lang w:val="sr-Cyrl-RS"/>
        </w:rPr>
        <w:t xml:space="preserve"> да то не зауставља развој технологије и решења заснованих на вештачкој интелигенцији.</w:t>
      </w:r>
    </w:p>
    <w:p w14:paraId="4BF889EC" w14:textId="77777777" w:rsidR="00BE0C76" w:rsidRPr="00A90824" w:rsidRDefault="002222F9" w:rsidP="00BE0C76">
      <w:pPr>
        <w:rPr>
          <w:color w:val="000000"/>
          <w:szCs w:val="24"/>
          <w:lang w:val="sr-Cyrl-RS"/>
        </w:rPr>
      </w:pPr>
      <w:r w:rsidRPr="00A90824">
        <w:rPr>
          <w:color w:val="000000"/>
          <w:szCs w:val="24"/>
          <w:lang w:val="sr-Cyrl-RS"/>
        </w:rPr>
        <w:t xml:space="preserve">Развој система у овој области захтева непрекидно </w:t>
      </w:r>
      <w:r w:rsidR="4D8FA496" w:rsidRPr="00A90824">
        <w:rPr>
          <w:color w:val="000000"/>
          <w:szCs w:val="24"/>
          <w:lang w:val="sr-Cyrl-RS"/>
        </w:rPr>
        <w:t>унапређењ</w:t>
      </w:r>
      <w:r w:rsidR="00C32D53" w:rsidRPr="00A90824">
        <w:rPr>
          <w:color w:val="000000"/>
          <w:szCs w:val="24"/>
          <w:lang w:val="sr-Cyrl-RS"/>
        </w:rPr>
        <w:t>е</w:t>
      </w:r>
      <w:r w:rsidR="4D8FA496" w:rsidRPr="00A90824">
        <w:rPr>
          <w:color w:val="000000"/>
          <w:szCs w:val="24"/>
          <w:lang w:val="sr-Cyrl-RS"/>
        </w:rPr>
        <w:t xml:space="preserve"> инфраструктуре. Захтеви за повећањем рачунарских ресурса</w:t>
      </w:r>
      <w:r w:rsidR="00C32D53" w:rsidRPr="00A90824">
        <w:rPr>
          <w:color w:val="000000"/>
          <w:szCs w:val="24"/>
          <w:lang w:val="sr-Cyrl-RS"/>
        </w:rPr>
        <w:t>,</w:t>
      </w:r>
      <w:r w:rsidR="4D8FA496" w:rsidRPr="00A90824">
        <w:rPr>
          <w:color w:val="000000"/>
          <w:szCs w:val="24"/>
          <w:lang w:val="sr-Cyrl-RS"/>
        </w:rPr>
        <w:t xml:space="preserve"> процесорске снаге и снаге графичких процесора су стални. </w:t>
      </w:r>
      <w:r w:rsidRPr="00A90824">
        <w:rPr>
          <w:color w:val="000000"/>
          <w:szCs w:val="24"/>
          <w:lang w:val="sr-Cyrl-RS"/>
        </w:rPr>
        <w:t>Потребно је</w:t>
      </w:r>
      <w:r w:rsidR="4D8FA496" w:rsidRPr="00A90824">
        <w:rPr>
          <w:color w:val="000000"/>
          <w:szCs w:val="24"/>
          <w:lang w:val="sr-Cyrl-RS"/>
        </w:rPr>
        <w:t xml:space="preserve"> проширити и капацитете за смештање с</w:t>
      </w:r>
      <w:r w:rsidR="00902FFA" w:rsidRPr="00A90824">
        <w:rPr>
          <w:color w:val="000000"/>
          <w:szCs w:val="24"/>
          <w:lang w:val="sr-Cyrl-RS"/>
        </w:rPr>
        <w:t>купова</w:t>
      </w:r>
      <w:r w:rsidR="4D8FA496" w:rsidRPr="00A90824">
        <w:rPr>
          <w:color w:val="000000"/>
          <w:szCs w:val="24"/>
          <w:lang w:val="sr-Cyrl-RS"/>
        </w:rPr>
        <w:t xml:space="preserve"> података који служе за тренирање модела вештачке интелигенције и складиштењ</w:t>
      </w:r>
      <w:r w:rsidRPr="00A90824">
        <w:rPr>
          <w:color w:val="000000"/>
          <w:szCs w:val="24"/>
          <w:lang w:val="sr-Cyrl-RS"/>
        </w:rPr>
        <w:t>е</w:t>
      </w:r>
      <w:r w:rsidR="4D8FA496" w:rsidRPr="00A90824">
        <w:rPr>
          <w:color w:val="000000"/>
          <w:szCs w:val="24"/>
          <w:lang w:val="sr-Cyrl-RS"/>
        </w:rPr>
        <w:t xml:space="preserve"> резултата</w:t>
      </w:r>
      <w:r w:rsidRPr="00A90824">
        <w:rPr>
          <w:color w:val="000000"/>
          <w:szCs w:val="24"/>
          <w:lang w:val="sr-Cyrl-RS"/>
        </w:rPr>
        <w:t>, што се може постићи</w:t>
      </w:r>
      <w:r w:rsidR="4D8FA496" w:rsidRPr="00A90824">
        <w:rPr>
          <w:color w:val="000000"/>
          <w:szCs w:val="24"/>
          <w:lang w:val="sr-Cyrl-RS"/>
        </w:rPr>
        <w:t xml:space="preserve"> </w:t>
      </w:r>
      <w:r w:rsidRPr="00A90824">
        <w:rPr>
          <w:color w:val="000000"/>
          <w:szCs w:val="24"/>
          <w:lang w:val="sr-Cyrl-RS"/>
        </w:rPr>
        <w:t>бољом</w:t>
      </w:r>
      <w:r w:rsidR="4D8FA496" w:rsidRPr="00A90824">
        <w:rPr>
          <w:color w:val="000000"/>
          <w:szCs w:val="24"/>
          <w:lang w:val="sr-Cyrl-RS"/>
        </w:rPr>
        <w:t xml:space="preserve"> искоришћеност</w:t>
      </w:r>
      <w:r w:rsidRPr="00A90824">
        <w:rPr>
          <w:color w:val="000000"/>
          <w:szCs w:val="24"/>
          <w:lang w:val="sr-Cyrl-RS"/>
        </w:rPr>
        <w:t>и</w:t>
      </w:r>
      <w:r w:rsidR="4D8FA496" w:rsidRPr="00A90824">
        <w:rPr>
          <w:color w:val="000000"/>
          <w:szCs w:val="24"/>
          <w:lang w:val="sr-Cyrl-RS"/>
        </w:rPr>
        <w:t xml:space="preserve"> Националне платформе за вештачку интелигенцију </w:t>
      </w:r>
      <w:r w:rsidRPr="00A90824">
        <w:rPr>
          <w:color w:val="000000"/>
          <w:szCs w:val="24"/>
          <w:lang w:val="sr-Cyrl-RS"/>
        </w:rPr>
        <w:t xml:space="preserve">уз додатну едукацију </w:t>
      </w:r>
      <w:r w:rsidR="4D8FA496" w:rsidRPr="00A90824">
        <w:rPr>
          <w:color w:val="000000"/>
          <w:szCs w:val="24"/>
          <w:lang w:val="sr-Cyrl-RS"/>
        </w:rPr>
        <w:t>корисни</w:t>
      </w:r>
      <w:r w:rsidRPr="00A90824">
        <w:rPr>
          <w:color w:val="000000"/>
          <w:szCs w:val="24"/>
          <w:lang w:val="sr-Cyrl-RS"/>
        </w:rPr>
        <w:t>ка</w:t>
      </w:r>
      <w:r w:rsidR="4D8FA496" w:rsidRPr="00A90824">
        <w:rPr>
          <w:color w:val="000000"/>
          <w:szCs w:val="24"/>
          <w:lang w:val="sr-Cyrl-RS"/>
        </w:rPr>
        <w:t xml:space="preserve"> за ефикаснији приступ и рад, бољу оптимизацију тренинга и њихову паралелизацију.</w:t>
      </w:r>
    </w:p>
    <w:p w14:paraId="18D003D8" w14:textId="77777777" w:rsidR="00BE0C76" w:rsidRPr="00A90824" w:rsidRDefault="00BE0C76" w:rsidP="00BE0C76">
      <w:pPr>
        <w:rPr>
          <w:color w:val="000000"/>
          <w:szCs w:val="24"/>
          <w:lang w:val="sr-Cyrl-RS"/>
        </w:rPr>
      </w:pPr>
      <w:r w:rsidRPr="00A90824">
        <w:rPr>
          <w:color w:val="000000"/>
          <w:szCs w:val="24"/>
          <w:lang w:val="sr-Cyrl-RS"/>
        </w:rPr>
        <w:t xml:space="preserve">Непостојање </w:t>
      </w:r>
      <w:r w:rsidR="002222F9" w:rsidRPr="00A90824">
        <w:rPr>
          <w:color w:val="000000"/>
          <w:szCs w:val="24"/>
          <w:lang w:val="sr-Cyrl-RS"/>
        </w:rPr>
        <w:t xml:space="preserve">јасног правног оквира за </w:t>
      </w:r>
      <w:r w:rsidRPr="00A90824">
        <w:rPr>
          <w:color w:val="000000"/>
          <w:szCs w:val="24"/>
          <w:lang w:val="sr-Cyrl-RS"/>
        </w:rPr>
        <w:t>развој и примен</w:t>
      </w:r>
      <w:r w:rsidR="002222F9" w:rsidRPr="00A90824">
        <w:rPr>
          <w:color w:val="000000"/>
          <w:szCs w:val="24"/>
          <w:lang w:val="sr-Cyrl-RS"/>
        </w:rPr>
        <w:t>у</w:t>
      </w:r>
      <w:r w:rsidRPr="00A90824">
        <w:rPr>
          <w:color w:val="000000"/>
          <w:szCs w:val="24"/>
          <w:lang w:val="sr-Cyrl-RS"/>
        </w:rPr>
        <w:t xml:space="preserve"> вештачке интелигенције представља велики изазов. Већина земаља </w:t>
      </w:r>
      <w:r w:rsidR="002222F9" w:rsidRPr="00A90824">
        <w:rPr>
          <w:color w:val="000000"/>
          <w:szCs w:val="24"/>
          <w:lang w:val="sr-Cyrl-RS"/>
        </w:rPr>
        <w:t>опредељује се за</w:t>
      </w:r>
      <w:r w:rsidRPr="00A90824">
        <w:rPr>
          <w:color w:val="000000"/>
          <w:szCs w:val="24"/>
          <w:lang w:val="sr-Cyrl-RS"/>
        </w:rPr>
        <w:t xml:space="preserve"> доношењ</w:t>
      </w:r>
      <w:r w:rsidR="002222F9" w:rsidRPr="00A90824">
        <w:rPr>
          <w:color w:val="000000"/>
          <w:szCs w:val="24"/>
          <w:lang w:val="sr-Cyrl-RS"/>
        </w:rPr>
        <w:t>е</w:t>
      </w:r>
      <w:r w:rsidRPr="00A90824">
        <w:rPr>
          <w:color w:val="000000"/>
          <w:szCs w:val="24"/>
          <w:lang w:val="sr-Cyrl-RS"/>
        </w:rPr>
        <w:t xml:space="preserve"> јединственог (свеобухватног) закона </w:t>
      </w:r>
      <w:r w:rsidR="002222F9" w:rsidRPr="00A90824">
        <w:rPr>
          <w:color w:val="000000"/>
          <w:szCs w:val="24"/>
          <w:lang w:val="sr-Cyrl-RS"/>
        </w:rPr>
        <w:t>уз</w:t>
      </w:r>
      <w:r w:rsidRPr="00A90824">
        <w:rPr>
          <w:color w:val="000000"/>
          <w:szCs w:val="24"/>
          <w:lang w:val="sr-Cyrl-RS"/>
        </w:rPr>
        <w:t xml:space="preserve"> усклађивањ</w:t>
      </w:r>
      <w:r w:rsidR="002222F9" w:rsidRPr="00A90824">
        <w:rPr>
          <w:color w:val="000000"/>
          <w:szCs w:val="24"/>
          <w:lang w:val="sr-Cyrl-RS"/>
        </w:rPr>
        <w:t>е</w:t>
      </w:r>
      <w:r w:rsidRPr="00A90824">
        <w:rPr>
          <w:color w:val="000000"/>
          <w:szCs w:val="24"/>
          <w:lang w:val="sr-Cyrl-RS"/>
        </w:rPr>
        <w:t xml:space="preserve"> постојећих пратећих и доменских </w:t>
      </w:r>
      <w:r w:rsidR="002222F9" w:rsidRPr="00A90824">
        <w:rPr>
          <w:color w:val="000000"/>
          <w:szCs w:val="24"/>
          <w:lang w:val="sr-Cyrl-RS"/>
        </w:rPr>
        <w:t>прописа</w:t>
      </w:r>
      <w:r w:rsidRPr="00A90824">
        <w:rPr>
          <w:color w:val="000000"/>
          <w:szCs w:val="24"/>
          <w:lang w:val="sr-Cyrl-RS"/>
        </w:rPr>
        <w:t>. Такође</w:t>
      </w:r>
      <w:r w:rsidR="00C32D53" w:rsidRPr="00A90824">
        <w:rPr>
          <w:color w:val="000000"/>
          <w:szCs w:val="24"/>
          <w:lang w:val="sr-Cyrl-RS"/>
        </w:rPr>
        <w:t xml:space="preserve"> се</w:t>
      </w:r>
      <w:r w:rsidRPr="00A90824">
        <w:rPr>
          <w:color w:val="000000"/>
          <w:szCs w:val="24"/>
          <w:lang w:val="sr-Cyrl-RS"/>
        </w:rPr>
        <w:t xml:space="preserve"> мора </w:t>
      </w:r>
      <w:r w:rsidR="00C32D53" w:rsidRPr="00A90824">
        <w:rPr>
          <w:color w:val="000000"/>
          <w:szCs w:val="24"/>
          <w:lang w:val="sr-Cyrl-RS"/>
        </w:rPr>
        <w:t>преиспитати</w:t>
      </w:r>
      <w:r w:rsidRPr="00A90824">
        <w:rPr>
          <w:color w:val="000000"/>
          <w:szCs w:val="24"/>
          <w:lang w:val="sr-Cyrl-RS"/>
        </w:rPr>
        <w:t xml:space="preserve"> статус етичких смерница </w:t>
      </w:r>
      <w:r w:rsidR="00C32D53" w:rsidRPr="00A90824">
        <w:rPr>
          <w:color w:val="000000"/>
          <w:szCs w:val="24"/>
          <w:lang w:val="sr-Cyrl-RS"/>
        </w:rPr>
        <w:t>које тренутно нису обавезујуће</w:t>
      </w:r>
      <w:r w:rsidR="002222F9" w:rsidRPr="00A90824">
        <w:rPr>
          <w:color w:val="000000"/>
          <w:szCs w:val="24"/>
          <w:lang w:val="sr-Cyrl-RS"/>
        </w:rPr>
        <w:t>, јер</w:t>
      </w:r>
      <w:r w:rsidRPr="00A90824">
        <w:rPr>
          <w:color w:val="000000"/>
          <w:szCs w:val="24"/>
          <w:lang w:val="sr-Cyrl-RS"/>
        </w:rPr>
        <w:t xml:space="preserve"> мали број </w:t>
      </w:r>
      <w:r w:rsidR="002222F9" w:rsidRPr="00A90824">
        <w:rPr>
          <w:color w:val="000000"/>
          <w:szCs w:val="24"/>
          <w:lang w:val="sr-Cyrl-RS"/>
        </w:rPr>
        <w:t xml:space="preserve">привредних субјеката </w:t>
      </w:r>
      <w:r w:rsidRPr="00A90824">
        <w:rPr>
          <w:color w:val="000000"/>
          <w:szCs w:val="24"/>
          <w:lang w:val="sr-Cyrl-RS"/>
        </w:rPr>
        <w:t xml:space="preserve">разматра то </w:t>
      </w:r>
      <w:r w:rsidR="002222F9" w:rsidRPr="00A90824">
        <w:rPr>
          <w:color w:val="000000"/>
          <w:szCs w:val="24"/>
          <w:lang w:val="sr-Cyrl-RS"/>
        </w:rPr>
        <w:t xml:space="preserve">питање </w:t>
      </w:r>
      <w:r w:rsidRPr="00A90824">
        <w:rPr>
          <w:color w:val="000000"/>
          <w:szCs w:val="24"/>
          <w:lang w:val="sr-Cyrl-RS"/>
        </w:rPr>
        <w:t xml:space="preserve">на неком системском нивоу. Поред </w:t>
      </w:r>
      <w:r w:rsidR="002222F9" w:rsidRPr="00A90824">
        <w:rPr>
          <w:color w:val="000000"/>
          <w:szCs w:val="24"/>
          <w:lang w:val="sr-Cyrl-RS"/>
        </w:rPr>
        <w:t xml:space="preserve">унапређења </w:t>
      </w:r>
      <w:r w:rsidRPr="00A90824">
        <w:rPr>
          <w:color w:val="000000"/>
          <w:szCs w:val="24"/>
          <w:lang w:val="sr-Cyrl-RS"/>
        </w:rPr>
        <w:t xml:space="preserve">правног оквира неопходно је </w:t>
      </w:r>
      <w:r w:rsidR="002222F9" w:rsidRPr="00A90824">
        <w:rPr>
          <w:color w:val="000000"/>
          <w:szCs w:val="24"/>
          <w:lang w:val="sr-Cyrl-RS"/>
        </w:rPr>
        <w:t>свеобухватно дефинисати</w:t>
      </w:r>
      <w:r w:rsidRPr="00A90824">
        <w:rPr>
          <w:color w:val="000000"/>
          <w:szCs w:val="24"/>
          <w:lang w:val="sr-Cyrl-RS"/>
        </w:rPr>
        <w:t xml:space="preserve"> </w:t>
      </w:r>
      <w:r w:rsidR="002222F9" w:rsidRPr="00A90824">
        <w:rPr>
          <w:color w:val="000000"/>
          <w:szCs w:val="24"/>
          <w:lang w:val="sr-Cyrl-RS"/>
        </w:rPr>
        <w:t>одговарајуће мере и активности и њихово</w:t>
      </w:r>
      <w:r w:rsidRPr="00A90824">
        <w:rPr>
          <w:color w:val="000000"/>
          <w:szCs w:val="24"/>
          <w:lang w:val="sr-Cyrl-RS"/>
        </w:rPr>
        <w:t xml:space="preserve"> праћење, координацију, контролу и друг</w:t>
      </w:r>
      <w:r w:rsidR="002222F9" w:rsidRPr="00A90824">
        <w:rPr>
          <w:color w:val="000000"/>
          <w:szCs w:val="24"/>
          <w:lang w:val="sr-Cyrl-RS"/>
        </w:rPr>
        <w:t>а</w:t>
      </w:r>
      <w:r w:rsidRPr="00A90824">
        <w:rPr>
          <w:color w:val="000000"/>
          <w:szCs w:val="24"/>
          <w:lang w:val="sr-Cyrl-RS"/>
        </w:rPr>
        <w:t xml:space="preserve"> </w:t>
      </w:r>
      <w:r w:rsidR="002222F9" w:rsidRPr="00A90824">
        <w:rPr>
          <w:color w:val="000000"/>
          <w:szCs w:val="24"/>
          <w:lang w:val="sr-Cyrl-RS"/>
        </w:rPr>
        <w:t>питања од значаја, међу којима се истиче институционално бављење овим питањима</w:t>
      </w:r>
      <w:r w:rsidRPr="00A90824">
        <w:rPr>
          <w:color w:val="000000"/>
          <w:szCs w:val="24"/>
          <w:lang w:val="sr-Cyrl-RS"/>
        </w:rPr>
        <w:t xml:space="preserve"> </w:t>
      </w:r>
      <w:r w:rsidR="002222F9" w:rsidRPr="00A90824">
        <w:rPr>
          <w:color w:val="000000"/>
          <w:szCs w:val="24"/>
          <w:lang w:val="sr-Cyrl-RS"/>
        </w:rPr>
        <w:t>уз</w:t>
      </w:r>
      <w:r w:rsidRPr="00A90824">
        <w:rPr>
          <w:color w:val="000000"/>
          <w:szCs w:val="24"/>
          <w:lang w:val="sr-Cyrl-RS"/>
        </w:rPr>
        <w:t xml:space="preserve"> постојање једног или више тела која </w:t>
      </w:r>
      <w:r w:rsidR="00C32D53" w:rsidRPr="00A90824">
        <w:rPr>
          <w:color w:val="000000"/>
          <w:szCs w:val="24"/>
          <w:lang w:val="sr-Cyrl-RS"/>
        </w:rPr>
        <w:t>врше надзор</w:t>
      </w:r>
      <w:r w:rsidRPr="00A90824">
        <w:rPr>
          <w:color w:val="000000"/>
          <w:szCs w:val="24"/>
          <w:lang w:val="sr-Cyrl-RS"/>
        </w:rPr>
        <w:t xml:space="preserve"> и координирају напоре у вези са </w:t>
      </w:r>
      <w:r w:rsidR="00C32D53" w:rsidRPr="00A90824">
        <w:rPr>
          <w:color w:val="000000"/>
          <w:szCs w:val="24"/>
          <w:lang w:val="sr-Cyrl-RS"/>
        </w:rPr>
        <w:t xml:space="preserve">коришћењем </w:t>
      </w:r>
      <w:r w:rsidRPr="00A90824">
        <w:rPr>
          <w:color w:val="000000"/>
          <w:szCs w:val="24"/>
          <w:lang w:val="sr-Cyrl-RS"/>
        </w:rPr>
        <w:t>пода</w:t>
      </w:r>
      <w:r w:rsidR="00C32D53" w:rsidRPr="00A90824">
        <w:rPr>
          <w:color w:val="000000"/>
          <w:szCs w:val="24"/>
          <w:lang w:val="sr-Cyrl-RS"/>
        </w:rPr>
        <w:t>так</w:t>
      </w:r>
      <w:r w:rsidRPr="00A90824">
        <w:rPr>
          <w:color w:val="000000"/>
          <w:szCs w:val="24"/>
          <w:lang w:val="sr-Cyrl-RS"/>
        </w:rPr>
        <w:t xml:space="preserve">а, модела </w:t>
      </w:r>
      <w:r w:rsidR="002222F9" w:rsidRPr="00A90824">
        <w:rPr>
          <w:color w:val="000000"/>
          <w:szCs w:val="24"/>
          <w:lang w:val="sr-Cyrl-RS"/>
        </w:rPr>
        <w:t xml:space="preserve">и </w:t>
      </w:r>
      <w:r w:rsidRPr="00A90824">
        <w:rPr>
          <w:color w:val="000000"/>
          <w:szCs w:val="24"/>
          <w:lang w:val="sr-Cyrl-RS"/>
        </w:rPr>
        <w:t>начин</w:t>
      </w:r>
      <w:r w:rsidR="0035676F" w:rsidRPr="00A90824">
        <w:rPr>
          <w:color w:val="000000"/>
          <w:szCs w:val="24"/>
          <w:lang w:val="sr-Cyrl-RS"/>
        </w:rPr>
        <w:t>а</w:t>
      </w:r>
      <w:r w:rsidRPr="00A90824">
        <w:rPr>
          <w:color w:val="000000"/>
          <w:szCs w:val="24"/>
          <w:lang w:val="sr-Cyrl-RS"/>
        </w:rPr>
        <w:t xml:space="preserve"> развоја </w:t>
      </w:r>
      <w:r w:rsidR="002222F9" w:rsidRPr="00A90824">
        <w:rPr>
          <w:color w:val="000000"/>
          <w:szCs w:val="24"/>
          <w:lang w:val="sr-Cyrl-RS"/>
        </w:rPr>
        <w:t xml:space="preserve">вештачке интелигенције </w:t>
      </w:r>
      <w:r w:rsidRPr="00A90824">
        <w:rPr>
          <w:color w:val="000000"/>
          <w:szCs w:val="24"/>
          <w:lang w:val="sr-Cyrl-RS"/>
        </w:rPr>
        <w:t>и приступа тржишту.</w:t>
      </w:r>
    </w:p>
    <w:p w14:paraId="7F303887" w14:textId="77777777" w:rsidR="00053FA3" w:rsidRPr="00A90824" w:rsidRDefault="00BE0C76" w:rsidP="00BE0C76">
      <w:pPr>
        <w:rPr>
          <w:color w:val="000000"/>
          <w:szCs w:val="24"/>
          <w:lang w:val="sr-Cyrl-RS"/>
        </w:rPr>
      </w:pPr>
      <w:r w:rsidRPr="00A90824">
        <w:rPr>
          <w:color w:val="000000"/>
          <w:szCs w:val="24"/>
          <w:lang w:val="sr-Cyrl-RS"/>
        </w:rPr>
        <w:t xml:space="preserve">Приликом постављања циљева и мера у Стратегији, водило </w:t>
      </w:r>
      <w:r w:rsidR="00E057E0" w:rsidRPr="00A90824">
        <w:rPr>
          <w:color w:val="000000"/>
          <w:szCs w:val="24"/>
          <w:lang w:val="sr-Cyrl-RS"/>
        </w:rPr>
        <w:t xml:space="preserve">се </w:t>
      </w:r>
      <w:r w:rsidRPr="00A90824">
        <w:rPr>
          <w:color w:val="000000"/>
          <w:szCs w:val="24"/>
          <w:lang w:val="sr-Cyrl-RS"/>
        </w:rPr>
        <w:t xml:space="preserve">рачуна о интересима сваког појединца, спречавању дискриминације, постављању човека као мерила вредности и примене моралних правила у свим аспектима развоја и примене вештачке интелигенције. </w:t>
      </w:r>
      <w:r w:rsidR="00053FA3" w:rsidRPr="00A90824">
        <w:rPr>
          <w:color w:val="000000"/>
          <w:szCs w:val="24"/>
          <w:lang w:val="sr-Cyrl-RS"/>
        </w:rPr>
        <w:t>У</w:t>
      </w:r>
      <w:r w:rsidRPr="00A90824">
        <w:rPr>
          <w:color w:val="000000"/>
          <w:szCs w:val="24"/>
          <w:lang w:val="sr-Cyrl-RS"/>
        </w:rPr>
        <w:t xml:space="preserve"> току спровођења циљева и мера</w:t>
      </w:r>
      <w:r w:rsidR="00053FA3" w:rsidRPr="00A90824">
        <w:rPr>
          <w:color w:val="000000"/>
          <w:szCs w:val="24"/>
          <w:lang w:val="sr-Cyrl-RS"/>
        </w:rPr>
        <w:t xml:space="preserve"> Стратегије</w:t>
      </w:r>
      <w:r w:rsidRPr="00A90824">
        <w:rPr>
          <w:color w:val="000000"/>
          <w:szCs w:val="24"/>
          <w:lang w:val="sr-Cyrl-RS"/>
        </w:rPr>
        <w:t xml:space="preserve">, нарочито ће се водити рачуна да се вештачка интелигенција </w:t>
      </w:r>
      <w:r w:rsidR="00C32D53" w:rsidRPr="00A90824">
        <w:rPr>
          <w:color w:val="000000"/>
          <w:szCs w:val="24"/>
          <w:lang w:val="sr-Cyrl-RS"/>
        </w:rPr>
        <w:t>користи</w:t>
      </w:r>
      <w:r w:rsidRPr="00A90824">
        <w:rPr>
          <w:color w:val="000000"/>
          <w:szCs w:val="24"/>
          <w:lang w:val="sr-Cyrl-RS"/>
        </w:rPr>
        <w:t xml:space="preserve"> у складу са начелом интереса човека. Развој и примена вештачке интелигенције морају бити спроведени на начин који неће угрозити слободу, равноправност </w:t>
      </w:r>
      <w:r w:rsidR="00053FA3" w:rsidRPr="00A90824">
        <w:rPr>
          <w:color w:val="000000"/>
          <w:szCs w:val="24"/>
          <w:lang w:val="sr-Cyrl-RS"/>
        </w:rPr>
        <w:t>и</w:t>
      </w:r>
      <w:r w:rsidRPr="00A90824">
        <w:rPr>
          <w:color w:val="000000"/>
          <w:szCs w:val="24"/>
          <w:lang w:val="sr-Cyrl-RS"/>
        </w:rPr>
        <w:t xml:space="preserve"> права било </w:t>
      </w:r>
      <w:r w:rsidR="00E057E0" w:rsidRPr="00A90824">
        <w:rPr>
          <w:color w:val="000000"/>
          <w:szCs w:val="24"/>
          <w:lang w:val="sr-Cyrl-RS"/>
        </w:rPr>
        <w:t>ког појединца</w:t>
      </w:r>
      <w:r w:rsidRPr="00A90824">
        <w:rPr>
          <w:color w:val="000000"/>
          <w:szCs w:val="24"/>
          <w:lang w:val="sr-Cyrl-RS"/>
        </w:rPr>
        <w:t xml:space="preserve">. </w:t>
      </w:r>
      <w:r w:rsidR="00C32D53" w:rsidRPr="00A90824">
        <w:rPr>
          <w:color w:val="000000"/>
          <w:szCs w:val="24"/>
          <w:lang w:val="sr-Cyrl-RS"/>
        </w:rPr>
        <w:t>Етички</w:t>
      </w:r>
      <w:r w:rsidRPr="00A90824">
        <w:rPr>
          <w:color w:val="000000"/>
          <w:szCs w:val="24"/>
          <w:lang w:val="sr-Cyrl-RS"/>
        </w:rPr>
        <w:t xml:space="preserve"> принципи и употреба зарад добробити људи постављају се као кључни за оцену подршке развоју и примени вештачке интелигенције у свим сферама </w:t>
      </w:r>
      <w:r w:rsidR="00053FA3" w:rsidRPr="00A90824">
        <w:rPr>
          <w:color w:val="000000"/>
          <w:szCs w:val="24"/>
          <w:lang w:val="sr-Cyrl-RS"/>
        </w:rPr>
        <w:t xml:space="preserve">привреде, друштва и </w:t>
      </w:r>
      <w:r w:rsidRPr="00A90824">
        <w:rPr>
          <w:color w:val="000000"/>
          <w:szCs w:val="24"/>
          <w:lang w:val="sr-Cyrl-RS"/>
        </w:rPr>
        <w:t xml:space="preserve">живота. Вештачка интелигенција неће се развијати или примењивати </w:t>
      </w:r>
      <w:r w:rsidR="00E057E0" w:rsidRPr="00A90824">
        <w:rPr>
          <w:color w:val="000000"/>
          <w:szCs w:val="24"/>
          <w:lang w:val="sr-Cyrl-RS"/>
        </w:rPr>
        <w:t xml:space="preserve">ни </w:t>
      </w:r>
      <w:r w:rsidRPr="00A90824">
        <w:rPr>
          <w:color w:val="000000"/>
          <w:szCs w:val="24"/>
          <w:lang w:val="sr-Cyrl-RS"/>
        </w:rPr>
        <w:t>на штету животиња</w:t>
      </w:r>
      <w:r w:rsidR="00E057E0" w:rsidRPr="00A90824">
        <w:rPr>
          <w:color w:val="000000"/>
          <w:szCs w:val="24"/>
          <w:lang w:val="sr-Cyrl-RS"/>
        </w:rPr>
        <w:t>, нити</w:t>
      </w:r>
      <w:r w:rsidRPr="00A90824">
        <w:rPr>
          <w:color w:val="000000"/>
          <w:szCs w:val="24"/>
          <w:lang w:val="sr-Cyrl-RS"/>
        </w:rPr>
        <w:t xml:space="preserve"> сме утицати негативно на животну средину. Циљеви и мере </w:t>
      </w:r>
      <w:r w:rsidR="00E057E0" w:rsidRPr="00A90824">
        <w:rPr>
          <w:color w:val="000000"/>
          <w:szCs w:val="24"/>
          <w:lang w:val="sr-Cyrl-RS"/>
        </w:rPr>
        <w:t>С</w:t>
      </w:r>
      <w:r w:rsidRPr="00A90824">
        <w:rPr>
          <w:color w:val="000000"/>
          <w:szCs w:val="24"/>
          <w:lang w:val="sr-Cyrl-RS"/>
        </w:rPr>
        <w:t xml:space="preserve">тратегије оствариће се на начин </w:t>
      </w:r>
      <w:r w:rsidR="00E057E0" w:rsidRPr="00A90824">
        <w:rPr>
          <w:color w:val="000000"/>
          <w:szCs w:val="24"/>
          <w:lang w:val="sr-Cyrl-RS"/>
        </w:rPr>
        <w:t>којим се</w:t>
      </w:r>
      <w:r w:rsidRPr="00A90824">
        <w:rPr>
          <w:color w:val="000000"/>
          <w:szCs w:val="24"/>
          <w:lang w:val="sr-Cyrl-RS"/>
        </w:rPr>
        <w:t xml:space="preserve"> поштује равноправност свих учесника у процесу развоја као и корисника. У процесу образовања, развоја и примене решења из области вештачке интелигенције нико неће имати предност по основу полне, расне, </w:t>
      </w:r>
      <w:r w:rsidR="00053FA3" w:rsidRPr="00A90824">
        <w:rPr>
          <w:color w:val="000000"/>
          <w:szCs w:val="24"/>
          <w:lang w:val="sr-Cyrl-RS"/>
        </w:rPr>
        <w:t>националне</w:t>
      </w:r>
      <w:r w:rsidRPr="00A90824">
        <w:rPr>
          <w:color w:val="000000"/>
          <w:szCs w:val="24"/>
          <w:lang w:val="sr-Cyrl-RS"/>
        </w:rPr>
        <w:t xml:space="preserve"> или друге припадности као ни по основу верског, родног или другог опредељења. Мањинске групе имаће једнака права као и сви остали. Забрањује се развој и употреба вештачке интелигенције која ће на било који начин спроводити друштвени инжењеринг и мешати се у међуљудске односе. Нарочита пажња посветиће се и особама са инвалидитетом како би им се</w:t>
      </w:r>
      <w:r w:rsidR="00C32D53" w:rsidRPr="00A90824">
        <w:rPr>
          <w:color w:val="000000"/>
          <w:szCs w:val="24"/>
          <w:lang w:val="sr-Cyrl-RS"/>
        </w:rPr>
        <w:t>,</w:t>
      </w:r>
      <w:r w:rsidRPr="00A90824">
        <w:rPr>
          <w:color w:val="000000"/>
          <w:szCs w:val="24"/>
          <w:lang w:val="sr-Cyrl-RS"/>
        </w:rPr>
        <w:t xml:space="preserve"> применом ове технологије</w:t>
      </w:r>
      <w:r w:rsidR="00C32D53" w:rsidRPr="00A90824">
        <w:rPr>
          <w:color w:val="000000"/>
          <w:szCs w:val="24"/>
          <w:lang w:val="sr-Cyrl-RS"/>
        </w:rPr>
        <w:t>,</w:t>
      </w:r>
      <w:r w:rsidRPr="00A90824">
        <w:rPr>
          <w:color w:val="000000"/>
          <w:szCs w:val="24"/>
          <w:lang w:val="sr-Cyrl-RS"/>
        </w:rPr>
        <w:t xml:space="preserve"> омогућио бољи и квалитетнији живот у складу са њиховим тежњама и потпуно</w:t>
      </w:r>
      <w:r w:rsidR="00E057E0" w:rsidRPr="00A90824">
        <w:rPr>
          <w:color w:val="000000"/>
          <w:szCs w:val="24"/>
          <w:lang w:val="sr-Cyrl-RS"/>
        </w:rPr>
        <w:t>м</w:t>
      </w:r>
      <w:r w:rsidRPr="00A90824">
        <w:rPr>
          <w:color w:val="000000"/>
          <w:szCs w:val="24"/>
          <w:lang w:val="sr-Cyrl-RS"/>
        </w:rPr>
        <w:t xml:space="preserve"> остваре</w:t>
      </w:r>
      <w:r w:rsidR="00E057E0" w:rsidRPr="00A90824">
        <w:rPr>
          <w:color w:val="000000"/>
          <w:szCs w:val="24"/>
          <w:lang w:val="sr-Cyrl-RS"/>
        </w:rPr>
        <w:t>њу</w:t>
      </w:r>
      <w:r w:rsidRPr="00A90824">
        <w:rPr>
          <w:color w:val="000000"/>
          <w:szCs w:val="24"/>
          <w:lang w:val="sr-Cyrl-RS"/>
        </w:rPr>
        <w:t>.</w:t>
      </w:r>
    </w:p>
    <w:p w14:paraId="77F582AF" w14:textId="659C75FC" w:rsidR="00BE0C76" w:rsidRDefault="00F04C63" w:rsidP="00AF0A59">
      <w:pPr>
        <w:pStyle w:val="Heading1"/>
        <w:spacing w:before="0" w:afterLines="120" w:after="288" w:line="240" w:lineRule="auto"/>
        <w:rPr>
          <w:color w:val="000000"/>
          <w:sz w:val="24"/>
          <w:szCs w:val="24"/>
          <w:lang w:val="sr-Cyrl-RS"/>
        </w:rPr>
      </w:pPr>
      <w:bookmarkStart w:id="37" w:name="_Toc174901930"/>
      <w:r w:rsidRPr="00A90824">
        <w:rPr>
          <w:color w:val="000000"/>
          <w:sz w:val="24"/>
          <w:szCs w:val="24"/>
          <w:lang w:val="sr-Cyrl-RS"/>
        </w:rPr>
        <w:t xml:space="preserve">4. </w:t>
      </w:r>
      <w:r w:rsidR="00BE0C76" w:rsidRPr="00A90824">
        <w:rPr>
          <w:color w:val="000000"/>
          <w:sz w:val="24"/>
          <w:szCs w:val="24"/>
          <w:lang w:val="sr-Cyrl-RS"/>
        </w:rPr>
        <w:t>Визија и општи циљ</w:t>
      </w:r>
      <w:bookmarkEnd w:id="37"/>
    </w:p>
    <w:p w14:paraId="20A3664B" w14:textId="14DCEA51" w:rsidR="00053FA3" w:rsidRDefault="00053FA3" w:rsidP="00AF0A59">
      <w:pPr>
        <w:pStyle w:val="Heading2"/>
        <w:spacing w:before="0" w:afterLines="120" w:after="288" w:line="240" w:lineRule="auto"/>
        <w:rPr>
          <w:color w:val="000000"/>
          <w:sz w:val="24"/>
          <w:szCs w:val="24"/>
        </w:rPr>
      </w:pPr>
      <w:bookmarkStart w:id="38" w:name="_Toc174901931"/>
      <w:r w:rsidRPr="00A90824">
        <w:rPr>
          <w:color w:val="000000"/>
          <w:sz w:val="24"/>
          <w:szCs w:val="24"/>
        </w:rPr>
        <w:t>4.1. Визија</w:t>
      </w:r>
      <w:bookmarkEnd w:id="38"/>
    </w:p>
    <w:p w14:paraId="37980252" w14:textId="77777777" w:rsidR="00D260C3" w:rsidRPr="00A90824" w:rsidRDefault="00D260C3" w:rsidP="00AF0A59">
      <w:pPr>
        <w:spacing w:afterLines="120" w:after="288"/>
        <w:rPr>
          <w:color w:val="000000"/>
          <w:szCs w:val="24"/>
          <w:lang w:val="sr-Cyrl-RS"/>
        </w:rPr>
      </w:pPr>
      <w:r w:rsidRPr="00A90824">
        <w:rPr>
          <w:color w:val="000000"/>
          <w:szCs w:val="24"/>
          <w:lang w:val="sr-Cyrl-RS"/>
        </w:rPr>
        <w:t xml:space="preserve">Развој, примена и употреба вештачке интелигенције </w:t>
      </w:r>
      <w:r w:rsidR="00025362" w:rsidRPr="00A90824">
        <w:rPr>
          <w:color w:val="000000"/>
          <w:szCs w:val="24"/>
          <w:lang w:val="sr-Cyrl-RS"/>
        </w:rPr>
        <w:t>има све већи утицај на глобалну економију кроз повећање продуктивности рада, промене у нач</w:t>
      </w:r>
      <w:r w:rsidR="00C32D53" w:rsidRPr="00A90824">
        <w:rPr>
          <w:color w:val="000000"/>
          <w:szCs w:val="24"/>
          <w:lang w:val="sr-Cyrl-RS"/>
        </w:rPr>
        <w:t>и</w:t>
      </w:r>
      <w:r w:rsidR="00025362" w:rsidRPr="00A90824">
        <w:rPr>
          <w:color w:val="000000"/>
          <w:szCs w:val="24"/>
          <w:lang w:val="sr-Cyrl-RS"/>
        </w:rPr>
        <w:t>ну образовања, пружањ</w:t>
      </w:r>
      <w:r w:rsidR="00C32D53" w:rsidRPr="00A90824">
        <w:rPr>
          <w:color w:val="000000"/>
          <w:szCs w:val="24"/>
          <w:lang w:val="sr-Cyrl-RS"/>
        </w:rPr>
        <w:t>у</w:t>
      </w:r>
      <w:r w:rsidR="00025362" w:rsidRPr="00A90824">
        <w:rPr>
          <w:color w:val="000000"/>
          <w:szCs w:val="24"/>
          <w:lang w:val="sr-Cyrl-RS"/>
        </w:rPr>
        <w:t xml:space="preserve"> здравствене заштите и бројних услуга јавног сектора</w:t>
      </w:r>
      <w:r w:rsidR="00B32D24" w:rsidRPr="00A90824">
        <w:rPr>
          <w:color w:val="000000"/>
          <w:szCs w:val="24"/>
          <w:lang w:val="sr-Cyrl-RS"/>
        </w:rPr>
        <w:t>.</w:t>
      </w:r>
      <w:r w:rsidR="00025362" w:rsidRPr="00A90824">
        <w:rPr>
          <w:color w:val="000000"/>
          <w:szCs w:val="24"/>
          <w:lang w:val="sr-Cyrl-RS"/>
        </w:rPr>
        <w:t xml:space="preserve"> Е</w:t>
      </w:r>
      <w:r w:rsidRPr="00A90824">
        <w:rPr>
          <w:color w:val="000000"/>
          <w:szCs w:val="24"/>
          <w:lang w:val="sr-Cyrl-RS"/>
        </w:rPr>
        <w:t xml:space="preserve">кспанзија </w:t>
      </w:r>
      <w:r w:rsidR="00025362" w:rsidRPr="00A90824">
        <w:rPr>
          <w:color w:val="000000"/>
          <w:szCs w:val="24"/>
          <w:lang w:val="sr-Cyrl-RS"/>
        </w:rPr>
        <w:t xml:space="preserve">области </w:t>
      </w:r>
      <w:r w:rsidR="004D475D" w:rsidRPr="00A90824">
        <w:rPr>
          <w:color w:val="000000"/>
          <w:szCs w:val="24"/>
          <w:lang w:val="sr-Cyrl-RS"/>
        </w:rPr>
        <w:t>вештачке интелигенције која ће на тржишту производа и услуга отв</w:t>
      </w:r>
      <w:r w:rsidR="00A170ED" w:rsidRPr="00A90824">
        <w:rPr>
          <w:color w:val="000000"/>
          <w:szCs w:val="24"/>
          <w:lang w:val="sr-Cyrl-RS"/>
        </w:rPr>
        <w:t>о</w:t>
      </w:r>
      <w:r w:rsidR="004D475D" w:rsidRPr="00A90824">
        <w:rPr>
          <w:color w:val="000000"/>
          <w:szCs w:val="24"/>
          <w:lang w:val="sr-Cyrl-RS"/>
        </w:rPr>
        <w:t xml:space="preserve">рити простор за нове учеснике и лидере </w:t>
      </w:r>
      <w:r w:rsidR="00025362" w:rsidRPr="00A90824">
        <w:rPr>
          <w:color w:val="000000"/>
          <w:szCs w:val="24"/>
          <w:lang w:val="sr-Cyrl-RS"/>
        </w:rPr>
        <w:t xml:space="preserve">се </w:t>
      </w:r>
      <w:r w:rsidRPr="00A90824">
        <w:rPr>
          <w:color w:val="000000"/>
          <w:szCs w:val="24"/>
          <w:lang w:val="sr-Cyrl-RS"/>
        </w:rPr>
        <w:t>тек очекује</w:t>
      </w:r>
      <w:r w:rsidR="004D475D" w:rsidRPr="00A90824">
        <w:rPr>
          <w:color w:val="000000"/>
          <w:szCs w:val="24"/>
          <w:lang w:val="sr-Cyrl-RS"/>
        </w:rPr>
        <w:t>.</w:t>
      </w:r>
      <w:r w:rsidR="00A170ED" w:rsidRPr="00A90824">
        <w:rPr>
          <w:color w:val="000000"/>
          <w:szCs w:val="24"/>
          <w:lang w:val="sr-Cyrl-RS"/>
        </w:rPr>
        <w:t xml:space="preserve"> </w:t>
      </w:r>
      <w:r w:rsidR="004D475D" w:rsidRPr="00A90824">
        <w:rPr>
          <w:color w:val="000000"/>
          <w:szCs w:val="24"/>
          <w:lang w:val="sr-Cyrl-RS"/>
        </w:rPr>
        <w:t>Државе које благовремено</w:t>
      </w:r>
      <w:r w:rsidR="00025362" w:rsidRPr="00A90824">
        <w:rPr>
          <w:color w:val="000000"/>
          <w:szCs w:val="24"/>
          <w:lang w:val="sr-Cyrl-RS"/>
        </w:rPr>
        <w:t xml:space="preserve"> усмере своје ресурсе ка развој</w:t>
      </w:r>
      <w:r w:rsidR="004D475D" w:rsidRPr="00A90824">
        <w:rPr>
          <w:color w:val="000000"/>
          <w:szCs w:val="24"/>
          <w:lang w:val="sr-Cyrl-RS"/>
        </w:rPr>
        <w:t>у</w:t>
      </w:r>
      <w:r w:rsidR="00025362" w:rsidRPr="00A90824">
        <w:rPr>
          <w:color w:val="000000"/>
          <w:szCs w:val="24"/>
          <w:lang w:val="sr-Cyrl-RS"/>
        </w:rPr>
        <w:t xml:space="preserve"> потенцијала ове технологије</w:t>
      </w:r>
      <w:r w:rsidR="004D475D" w:rsidRPr="00A90824">
        <w:rPr>
          <w:color w:val="000000"/>
          <w:szCs w:val="24"/>
          <w:lang w:val="sr-Cyrl-RS"/>
        </w:rPr>
        <w:t xml:space="preserve"> имаће прилику да се позиционирају као предводници у овој области. Истовремено од великог значаја је и</w:t>
      </w:r>
      <w:r w:rsidR="00025362" w:rsidRPr="00A90824">
        <w:rPr>
          <w:color w:val="000000"/>
          <w:szCs w:val="24"/>
          <w:lang w:val="sr-Cyrl-RS"/>
        </w:rPr>
        <w:t xml:space="preserve"> </w:t>
      </w:r>
      <w:r w:rsidRPr="00A90824">
        <w:rPr>
          <w:color w:val="000000"/>
          <w:szCs w:val="24"/>
          <w:lang w:val="sr-Cyrl-RS"/>
        </w:rPr>
        <w:t xml:space="preserve">неговање демократских процеса и поштовање плуралитета вредности и животних избора појединаца. </w:t>
      </w:r>
      <w:r w:rsidR="00B32D24" w:rsidRPr="00A90824">
        <w:rPr>
          <w:color w:val="000000"/>
          <w:szCs w:val="24"/>
          <w:lang w:val="sr-Cyrl-RS"/>
        </w:rPr>
        <w:t xml:space="preserve">Због тога је визија ове стратегије да </w:t>
      </w:r>
      <w:r w:rsidR="0049065F" w:rsidRPr="00A90824">
        <w:rPr>
          <w:color w:val="000000"/>
          <w:szCs w:val="24"/>
          <w:lang w:val="sr-Cyrl-RS"/>
        </w:rPr>
        <w:t>Р</w:t>
      </w:r>
      <w:r w:rsidR="00A6379D" w:rsidRPr="00A90824">
        <w:rPr>
          <w:color w:val="000000"/>
          <w:szCs w:val="24"/>
          <w:lang w:val="sr-Cyrl-RS"/>
        </w:rPr>
        <w:t>епублика</w:t>
      </w:r>
      <w:r w:rsidR="0049065F" w:rsidRPr="00A90824">
        <w:rPr>
          <w:color w:val="000000"/>
          <w:szCs w:val="24"/>
          <w:lang w:val="sr-Cyrl-RS"/>
        </w:rPr>
        <w:t xml:space="preserve"> </w:t>
      </w:r>
      <w:r w:rsidR="00B32D24" w:rsidRPr="00A90824">
        <w:rPr>
          <w:color w:val="000000"/>
          <w:szCs w:val="24"/>
          <w:lang w:val="sr-Cyrl-RS"/>
        </w:rPr>
        <w:t>Србија буде:</w:t>
      </w:r>
    </w:p>
    <w:p w14:paraId="5D9DCAAB" w14:textId="77777777" w:rsidR="00BE0C76" w:rsidRPr="00A90824" w:rsidRDefault="00207213" w:rsidP="009514D6">
      <w:pPr>
        <w:jc w:val="center"/>
        <w:rPr>
          <w:b/>
          <w:bCs/>
          <w:i/>
          <w:iCs/>
          <w:color w:val="000000"/>
          <w:szCs w:val="24"/>
          <w:lang w:val="sr-Cyrl-RS"/>
        </w:rPr>
      </w:pPr>
      <w:r w:rsidRPr="00A90824">
        <w:rPr>
          <w:b/>
          <w:bCs/>
          <w:i/>
          <w:iCs/>
          <w:color w:val="000000"/>
          <w:szCs w:val="24"/>
          <w:lang w:val="sr-Cyrl-RS"/>
        </w:rPr>
        <w:t>Регионални лидер у развоју и коришћењу поуздане и одговорне вештачке интелигенције</w:t>
      </w:r>
      <w:r w:rsidR="00BE0C76" w:rsidRPr="00A90824">
        <w:rPr>
          <w:b/>
          <w:bCs/>
          <w:i/>
          <w:iCs/>
          <w:color w:val="000000"/>
          <w:szCs w:val="24"/>
          <w:lang w:val="sr-Cyrl-RS"/>
        </w:rPr>
        <w:t>.</w:t>
      </w:r>
    </w:p>
    <w:p w14:paraId="0974FBE2" w14:textId="77777777" w:rsidR="00053FA3" w:rsidRPr="00A90824" w:rsidRDefault="00053FA3" w:rsidP="00053FA3">
      <w:pPr>
        <w:pStyle w:val="Heading2"/>
        <w:rPr>
          <w:color w:val="000000"/>
          <w:sz w:val="24"/>
          <w:szCs w:val="24"/>
        </w:rPr>
      </w:pPr>
      <w:bookmarkStart w:id="39" w:name="_Toc174901932"/>
      <w:r w:rsidRPr="00A90824">
        <w:rPr>
          <w:color w:val="000000"/>
          <w:sz w:val="24"/>
          <w:szCs w:val="24"/>
        </w:rPr>
        <w:t xml:space="preserve">4.2. Општи </w:t>
      </w:r>
      <w:bookmarkEnd w:id="39"/>
      <w:r w:rsidR="00C17A41" w:rsidRPr="00A90824">
        <w:rPr>
          <w:color w:val="000000"/>
          <w:sz w:val="24"/>
          <w:szCs w:val="24"/>
        </w:rPr>
        <w:t>и посебни циљеви стратегије</w:t>
      </w:r>
    </w:p>
    <w:p w14:paraId="67EFC6F2" w14:textId="77777777" w:rsidR="00C32D53" w:rsidRPr="00A90824" w:rsidRDefault="00460BAD" w:rsidP="00902FFA">
      <w:pPr>
        <w:rPr>
          <w:color w:val="000000"/>
          <w:szCs w:val="24"/>
          <w:lang w:val="sr-Cyrl-RS"/>
        </w:rPr>
      </w:pPr>
      <w:r w:rsidRPr="00A90824">
        <w:rPr>
          <w:color w:val="000000"/>
          <w:szCs w:val="24"/>
          <w:lang w:val="sr-Cyrl-RS"/>
        </w:rPr>
        <w:t>Вештачка интелигенција један је од стубова четврте индустријске револуције. Она доприноси бржем економском развоју друштва, стварању иновативних решења која утичу на побољшање квалитета живота заштит</w:t>
      </w:r>
      <w:r w:rsidR="0049065F" w:rsidRPr="00A90824">
        <w:rPr>
          <w:color w:val="000000"/>
          <w:szCs w:val="24"/>
          <w:lang w:val="sr-Cyrl-RS"/>
        </w:rPr>
        <w:t>е</w:t>
      </w:r>
      <w:r w:rsidRPr="00A90824">
        <w:rPr>
          <w:color w:val="000000"/>
          <w:szCs w:val="24"/>
          <w:lang w:val="sr-Cyrl-RS"/>
        </w:rPr>
        <w:t xml:space="preserve"> животне средине. </w:t>
      </w:r>
    </w:p>
    <w:p w14:paraId="74B01471" w14:textId="77777777" w:rsidR="00460BAD" w:rsidRPr="00A90824" w:rsidRDefault="00460BAD" w:rsidP="00902FFA">
      <w:pPr>
        <w:rPr>
          <w:color w:val="000000"/>
          <w:szCs w:val="24"/>
          <w:lang w:val="sr-Cyrl-RS"/>
        </w:rPr>
      </w:pPr>
      <w:r w:rsidRPr="00A90824">
        <w:rPr>
          <w:color w:val="000000"/>
          <w:szCs w:val="24"/>
          <w:lang w:val="sr-Cyrl-RS"/>
        </w:rPr>
        <w:t>Развој и примена вештачке интелигенције не смеју угрозити или маргинализовати човека</w:t>
      </w:r>
      <w:r w:rsidR="0049065F" w:rsidRPr="00A90824">
        <w:rPr>
          <w:color w:val="000000"/>
          <w:szCs w:val="24"/>
          <w:lang w:val="sr-Cyrl-RS"/>
        </w:rPr>
        <w:t>. Ово подразумева</w:t>
      </w:r>
      <w:r w:rsidRPr="00A90824">
        <w:rPr>
          <w:color w:val="000000"/>
          <w:szCs w:val="24"/>
          <w:lang w:val="sr-Cyrl-RS"/>
        </w:rPr>
        <w:t xml:space="preserve"> креирање екосистема у којем ће се</w:t>
      </w:r>
      <w:r w:rsidR="00C32D53" w:rsidRPr="00A90824">
        <w:rPr>
          <w:color w:val="000000"/>
          <w:szCs w:val="24"/>
          <w:lang w:val="sr-Cyrl-RS"/>
        </w:rPr>
        <w:t>,</w:t>
      </w:r>
      <w:r w:rsidRPr="00A90824">
        <w:rPr>
          <w:color w:val="000000"/>
          <w:szCs w:val="24"/>
          <w:lang w:val="sr-Cyrl-RS"/>
        </w:rPr>
        <w:t xml:space="preserve"> употребом вештачке интелигенције</w:t>
      </w:r>
      <w:r w:rsidR="00C32D53" w:rsidRPr="00A90824">
        <w:rPr>
          <w:color w:val="000000"/>
          <w:szCs w:val="24"/>
          <w:lang w:val="sr-Cyrl-RS"/>
        </w:rPr>
        <w:t>,</w:t>
      </w:r>
      <w:r w:rsidRPr="00A90824">
        <w:rPr>
          <w:color w:val="000000"/>
          <w:szCs w:val="24"/>
          <w:lang w:val="sr-Cyrl-RS"/>
        </w:rPr>
        <w:t xml:space="preserve"> унапредити продуктивност људи, оптималн</w:t>
      </w:r>
      <w:r w:rsidR="00942A6B" w:rsidRPr="00A90824">
        <w:rPr>
          <w:color w:val="000000"/>
          <w:szCs w:val="24"/>
          <w:lang w:val="sr-Cyrl-RS"/>
        </w:rPr>
        <w:t>о</w:t>
      </w:r>
      <w:r w:rsidRPr="00A90824">
        <w:rPr>
          <w:color w:val="000000"/>
          <w:szCs w:val="24"/>
          <w:lang w:val="sr-Cyrl-RS"/>
        </w:rPr>
        <w:t xml:space="preserve"> користити ресурси у раду и функционисању друштва у целини и </w:t>
      </w:r>
      <w:r w:rsidR="00C32D53" w:rsidRPr="00A90824">
        <w:rPr>
          <w:color w:val="000000"/>
          <w:szCs w:val="24"/>
          <w:lang w:val="sr-Cyrl-RS"/>
        </w:rPr>
        <w:t>подићи</w:t>
      </w:r>
      <w:r w:rsidRPr="00A90824">
        <w:rPr>
          <w:color w:val="000000"/>
          <w:szCs w:val="24"/>
          <w:lang w:val="sr-Cyrl-RS"/>
        </w:rPr>
        <w:t xml:space="preserve"> квалитет живота. Због то</w:t>
      </w:r>
      <w:r w:rsidR="00C32D53" w:rsidRPr="00A90824">
        <w:rPr>
          <w:color w:val="000000"/>
          <w:szCs w:val="24"/>
          <w:lang w:val="sr-Cyrl-RS"/>
        </w:rPr>
        <w:t>га</w:t>
      </w:r>
      <w:r w:rsidRPr="00A90824">
        <w:rPr>
          <w:color w:val="000000"/>
          <w:szCs w:val="24"/>
          <w:lang w:val="sr-Cyrl-RS"/>
        </w:rPr>
        <w:t xml:space="preserve"> је о</w:t>
      </w:r>
      <w:r w:rsidR="00BE0C76" w:rsidRPr="00A90824">
        <w:rPr>
          <w:color w:val="000000"/>
          <w:szCs w:val="24"/>
          <w:lang w:val="sr-Cyrl-RS"/>
        </w:rPr>
        <w:t>пшти циљ стратегије</w:t>
      </w:r>
      <w:r w:rsidRPr="00A90824">
        <w:rPr>
          <w:color w:val="000000"/>
          <w:szCs w:val="24"/>
          <w:lang w:val="sr-Cyrl-RS"/>
        </w:rPr>
        <w:t>:</w:t>
      </w:r>
    </w:p>
    <w:p w14:paraId="220D2DC9" w14:textId="77777777" w:rsidR="00BE0C76" w:rsidRPr="00A90824" w:rsidRDefault="00460BAD" w:rsidP="009514D6">
      <w:pPr>
        <w:jc w:val="center"/>
        <w:rPr>
          <w:b/>
          <w:bCs/>
          <w:i/>
          <w:iCs/>
          <w:color w:val="000000"/>
          <w:szCs w:val="24"/>
          <w:lang w:val="sr-Cyrl-RS"/>
        </w:rPr>
      </w:pPr>
      <w:r w:rsidRPr="00A90824">
        <w:rPr>
          <w:b/>
          <w:bCs/>
          <w:i/>
          <w:iCs/>
          <w:color w:val="000000"/>
          <w:szCs w:val="24"/>
          <w:lang w:val="sr-Cyrl-RS"/>
        </w:rPr>
        <w:t>У</w:t>
      </w:r>
      <w:r w:rsidR="00902FFA" w:rsidRPr="00A90824">
        <w:rPr>
          <w:b/>
          <w:bCs/>
          <w:i/>
          <w:iCs/>
          <w:color w:val="000000"/>
          <w:szCs w:val="24"/>
          <w:lang w:val="sr-Cyrl-RS"/>
        </w:rPr>
        <w:t xml:space="preserve">потреба </w:t>
      </w:r>
      <w:r w:rsidR="005C6560" w:rsidRPr="00A90824">
        <w:rPr>
          <w:b/>
          <w:bCs/>
          <w:i/>
          <w:iCs/>
          <w:color w:val="000000"/>
          <w:szCs w:val="24"/>
          <w:lang w:val="sr-Cyrl-RS"/>
        </w:rPr>
        <w:t xml:space="preserve">поуздане и одговорне </w:t>
      </w:r>
      <w:r w:rsidR="00902FFA" w:rsidRPr="00A90824">
        <w:rPr>
          <w:b/>
          <w:bCs/>
          <w:i/>
          <w:iCs/>
          <w:color w:val="000000"/>
          <w:szCs w:val="24"/>
          <w:lang w:val="sr-Cyrl-RS"/>
        </w:rPr>
        <w:t>вештачке интелигенције у функцији економског раста, запошљавања и квалитетнијег живота</w:t>
      </w:r>
      <w:r w:rsidR="009514D6" w:rsidRPr="00A90824">
        <w:rPr>
          <w:b/>
          <w:bCs/>
          <w:i/>
          <w:iCs/>
          <w:color w:val="000000"/>
          <w:szCs w:val="24"/>
          <w:lang w:val="sr-Cyrl-RS"/>
        </w:rPr>
        <w:t>.</w:t>
      </w:r>
    </w:p>
    <w:p w14:paraId="6EA23FE0" w14:textId="77777777" w:rsidR="00BE0C76" w:rsidRPr="00A90824" w:rsidRDefault="00460BAD" w:rsidP="009514D6">
      <w:pPr>
        <w:spacing w:after="120"/>
        <w:rPr>
          <w:color w:val="000000"/>
          <w:szCs w:val="24"/>
          <w:lang w:val="sr-Cyrl-RS"/>
        </w:rPr>
      </w:pPr>
      <w:r w:rsidRPr="00A90824">
        <w:rPr>
          <w:color w:val="000000"/>
          <w:szCs w:val="24"/>
          <w:lang w:val="sr-Cyrl-RS"/>
        </w:rPr>
        <w:t>Овај циљ реализује се кроз остваривање шест п</w:t>
      </w:r>
      <w:r w:rsidR="00BE0C76" w:rsidRPr="00A90824">
        <w:rPr>
          <w:color w:val="000000"/>
          <w:szCs w:val="24"/>
          <w:lang w:val="sr-Cyrl-RS"/>
        </w:rPr>
        <w:t>осебни</w:t>
      </w:r>
      <w:r w:rsidRPr="00A90824">
        <w:rPr>
          <w:color w:val="000000"/>
          <w:szCs w:val="24"/>
          <w:lang w:val="sr-Cyrl-RS"/>
        </w:rPr>
        <w:t>х</w:t>
      </w:r>
      <w:r w:rsidR="00BE0C76" w:rsidRPr="00A90824">
        <w:rPr>
          <w:color w:val="000000"/>
          <w:szCs w:val="24"/>
          <w:lang w:val="sr-Cyrl-RS"/>
        </w:rPr>
        <w:t xml:space="preserve"> циљев</w:t>
      </w:r>
      <w:r w:rsidR="00FE31D8" w:rsidRPr="00A90824">
        <w:rPr>
          <w:color w:val="000000"/>
          <w:szCs w:val="24"/>
          <w:lang w:val="sr-Cyrl-RS"/>
        </w:rPr>
        <w:t>а</w:t>
      </w:r>
      <w:r w:rsidR="00BE0C76" w:rsidRPr="00A90824">
        <w:rPr>
          <w:color w:val="000000"/>
          <w:szCs w:val="24"/>
          <w:lang w:val="sr-Cyrl-RS"/>
        </w:rPr>
        <w:t>:</w:t>
      </w:r>
    </w:p>
    <w:p w14:paraId="617955A1" w14:textId="77777777" w:rsidR="009C0EDE" w:rsidRPr="00A90824" w:rsidRDefault="009C0EDE" w:rsidP="00E63B22">
      <w:pPr>
        <w:pStyle w:val="ListParagraph"/>
        <w:numPr>
          <w:ilvl w:val="0"/>
          <w:numId w:val="25"/>
        </w:numPr>
        <w:spacing w:after="120"/>
        <w:ind w:left="714" w:hanging="357"/>
        <w:contextualSpacing w:val="0"/>
        <w:rPr>
          <w:color w:val="000000"/>
          <w:szCs w:val="24"/>
          <w:lang w:val="sr-Cyrl-RS"/>
        </w:rPr>
      </w:pPr>
      <w:r w:rsidRPr="00A90824">
        <w:rPr>
          <w:color w:val="000000"/>
          <w:szCs w:val="24"/>
          <w:lang w:val="sr-Cyrl-RS"/>
        </w:rPr>
        <w:t xml:space="preserve">Стварање и усклађивање институционалног и правног оквира за </w:t>
      </w:r>
      <w:r w:rsidR="00203986" w:rsidRPr="00A90824">
        <w:rPr>
          <w:color w:val="000000"/>
          <w:szCs w:val="24"/>
          <w:lang w:val="sr-Cyrl-RS"/>
        </w:rPr>
        <w:t xml:space="preserve">развој и </w:t>
      </w:r>
      <w:r w:rsidRPr="00A90824">
        <w:rPr>
          <w:color w:val="000000"/>
          <w:szCs w:val="24"/>
          <w:lang w:val="sr-Cyrl-RS"/>
        </w:rPr>
        <w:t>сигурну, безбедну, поуздану и одговорну примену вештачке интелигенције.</w:t>
      </w:r>
    </w:p>
    <w:p w14:paraId="06D6F901" w14:textId="77777777" w:rsidR="00902FFA" w:rsidRPr="00A90824" w:rsidRDefault="00902FFA" w:rsidP="00E63B22">
      <w:pPr>
        <w:pStyle w:val="ListParagraph"/>
        <w:numPr>
          <w:ilvl w:val="0"/>
          <w:numId w:val="25"/>
        </w:numPr>
        <w:spacing w:after="120"/>
        <w:ind w:left="714" w:hanging="357"/>
        <w:contextualSpacing w:val="0"/>
        <w:rPr>
          <w:color w:val="000000"/>
          <w:szCs w:val="24"/>
          <w:lang w:val="sr-Cyrl-RS"/>
        </w:rPr>
      </w:pPr>
      <w:r w:rsidRPr="00A90824">
        <w:rPr>
          <w:color w:val="000000"/>
          <w:szCs w:val="24"/>
          <w:lang w:val="sr-Cyrl-RS"/>
        </w:rPr>
        <w:t>Унапређење и олакшавање технолошког развоја у домену вештачке интелигенције и решења заснованих на вештачкој интелигенцији.</w:t>
      </w:r>
    </w:p>
    <w:p w14:paraId="001B43FB" w14:textId="77777777" w:rsidR="00BE0C76" w:rsidRPr="00A90824" w:rsidRDefault="00902FFA" w:rsidP="00E63B22">
      <w:pPr>
        <w:pStyle w:val="ListParagraph"/>
        <w:numPr>
          <w:ilvl w:val="0"/>
          <w:numId w:val="25"/>
        </w:numPr>
        <w:spacing w:after="120"/>
        <w:ind w:left="714" w:hanging="357"/>
        <w:contextualSpacing w:val="0"/>
        <w:rPr>
          <w:color w:val="000000"/>
          <w:szCs w:val="24"/>
          <w:lang w:val="sr-Cyrl-RS"/>
        </w:rPr>
      </w:pPr>
      <w:r w:rsidRPr="00A90824">
        <w:rPr>
          <w:color w:val="000000"/>
          <w:szCs w:val="24"/>
          <w:lang w:val="sr-Cyrl-RS"/>
        </w:rPr>
        <w:t>Развој људских ресурса и знања у домену вештачке интелигенције</w:t>
      </w:r>
      <w:r w:rsidR="00482EFC" w:rsidRPr="00A90824">
        <w:rPr>
          <w:color w:val="000000"/>
          <w:szCs w:val="24"/>
          <w:lang w:val="sr-Cyrl-RS"/>
        </w:rPr>
        <w:t>.</w:t>
      </w:r>
      <w:r w:rsidR="00025640" w:rsidRPr="00A90824">
        <w:rPr>
          <w:color w:val="000000"/>
          <w:szCs w:val="24"/>
          <w:lang w:val="sr-Cyrl-RS"/>
        </w:rPr>
        <w:t xml:space="preserve"> </w:t>
      </w:r>
    </w:p>
    <w:p w14:paraId="310B9288" w14:textId="77777777" w:rsidR="00902FFA" w:rsidRPr="00A90824" w:rsidRDefault="00902FFA" w:rsidP="00E63B22">
      <w:pPr>
        <w:pStyle w:val="ListParagraph"/>
        <w:numPr>
          <w:ilvl w:val="0"/>
          <w:numId w:val="25"/>
        </w:numPr>
        <w:spacing w:after="120"/>
        <w:ind w:left="714" w:hanging="357"/>
        <w:contextualSpacing w:val="0"/>
        <w:rPr>
          <w:color w:val="000000"/>
          <w:szCs w:val="24"/>
          <w:lang w:val="sr-Cyrl-RS"/>
        </w:rPr>
      </w:pPr>
      <w:r w:rsidRPr="00A90824">
        <w:rPr>
          <w:color w:val="000000"/>
          <w:szCs w:val="24"/>
          <w:lang w:val="sr-Cyrl-RS"/>
        </w:rPr>
        <w:t>Унапређење</w:t>
      </w:r>
      <w:r w:rsidR="009C0EDE" w:rsidRPr="00A90824">
        <w:rPr>
          <w:color w:val="000000"/>
          <w:szCs w:val="24"/>
          <w:lang w:val="sr-Cyrl-RS"/>
        </w:rPr>
        <w:t xml:space="preserve"> </w:t>
      </w:r>
      <w:r w:rsidRPr="00A90824">
        <w:rPr>
          <w:color w:val="000000"/>
          <w:szCs w:val="24"/>
          <w:lang w:val="sr-Cyrl-RS"/>
        </w:rPr>
        <w:t>инфраструктуре</w:t>
      </w:r>
      <w:r w:rsidR="009C0EDE" w:rsidRPr="00A90824">
        <w:rPr>
          <w:color w:val="000000"/>
          <w:szCs w:val="24"/>
          <w:lang w:val="sr-Cyrl-RS"/>
        </w:rPr>
        <w:t xml:space="preserve"> </w:t>
      </w:r>
      <w:r w:rsidRPr="00A90824">
        <w:rPr>
          <w:color w:val="000000"/>
          <w:szCs w:val="24"/>
          <w:lang w:val="sr-Cyrl-RS"/>
        </w:rPr>
        <w:t>и</w:t>
      </w:r>
      <w:r w:rsidR="009C0EDE" w:rsidRPr="00A90824">
        <w:rPr>
          <w:color w:val="000000"/>
          <w:szCs w:val="24"/>
          <w:lang w:val="sr-Cyrl-RS"/>
        </w:rPr>
        <w:t xml:space="preserve"> </w:t>
      </w:r>
      <w:r w:rsidRPr="00A90824">
        <w:rPr>
          <w:color w:val="000000"/>
          <w:szCs w:val="24"/>
          <w:lang w:val="sr-Cyrl-RS"/>
        </w:rPr>
        <w:t>ресурса</w:t>
      </w:r>
      <w:r w:rsidR="009C0EDE" w:rsidRPr="00A90824">
        <w:rPr>
          <w:color w:val="000000"/>
          <w:szCs w:val="24"/>
          <w:lang w:val="sr-Cyrl-RS"/>
        </w:rPr>
        <w:t xml:space="preserve"> </w:t>
      </w:r>
      <w:r w:rsidRPr="00A90824">
        <w:rPr>
          <w:color w:val="000000"/>
          <w:szCs w:val="24"/>
          <w:lang w:val="sr-Cyrl-RS"/>
        </w:rPr>
        <w:t>неопходних</w:t>
      </w:r>
      <w:r w:rsidR="009C0EDE" w:rsidRPr="00A90824">
        <w:rPr>
          <w:color w:val="000000"/>
          <w:szCs w:val="24"/>
          <w:lang w:val="sr-Cyrl-RS"/>
        </w:rPr>
        <w:t xml:space="preserve"> </w:t>
      </w:r>
      <w:r w:rsidRPr="00A90824">
        <w:rPr>
          <w:color w:val="000000"/>
          <w:szCs w:val="24"/>
          <w:lang w:val="sr-Cyrl-RS"/>
        </w:rPr>
        <w:t>за развој вештачке интелигенције.</w:t>
      </w:r>
    </w:p>
    <w:p w14:paraId="2401348A" w14:textId="77777777" w:rsidR="00902FFA" w:rsidRPr="00A90824" w:rsidRDefault="003170A1" w:rsidP="00E63B22">
      <w:pPr>
        <w:pStyle w:val="ListParagraph"/>
        <w:numPr>
          <w:ilvl w:val="0"/>
          <w:numId w:val="25"/>
        </w:numPr>
        <w:spacing w:after="120"/>
        <w:ind w:left="714" w:hanging="357"/>
        <w:contextualSpacing w:val="0"/>
        <w:rPr>
          <w:color w:val="000000"/>
          <w:szCs w:val="24"/>
          <w:lang w:val="sr-Cyrl-RS"/>
        </w:rPr>
      </w:pPr>
      <w:r w:rsidRPr="00A90824">
        <w:rPr>
          <w:color w:val="000000"/>
          <w:szCs w:val="24"/>
          <w:lang w:val="sr-Cyrl-RS"/>
        </w:rPr>
        <w:t>Коришћење п</w:t>
      </w:r>
      <w:r w:rsidR="00902FFA" w:rsidRPr="00A90824">
        <w:rPr>
          <w:color w:val="000000"/>
          <w:szCs w:val="24"/>
          <w:lang w:val="sr-Cyrl-RS"/>
        </w:rPr>
        <w:t>ода</w:t>
      </w:r>
      <w:r w:rsidRPr="00A90824">
        <w:rPr>
          <w:color w:val="000000"/>
          <w:szCs w:val="24"/>
          <w:lang w:val="sr-Cyrl-RS"/>
        </w:rPr>
        <w:t>така</w:t>
      </w:r>
      <w:r w:rsidR="00902FFA" w:rsidRPr="00A90824">
        <w:rPr>
          <w:color w:val="000000"/>
          <w:szCs w:val="24"/>
          <w:lang w:val="sr-Cyrl-RS"/>
        </w:rPr>
        <w:t xml:space="preserve"> као </w:t>
      </w:r>
      <w:r w:rsidRPr="00A90824">
        <w:rPr>
          <w:color w:val="000000"/>
          <w:szCs w:val="24"/>
          <w:lang w:val="sr-Cyrl-RS"/>
        </w:rPr>
        <w:t>значајног р</w:t>
      </w:r>
      <w:r w:rsidR="00902FFA" w:rsidRPr="00A90824">
        <w:rPr>
          <w:color w:val="000000"/>
          <w:szCs w:val="24"/>
          <w:lang w:val="sr-Cyrl-RS"/>
        </w:rPr>
        <w:t>есурс</w:t>
      </w:r>
      <w:r w:rsidRPr="00A90824">
        <w:rPr>
          <w:color w:val="000000"/>
          <w:szCs w:val="24"/>
          <w:lang w:val="sr-Cyrl-RS"/>
        </w:rPr>
        <w:t>а</w:t>
      </w:r>
      <w:r w:rsidR="00902FFA" w:rsidRPr="00A90824">
        <w:rPr>
          <w:color w:val="000000"/>
          <w:szCs w:val="24"/>
          <w:lang w:val="sr-Cyrl-RS"/>
        </w:rPr>
        <w:t xml:space="preserve"> за развој вештачке интелигенције.</w:t>
      </w:r>
    </w:p>
    <w:p w14:paraId="5D495EC8" w14:textId="77777777" w:rsidR="00BE0C76" w:rsidRPr="00A90824" w:rsidRDefault="00BE0C76" w:rsidP="00E63B22">
      <w:pPr>
        <w:pStyle w:val="ListParagraph"/>
        <w:numPr>
          <w:ilvl w:val="0"/>
          <w:numId w:val="25"/>
        </w:numPr>
        <w:spacing w:after="120"/>
        <w:ind w:left="714" w:hanging="357"/>
        <w:contextualSpacing w:val="0"/>
        <w:rPr>
          <w:color w:val="000000"/>
          <w:szCs w:val="24"/>
          <w:lang w:val="sr-Cyrl-RS"/>
        </w:rPr>
      </w:pPr>
      <w:r w:rsidRPr="00A90824">
        <w:rPr>
          <w:color w:val="000000"/>
          <w:szCs w:val="24"/>
          <w:lang w:val="sr-Cyrl-RS"/>
        </w:rPr>
        <w:t xml:space="preserve">Повећање примене вештачке интелигенције у </w:t>
      </w:r>
      <w:r w:rsidR="00902FFA" w:rsidRPr="00A90824">
        <w:rPr>
          <w:color w:val="000000"/>
          <w:szCs w:val="24"/>
          <w:lang w:val="sr-Cyrl-RS"/>
        </w:rPr>
        <w:t xml:space="preserve">приоритетним </w:t>
      </w:r>
      <w:r w:rsidRPr="00A90824">
        <w:rPr>
          <w:color w:val="000000"/>
          <w:szCs w:val="24"/>
          <w:lang w:val="sr-Cyrl-RS"/>
        </w:rPr>
        <w:t>сегментима друштва и привреде</w:t>
      </w:r>
      <w:r w:rsidR="00482EFC" w:rsidRPr="00A90824">
        <w:rPr>
          <w:color w:val="000000"/>
          <w:szCs w:val="24"/>
          <w:lang w:val="sr-Cyrl-RS"/>
        </w:rPr>
        <w:t>.</w:t>
      </w:r>
    </w:p>
    <w:p w14:paraId="12BEFF29" w14:textId="77777777" w:rsidR="00E10F37" w:rsidRPr="00A90824" w:rsidRDefault="00E10F37" w:rsidP="00E10F37">
      <w:pPr>
        <w:pStyle w:val="Heading4"/>
        <w:rPr>
          <w:szCs w:val="24"/>
        </w:rPr>
      </w:pPr>
      <w:r w:rsidRPr="00A90824">
        <w:rPr>
          <w:szCs w:val="24"/>
        </w:rPr>
        <w:t xml:space="preserve">Период реализације општег циља: </w:t>
      </w:r>
    </w:p>
    <w:p w14:paraId="444F7A8C" w14:textId="77777777" w:rsidR="00E10F37" w:rsidRPr="00A90824" w:rsidRDefault="00E10F37" w:rsidP="00E10F37">
      <w:pPr>
        <w:rPr>
          <w:szCs w:val="24"/>
          <w:lang w:val="sr-Cyrl-RS"/>
        </w:rPr>
      </w:pPr>
      <w:r w:rsidRPr="00A90824">
        <w:rPr>
          <w:szCs w:val="24"/>
          <w:lang w:val="sr-Cyrl-RS"/>
        </w:rPr>
        <w:t>2025-2030.</w:t>
      </w:r>
    </w:p>
    <w:p w14:paraId="7852A40D" w14:textId="77777777" w:rsidR="00E10F37" w:rsidRPr="00A90824" w:rsidRDefault="00E10F37" w:rsidP="00E10F37">
      <w:pPr>
        <w:pStyle w:val="Heading4"/>
        <w:rPr>
          <w:i w:val="0"/>
          <w:szCs w:val="24"/>
        </w:rPr>
      </w:pPr>
      <w:r w:rsidRPr="00A90824">
        <w:rPr>
          <w:szCs w:val="24"/>
        </w:rPr>
        <w:t xml:space="preserve">Надлежна институција: </w:t>
      </w:r>
      <w:r w:rsidRPr="00A90824">
        <w:rPr>
          <w:i w:val="0"/>
          <w:szCs w:val="24"/>
        </w:rPr>
        <w:t>Министарство надлежно за научноистраживачку и иновациону делатност</w:t>
      </w:r>
    </w:p>
    <w:p w14:paraId="43213EFF" w14:textId="2BCDC4BF" w:rsidR="00227934" w:rsidRPr="00A90824" w:rsidRDefault="00227934" w:rsidP="0022626F">
      <w:pPr>
        <w:pStyle w:val="Heading4"/>
        <w:rPr>
          <w:szCs w:val="24"/>
        </w:rPr>
      </w:pPr>
      <w:r w:rsidRPr="00A90824">
        <w:rPr>
          <w:szCs w:val="24"/>
        </w:rPr>
        <w:t>Показатељ</w:t>
      </w:r>
      <w:r w:rsidR="0022626F" w:rsidRPr="00A90824">
        <w:rPr>
          <w:szCs w:val="24"/>
        </w:rPr>
        <w:t xml:space="preserve"> на нивоу општег циља:</w:t>
      </w:r>
    </w:p>
    <w:p w14:paraId="4A28F70E" w14:textId="04CF5025" w:rsidR="00227934" w:rsidRPr="00A90824" w:rsidRDefault="00227934" w:rsidP="00227934">
      <w:pPr>
        <w:rPr>
          <w:szCs w:val="24"/>
          <w:lang w:val="sr-Latn-RS"/>
        </w:rPr>
      </w:pPr>
      <w:bookmarkStart w:id="40" w:name="_Hlk185854769"/>
      <w:r w:rsidRPr="00A90824">
        <w:rPr>
          <w:szCs w:val="24"/>
          <w:lang w:val="sr-Cyrl-RS"/>
        </w:rPr>
        <w:t xml:space="preserve">Показатељ: </w:t>
      </w:r>
      <w:r w:rsidR="00E10F37" w:rsidRPr="00A90824">
        <w:rPr>
          <w:szCs w:val="24"/>
          <w:lang w:val="sr-Cyrl-RS"/>
        </w:rPr>
        <w:t>Ранг Републике Србије на према</w:t>
      </w:r>
      <w:r w:rsidR="00CE4ED7" w:rsidRPr="00A90824">
        <w:rPr>
          <w:szCs w:val="24"/>
          <w:lang w:val="sr-Cyrl-RS"/>
        </w:rPr>
        <w:t xml:space="preserve"> </w:t>
      </w:r>
      <w:r w:rsidR="00E10F37" w:rsidRPr="00A90824">
        <w:rPr>
          <w:szCs w:val="24"/>
        </w:rPr>
        <w:t>Индекс</w:t>
      </w:r>
      <w:r w:rsidR="00E10F37" w:rsidRPr="00A90824">
        <w:rPr>
          <w:szCs w:val="24"/>
          <w:lang w:val="sr-Cyrl-RS"/>
        </w:rPr>
        <w:t>у</w:t>
      </w:r>
      <w:r w:rsidR="00E10F37" w:rsidRPr="00A90824">
        <w:rPr>
          <w:szCs w:val="24"/>
        </w:rPr>
        <w:t xml:space="preserve"> спремности владе за вештачку интелигенцију</w:t>
      </w:r>
      <w:r w:rsidR="00E10F37" w:rsidRPr="00A90824">
        <w:rPr>
          <w:szCs w:val="24"/>
          <w:lang w:val="sr-Latn-RS"/>
        </w:rPr>
        <w:t xml:space="preserve"> </w:t>
      </w:r>
      <w:r w:rsidR="00E10F37" w:rsidRPr="00A90824">
        <w:rPr>
          <w:szCs w:val="24"/>
          <w:lang w:val="sr-Cyrl-RS"/>
        </w:rPr>
        <w:t>(</w:t>
      </w:r>
      <w:r w:rsidR="00CE4ED7" w:rsidRPr="00A90824">
        <w:rPr>
          <w:szCs w:val="24"/>
          <w:lang w:val="sr-Latn-RS"/>
        </w:rPr>
        <w:t>AI Government Readiness Index</w:t>
      </w:r>
      <w:r w:rsidR="00E10F37" w:rsidRPr="00A90824">
        <w:rPr>
          <w:szCs w:val="24"/>
          <w:lang w:val="sr-Cyrl-RS"/>
        </w:rPr>
        <w:t>), О</w:t>
      </w:r>
      <w:r w:rsidR="00E10F37" w:rsidRPr="00A90824">
        <w:rPr>
          <w:szCs w:val="24"/>
          <w:lang w:val="sr-Latn-RS"/>
        </w:rPr>
        <w:t>xford Insights</w:t>
      </w:r>
    </w:p>
    <w:p w14:paraId="209AB499" w14:textId="28149D2B" w:rsidR="00227934" w:rsidRPr="00A90824" w:rsidRDefault="00227934" w:rsidP="00E63B22">
      <w:pPr>
        <w:pStyle w:val="ListParagraph"/>
        <w:numPr>
          <w:ilvl w:val="0"/>
          <w:numId w:val="31"/>
        </w:numPr>
        <w:spacing w:after="60"/>
        <w:rPr>
          <w:szCs w:val="24"/>
          <w:lang w:val="sr-Cyrl-RS"/>
        </w:rPr>
      </w:pPr>
      <w:r w:rsidRPr="00A90824">
        <w:rPr>
          <w:szCs w:val="24"/>
          <w:lang w:val="sr-Cyrl-RS"/>
        </w:rPr>
        <w:t xml:space="preserve">Почетна вредност: </w:t>
      </w:r>
      <w:r w:rsidR="00CE4ED7" w:rsidRPr="00A90824">
        <w:rPr>
          <w:szCs w:val="24"/>
          <w:lang w:val="sr-Latn-RS"/>
        </w:rPr>
        <w:t>57.</w:t>
      </w:r>
      <w:r w:rsidR="00CE4ED7" w:rsidRPr="00A90824">
        <w:rPr>
          <w:szCs w:val="24"/>
          <w:lang w:val="sr-Cyrl-RS"/>
        </w:rPr>
        <w:t xml:space="preserve"> место</w:t>
      </w:r>
    </w:p>
    <w:p w14:paraId="6A0F0342" w14:textId="596B8D30" w:rsidR="00227934" w:rsidRPr="00A90824" w:rsidRDefault="00227934" w:rsidP="00E63B22">
      <w:pPr>
        <w:pStyle w:val="ListParagraph"/>
        <w:numPr>
          <w:ilvl w:val="0"/>
          <w:numId w:val="31"/>
        </w:numPr>
        <w:spacing w:after="60"/>
        <w:rPr>
          <w:szCs w:val="24"/>
          <w:lang w:val="sr-Cyrl-RS"/>
        </w:rPr>
      </w:pPr>
      <w:r w:rsidRPr="00A90824">
        <w:rPr>
          <w:szCs w:val="24"/>
          <w:lang w:val="sr-Cyrl-RS"/>
        </w:rPr>
        <w:t xml:space="preserve">Циљна вредност за крај 2027. године: </w:t>
      </w:r>
      <w:r w:rsidR="0022626F" w:rsidRPr="00A90824">
        <w:rPr>
          <w:szCs w:val="24"/>
        </w:rPr>
        <w:t>54</w:t>
      </w:r>
      <w:r w:rsidR="0022626F" w:rsidRPr="00A90824">
        <w:rPr>
          <w:szCs w:val="24"/>
          <w:lang w:val="sr-Cyrl-RS"/>
        </w:rPr>
        <w:t>. место</w:t>
      </w:r>
    </w:p>
    <w:p w14:paraId="2BFF0701" w14:textId="0E5EAFED" w:rsidR="0022626F" w:rsidRPr="00A90824" w:rsidRDefault="00227934" w:rsidP="00E63B22">
      <w:pPr>
        <w:pStyle w:val="ListParagraph"/>
        <w:numPr>
          <w:ilvl w:val="0"/>
          <w:numId w:val="31"/>
        </w:numPr>
        <w:ind w:left="714" w:hanging="357"/>
        <w:rPr>
          <w:szCs w:val="24"/>
          <w:lang w:val="sr-Cyrl-RS"/>
        </w:rPr>
      </w:pPr>
      <w:r w:rsidRPr="00A90824">
        <w:rPr>
          <w:szCs w:val="24"/>
          <w:lang w:val="sr-Cyrl-RS"/>
        </w:rPr>
        <w:t xml:space="preserve">Циљна вредност за крај 2030. године: </w:t>
      </w:r>
      <w:r w:rsidR="0022626F" w:rsidRPr="00A90824">
        <w:rPr>
          <w:szCs w:val="24"/>
          <w:lang w:val="sr-Cyrl-RS"/>
        </w:rPr>
        <w:t>49. место</w:t>
      </w:r>
    </w:p>
    <w:p w14:paraId="6E06A416" w14:textId="5A0887B0" w:rsidR="00202CBF" w:rsidRPr="00A90824" w:rsidRDefault="00202CBF" w:rsidP="00202CBF">
      <w:pPr>
        <w:pStyle w:val="Heading4"/>
        <w:ind w:firstLine="357"/>
        <w:rPr>
          <w:i w:val="0"/>
          <w:szCs w:val="24"/>
        </w:rPr>
      </w:pPr>
      <w:r w:rsidRPr="00A90824">
        <w:rPr>
          <w:szCs w:val="24"/>
        </w:rPr>
        <w:t>AI Government Readiness Index</w:t>
      </w:r>
      <w:r w:rsidRPr="00A90824">
        <w:rPr>
          <w:i w:val="0"/>
          <w:szCs w:val="24"/>
        </w:rPr>
        <w:t xml:space="preserve"> обухвата 188 земаља и израђује се већ седам година. Ово рангирање представља пресек е</w:t>
      </w:r>
      <w:r w:rsidR="008604A3">
        <w:rPr>
          <w:i w:val="0"/>
          <w:szCs w:val="24"/>
        </w:rPr>
        <w:t>ф</w:t>
      </w:r>
      <w:r w:rsidRPr="00A90824">
        <w:rPr>
          <w:i w:val="0"/>
          <w:szCs w:val="24"/>
        </w:rPr>
        <w:t xml:space="preserve">икасности рада владе, нивоа технолошког развоја и доступности инфраструктуре. Република Србија заузима 52. место по показатељу активности владе, 64. место по доступности инфраструктуре и 66. место у домену технолошког развоја. </w:t>
      </w:r>
    </w:p>
    <w:p w14:paraId="62C617E3" w14:textId="700F8C05" w:rsidR="00BE0C76" w:rsidRPr="00A90824" w:rsidRDefault="00F04C63" w:rsidP="00F04C63">
      <w:pPr>
        <w:pStyle w:val="Heading1"/>
        <w:rPr>
          <w:color w:val="000000"/>
          <w:sz w:val="24"/>
          <w:szCs w:val="24"/>
          <w:lang w:val="sr-Cyrl-RS"/>
        </w:rPr>
      </w:pPr>
      <w:bookmarkStart w:id="41" w:name="_Toc174901933"/>
      <w:bookmarkEnd w:id="40"/>
      <w:r w:rsidRPr="00A90824">
        <w:rPr>
          <w:color w:val="000000"/>
          <w:sz w:val="24"/>
          <w:szCs w:val="24"/>
          <w:lang w:val="sr-Cyrl-RS"/>
        </w:rPr>
        <w:t xml:space="preserve">5. </w:t>
      </w:r>
      <w:r w:rsidR="00BE0C76" w:rsidRPr="00A90824">
        <w:rPr>
          <w:color w:val="000000"/>
          <w:sz w:val="24"/>
          <w:szCs w:val="24"/>
          <w:lang w:val="sr-Cyrl-RS"/>
        </w:rPr>
        <w:t>Посебни циљеви и мере</w:t>
      </w:r>
      <w:bookmarkEnd w:id="41"/>
    </w:p>
    <w:p w14:paraId="648F5B9E" w14:textId="77777777" w:rsidR="009C0EDE" w:rsidRPr="00A90824" w:rsidRDefault="009C0EDE" w:rsidP="009C0EDE">
      <w:pPr>
        <w:pStyle w:val="Heading2"/>
        <w:rPr>
          <w:color w:val="000000"/>
          <w:sz w:val="24"/>
          <w:szCs w:val="24"/>
        </w:rPr>
      </w:pPr>
      <w:bookmarkStart w:id="42" w:name="_Toc174901934"/>
      <w:r w:rsidRPr="00A90824">
        <w:rPr>
          <w:color w:val="000000"/>
          <w:sz w:val="24"/>
          <w:szCs w:val="24"/>
        </w:rPr>
        <w:t xml:space="preserve">Циљ </w:t>
      </w:r>
      <w:r w:rsidR="000A7E07" w:rsidRPr="00A90824">
        <w:rPr>
          <w:color w:val="000000"/>
          <w:sz w:val="24"/>
          <w:szCs w:val="24"/>
        </w:rPr>
        <w:t>1</w:t>
      </w:r>
      <w:r w:rsidRPr="00A90824">
        <w:rPr>
          <w:color w:val="000000"/>
          <w:sz w:val="24"/>
          <w:szCs w:val="24"/>
        </w:rPr>
        <w:t xml:space="preserve"> – Стварање и усклађивање институционалн</w:t>
      </w:r>
      <w:r w:rsidR="00203986" w:rsidRPr="00A90824">
        <w:rPr>
          <w:color w:val="000000"/>
          <w:sz w:val="24"/>
          <w:szCs w:val="24"/>
        </w:rPr>
        <w:t xml:space="preserve">ог и </w:t>
      </w:r>
      <w:r w:rsidRPr="00A90824">
        <w:rPr>
          <w:color w:val="000000"/>
          <w:sz w:val="24"/>
          <w:szCs w:val="24"/>
        </w:rPr>
        <w:t>правног оквира за развој и сигурну, безбедну, поуздану и одговорну примену вештачке интелигенције</w:t>
      </w:r>
    </w:p>
    <w:p w14:paraId="6ABABBC6" w14:textId="63C18C97" w:rsidR="009C0EDE" w:rsidRPr="00A90824" w:rsidRDefault="00203986" w:rsidP="009C0EDE">
      <w:pPr>
        <w:rPr>
          <w:color w:val="000000"/>
          <w:szCs w:val="24"/>
          <w:lang w:val="sr-Cyrl-RS"/>
        </w:rPr>
      </w:pPr>
      <w:r w:rsidRPr="00A90824">
        <w:rPr>
          <w:color w:val="000000"/>
          <w:szCs w:val="24"/>
          <w:lang w:val="sr-Cyrl-RS"/>
        </w:rPr>
        <w:t>Унапређење институционалног и правног оквира кључан је корак у обезбеђивању правне сигурности</w:t>
      </w:r>
      <w:r w:rsidR="005778AC" w:rsidRPr="00A90824">
        <w:rPr>
          <w:color w:val="000000"/>
          <w:szCs w:val="24"/>
          <w:lang w:val="sr-Cyrl-RS"/>
        </w:rPr>
        <w:t>.</w:t>
      </w:r>
      <w:r w:rsidRPr="00A90824">
        <w:rPr>
          <w:color w:val="000000"/>
          <w:szCs w:val="24"/>
          <w:lang w:val="sr-Cyrl-RS"/>
        </w:rPr>
        <w:t xml:space="preserve"> </w:t>
      </w:r>
      <w:r w:rsidR="005778AC" w:rsidRPr="00A90824">
        <w:rPr>
          <w:color w:val="000000"/>
          <w:szCs w:val="24"/>
          <w:lang w:val="sr-Cyrl-RS"/>
        </w:rPr>
        <w:t>Ипак, регулисање ове области мора бити</w:t>
      </w:r>
      <w:r w:rsidR="009C0EDE" w:rsidRPr="00A90824">
        <w:rPr>
          <w:color w:val="000000"/>
          <w:szCs w:val="24"/>
          <w:lang w:val="sr-Cyrl-RS"/>
        </w:rPr>
        <w:t xml:space="preserve"> довољно флексибилн</w:t>
      </w:r>
      <w:r w:rsidR="005778AC" w:rsidRPr="00A90824">
        <w:rPr>
          <w:color w:val="000000"/>
          <w:szCs w:val="24"/>
          <w:lang w:val="sr-Cyrl-RS"/>
        </w:rPr>
        <w:t>о</w:t>
      </w:r>
      <w:r w:rsidR="009C0EDE" w:rsidRPr="00A90824">
        <w:rPr>
          <w:color w:val="000000"/>
          <w:szCs w:val="24"/>
          <w:lang w:val="sr-Cyrl-RS"/>
        </w:rPr>
        <w:t xml:space="preserve"> да одговор</w:t>
      </w:r>
      <w:r w:rsidR="005778AC" w:rsidRPr="00A90824">
        <w:rPr>
          <w:color w:val="000000"/>
          <w:szCs w:val="24"/>
          <w:lang w:val="sr-Cyrl-RS"/>
        </w:rPr>
        <w:t>и</w:t>
      </w:r>
      <w:r w:rsidR="009C0EDE" w:rsidRPr="00A90824">
        <w:rPr>
          <w:color w:val="000000"/>
          <w:szCs w:val="24"/>
          <w:lang w:val="sr-Cyrl-RS"/>
        </w:rPr>
        <w:t xml:space="preserve"> на брзе технолошке промене </w:t>
      </w:r>
      <w:r w:rsidRPr="00A90824">
        <w:rPr>
          <w:color w:val="000000"/>
          <w:szCs w:val="24"/>
          <w:lang w:val="sr-Cyrl-RS"/>
        </w:rPr>
        <w:t>у области вештачке интелигенције</w:t>
      </w:r>
      <w:r w:rsidR="009C0EDE" w:rsidRPr="00A90824">
        <w:rPr>
          <w:color w:val="000000"/>
          <w:szCs w:val="24"/>
          <w:lang w:val="sr-Cyrl-RS"/>
        </w:rPr>
        <w:t xml:space="preserve">. </w:t>
      </w:r>
      <w:r w:rsidRPr="00A90824">
        <w:rPr>
          <w:color w:val="000000"/>
          <w:szCs w:val="24"/>
          <w:lang w:val="sr-Cyrl-RS"/>
        </w:rPr>
        <w:t>Правни оквир поставља границе у оквиру којих се</w:t>
      </w:r>
      <w:r w:rsidR="009C0EDE" w:rsidRPr="00A90824">
        <w:rPr>
          <w:color w:val="000000"/>
          <w:szCs w:val="24"/>
          <w:lang w:val="sr-Cyrl-RS"/>
        </w:rPr>
        <w:t xml:space="preserve"> вештачка интелигенција развија и примењ</w:t>
      </w:r>
      <w:r w:rsidRPr="00A90824">
        <w:rPr>
          <w:color w:val="000000"/>
          <w:szCs w:val="24"/>
          <w:lang w:val="sr-Cyrl-RS"/>
        </w:rPr>
        <w:t>ује</w:t>
      </w:r>
      <w:r w:rsidR="009C0EDE" w:rsidRPr="00A90824">
        <w:rPr>
          <w:color w:val="000000"/>
          <w:szCs w:val="24"/>
          <w:lang w:val="sr-Cyrl-RS"/>
        </w:rPr>
        <w:t xml:space="preserve"> на безбедан, сигуран и одговоран начин. </w:t>
      </w:r>
      <w:r w:rsidR="00CA48BE" w:rsidRPr="00A90824">
        <w:rPr>
          <w:color w:val="000000"/>
          <w:szCs w:val="24"/>
          <w:lang w:val="sr-Cyrl-RS"/>
        </w:rPr>
        <w:t>П</w:t>
      </w:r>
      <w:r w:rsidRPr="00A90824">
        <w:rPr>
          <w:color w:val="000000"/>
          <w:szCs w:val="24"/>
          <w:lang w:val="sr-Cyrl-RS"/>
        </w:rPr>
        <w:t xml:space="preserve">отребно је </w:t>
      </w:r>
      <w:r w:rsidR="00CA48BE" w:rsidRPr="00A90824">
        <w:rPr>
          <w:color w:val="000000"/>
          <w:szCs w:val="24"/>
          <w:lang w:val="sr-Cyrl-RS"/>
        </w:rPr>
        <w:t>регулисати</w:t>
      </w:r>
      <w:r w:rsidRPr="00A90824">
        <w:rPr>
          <w:color w:val="000000"/>
          <w:szCs w:val="24"/>
          <w:lang w:val="sr-Cyrl-RS"/>
        </w:rPr>
        <w:t xml:space="preserve"> и адекватан </w:t>
      </w:r>
      <w:r w:rsidR="009C0EDE" w:rsidRPr="00A90824">
        <w:rPr>
          <w:color w:val="000000"/>
          <w:szCs w:val="24"/>
          <w:lang w:val="sr-Cyrl-RS"/>
        </w:rPr>
        <w:t>институци</w:t>
      </w:r>
      <w:r w:rsidRPr="00A90824">
        <w:rPr>
          <w:color w:val="000000"/>
          <w:szCs w:val="24"/>
          <w:lang w:val="sr-Cyrl-RS"/>
        </w:rPr>
        <w:t>онални оквир којим ће се пратити</w:t>
      </w:r>
      <w:r w:rsidR="009C0EDE" w:rsidRPr="00A90824">
        <w:rPr>
          <w:color w:val="000000"/>
          <w:szCs w:val="24"/>
          <w:lang w:val="sr-Cyrl-RS"/>
        </w:rPr>
        <w:t xml:space="preserve"> </w:t>
      </w:r>
      <w:r w:rsidRPr="00A90824">
        <w:rPr>
          <w:color w:val="000000"/>
          <w:szCs w:val="24"/>
          <w:lang w:val="sr-Cyrl-RS"/>
        </w:rPr>
        <w:t>примена и вршити</w:t>
      </w:r>
      <w:r w:rsidR="009C0EDE" w:rsidRPr="00A90824">
        <w:rPr>
          <w:color w:val="000000"/>
          <w:szCs w:val="24"/>
          <w:lang w:val="sr-Cyrl-RS"/>
        </w:rPr>
        <w:t xml:space="preserve"> надзор</w:t>
      </w:r>
      <w:r w:rsidR="00CA48BE" w:rsidRPr="00A90824">
        <w:rPr>
          <w:color w:val="000000"/>
          <w:szCs w:val="24"/>
          <w:lang w:val="sr-Cyrl-RS"/>
        </w:rPr>
        <w:t xml:space="preserve"> од стране надлежних органа. Прописи морају да</w:t>
      </w:r>
      <w:r w:rsidR="009C0EDE" w:rsidRPr="00A90824">
        <w:rPr>
          <w:color w:val="000000"/>
          <w:szCs w:val="24"/>
          <w:lang w:val="sr-Cyrl-RS"/>
        </w:rPr>
        <w:t xml:space="preserve"> </w:t>
      </w:r>
      <w:r w:rsidR="00CA48BE" w:rsidRPr="00A90824">
        <w:rPr>
          <w:color w:val="000000"/>
          <w:szCs w:val="24"/>
          <w:lang w:val="sr-Cyrl-RS"/>
        </w:rPr>
        <w:t>омогуће</w:t>
      </w:r>
      <w:r w:rsidR="009C0EDE" w:rsidRPr="00A90824">
        <w:rPr>
          <w:color w:val="000000"/>
          <w:szCs w:val="24"/>
          <w:lang w:val="sr-Cyrl-RS"/>
        </w:rPr>
        <w:t xml:space="preserve"> примену решења вештачке интелигенције</w:t>
      </w:r>
      <w:r w:rsidR="00FF09C8" w:rsidRPr="00A90824">
        <w:rPr>
          <w:color w:val="000000"/>
          <w:szCs w:val="24"/>
          <w:lang w:val="sr-Cyrl-RS"/>
        </w:rPr>
        <w:t>,</w:t>
      </w:r>
      <w:r w:rsidR="009C0EDE" w:rsidRPr="00A90824">
        <w:rPr>
          <w:color w:val="000000"/>
          <w:szCs w:val="24"/>
          <w:lang w:val="sr-Cyrl-RS"/>
        </w:rPr>
        <w:t xml:space="preserve"> али и </w:t>
      </w:r>
      <w:r w:rsidR="00CA48BE" w:rsidRPr="00A90824">
        <w:rPr>
          <w:color w:val="000000"/>
          <w:szCs w:val="24"/>
          <w:lang w:val="sr-Cyrl-RS"/>
        </w:rPr>
        <w:t xml:space="preserve">да </w:t>
      </w:r>
      <w:r w:rsidR="009C0EDE" w:rsidRPr="00A90824">
        <w:rPr>
          <w:color w:val="000000"/>
          <w:szCs w:val="24"/>
          <w:lang w:val="sr-Cyrl-RS"/>
        </w:rPr>
        <w:t>обухват</w:t>
      </w:r>
      <w:r w:rsidR="00CA48BE" w:rsidRPr="00A90824">
        <w:rPr>
          <w:color w:val="000000"/>
          <w:szCs w:val="24"/>
          <w:lang w:val="sr-Cyrl-RS"/>
        </w:rPr>
        <w:t>е</w:t>
      </w:r>
      <w:r w:rsidR="009C0EDE" w:rsidRPr="00A90824">
        <w:rPr>
          <w:color w:val="000000"/>
          <w:szCs w:val="24"/>
          <w:lang w:val="sr-Cyrl-RS"/>
        </w:rPr>
        <w:t xml:space="preserve"> </w:t>
      </w:r>
      <w:r w:rsidR="00CA48BE" w:rsidRPr="00A90824">
        <w:rPr>
          <w:color w:val="000000"/>
          <w:szCs w:val="24"/>
          <w:lang w:val="sr-Cyrl-RS"/>
        </w:rPr>
        <w:t xml:space="preserve">одговарајуће међународне </w:t>
      </w:r>
      <w:r w:rsidR="009C0EDE" w:rsidRPr="00A90824">
        <w:rPr>
          <w:color w:val="000000"/>
          <w:szCs w:val="24"/>
          <w:lang w:val="sr-Cyrl-RS"/>
        </w:rPr>
        <w:t>стандард</w:t>
      </w:r>
      <w:r w:rsidR="00CA48BE" w:rsidRPr="00A90824">
        <w:rPr>
          <w:color w:val="000000"/>
          <w:szCs w:val="24"/>
          <w:lang w:val="sr-Cyrl-RS"/>
        </w:rPr>
        <w:t>е и процедуре за спровођење</w:t>
      </w:r>
      <w:r w:rsidR="009C0EDE" w:rsidRPr="00A90824">
        <w:rPr>
          <w:color w:val="000000"/>
          <w:szCs w:val="24"/>
          <w:lang w:val="sr-Cyrl-RS"/>
        </w:rPr>
        <w:t xml:space="preserve"> безбедносних мера и протокола како би се спречиле злоупотребе и ризици</w:t>
      </w:r>
      <w:r w:rsidR="00CA48BE" w:rsidRPr="00A90824">
        <w:rPr>
          <w:color w:val="000000"/>
          <w:szCs w:val="24"/>
          <w:lang w:val="sr-Cyrl-RS"/>
        </w:rPr>
        <w:t>. Прописима је неопходно</w:t>
      </w:r>
      <w:r w:rsidR="009C0EDE" w:rsidRPr="00A90824">
        <w:rPr>
          <w:color w:val="000000"/>
          <w:szCs w:val="24"/>
          <w:lang w:val="sr-Cyrl-RS"/>
        </w:rPr>
        <w:t xml:space="preserve"> обезбеди</w:t>
      </w:r>
      <w:r w:rsidR="00CA48BE" w:rsidRPr="00A90824">
        <w:rPr>
          <w:color w:val="000000"/>
          <w:szCs w:val="24"/>
          <w:lang w:val="sr-Cyrl-RS"/>
        </w:rPr>
        <w:t>ти и</w:t>
      </w:r>
      <w:r w:rsidR="009C0EDE" w:rsidRPr="00A90824">
        <w:rPr>
          <w:color w:val="000000"/>
          <w:szCs w:val="24"/>
          <w:lang w:val="sr-Cyrl-RS"/>
        </w:rPr>
        <w:t xml:space="preserve"> примену етичких смерница и </w:t>
      </w:r>
      <w:r w:rsidR="00CA48BE" w:rsidRPr="00A90824">
        <w:rPr>
          <w:color w:val="000000"/>
          <w:szCs w:val="24"/>
          <w:lang w:val="sr-Cyrl-RS"/>
        </w:rPr>
        <w:t>утврђивање</w:t>
      </w:r>
      <w:r w:rsidR="009C0EDE" w:rsidRPr="00A90824">
        <w:rPr>
          <w:color w:val="000000"/>
          <w:szCs w:val="24"/>
          <w:lang w:val="sr-Cyrl-RS"/>
        </w:rPr>
        <w:t xml:space="preserve"> правила за одговорну употребу вештачке интелигенције, осигуравајући заштиту приватности и права корисника. </w:t>
      </w:r>
      <w:r w:rsidR="00CA48BE" w:rsidRPr="00A90824">
        <w:rPr>
          <w:color w:val="000000"/>
          <w:szCs w:val="24"/>
          <w:lang w:val="sr-Cyrl-RS"/>
        </w:rPr>
        <w:t>Правни оквир мора бити</w:t>
      </w:r>
      <w:r w:rsidR="009C0EDE" w:rsidRPr="00A90824">
        <w:rPr>
          <w:color w:val="000000"/>
          <w:szCs w:val="24"/>
          <w:lang w:val="sr-Cyrl-RS"/>
        </w:rPr>
        <w:t xml:space="preserve"> усклађен</w:t>
      </w:r>
      <w:r w:rsidR="00CA48BE" w:rsidRPr="00A90824">
        <w:rPr>
          <w:color w:val="000000"/>
          <w:szCs w:val="24"/>
          <w:lang w:val="sr-Cyrl-RS"/>
        </w:rPr>
        <w:t xml:space="preserve"> са европским</w:t>
      </w:r>
      <w:r w:rsidR="000A7E07" w:rsidRPr="00A90824">
        <w:rPr>
          <w:color w:val="000000"/>
          <w:szCs w:val="24"/>
          <w:lang w:val="sr-Cyrl-RS"/>
        </w:rPr>
        <w:t>, али и</w:t>
      </w:r>
      <w:r w:rsidR="00CA48BE" w:rsidRPr="00A90824">
        <w:rPr>
          <w:color w:val="000000"/>
          <w:szCs w:val="24"/>
          <w:lang w:val="sr-Cyrl-RS"/>
        </w:rPr>
        <w:t xml:space="preserve"> </w:t>
      </w:r>
      <w:r w:rsidR="009C0EDE" w:rsidRPr="00A90824">
        <w:rPr>
          <w:color w:val="000000"/>
          <w:szCs w:val="24"/>
          <w:lang w:val="sr-Cyrl-RS"/>
        </w:rPr>
        <w:t>са начелима</w:t>
      </w:r>
      <w:r w:rsidR="000A7E07" w:rsidRPr="00A90824">
        <w:rPr>
          <w:color w:val="000000"/>
          <w:szCs w:val="24"/>
          <w:lang w:val="sr-Cyrl-RS"/>
        </w:rPr>
        <w:t xml:space="preserve"> и</w:t>
      </w:r>
      <w:r w:rsidR="009C0EDE" w:rsidRPr="00A90824">
        <w:rPr>
          <w:color w:val="000000"/>
          <w:szCs w:val="24"/>
          <w:lang w:val="sr-Cyrl-RS"/>
        </w:rPr>
        <w:t xml:space="preserve"> стандардима</w:t>
      </w:r>
      <w:r w:rsidR="000A7E07" w:rsidRPr="00A90824">
        <w:rPr>
          <w:color w:val="000000"/>
          <w:szCs w:val="24"/>
          <w:lang w:val="sr-Cyrl-RS"/>
        </w:rPr>
        <w:t xml:space="preserve"> </w:t>
      </w:r>
      <w:r w:rsidR="009C0EDE" w:rsidRPr="00A90824">
        <w:rPr>
          <w:color w:val="000000"/>
          <w:szCs w:val="24"/>
          <w:lang w:val="sr-Cyrl-RS"/>
        </w:rPr>
        <w:t xml:space="preserve">на глобалном нивоу. </w:t>
      </w:r>
    </w:p>
    <w:p w14:paraId="6330E5E1" w14:textId="77777777" w:rsidR="00BB14D5" w:rsidRPr="00A90824" w:rsidRDefault="00BB14D5" w:rsidP="00BB14D5">
      <w:pPr>
        <w:pStyle w:val="Heading4"/>
        <w:rPr>
          <w:szCs w:val="24"/>
        </w:rPr>
      </w:pPr>
      <w:r w:rsidRPr="00A90824">
        <w:rPr>
          <w:szCs w:val="24"/>
        </w:rPr>
        <w:t>Период реализације:</w:t>
      </w:r>
    </w:p>
    <w:p w14:paraId="65EFC832" w14:textId="77777777" w:rsidR="00BB14D5" w:rsidRPr="00A90824" w:rsidRDefault="00BB14D5" w:rsidP="00BB14D5">
      <w:pPr>
        <w:rPr>
          <w:szCs w:val="24"/>
          <w:lang w:val="sr-Latn-RS"/>
        </w:rPr>
      </w:pPr>
      <w:r w:rsidRPr="00A90824">
        <w:rPr>
          <w:szCs w:val="24"/>
          <w:lang w:val="sr-Cyrl-RS"/>
        </w:rPr>
        <w:t>2025</w:t>
      </w:r>
      <w:r w:rsidRPr="00A90824">
        <w:rPr>
          <w:szCs w:val="24"/>
          <w:lang w:val="sr-Latn-RS"/>
        </w:rPr>
        <w:t>.</w:t>
      </w:r>
      <w:r w:rsidRPr="00A90824">
        <w:rPr>
          <w:szCs w:val="24"/>
          <w:lang w:val="sr-Cyrl-RS"/>
        </w:rPr>
        <w:t>-2030</w:t>
      </w:r>
      <w:r w:rsidRPr="00A90824">
        <w:rPr>
          <w:szCs w:val="24"/>
          <w:lang w:val="sr-Latn-RS"/>
        </w:rPr>
        <w:t>.</w:t>
      </w:r>
    </w:p>
    <w:p w14:paraId="3AE00FBD" w14:textId="77777777" w:rsidR="00BB14D5" w:rsidRPr="00A90824" w:rsidRDefault="00BB14D5" w:rsidP="00BB14D5">
      <w:pPr>
        <w:pStyle w:val="Heading4"/>
        <w:rPr>
          <w:szCs w:val="24"/>
        </w:rPr>
      </w:pPr>
      <w:r w:rsidRPr="00A90824">
        <w:rPr>
          <w:szCs w:val="24"/>
        </w:rPr>
        <w:t>Надлежне институције:</w:t>
      </w:r>
    </w:p>
    <w:p w14:paraId="133B599F" w14:textId="59306628" w:rsidR="00BB14D5" w:rsidRPr="00A90824" w:rsidRDefault="00BB14D5" w:rsidP="009C0EDE">
      <w:pPr>
        <w:rPr>
          <w:szCs w:val="24"/>
          <w:lang w:val="sr-Cyrl-RS"/>
        </w:rPr>
      </w:pPr>
      <w:r w:rsidRPr="00A90824">
        <w:rPr>
          <w:szCs w:val="24"/>
          <w:lang w:val="sr-Cyrl-RS"/>
        </w:rPr>
        <w:t>Министарство надлежно за научноистраживачку и иновациону делатност</w:t>
      </w:r>
    </w:p>
    <w:p w14:paraId="27434165" w14:textId="2F014E80" w:rsidR="00BB14D5" w:rsidRPr="00A90824" w:rsidRDefault="00BB14D5" w:rsidP="00BB14D5">
      <w:pPr>
        <w:pStyle w:val="Heading4"/>
        <w:rPr>
          <w:szCs w:val="24"/>
        </w:rPr>
      </w:pPr>
      <w:r w:rsidRPr="00A90824">
        <w:rPr>
          <w:szCs w:val="24"/>
        </w:rPr>
        <w:t>Показатељ:</w:t>
      </w:r>
    </w:p>
    <w:p w14:paraId="25465251" w14:textId="717F8F9F" w:rsidR="00BB14D5" w:rsidRPr="00A90824" w:rsidRDefault="00BB14D5" w:rsidP="00E63B22">
      <w:pPr>
        <w:pStyle w:val="ListParagraph"/>
        <w:numPr>
          <w:ilvl w:val="0"/>
          <w:numId w:val="33"/>
        </w:numPr>
        <w:spacing w:after="60"/>
        <w:ind w:left="0" w:firstLine="426"/>
        <w:rPr>
          <w:szCs w:val="24"/>
          <w:lang w:val="sr-Cyrl-RS"/>
        </w:rPr>
      </w:pPr>
      <w:r w:rsidRPr="00A90824">
        <w:rPr>
          <w:szCs w:val="24"/>
          <w:lang w:val="sr-Cyrl-RS"/>
        </w:rPr>
        <w:t>Усвојен и примењен правни и институционални оквир за безбедну, поуздану и одговорну употребу вештачке интелигенције ускла</w:t>
      </w:r>
      <w:r w:rsidR="00AF13C9">
        <w:rPr>
          <w:szCs w:val="24"/>
          <w:lang w:val="sr-Cyrl-RS"/>
        </w:rPr>
        <w:t>ђен са међународним стандардима</w:t>
      </w:r>
      <w:r w:rsidRPr="00A90824">
        <w:rPr>
          <w:szCs w:val="24"/>
          <w:lang w:val="sr-Cyrl-RS"/>
        </w:rPr>
        <w:t xml:space="preserve"> </w:t>
      </w:r>
    </w:p>
    <w:p w14:paraId="59F075AC" w14:textId="43CF85ED" w:rsidR="00BB14D5" w:rsidRPr="00A90824" w:rsidRDefault="00BB14D5" w:rsidP="00E63B22">
      <w:pPr>
        <w:pStyle w:val="ListParagraph"/>
        <w:numPr>
          <w:ilvl w:val="0"/>
          <w:numId w:val="32"/>
        </w:numPr>
        <w:spacing w:after="60"/>
        <w:ind w:left="1560"/>
        <w:rPr>
          <w:szCs w:val="24"/>
          <w:lang w:val="sr-Cyrl-RS"/>
        </w:rPr>
      </w:pPr>
      <w:r w:rsidRPr="00A90824">
        <w:rPr>
          <w:szCs w:val="24"/>
          <w:lang w:val="sr-Cyrl-RS"/>
        </w:rPr>
        <w:t>Почетна вредност: не</w:t>
      </w:r>
    </w:p>
    <w:p w14:paraId="24330ACB" w14:textId="3952A5AF" w:rsidR="00BB14D5" w:rsidRPr="00A90824" w:rsidRDefault="00BB14D5" w:rsidP="00E63B22">
      <w:pPr>
        <w:pStyle w:val="ListParagraph"/>
        <w:numPr>
          <w:ilvl w:val="0"/>
          <w:numId w:val="32"/>
        </w:numPr>
        <w:spacing w:after="60"/>
        <w:ind w:left="1560"/>
        <w:rPr>
          <w:szCs w:val="24"/>
          <w:lang w:val="sr-Cyrl-RS"/>
        </w:rPr>
      </w:pPr>
      <w:r w:rsidRPr="00A90824">
        <w:rPr>
          <w:szCs w:val="24"/>
          <w:lang w:val="sr-Cyrl-RS"/>
        </w:rPr>
        <w:t xml:space="preserve">Циљна вредност за крај 2027. године: Пуна примена Закона о вештачкој интелигенцији </w:t>
      </w:r>
    </w:p>
    <w:p w14:paraId="6C62B0A0" w14:textId="2D21D891" w:rsidR="00BB14D5" w:rsidRPr="00A90824" w:rsidRDefault="00BB14D5" w:rsidP="00E63B22">
      <w:pPr>
        <w:pStyle w:val="ListParagraph"/>
        <w:numPr>
          <w:ilvl w:val="0"/>
          <w:numId w:val="32"/>
        </w:numPr>
        <w:spacing w:after="60"/>
        <w:ind w:left="1560"/>
        <w:rPr>
          <w:szCs w:val="24"/>
          <w:lang w:val="sr-Cyrl-RS"/>
        </w:rPr>
      </w:pPr>
      <w:r w:rsidRPr="00A90824">
        <w:rPr>
          <w:szCs w:val="24"/>
          <w:lang w:val="sr-Cyrl-RS"/>
        </w:rPr>
        <w:t>Циљна вредност за крај 20</w:t>
      </w:r>
      <w:r w:rsidRPr="00A90824">
        <w:rPr>
          <w:szCs w:val="24"/>
          <w:lang w:val="sr-Latn-RS"/>
        </w:rPr>
        <w:t>30</w:t>
      </w:r>
      <w:r w:rsidRPr="00A90824">
        <w:rPr>
          <w:szCs w:val="24"/>
          <w:lang w:val="sr-Cyrl-RS"/>
        </w:rPr>
        <w:t xml:space="preserve">. године: </w:t>
      </w:r>
      <w:r w:rsidR="00C109C0" w:rsidRPr="00A90824">
        <w:rPr>
          <w:szCs w:val="24"/>
          <w:lang w:val="sr-Cyrl-RS"/>
        </w:rPr>
        <w:t xml:space="preserve">Усвојена три извештаја о раду основане институције/тела. </w:t>
      </w:r>
    </w:p>
    <w:p w14:paraId="18C2930B" w14:textId="77777777" w:rsidR="009C0EDE" w:rsidRPr="00A90824" w:rsidRDefault="009C0EDE" w:rsidP="009C0EDE">
      <w:pPr>
        <w:pStyle w:val="Heading3"/>
        <w:rPr>
          <w:color w:val="000000"/>
          <w:sz w:val="24"/>
          <w:szCs w:val="24"/>
        </w:rPr>
      </w:pPr>
      <w:r w:rsidRPr="00A90824">
        <w:rPr>
          <w:color w:val="000000"/>
          <w:sz w:val="24"/>
          <w:szCs w:val="24"/>
        </w:rPr>
        <w:t xml:space="preserve">Мера </w:t>
      </w:r>
      <w:r w:rsidR="000A7E07" w:rsidRPr="00A90824">
        <w:rPr>
          <w:color w:val="000000"/>
          <w:sz w:val="24"/>
          <w:szCs w:val="24"/>
        </w:rPr>
        <w:t>1</w:t>
      </w:r>
      <w:r w:rsidRPr="00A90824">
        <w:rPr>
          <w:color w:val="000000"/>
          <w:sz w:val="24"/>
          <w:szCs w:val="24"/>
        </w:rPr>
        <w:t xml:space="preserve">.1: </w:t>
      </w:r>
      <w:r w:rsidR="00B61F22" w:rsidRPr="00A90824">
        <w:rPr>
          <w:color w:val="000000"/>
          <w:sz w:val="24"/>
          <w:szCs w:val="24"/>
        </w:rPr>
        <w:t>У</w:t>
      </w:r>
      <w:r w:rsidRPr="00A90824">
        <w:rPr>
          <w:color w:val="000000"/>
          <w:sz w:val="24"/>
          <w:szCs w:val="24"/>
        </w:rPr>
        <w:t>напређење правног оквира који ће омогућити развој и примену вештачке интелигенције</w:t>
      </w:r>
    </w:p>
    <w:p w14:paraId="7B8FC6FD" w14:textId="77777777" w:rsidR="009C0EDE" w:rsidRPr="00A90824" w:rsidRDefault="009C0EDE" w:rsidP="009C0EDE">
      <w:pPr>
        <w:pStyle w:val="Heading4"/>
        <w:rPr>
          <w:color w:val="000000"/>
          <w:szCs w:val="24"/>
        </w:rPr>
      </w:pPr>
      <w:r w:rsidRPr="00A90824">
        <w:rPr>
          <w:color w:val="000000"/>
          <w:szCs w:val="24"/>
        </w:rPr>
        <w:t>Опис мере:</w:t>
      </w:r>
    </w:p>
    <w:p w14:paraId="55D1C860" w14:textId="440845D4" w:rsidR="009C0EDE" w:rsidRPr="00A90824" w:rsidRDefault="00B61F22" w:rsidP="009C0EDE">
      <w:pPr>
        <w:rPr>
          <w:color w:val="000000"/>
          <w:szCs w:val="24"/>
          <w:lang w:val="sr-Cyrl-RS"/>
        </w:rPr>
      </w:pPr>
      <w:r w:rsidRPr="00A90824">
        <w:rPr>
          <w:color w:val="000000"/>
          <w:szCs w:val="24"/>
          <w:lang w:val="sr-Cyrl-RS"/>
        </w:rPr>
        <w:t xml:space="preserve">Како би се омогућио брз развој и сигурна, безбедна и поуздана примена иновација из области вештачке интелигенције у </w:t>
      </w:r>
      <w:r w:rsidR="00DE55C7">
        <w:rPr>
          <w:color w:val="000000"/>
          <w:szCs w:val="24"/>
          <w:lang w:val="sr-Cyrl-RS"/>
        </w:rPr>
        <w:t xml:space="preserve">Републици </w:t>
      </w:r>
      <w:r w:rsidRPr="00A90824">
        <w:rPr>
          <w:color w:val="000000"/>
          <w:szCs w:val="24"/>
          <w:lang w:val="sr-Cyrl-RS"/>
        </w:rPr>
        <w:t xml:space="preserve">Србији </w:t>
      </w:r>
      <w:r w:rsidR="00C634E8" w:rsidRPr="00A90824">
        <w:rPr>
          <w:color w:val="000000"/>
          <w:szCs w:val="24"/>
          <w:lang w:val="sr-Cyrl-RS"/>
        </w:rPr>
        <w:t>н</w:t>
      </w:r>
      <w:r w:rsidR="009C0EDE" w:rsidRPr="00A90824">
        <w:rPr>
          <w:color w:val="000000"/>
          <w:szCs w:val="24"/>
          <w:lang w:val="sr-Cyrl-RS"/>
        </w:rPr>
        <w:t xml:space="preserve">еопходно </w:t>
      </w:r>
      <w:r w:rsidR="00512FEE" w:rsidRPr="00A90824">
        <w:rPr>
          <w:color w:val="000000"/>
          <w:szCs w:val="24"/>
          <w:lang w:val="sr-Latn-RS"/>
        </w:rPr>
        <w:t xml:space="preserve">je </w:t>
      </w:r>
      <w:r w:rsidR="00C634E8" w:rsidRPr="00A90824">
        <w:rPr>
          <w:color w:val="000000"/>
          <w:szCs w:val="24"/>
          <w:lang w:val="sr-Cyrl-RS"/>
        </w:rPr>
        <w:t xml:space="preserve">уредити бројна питања </w:t>
      </w:r>
      <w:r w:rsidR="009C0EDE" w:rsidRPr="00A90824">
        <w:rPr>
          <w:color w:val="000000"/>
          <w:szCs w:val="24"/>
          <w:lang w:val="sr-Cyrl-RS"/>
        </w:rPr>
        <w:t xml:space="preserve">која </w:t>
      </w:r>
      <w:r w:rsidR="00C634E8" w:rsidRPr="00A90824">
        <w:rPr>
          <w:color w:val="000000"/>
          <w:szCs w:val="24"/>
          <w:lang w:val="sr-Cyrl-RS"/>
        </w:rPr>
        <w:t xml:space="preserve">се </w:t>
      </w:r>
      <w:r w:rsidR="00F744C2" w:rsidRPr="00A90824">
        <w:rPr>
          <w:color w:val="000000"/>
          <w:szCs w:val="24"/>
          <w:lang w:val="sr-Cyrl-RS"/>
        </w:rPr>
        <w:t>отварају при</w:t>
      </w:r>
      <w:r w:rsidR="00C634E8" w:rsidRPr="00A90824">
        <w:rPr>
          <w:color w:val="000000"/>
          <w:szCs w:val="24"/>
          <w:lang w:val="sr-Cyrl-RS"/>
        </w:rPr>
        <w:t xml:space="preserve"> свакодневном коришћењу ових технологија. </w:t>
      </w:r>
      <w:r w:rsidR="00FF09C8" w:rsidRPr="00A90824">
        <w:rPr>
          <w:color w:val="000000"/>
          <w:szCs w:val="24"/>
          <w:lang w:val="sr-Cyrl-RS"/>
        </w:rPr>
        <w:t>П</w:t>
      </w:r>
      <w:r w:rsidR="00C634E8" w:rsidRPr="00A90824">
        <w:rPr>
          <w:color w:val="000000"/>
          <w:szCs w:val="24"/>
          <w:lang w:val="sr-Cyrl-RS"/>
        </w:rPr>
        <w:t>рописима је потребно регулисати начин на који се развија и употребљава вештачка интелигенција уз јасно прописане механизме за спречавање злоупотреба којима се угрожавају здравље, безбедност и друга људска права</w:t>
      </w:r>
      <w:r w:rsidR="0049065F" w:rsidRPr="00A90824">
        <w:rPr>
          <w:color w:val="000000"/>
          <w:szCs w:val="24"/>
          <w:lang w:val="sr-Cyrl-RS"/>
        </w:rPr>
        <w:t>, односно</w:t>
      </w:r>
      <w:r w:rsidR="00DE55C7">
        <w:rPr>
          <w:color w:val="000000"/>
          <w:szCs w:val="24"/>
          <w:lang w:val="sr-Cyrl-RS"/>
        </w:rPr>
        <w:t xml:space="preserve"> припремити нацрте, односно предлоге </w:t>
      </w:r>
      <w:r w:rsidR="0049065F" w:rsidRPr="00A90824">
        <w:rPr>
          <w:color w:val="000000"/>
          <w:szCs w:val="24"/>
          <w:lang w:val="sr-Cyrl-RS"/>
        </w:rPr>
        <w:t>закон</w:t>
      </w:r>
      <w:r w:rsidR="00DE55C7">
        <w:rPr>
          <w:color w:val="000000"/>
          <w:szCs w:val="24"/>
          <w:lang w:val="sr-Cyrl-RS"/>
        </w:rPr>
        <w:t>а</w:t>
      </w:r>
      <w:r w:rsidR="0049065F" w:rsidRPr="00A90824">
        <w:rPr>
          <w:color w:val="000000"/>
          <w:szCs w:val="24"/>
          <w:lang w:val="sr-Cyrl-RS"/>
        </w:rPr>
        <w:t xml:space="preserve"> и подзаконск</w:t>
      </w:r>
      <w:r w:rsidR="00DE55C7">
        <w:rPr>
          <w:color w:val="000000"/>
          <w:szCs w:val="24"/>
          <w:lang w:val="sr-Cyrl-RS"/>
        </w:rPr>
        <w:t>их</w:t>
      </w:r>
      <w:r w:rsidR="0049065F" w:rsidRPr="00A90824">
        <w:rPr>
          <w:color w:val="000000"/>
          <w:szCs w:val="24"/>
          <w:lang w:val="sr-Cyrl-RS"/>
        </w:rPr>
        <w:t xml:space="preserve"> ак</w:t>
      </w:r>
      <w:r w:rsidR="00DE55C7">
        <w:rPr>
          <w:color w:val="000000"/>
          <w:szCs w:val="24"/>
          <w:lang w:val="sr-Cyrl-RS"/>
        </w:rPr>
        <w:t>а</w:t>
      </w:r>
      <w:r w:rsidR="00E06B21">
        <w:rPr>
          <w:color w:val="000000"/>
          <w:szCs w:val="24"/>
          <w:lang w:val="sr-Cyrl-RS"/>
        </w:rPr>
        <w:t>та који</w:t>
      </w:r>
      <w:r w:rsidR="0049065F" w:rsidRPr="00A90824">
        <w:rPr>
          <w:color w:val="000000"/>
          <w:szCs w:val="24"/>
          <w:lang w:val="sr-Cyrl-RS"/>
        </w:rPr>
        <w:t xml:space="preserve"> ће регулисати примену вештачке интелигенције на тржишту.</w:t>
      </w:r>
      <w:r w:rsidR="00C634E8" w:rsidRPr="00A90824">
        <w:rPr>
          <w:color w:val="000000"/>
          <w:szCs w:val="24"/>
          <w:lang w:val="sr-Cyrl-RS"/>
        </w:rPr>
        <w:t xml:space="preserve"> Регулат</w:t>
      </w:r>
      <w:r w:rsidR="0049065F" w:rsidRPr="00A90824">
        <w:rPr>
          <w:color w:val="000000"/>
          <w:szCs w:val="24"/>
          <w:lang w:val="sr-Cyrl-RS"/>
        </w:rPr>
        <w:t>орни оквир</w:t>
      </w:r>
      <w:r w:rsidR="00C634E8" w:rsidRPr="00A90824">
        <w:rPr>
          <w:color w:val="000000"/>
          <w:szCs w:val="24"/>
          <w:lang w:val="sr-Cyrl-RS"/>
        </w:rPr>
        <w:t xml:space="preserve"> би требало да прати постојеће етичке норме и међународни правни оквир, почев од анализе, документовањ</w:t>
      </w:r>
      <w:r w:rsidR="00F744C2" w:rsidRPr="00A90824">
        <w:rPr>
          <w:color w:val="000000"/>
          <w:szCs w:val="24"/>
          <w:lang w:val="sr-Cyrl-RS"/>
        </w:rPr>
        <w:t>а</w:t>
      </w:r>
      <w:r w:rsidR="00C634E8" w:rsidRPr="00A90824">
        <w:rPr>
          <w:color w:val="000000"/>
          <w:szCs w:val="24"/>
          <w:lang w:val="sr-Cyrl-RS"/>
        </w:rPr>
        <w:t xml:space="preserve"> развоја, </w:t>
      </w:r>
      <w:r w:rsidR="00F732FC" w:rsidRPr="00A90824">
        <w:rPr>
          <w:color w:val="000000"/>
          <w:szCs w:val="24"/>
          <w:lang w:val="sr-Cyrl-RS"/>
        </w:rPr>
        <w:t>избора података, креирања упутстава</w:t>
      </w:r>
      <w:r w:rsidR="00C634E8" w:rsidRPr="00A90824">
        <w:rPr>
          <w:color w:val="000000"/>
          <w:szCs w:val="24"/>
          <w:lang w:val="sr-Cyrl-RS"/>
        </w:rPr>
        <w:t xml:space="preserve"> за употребу, контролу тржишта</w:t>
      </w:r>
      <w:r w:rsidR="00F732FC" w:rsidRPr="00A90824">
        <w:rPr>
          <w:color w:val="000000"/>
          <w:szCs w:val="24"/>
          <w:lang w:val="sr-Cyrl-RS"/>
        </w:rPr>
        <w:t>, обезбеђивања транспарентности и поузданости система и др.</w:t>
      </w:r>
      <w:r w:rsidR="00C634E8" w:rsidRPr="00A90824">
        <w:rPr>
          <w:color w:val="000000"/>
          <w:szCs w:val="24"/>
          <w:lang w:val="sr-Cyrl-RS"/>
        </w:rPr>
        <w:t xml:space="preserve"> </w:t>
      </w:r>
      <w:r w:rsidR="00F732FC" w:rsidRPr="00A90824">
        <w:rPr>
          <w:color w:val="000000"/>
          <w:szCs w:val="24"/>
          <w:lang w:val="sr-Cyrl-RS"/>
        </w:rPr>
        <w:t xml:space="preserve">При регулисању ових питања врши се </w:t>
      </w:r>
      <w:r w:rsidR="009C0EDE" w:rsidRPr="00A90824">
        <w:rPr>
          <w:color w:val="000000"/>
          <w:szCs w:val="24"/>
          <w:lang w:val="sr-Cyrl-RS"/>
        </w:rPr>
        <w:t>анализ</w:t>
      </w:r>
      <w:r w:rsidR="00F732FC" w:rsidRPr="00A90824">
        <w:rPr>
          <w:color w:val="000000"/>
          <w:szCs w:val="24"/>
          <w:lang w:val="sr-Cyrl-RS"/>
        </w:rPr>
        <w:t>а</w:t>
      </w:r>
      <w:r w:rsidR="009C0EDE" w:rsidRPr="00A90824">
        <w:rPr>
          <w:color w:val="000000"/>
          <w:szCs w:val="24"/>
          <w:lang w:val="sr-Cyrl-RS"/>
        </w:rPr>
        <w:t xml:space="preserve"> трендов</w:t>
      </w:r>
      <w:r w:rsidR="00F732FC" w:rsidRPr="00A90824">
        <w:rPr>
          <w:color w:val="000000"/>
          <w:szCs w:val="24"/>
          <w:lang w:val="sr-Cyrl-RS"/>
        </w:rPr>
        <w:t>а</w:t>
      </w:r>
      <w:r w:rsidR="009C0EDE" w:rsidRPr="00A90824">
        <w:rPr>
          <w:color w:val="000000"/>
          <w:szCs w:val="24"/>
          <w:lang w:val="sr-Cyrl-RS"/>
        </w:rPr>
        <w:t>,</w:t>
      </w:r>
      <w:r w:rsidR="00F732FC" w:rsidRPr="00A90824">
        <w:rPr>
          <w:color w:val="000000"/>
          <w:szCs w:val="24"/>
          <w:lang w:val="sr-Cyrl-RS"/>
        </w:rPr>
        <w:t xml:space="preserve"> међународних стандарда који се успостављају и унапређују, </w:t>
      </w:r>
      <w:r w:rsidR="00F744C2" w:rsidRPr="00A90824">
        <w:rPr>
          <w:color w:val="000000"/>
          <w:szCs w:val="24"/>
          <w:lang w:val="sr-Cyrl-RS"/>
        </w:rPr>
        <w:t xml:space="preserve">као и </w:t>
      </w:r>
      <w:r w:rsidR="00F732FC" w:rsidRPr="00A90824">
        <w:rPr>
          <w:color w:val="000000"/>
          <w:szCs w:val="24"/>
          <w:lang w:val="sr-Cyrl-RS"/>
        </w:rPr>
        <w:t>упоредна анализа прописа других земаља у овој области. Посебну пажњу требало би посветити и регулисању правила која ће омогућити развој и етичку примену генеративне вештачке интелигенције.</w:t>
      </w:r>
    </w:p>
    <w:p w14:paraId="6C00FD70" w14:textId="7C7A718B" w:rsidR="009C0EDE" w:rsidRPr="00A90824" w:rsidRDefault="00F732FC" w:rsidP="009C0EDE">
      <w:pPr>
        <w:rPr>
          <w:color w:val="000000"/>
          <w:szCs w:val="24"/>
          <w:lang w:val="sr-Cyrl-RS"/>
        </w:rPr>
      </w:pPr>
      <w:r w:rsidRPr="00A90824">
        <w:rPr>
          <w:color w:val="000000"/>
          <w:szCs w:val="24"/>
          <w:lang w:val="sr-Cyrl-RS"/>
        </w:rPr>
        <w:t>М</w:t>
      </w:r>
      <w:r w:rsidR="009C0EDE" w:rsidRPr="00A90824">
        <w:rPr>
          <w:color w:val="000000"/>
          <w:szCs w:val="24"/>
          <w:lang w:val="sr-Cyrl-RS"/>
        </w:rPr>
        <w:t>ера</w:t>
      </w:r>
      <w:r w:rsidRPr="00A90824">
        <w:rPr>
          <w:color w:val="000000"/>
          <w:szCs w:val="24"/>
          <w:lang w:val="sr-Cyrl-RS"/>
        </w:rPr>
        <w:t xml:space="preserve"> се реализује кроз рад радних група кој</w:t>
      </w:r>
      <w:r w:rsidR="00F744C2" w:rsidRPr="00A90824">
        <w:rPr>
          <w:color w:val="000000"/>
          <w:szCs w:val="24"/>
          <w:lang w:val="sr-Cyrl-RS"/>
        </w:rPr>
        <w:t>е</w:t>
      </w:r>
      <w:r w:rsidRPr="00A90824">
        <w:rPr>
          <w:color w:val="000000"/>
          <w:szCs w:val="24"/>
          <w:lang w:val="sr-Cyrl-RS"/>
        </w:rPr>
        <w:t xml:space="preserve"> </w:t>
      </w:r>
      <w:r w:rsidR="00CB544B" w:rsidRPr="00A90824">
        <w:rPr>
          <w:color w:val="000000"/>
          <w:szCs w:val="24"/>
          <w:lang w:val="sr-Cyrl-RS"/>
        </w:rPr>
        <w:t>ћ</w:t>
      </w:r>
      <w:r w:rsidRPr="00A90824">
        <w:rPr>
          <w:color w:val="000000"/>
          <w:szCs w:val="24"/>
          <w:lang w:val="sr-Cyrl-RS"/>
        </w:rPr>
        <w:t>е припрем</w:t>
      </w:r>
      <w:r w:rsidR="00E06B21">
        <w:rPr>
          <w:color w:val="000000"/>
          <w:szCs w:val="24"/>
          <w:lang w:val="sr-Cyrl-RS"/>
        </w:rPr>
        <w:t>и</w:t>
      </w:r>
      <w:r w:rsidR="00F744C2" w:rsidRPr="00A90824">
        <w:rPr>
          <w:color w:val="000000"/>
          <w:szCs w:val="24"/>
          <w:lang w:val="sr-Cyrl-RS"/>
        </w:rPr>
        <w:t>ти</w:t>
      </w:r>
      <w:r w:rsidR="00E06B21">
        <w:rPr>
          <w:color w:val="000000"/>
          <w:szCs w:val="24"/>
          <w:lang w:val="sr-Cyrl-RS"/>
        </w:rPr>
        <w:t xml:space="preserve"> нацрте, односно предлоге</w:t>
      </w:r>
      <w:r w:rsidRPr="00A90824">
        <w:rPr>
          <w:color w:val="000000"/>
          <w:szCs w:val="24"/>
          <w:lang w:val="sr-Cyrl-RS"/>
        </w:rPr>
        <w:t xml:space="preserve"> закон</w:t>
      </w:r>
      <w:r w:rsidR="00E06B21">
        <w:rPr>
          <w:color w:val="000000"/>
          <w:szCs w:val="24"/>
          <w:lang w:val="sr-Cyrl-RS"/>
        </w:rPr>
        <w:t>а</w:t>
      </w:r>
      <w:r w:rsidRPr="00A90824">
        <w:rPr>
          <w:color w:val="000000"/>
          <w:szCs w:val="24"/>
          <w:lang w:val="sr-Cyrl-RS"/>
        </w:rPr>
        <w:t xml:space="preserve"> и подзаконск</w:t>
      </w:r>
      <w:r w:rsidR="00E06B21">
        <w:rPr>
          <w:color w:val="000000"/>
          <w:szCs w:val="24"/>
          <w:lang w:val="sr-Cyrl-RS"/>
        </w:rPr>
        <w:t>их</w:t>
      </w:r>
      <w:r w:rsidRPr="00A90824">
        <w:rPr>
          <w:color w:val="000000"/>
          <w:szCs w:val="24"/>
          <w:lang w:val="sr-Cyrl-RS"/>
        </w:rPr>
        <w:t xml:space="preserve"> ак</w:t>
      </w:r>
      <w:r w:rsidR="00E06B21">
        <w:rPr>
          <w:color w:val="000000"/>
          <w:szCs w:val="24"/>
          <w:lang w:val="sr-Cyrl-RS"/>
        </w:rPr>
        <w:t>а</w:t>
      </w:r>
      <w:r w:rsidRPr="00A90824">
        <w:rPr>
          <w:color w:val="000000"/>
          <w:szCs w:val="24"/>
          <w:lang w:val="sr-Cyrl-RS"/>
        </w:rPr>
        <w:t>та</w:t>
      </w:r>
      <w:r w:rsidR="00CB544B" w:rsidRPr="00A90824">
        <w:rPr>
          <w:color w:val="000000"/>
          <w:szCs w:val="24"/>
          <w:lang w:val="sr-Cyrl-RS"/>
        </w:rPr>
        <w:t>, као</w:t>
      </w:r>
      <w:r w:rsidRPr="00A90824">
        <w:rPr>
          <w:color w:val="000000"/>
          <w:szCs w:val="24"/>
          <w:lang w:val="sr-Cyrl-RS"/>
        </w:rPr>
        <w:t xml:space="preserve"> и </w:t>
      </w:r>
      <w:r w:rsidR="009C0EDE" w:rsidRPr="00A90824">
        <w:rPr>
          <w:color w:val="000000"/>
          <w:szCs w:val="24"/>
          <w:lang w:val="sr-Cyrl-RS"/>
        </w:rPr>
        <w:t>етичк</w:t>
      </w:r>
      <w:r w:rsidR="00F744C2" w:rsidRPr="00A90824">
        <w:rPr>
          <w:color w:val="000000"/>
          <w:szCs w:val="24"/>
          <w:lang w:val="sr-Cyrl-RS"/>
        </w:rPr>
        <w:t>е</w:t>
      </w:r>
      <w:r w:rsidR="009C0EDE" w:rsidRPr="00A90824">
        <w:rPr>
          <w:color w:val="000000"/>
          <w:szCs w:val="24"/>
          <w:lang w:val="sr-Cyrl-RS"/>
        </w:rPr>
        <w:t xml:space="preserve"> смерниц</w:t>
      </w:r>
      <w:r w:rsidR="00F744C2" w:rsidRPr="00A90824">
        <w:rPr>
          <w:color w:val="000000"/>
          <w:szCs w:val="24"/>
          <w:lang w:val="sr-Cyrl-RS"/>
        </w:rPr>
        <w:t>е</w:t>
      </w:r>
      <w:r w:rsidR="009C0EDE" w:rsidRPr="00A90824">
        <w:rPr>
          <w:color w:val="000000"/>
          <w:szCs w:val="24"/>
          <w:lang w:val="sr-Cyrl-RS"/>
        </w:rPr>
        <w:t xml:space="preserve"> </w:t>
      </w:r>
      <w:r w:rsidR="00CB544B" w:rsidRPr="00A90824">
        <w:rPr>
          <w:color w:val="000000"/>
          <w:szCs w:val="24"/>
          <w:lang w:val="sr-Cyrl-RS"/>
        </w:rPr>
        <w:t>и друг</w:t>
      </w:r>
      <w:r w:rsidR="00F744C2" w:rsidRPr="00A90824">
        <w:rPr>
          <w:color w:val="000000"/>
          <w:szCs w:val="24"/>
          <w:lang w:val="sr-Cyrl-RS"/>
        </w:rPr>
        <w:t>а</w:t>
      </w:r>
      <w:r w:rsidR="00CB544B" w:rsidRPr="00A90824">
        <w:rPr>
          <w:color w:val="000000"/>
          <w:szCs w:val="24"/>
          <w:lang w:val="sr-Cyrl-RS"/>
        </w:rPr>
        <w:t xml:space="preserve"> релевантн</w:t>
      </w:r>
      <w:r w:rsidR="00F744C2" w:rsidRPr="00A90824">
        <w:rPr>
          <w:color w:val="000000"/>
          <w:szCs w:val="24"/>
          <w:lang w:val="sr-Cyrl-RS"/>
        </w:rPr>
        <w:t>а</w:t>
      </w:r>
      <w:r w:rsidR="00CB544B" w:rsidRPr="00A90824">
        <w:rPr>
          <w:color w:val="000000"/>
          <w:szCs w:val="24"/>
          <w:lang w:val="sr-Cyrl-RS"/>
        </w:rPr>
        <w:t xml:space="preserve"> документа.</w:t>
      </w:r>
    </w:p>
    <w:p w14:paraId="7D07A779" w14:textId="77777777" w:rsidR="009C0EDE" w:rsidRPr="00A90824" w:rsidRDefault="009C0EDE" w:rsidP="009C0EDE">
      <w:pPr>
        <w:pStyle w:val="Heading4"/>
        <w:rPr>
          <w:color w:val="000000"/>
          <w:szCs w:val="24"/>
        </w:rPr>
      </w:pPr>
      <w:r w:rsidRPr="00A90824">
        <w:rPr>
          <w:color w:val="000000"/>
          <w:szCs w:val="24"/>
        </w:rPr>
        <w:t>Период реализације:</w:t>
      </w:r>
    </w:p>
    <w:p w14:paraId="29B0BB7A" w14:textId="77777777" w:rsidR="009C0EDE" w:rsidRPr="00A90824" w:rsidRDefault="009C0EDE" w:rsidP="009C0EDE">
      <w:pPr>
        <w:rPr>
          <w:color w:val="000000"/>
          <w:szCs w:val="24"/>
          <w:lang w:val="sr-Latn-RS"/>
        </w:rPr>
      </w:pPr>
      <w:r w:rsidRPr="00A90824">
        <w:rPr>
          <w:color w:val="000000"/>
          <w:szCs w:val="24"/>
          <w:lang w:val="sr-Cyrl-RS"/>
        </w:rPr>
        <w:t>2025</w:t>
      </w:r>
      <w:r w:rsidR="00512FEE" w:rsidRPr="00A90824">
        <w:rPr>
          <w:color w:val="000000"/>
          <w:szCs w:val="24"/>
          <w:lang w:val="sr-Latn-RS"/>
        </w:rPr>
        <w:t>.</w:t>
      </w:r>
      <w:r w:rsidRPr="00A90824">
        <w:rPr>
          <w:color w:val="000000"/>
          <w:szCs w:val="24"/>
          <w:lang w:val="sr-Cyrl-RS"/>
        </w:rPr>
        <w:t>-2030</w:t>
      </w:r>
      <w:r w:rsidR="00512FEE" w:rsidRPr="00A90824">
        <w:rPr>
          <w:color w:val="000000"/>
          <w:szCs w:val="24"/>
          <w:lang w:val="sr-Latn-RS"/>
        </w:rPr>
        <w:t>.</w:t>
      </w:r>
    </w:p>
    <w:p w14:paraId="7C150E29" w14:textId="77777777" w:rsidR="009C0EDE" w:rsidRPr="00A90824" w:rsidRDefault="009C0EDE" w:rsidP="009C0EDE">
      <w:pPr>
        <w:pStyle w:val="Heading4"/>
        <w:rPr>
          <w:color w:val="000000"/>
          <w:szCs w:val="24"/>
        </w:rPr>
      </w:pPr>
      <w:r w:rsidRPr="00A90824">
        <w:rPr>
          <w:color w:val="000000"/>
          <w:szCs w:val="24"/>
        </w:rPr>
        <w:t>Надлежне институције:</w:t>
      </w:r>
    </w:p>
    <w:p w14:paraId="4ECD28BD" w14:textId="35689218" w:rsidR="009C0EDE" w:rsidRPr="00A90824" w:rsidRDefault="009C0EDE" w:rsidP="009C0EDE">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F00C05" w:rsidRPr="00A90824">
        <w:rPr>
          <w:color w:val="000000"/>
          <w:szCs w:val="24"/>
          <w:lang w:val="sr-Cyrl-RS"/>
        </w:rPr>
        <w:t>нау</w:t>
      </w:r>
      <w:r w:rsidR="00E06B21">
        <w:rPr>
          <w:color w:val="000000"/>
          <w:szCs w:val="24"/>
          <w:lang w:val="sr-Cyrl-RS"/>
        </w:rPr>
        <w:t>чно</w:t>
      </w:r>
      <w:r w:rsidR="0049065F" w:rsidRPr="00A90824">
        <w:rPr>
          <w:color w:val="000000"/>
          <w:szCs w:val="24"/>
          <w:lang w:val="sr-Cyrl-RS"/>
        </w:rPr>
        <w:t>истраживачку и иновациону делатност</w:t>
      </w:r>
      <w:r w:rsidR="005E0D10" w:rsidRPr="00A90824">
        <w:rPr>
          <w:color w:val="000000"/>
          <w:szCs w:val="24"/>
          <w:lang w:val="sr-Cyrl-RS"/>
        </w:rPr>
        <w:t xml:space="preserve"> </w:t>
      </w:r>
      <w:r w:rsidRPr="00A90824">
        <w:rPr>
          <w:color w:val="000000"/>
          <w:szCs w:val="24"/>
          <w:lang w:val="sr-Cyrl-RS"/>
        </w:rPr>
        <w:t>(носилац)</w:t>
      </w:r>
    </w:p>
    <w:p w14:paraId="2FA0BF97" w14:textId="77777777" w:rsidR="009C0EDE" w:rsidRPr="00A90824" w:rsidRDefault="009C0EDE" w:rsidP="009C0EDE">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F00C05" w:rsidRPr="00A90824">
        <w:rPr>
          <w:color w:val="000000"/>
          <w:szCs w:val="24"/>
          <w:lang w:val="sr-Cyrl-RS"/>
        </w:rPr>
        <w:t xml:space="preserve">правду </w:t>
      </w:r>
      <w:r w:rsidRPr="00A90824">
        <w:rPr>
          <w:color w:val="000000"/>
          <w:szCs w:val="24"/>
          <w:lang w:val="sr-Cyrl-RS"/>
        </w:rPr>
        <w:t>(партнер)</w:t>
      </w:r>
    </w:p>
    <w:p w14:paraId="44E2D108" w14:textId="77777777" w:rsidR="00CB5C3E" w:rsidRPr="00A90824" w:rsidRDefault="00CB5C3E" w:rsidP="009C0EDE">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електронску управу (партнер)</w:t>
      </w:r>
    </w:p>
    <w:p w14:paraId="4C79FD31" w14:textId="4F9ABF66" w:rsidR="00236765" w:rsidRPr="00A90824" w:rsidRDefault="00AD0911" w:rsidP="009C0EDE">
      <w:pPr>
        <w:pStyle w:val="ListParagraph"/>
        <w:numPr>
          <w:ilvl w:val="0"/>
          <w:numId w:val="1"/>
        </w:numPr>
        <w:spacing w:after="60"/>
        <w:ind w:left="567" w:hanging="510"/>
        <w:contextualSpacing w:val="0"/>
        <w:rPr>
          <w:szCs w:val="24"/>
          <w:lang w:val="sr-Cyrl-RS"/>
        </w:rPr>
      </w:pPr>
      <w:r w:rsidRPr="00A90824">
        <w:rPr>
          <w:szCs w:val="24"/>
          <w:lang w:val="sr-Cyrl-RS"/>
        </w:rPr>
        <w:t xml:space="preserve">Министарство надлежно за послове информационог друштва </w:t>
      </w:r>
      <w:r w:rsidR="00236765" w:rsidRPr="00A90824">
        <w:rPr>
          <w:szCs w:val="24"/>
          <w:lang w:val="sr-Cyrl-RS"/>
        </w:rPr>
        <w:t>(партнер)</w:t>
      </w:r>
    </w:p>
    <w:p w14:paraId="7EF3201B" w14:textId="77777777" w:rsidR="009C0EDE" w:rsidRPr="00A90824" w:rsidRDefault="009C0EDE" w:rsidP="009C0EDE">
      <w:pPr>
        <w:pStyle w:val="Heading4"/>
        <w:rPr>
          <w:szCs w:val="24"/>
        </w:rPr>
      </w:pPr>
      <w:r w:rsidRPr="00A90824">
        <w:rPr>
          <w:szCs w:val="24"/>
        </w:rPr>
        <w:t>Показатељи:</w:t>
      </w:r>
    </w:p>
    <w:p w14:paraId="5023ADCF" w14:textId="77777777" w:rsidR="009C0EDE" w:rsidRPr="00A90824" w:rsidRDefault="009C0EDE" w:rsidP="00E63B22">
      <w:pPr>
        <w:pStyle w:val="ListParagraph"/>
        <w:numPr>
          <w:ilvl w:val="0"/>
          <w:numId w:val="7"/>
        </w:numPr>
        <w:spacing w:after="60"/>
        <w:contextualSpacing w:val="0"/>
        <w:rPr>
          <w:szCs w:val="24"/>
          <w:lang w:val="sr-Cyrl-RS"/>
        </w:rPr>
      </w:pPr>
      <w:r w:rsidRPr="00A90824">
        <w:rPr>
          <w:szCs w:val="24"/>
          <w:lang w:val="sr-Cyrl-RS"/>
        </w:rPr>
        <w:t>Усвојен закон ( вредност да ли је акт усвојен или не)</w:t>
      </w:r>
    </w:p>
    <w:p w14:paraId="03CFBDBD" w14:textId="77777777" w:rsidR="009C0EDE" w:rsidRPr="00A90824" w:rsidRDefault="009C0EDE" w:rsidP="009C0EDE">
      <w:pPr>
        <w:pStyle w:val="ListParagraph"/>
        <w:numPr>
          <w:ilvl w:val="0"/>
          <w:numId w:val="1"/>
        </w:numPr>
        <w:spacing w:after="60"/>
        <w:ind w:left="1701" w:hanging="510"/>
        <w:contextualSpacing w:val="0"/>
        <w:rPr>
          <w:szCs w:val="24"/>
          <w:lang w:val="sr-Cyrl-RS"/>
        </w:rPr>
      </w:pPr>
      <w:r w:rsidRPr="00A90824">
        <w:rPr>
          <w:szCs w:val="24"/>
          <w:lang w:val="sr-Cyrl-RS"/>
        </w:rPr>
        <w:t>Почетна вредност: Не</w:t>
      </w:r>
    </w:p>
    <w:p w14:paraId="53AE9F7A" w14:textId="77777777" w:rsidR="009C0EDE" w:rsidRPr="00A90824" w:rsidRDefault="009C0EDE" w:rsidP="009C0EDE">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2027. године: Да</w:t>
      </w:r>
    </w:p>
    <w:p w14:paraId="53E97334" w14:textId="77777777" w:rsidR="009C0EDE" w:rsidRPr="00A90824" w:rsidRDefault="009C0EDE" w:rsidP="00E63B22">
      <w:pPr>
        <w:pStyle w:val="ListParagraph"/>
        <w:numPr>
          <w:ilvl w:val="0"/>
          <w:numId w:val="7"/>
        </w:numPr>
        <w:snapToGrid w:val="0"/>
        <w:spacing w:before="120" w:after="60"/>
        <w:contextualSpacing w:val="0"/>
        <w:rPr>
          <w:szCs w:val="24"/>
          <w:lang w:val="sr-Cyrl-RS"/>
        </w:rPr>
      </w:pPr>
      <w:r w:rsidRPr="00A90824">
        <w:rPr>
          <w:szCs w:val="24"/>
          <w:lang w:val="sr-Cyrl-RS"/>
        </w:rPr>
        <w:t xml:space="preserve">Удео усвојених подзаконских аката које предвиђа </w:t>
      </w:r>
      <w:r w:rsidR="00CB5C3E" w:rsidRPr="00A90824">
        <w:rPr>
          <w:szCs w:val="24"/>
          <w:lang w:val="sr-Cyrl-RS"/>
        </w:rPr>
        <w:t>З</w:t>
      </w:r>
      <w:r w:rsidRPr="00A90824">
        <w:rPr>
          <w:szCs w:val="24"/>
          <w:lang w:val="sr-Cyrl-RS"/>
        </w:rPr>
        <w:t xml:space="preserve">акон о </w:t>
      </w:r>
      <w:r w:rsidR="00CB5C3E" w:rsidRPr="00A90824">
        <w:rPr>
          <w:szCs w:val="24"/>
          <w:lang w:val="sr-Cyrl-RS"/>
        </w:rPr>
        <w:t>вештачкој интелигенцији</w:t>
      </w:r>
    </w:p>
    <w:p w14:paraId="3DF584E8" w14:textId="77777777" w:rsidR="009C0EDE" w:rsidRPr="00A90824" w:rsidRDefault="009C0EDE" w:rsidP="00CB5C3E">
      <w:pPr>
        <w:pStyle w:val="ListParagraph"/>
        <w:numPr>
          <w:ilvl w:val="0"/>
          <w:numId w:val="1"/>
        </w:numPr>
        <w:snapToGrid w:val="0"/>
        <w:spacing w:after="60"/>
        <w:ind w:left="1701" w:hanging="510"/>
        <w:contextualSpacing w:val="0"/>
        <w:rPr>
          <w:szCs w:val="24"/>
          <w:lang w:val="sr-Cyrl-RS"/>
        </w:rPr>
      </w:pPr>
      <w:r w:rsidRPr="00A90824">
        <w:rPr>
          <w:szCs w:val="24"/>
          <w:lang w:val="sr-Cyrl-RS"/>
        </w:rPr>
        <w:t>Почетна вредност: 0</w:t>
      </w:r>
    </w:p>
    <w:p w14:paraId="0EF88B28" w14:textId="08E33679" w:rsidR="009C0EDE" w:rsidRPr="00A90824" w:rsidRDefault="009C0EDE" w:rsidP="009C0EDE">
      <w:pPr>
        <w:pStyle w:val="ListParagraph"/>
        <w:numPr>
          <w:ilvl w:val="0"/>
          <w:numId w:val="1"/>
        </w:numPr>
        <w:spacing w:after="60"/>
        <w:ind w:left="1701" w:hanging="510"/>
        <w:contextualSpacing w:val="0"/>
        <w:rPr>
          <w:szCs w:val="24"/>
          <w:lang w:val="sr-Cyrl-RS"/>
        </w:rPr>
      </w:pPr>
      <w:r w:rsidRPr="00A90824">
        <w:rPr>
          <w:szCs w:val="24"/>
          <w:lang w:val="sr-Cyrl-RS"/>
        </w:rPr>
        <w:t xml:space="preserve">Циљна вредност за крај 2027. године: </w:t>
      </w:r>
      <w:r w:rsidR="00806479" w:rsidRPr="00A90824">
        <w:rPr>
          <w:szCs w:val="24"/>
          <w:lang w:val="sr-Cyrl-RS"/>
        </w:rPr>
        <w:t>80</w:t>
      </w:r>
      <w:r w:rsidRPr="00A90824">
        <w:rPr>
          <w:szCs w:val="24"/>
          <w:lang w:val="sr-Cyrl-RS"/>
        </w:rPr>
        <w:t>%</w:t>
      </w:r>
    </w:p>
    <w:p w14:paraId="6FFF2CF5" w14:textId="77777777" w:rsidR="009C0EDE" w:rsidRPr="00A90824" w:rsidRDefault="009C0EDE" w:rsidP="009C0EDE">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2030. године: 100%</w:t>
      </w:r>
    </w:p>
    <w:p w14:paraId="2B6CB262" w14:textId="77777777" w:rsidR="009C0EDE" w:rsidRPr="00A90824" w:rsidRDefault="009C0EDE" w:rsidP="009C0EDE">
      <w:pPr>
        <w:pStyle w:val="Heading3"/>
        <w:rPr>
          <w:color w:val="000000"/>
          <w:sz w:val="24"/>
          <w:szCs w:val="24"/>
        </w:rPr>
      </w:pPr>
      <w:r w:rsidRPr="00A90824">
        <w:rPr>
          <w:color w:val="000000"/>
          <w:sz w:val="24"/>
          <w:szCs w:val="24"/>
        </w:rPr>
        <w:t xml:space="preserve">Мера </w:t>
      </w:r>
      <w:r w:rsidR="00CB544B" w:rsidRPr="00A90824">
        <w:rPr>
          <w:color w:val="000000"/>
          <w:sz w:val="24"/>
          <w:szCs w:val="24"/>
        </w:rPr>
        <w:t>1</w:t>
      </w:r>
      <w:r w:rsidRPr="00A90824">
        <w:rPr>
          <w:color w:val="000000"/>
          <w:sz w:val="24"/>
          <w:szCs w:val="24"/>
        </w:rPr>
        <w:t xml:space="preserve">.2: </w:t>
      </w:r>
      <w:r w:rsidR="00CB544B" w:rsidRPr="00A90824">
        <w:rPr>
          <w:color w:val="000000"/>
          <w:sz w:val="24"/>
          <w:szCs w:val="24"/>
        </w:rPr>
        <w:t>Унапређење</w:t>
      </w:r>
      <w:r w:rsidRPr="00A90824">
        <w:rPr>
          <w:color w:val="000000"/>
          <w:sz w:val="24"/>
          <w:szCs w:val="24"/>
        </w:rPr>
        <w:t xml:space="preserve"> институционалног оквира за вештачку интелигенцију</w:t>
      </w:r>
    </w:p>
    <w:p w14:paraId="04042B5A" w14:textId="77777777" w:rsidR="009C0EDE" w:rsidRPr="00A90824" w:rsidRDefault="009C0EDE" w:rsidP="009C0EDE">
      <w:pPr>
        <w:pStyle w:val="Heading4"/>
        <w:rPr>
          <w:color w:val="000000"/>
          <w:szCs w:val="24"/>
        </w:rPr>
      </w:pPr>
      <w:r w:rsidRPr="00A90824">
        <w:rPr>
          <w:color w:val="000000"/>
          <w:szCs w:val="24"/>
        </w:rPr>
        <w:t>Опис мере:</w:t>
      </w:r>
    </w:p>
    <w:p w14:paraId="2EFFD5B1" w14:textId="77777777" w:rsidR="009C0EDE" w:rsidRPr="00A90824" w:rsidRDefault="009C0EDE" w:rsidP="009C0EDE">
      <w:pPr>
        <w:rPr>
          <w:color w:val="000000"/>
          <w:szCs w:val="24"/>
          <w:lang w:val="sr-Cyrl-RS"/>
        </w:rPr>
      </w:pPr>
      <w:r w:rsidRPr="00A90824">
        <w:rPr>
          <w:color w:val="000000"/>
          <w:szCs w:val="24"/>
          <w:lang w:val="sr-Cyrl-RS"/>
        </w:rPr>
        <w:t>Вештачка интелигенција</w:t>
      </w:r>
      <w:r w:rsidR="009B4A49" w:rsidRPr="00A90824">
        <w:rPr>
          <w:color w:val="000000"/>
          <w:szCs w:val="24"/>
          <w:lang w:val="sr-Cyrl-RS"/>
        </w:rPr>
        <w:t>,</w:t>
      </w:r>
      <w:r w:rsidRPr="00A90824">
        <w:rPr>
          <w:color w:val="000000"/>
          <w:szCs w:val="24"/>
          <w:lang w:val="sr-Cyrl-RS"/>
        </w:rPr>
        <w:t xml:space="preserve"> као веома сложен и свеобухватни феномен, захтева формирање </w:t>
      </w:r>
      <w:r w:rsidR="00CB544B" w:rsidRPr="00A90824">
        <w:rPr>
          <w:color w:val="000000"/>
          <w:szCs w:val="24"/>
          <w:lang w:val="sr-Cyrl-RS"/>
        </w:rPr>
        <w:t>одговарајућег институционалног</w:t>
      </w:r>
      <w:r w:rsidRPr="00A90824">
        <w:rPr>
          <w:color w:val="000000"/>
          <w:szCs w:val="24"/>
          <w:lang w:val="sr-Cyrl-RS"/>
        </w:rPr>
        <w:t xml:space="preserve"> оквира </w:t>
      </w:r>
      <w:r w:rsidR="009B4A49" w:rsidRPr="00A90824">
        <w:rPr>
          <w:color w:val="000000"/>
          <w:szCs w:val="24"/>
          <w:lang w:val="sr-Cyrl-RS"/>
        </w:rPr>
        <w:t>у којем</w:t>
      </w:r>
      <w:r w:rsidR="00CB544B" w:rsidRPr="00A90824">
        <w:rPr>
          <w:color w:val="000000"/>
          <w:szCs w:val="24"/>
          <w:lang w:val="sr-Cyrl-RS"/>
        </w:rPr>
        <w:t xml:space="preserve"> ће се</w:t>
      </w:r>
      <w:r w:rsidRPr="00A90824">
        <w:rPr>
          <w:color w:val="000000"/>
          <w:szCs w:val="24"/>
          <w:lang w:val="sr-Cyrl-RS"/>
        </w:rPr>
        <w:t xml:space="preserve"> пра</w:t>
      </w:r>
      <w:r w:rsidR="00CB544B" w:rsidRPr="00A90824">
        <w:rPr>
          <w:color w:val="000000"/>
          <w:szCs w:val="24"/>
          <w:lang w:val="sr-Cyrl-RS"/>
        </w:rPr>
        <w:t>тити примена</w:t>
      </w:r>
      <w:r w:rsidRPr="00A90824">
        <w:rPr>
          <w:color w:val="000000"/>
          <w:szCs w:val="24"/>
          <w:lang w:val="sr-Cyrl-RS"/>
        </w:rPr>
        <w:t xml:space="preserve"> и усаглашавање</w:t>
      </w:r>
      <w:r w:rsidR="00CB544B" w:rsidRPr="00A90824">
        <w:rPr>
          <w:color w:val="000000"/>
          <w:szCs w:val="24"/>
          <w:lang w:val="sr-Cyrl-RS"/>
        </w:rPr>
        <w:t xml:space="preserve"> правног оквира и </w:t>
      </w:r>
      <w:r w:rsidRPr="00A90824">
        <w:rPr>
          <w:color w:val="000000"/>
          <w:szCs w:val="24"/>
          <w:lang w:val="sr-Cyrl-RS"/>
        </w:rPr>
        <w:t>омогућити брз</w:t>
      </w:r>
      <w:r w:rsidR="00CB544B" w:rsidRPr="00A90824">
        <w:rPr>
          <w:color w:val="000000"/>
          <w:szCs w:val="24"/>
          <w:lang w:val="sr-Cyrl-RS"/>
        </w:rPr>
        <w:t>о</w:t>
      </w:r>
      <w:r w:rsidRPr="00A90824">
        <w:rPr>
          <w:color w:val="000000"/>
          <w:szCs w:val="24"/>
          <w:lang w:val="sr-Cyrl-RS"/>
        </w:rPr>
        <w:t xml:space="preserve"> реа</w:t>
      </w:r>
      <w:r w:rsidR="00CB544B" w:rsidRPr="00A90824">
        <w:rPr>
          <w:color w:val="000000"/>
          <w:szCs w:val="24"/>
          <w:lang w:val="sr-Cyrl-RS"/>
        </w:rPr>
        <w:t>говање</w:t>
      </w:r>
      <w:r w:rsidRPr="00A90824">
        <w:rPr>
          <w:color w:val="000000"/>
          <w:szCs w:val="24"/>
          <w:lang w:val="sr-Cyrl-RS"/>
        </w:rPr>
        <w:t xml:space="preserve"> </w:t>
      </w:r>
      <w:r w:rsidR="00CB544B" w:rsidRPr="00A90824">
        <w:rPr>
          <w:color w:val="000000"/>
          <w:szCs w:val="24"/>
          <w:lang w:val="sr-Cyrl-RS"/>
        </w:rPr>
        <w:t>надлежн</w:t>
      </w:r>
      <w:r w:rsidR="009B4A49" w:rsidRPr="00A90824">
        <w:rPr>
          <w:color w:val="000000"/>
          <w:szCs w:val="24"/>
          <w:lang w:val="sr-Cyrl-RS"/>
        </w:rPr>
        <w:t>их институција</w:t>
      </w:r>
      <w:r w:rsidRPr="00A90824">
        <w:rPr>
          <w:color w:val="000000"/>
          <w:szCs w:val="24"/>
          <w:lang w:val="sr-Cyrl-RS"/>
        </w:rPr>
        <w:t xml:space="preserve">. </w:t>
      </w:r>
      <w:r w:rsidR="00CB544B" w:rsidRPr="00A90824">
        <w:rPr>
          <w:color w:val="000000"/>
          <w:szCs w:val="24"/>
          <w:lang w:val="sr-Cyrl-RS"/>
        </w:rPr>
        <w:t>У</w:t>
      </w:r>
      <w:r w:rsidRPr="00A90824">
        <w:rPr>
          <w:color w:val="000000"/>
          <w:szCs w:val="24"/>
          <w:lang w:val="sr-Cyrl-RS"/>
        </w:rPr>
        <w:t xml:space="preserve">прављање подацима захтева </w:t>
      </w:r>
      <w:r w:rsidR="00CB544B" w:rsidRPr="00A90824">
        <w:rPr>
          <w:color w:val="000000"/>
          <w:szCs w:val="24"/>
          <w:lang w:val="sr-Cyrl-RS"/>
        </w:rPr>
        <w:t>интер-секторску координацију</w:t>
      </w:r>
      <w:r w:rsidRPr="00A90824">
        <w:rPr>
          <w:color w:val="000000"/>
          <w:szCs w:val="24"/>
          <w:lang w:val="sr-Cyrl-RS"/>
        </w:rPr>
        <w:t xml:space="preserve"> са циљем њихове боље припреме, стандардизације, оптимизације и </w:t>
      </w:r>
      <w:r w:rsidR="00CB544B" w:rsidRPr="00A90824">
        <w:rPr>
          <w:color w:val="000000"/>
          <w:szCs w:val="24"/>
          <w:lang w:val="sr-Cyrl-RS"/>
        </w:rPr>
        <w:t>коришћења</w:t>
      </w:r>
      <w:r w:rsidRPr="00A90824">
        <w:rPr>
          <w:color w:val="000000"/>
          <w:szCs w:val="24"/>
          <w:lang w:val="sr-Cyrl-RS"/>
        </w:rPr>
        <w:t xml:space="preserve">. </w:t>
      </w:r>
      <w:r w:rsidR="00CB544B" w:rsidRPr="00A90824">
        <w:rPr>
          <w:color w:val="000000"/>
          <w:szCs w:val="24"/>
          <w:lang w:val="sr-Cyrl-RS"/>
        </w:rPr>
        <w:t xml:space="preserve">Једна од мера којом се може остварити праћење примене прописа, стандарда и решавање етичких питања јесте </w:t>
      </w:r>
      <w:r w:rsidRPr="00A90824">
        <w:rPr>
          <w:color w:val="000000"/>
          <w:szCs w:val="24"/>
          <w:lang w:val="sr-Cyrl-RS"/>
        </w:rPr>
        <w:t xml:space="preserve">формирање органа или </w:t>
      </w:r>
      <w:r w:rsidR="00CB544B" w:rsidRPr="00A90824">
        <w:rPr>
          <w:color w:val="000000"/>
          <w:szCs w:val="24"/>
          <w:lang w:val="sr-Cyrl-RS"/>
        </w:rPr>
        <w:t>међусекторског тела како би се одговорило на изазове у развоју и примени вештачке интелигенције</w:t>
      </w:r>
      <w:r w:rsidRPr="00A90824">
        <w:rPr>
          <w:color w:val="000000"/>
          <w:szCs w:val="24"/>
          <w:lang w:val="sr-Cyrl-RS"/>
        </w:rPr>
        <w:t>.</w:t>
      </w:r>
    </w:p>
    <w:p w14:paraId="27B5B168" w14:textId="77777777" w:rsidR="009C0EDE" w:rsidRPr="00A90824" w:rsidRDefault="009C0EDE" w:rsidP="009C0EDE">
      <w:pPr>
        <w:pStyle w:val="Heading4"/>
        <w:rPr>
          <w:szCs w:val="24"/>
        </w:rPr>
      </w:pPr>
      <w:r w:rsidRPr="00A90824">
        <w:rPr>
          <w:szCs w:val="24"/>
        </w:rPr>
        <w:t>Период реализације:</w:t>
      </w:r>
    </w:p>
    <w:p w14:paraId="0063AEEA" w14:textId="2653B054" w:rsidR="009C0EDE" w:rsidRPr="00A90824" w:rsidRDefault="009C0EDE" w:rsidP="009C0EDE">
      <w:pPr>
        <w:rPr>
          <w:szCs w:val="24"/>
          <w:lang w:val="sr-Latn-RS"/>
        </w:rPr>
      </w:pPr>
      <w:r w:rsidRPr="00A90824">
        <w:rPr>
          <w:szCs w:val="24"/>
          <w:lang w:val="sr-Cyrl-RS"/>
        </w:rPr>
        <w:t>2025</w:t>
      </w:r>
      <w:r w:rsidR="00512FEE" w:rsidRPr="00A90824">
        <w:rPr>
          <w:szCs w:val="24"/>
          <w:lang w:val="sr-Latn-RS"/>
        </w:rPr>
        <w:t>.</w:t>
      </w:r>
      <w:r w:rsidRPr="00A90824">
        <w:rPr>
          <w:szCs w:val="24"/>
          <w:lang w:val="sr-Cyrl-RS"/>
        </w:rPr>
        <w:t>-20</w:t>
      </w:r>
      <w:r w:rsidR="00806479" w:rsidRPr="00A90824">
        <w:rPr>
          <w:szCs w:val="24"/>
          <w:lang w:val="sr-Cyrl-RS"/>
        </w:rPr>
        <w:t>27</w:t>
      </w:r>
      <w:r w:rsidR="00512FEE" w:rsidRPr="00A90824">
        <w:rPr>
          <w:szCs w:val="24"/>
          <w:lang w:val="sr-Latn-RS"/>
        </w:rPr>
        <w:t>.</w:t>
      </w:r>
    </w:p>
    <w:p w14:paraId="0B39E91B" w14:textId="77777777" w:rsidR="009C0EDE" w:rsidRPr="00A90824" w:rsidRDefault="009C0EDE" w:rsidP="009C0EDE">
      <w:pPr>
        <w:pStyle w:val="Heading4"/>
        <w:rPr>
          <w:szCs w:val="24"/>
        </w:rPr>
      </w:pPr>
      <w:r w:rsidRPr="00A90824">
        <w:rPr>
          <w:szCs w:val="24"/>
        </w:rPr>
        <w:t>Надлежне институције:</w:t>
      </w:r>
    </w:p>
    <w:p w14:paraId="47B056B9" w14:textId="77777777" w:rsidR="009C0EDE" w:rsidRPr="00A90824" w:rsidRDefault="009C0EDE" w:rsidP="009C0EDE">
      <w:pPr>
        <w:pStyle w:val="ListParagraph"/>
        <w:numPr>
          <w:ilvl w:val="0"/>
          <w:numId w:val="1"/>
        </w:numPr>
        <w:spacing w:after="60"/>
        <w:ind w:left="567" w:hanging="510"/>
        <w:contextualSpacing w:val="0"/>
        <w:rPr>
          <w:szCs w:val="24"/>
          <w:lang w:val="sr-Cyrl-RS"/>
        </w:rPr>
      </w:pPr>
      <w:r w:rsidRPr="00A90824">
        <w:rPr>
          <w:szCs w:val="24"/>
          <w:lang w:val="sr-Cyrl-RS"/>
        </w:rPr>
        <w:t xml:space="preserve">Министарство надлежно за </w:t>
      </w:r>
      <w:r w:rsidR="000C091C" w:rsidRPr="00A90824">
        <w:rPr>
          <w:szCs w:val="24"/>
          <w:lang w:val="sr-Cyrl-RS"/>
        </w:rPr>
        <w:t xml:space="preserve">научноистраживачку и иновациону делатност </w:t>
      </w:r>
      <w:r w:rsidRPr="00A90824">
        <w:rPr>
          <w:szCs w:val="24"/>
          <w:lang w:val="sr-Cyrl-RS"/>
        </w:rPr>
        <w:t>(носилац)</w:t>
      </w:r>
    </w:p>
    <w:p w14:paraId="63E858E1" w14:textId="77777777" w:rsidR="00AD0911" w:rsidRPr="00A90824" w:rsidRDefault="00AD0911" w:rsidP="00AD0911">
      <w:pPr>
        <w:pStyle w:val="ListParagraph"/>
        <w:numPr>
          <w:ilvl w:val="0"/>
          <w:numId w:val="1"/>
        </w:numPr>
        <w:spacing w:after="60"/>
        <w:ind w:left="567" w:hanging="510"/>
        <w:contextualSpacing w:val="0"/>
        <w:rPr>
          <w:szCs w:val="24"/>
          <w:lang w:val="sr-Cyrl-RS"/>
        </w:rPr>
      </w:pPr>
      <w:r w:rsidRPr="00A90824">
        <w:rPr>
          <w:szCs w:val="24"/>
          <w:lang w:val="sr-Cyrl-RS"/>
        </w:rPr>
        <w:t>Министарство надлежно за послове информационог друштва (партнер)</w:t>
      </w:r>
    </w:p>
    <w:p w14:paraId="2332DC24" w14:textId="77777777" w:rsidR="009C0EDE" w:rsidRPr="00A90824" w:rsidRDefault="009C0EDE" w:rsidP="009C0EDE">
      <w:pPr>
        <w:pStyle w:val="ListParagraph"/>
        <w:numPr>
          <w:ilvl w:val="0"/>
          <w:numId w:val="1"/>
        </w:numPr>
        <w:spacing w:after="60"/>
        <w:ind w:left="567" w:hanging="510"/>
        <w:contextualSpacing w:val="0"/>
        <w:rPr>
          <w:szCs w:val="24"/>
          <w:lang w:val="sr-Cyrl-RS"/>
        </w:rPr>
      </w:pPr>
      <w:r w:rsidRPr="00A90824">
        <w:rPr>
          <w:szCs w:val="24"/>
          <w:lang w:val="sr-Cyrl-RS"/>
        </w:rPr>
        <w:t>Министарство надлежно за правду (партнер)</w:t>
      </w:r>
    </w:p>
    <w:p w14:paraId="71340E24" w14:textId="77777777" w:rsidR="009C0EDE" w:rsidRPr="00A90824" w:rsidRDefault="009C0EDE" w:rsidP="009C0EDE">
      <w:pPr>
        <w:pStyle w:val="ListParagraph"/>
        <w:numPr>
          <w:ilvl w:val="0"/>
          <w:numId w:val="1"/>
        </w:numPr>
        <w:spacing w:after="60"/>
        <w:ind w:left="567" w:hanging="510"/>
        <w:contextualSpacing w:val="0"/>
        <w:rPr>
          <w:szCs w:val="24"/>
          <w:lang w:val="sr-Cyrl-RS"/>
        </w:rPr>
      </w:pPr>
      <w:r w:rsidRPr="00A90824">
        <w:rPr>
          <w:szCs w:val="24"/>
          <w:lang w:val="sr-Cyrl-RS"/>
        </w:rPr>
        <w:t>Министарство надлежно за привреду (партнер)</w:t>
      </w:r>
    </w:p>
    <w:p w14:paraId="750F7CB3" w14:textId="77777777" w:rsidR="00A204AC" w:rsidRPr="00A90824" w:rsidRDefault="00236765" w:rsidP="009C0EDE">
      <w:pPr>
        <w:pStyle w:val="ListParagraph"/>
        <w:numPr>
          <w:ilvl w:val="0"/>
          <w:numId w:val="1"/>
        </w:numPr>
        <w:spacing w:after="60"/>
        <w:ind w:left="567" w:hanging="510"/>
        <w:contextualSpacing w:val="0"/>
        <w:rPr>
          <w:szCs w:val="24"/>
          <w:lang w:val="sr-Cyrl-RS"/>
        </w:rPr>
      </w:pPr>
      <w:r w:rsidRPr="00A90824">
        <w:rPr>
          <w:szCs w:val="24"/>
          <w:lang w:val="sr-Cyrl-RS"/>
        </w:rPr>
        <w:t>Канцеларија за</w:t>
      </w:r>
      <w:r w:rsidR="00A204AC" w:rsidRPr="00A90824">
        <w:rPr>
          <w:szCs w:val="24"/>
          <w:lang w:val="sr-Cyrl-RS"/>
        </w:rPr>
        <w:t xml:space="preserve"> информационе технологије и електронску управу</w:t>
      </w:r>
      <w:r w:rsidRPr="00A90824">
        <w:rPr>
          <w:szCs w:val="24"/>
          <w:lang w:val="sr-Cyrl-RS"/>
        </w:rPr>
        <w:t xml:space="preserve"> (партнер)</w:t>
      </w:r>
    </w:p>
    <w:p w14:paraId="6E2FE885" w14:textId="77777777" w:rsidR="009C0EDE" w:rsidRPr="00A90824" w:rsidRDefault="009C0EDE" w:rsidP="00236765">
      <w:pPr>
        <w:pStyle w:val="Heading4"/>
        <w:rPr>
          <w:szCs w:val="24"/>
        </w:rPr>
      </w:pPr>
      <w:r w:rsidRPr="00A90824">
        <w:rPr>
          <w:szCs w:val="24"/>
        </w:rPr>
        <w:t>Показатељи:</w:t>
      </w:r>
    </w:p>
    <w:p w14:paraId="3EF81C25" w14:textId="77777777" w:rsidR="009C0EDE" w:rsidRPr="00A90824" w:rsidRDefault="009C0EDE" w:rsidP="00E63B22">
      <w:pPr>
        <w:pStyle w:val="ListParagraph"/>
        <w:numPr>
          <w:ilvl w:val="0"/>
          <w:numId w:val="8"/>
        </w:numPr>
        <w:spacing w:after="60"/>
        <w:ind w:hanging="513"/>
        <w:contextualSpacing w:val="0"/>
        <w:rPr>
          <w:szCs w:val="24"/>
          <w:lang w:val="sr-Cyrl-RS"/>
        </w:rPr>
      </w:pPr>
      <w:r w:rsidRPr="00A90824">
        <w:rPr>
          <w:szCs w:val="24"/>
          <w:lang w:val="sr-Cyrl-RS"/>
        </w:rPr>
        <w:t>Формиран орган или тело за податке и почео са радом</w:t>
      </w:r>
    </w:p>
    <w:p w14:paraId="4F5C8B96" w14:textId="77777777" w:rsidR="009C0EDE" w:rsidRPr="00A90824" w:rsidRDefault="009C0EDE" w:rsidP="009C0EDE">
      <w:pPr>
        <w:pStyle w:val="ListParagraph"/>
        <w:numPr>
          <w:ilvl w:val="0"/>
          <w:numId w:val="1"/>
        </w:numPr>
        <w:spacing w:after="60"/>
        <w:ind w:left="1701" w:hanging="510"/>
        <w:contextualSpacing w:val="0"/>
        <w:rPr>
          <w:szCs w:val="24"/>
          <w:lang w:val="sr-Cyrl-RS"/>
        </w:rPr>
      </w:pPr>
      <w:r w:rsidRPr="00A90824">
        <w:rPr>
          <w:szCs w:val="24"/>
          <w:lang w:val="sr-Cyrl-RS"/>
        </w:rPr>
        <w:t xml:space="preserve">Почетна вредност: НЕ </w:t>
      </w:r>
    </w:p>
    <w:p w14:paraId="2C63D2A9" w14:textId="77777777" w:rsidR="009C0EDE" w:rsidRPr="00A90824" w:rsidRDefault="009C0EDE" w:rsidP="009C0EDE">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2027. године: ДА</w:t>
      </w:r>
    </w:p>
    <w:p w14:paraId="582C8298" w14:textId="77777777" w:rsidR="009C0EDE" w:rsidRPr="00A90824" w:rsidRDefault="009C0EDE" w:rsidP="00E63B22">
      <w:pPr>
        <w:pStyle w:val="ListParagraph"/>
        <w:numPr>
          <w:ilvl w:val="0"/>
          <w:numId w:val="8"/>
        </w:numPr>
        <w:spacing w:before="120" w:after="60"/>
        <w:ind w:hanging="513"/>
        <w:contextualSpacing w:val="0"/>
        <w:rPr>
          <w:szCs w:val="24"/>
          <w:lang w:val="sr-Cyrl-RS"/>
        </w:rPr>
      </w:pPr>
      <w:r w:rsidRPr="00A90824">
        <w:rPr>
          <w:szCs w:val="24"/>
          <w:lang w:val="sr-Cyrl-RS"/>
        </w:rPr>
        <w:t>Формиранa радна група за праћење и развој правног оквира у области вештачке интелигенције и почела са радом</w:t>
      </w:r>
    </w:p>
    <w:p w14:paraId="3E9AF270" w14:textId="77777777" w:rsidR="009C0EDE" w:rsidRPr="00A90824" w:rsidRDefault="009C0EDE" w:rsidP="009C0EDE">
      <w:pPr>
        <w:pStyle w:val="ListParagraph"/>
        <w:numPr>
          <w:ilvl w:val="0"/>
          <w:numId w:val="1"/>
        </w:numPr>
        <w:spacing w:after="60"/>
        <w:ind w:left="1701" w:hanging="510"/>
        <w:contextualSpacing w:val="0"/>
        <w:rPr>
          <w:szCs w:val="24"/>
          <w:lang w:val="sr-Cyrl-RS"/>
        </w:rPr>
      </w:pPr>
      <w:r w:rsidRPr="00A90824">
        <w:rPr>
          <w:szCs w:val="24"/>
          <w:lang w:val="sr-Cyrl-RS"/>
        </w:rPr>
        <w:t xml:space="preserve">Почетна вредност: НЕ </w:t>
      </w:r>
    </w:p>
    <w:p w14:paraId="595377C5" w14:textId="77777777" w:rsidR="009C0EDE" w:rsidRPr="00A90824" w:rsidRDefault="009C0EDE" w:rsidP="009C0EDE">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2027. године: ДА</w:t>
      </w:r>
    </w:p>
    <w:p w14:paraId="50B5FA28" w14:textId="77777777" w:rsidR="009C0EDE" w:rsidRPr="00A90824" w:rsidRDefault="009C0EDE" w:rsidP="009C0EDE">
      <w:pPr>
        <w:pStyle w:val="Heading3"/>
        <w:rPr>
          <w:color w:val="000000"/>
          <w:sz w:val="24"/>
          <w:szCs w:val="24"/>
        </w:rPr>
      </w:pPr>
      <w:r w:rsidRPr="00A90824">
        <w:rPr>
          <w:sz w:val="24"/>
          <w:szCs w:val="24"/>
        </w:rPr>
        <w:t xml:space="preserve">Мера </w:t>
      </w:r>
      <w:r w:rsidR="00CB544B" w:rsidRPr="00A90824">
        <w:rPr>
          <w:sz w:val="24"/>
          <w:szCs w:val="24"/>
        </w:rPr>
        <w:t>1</w:t>
      </w:r>
      <w:r w:rsidRPr="00A90824">
        <w:rPr>
          <w:sz w:val="24"/>
          <w:szCs w:val="24"/>
        </w:rPr>
        <w:t xml:space="preserve">.3: Континуирано усаглашавање етичких принципа </w:t>
      </w:r>
      <w:r w:rsidRPr="00A90824">
        <w:rPr>
          <w:color w:val="000000"/>
          <w:sz w:val="24"/>
          <w:szCs w:val="24"/>
        </w:rPr>
        <w:t>и правног оквира са међународним стандардима и њихова примена</w:t>
      </w:r>
    </w:p>
    <w:p w14:paraId="704AAA11" w14:textId="77777777" w:rsidR="009C0EDE" w:rsidRPr="00A90824" w:rsidRDefault="009C0EDE" w:rsidP="009C0EDE">
      <w:pPr>
        <w:pStyle w:val="Heading4"/>
        <w:rPr>
          <w:color w:val="000000"/>
          <w:szCs w:val="24"/>
        </w:rPr>
      </w:pPr>
      <w:r w:rsidRPr="00A90824">
        <w:rPr>
          <w:color w:val="000000"/>
          <w:szCs w:val="24"/>
        </w:rPr>
        <w:t>Опис мере:</w:t>
      </w:r>
    </w:p>
    <w:p w14:paraId="7B6B50B3" w14:textId="77777777" w:rsidR="009C0EDE" w:rsidRPr="00A90824" w:rsidRDefault="00E46F41" w:rsidP="009C0EDE">
      <w:pPr>
        <w:rPr>
          <w:color w:val="000000"/>
          <w:szCs w:val="24"/>
          <w:lang w:val="sr-Cyrl-RS"/>
        </w:rPr>
      </w:pPr>
      <w:r w:rsidRPr="00A90824">
        <w:rPr>
          <w:color w:val="000000"/>
          <w:szCs w:val="24"/>
          <w:lang w:val="sr-Cyrl-RS"/>
        </w:rPr>
        <w:t xml:space="preserve">Република Србија у претходном периоду  </w:t>
      </w:r>
      <w:r w:rsidR="00911CB0" w:rsidRPr="00A90824">
        <w:rPr>
          <w:color w:val="000000"/>
          <w:szCs w:val="24"/>
          <w:lang w:val="sr-Cyrl-RS"/>
        </w:rPr>
        <w:t xml:space="preserve">усвојила је </w:t>
      </w:r>
      <w:r w:rsidRPr="00A90824">
        <w:rPr>
          <w:color w:val="000000"/>
          <w:szCs w:val="24"/>
          <w:lang w:val="sr-Cyrl-RS"/>
        </w:rPr>
        <w:t>Етичке смернице за развој, примену и употребу поуздане и одговорне вештачке интелигенције које су усаглашене са међународним</w:t>
      </w:r>
      <w:r w:rsidR="002A4F7B" w:rsidRPr="00A90824">
        <w:rPr>
          <w:color w:val="000000"/>
          <w:szCs w:val="24"/>
          <w:lang w:val="sr-Cyrl-RS"/>
        </w:rPr>
        <w:t xml:space="preserve"> смерницама</w:t>
      </w:r>
      <w:r w:rsidRPr="00A90824">
        <w:rPr>
          <w:color w:val="000000"/>
          <w:szCs w:val="24"/>
          <w:lang w:val="sr-Cyrl-RS"/>
        </w:rPr>
        <w:t xml:space="preserve">. Како би </w:t>
      </w:r>
      <w:r w:rsidR="009C0EDE" w:rsidRPr="00A90824">
        <w:rPr>
          <w:color w:val="000000"/>
          <w:szCs w:val="24"/>
          <w:lang w:val="sr-Cyrl-RS"/>
        </w:rPr>
        <w:t>етички принцип</w:t>
      </w:r>
      <w:r w:rsidRPr="00A90824">
        <w:rPr>
          <w:color w:val="000000"/>
          <w:szCs w:val="24"/>
          <w:lang w:val="sr-Cyrl-RS"/>
        </w:rPr>
        <w:t xml:space="preserve">и </w:t>
      </w:r>
      <w:r w:rsidR="009C0EDE" w:rsidRPr="00A90824">
        <w:rPr>
          <w:color w:val="000000"/>
          <w:szCs w:val="24"/>
          <w:lang w:val="sr-Cyrl-RS"/>
        </w:rPr>
        <w:t xml:space="preserve">вештачке интелигенције </w:t>
      </w:r>
      <w:r w:rsidRPr="00A90824">
        <w:rPr>
          <w:color w:val="000000"/>
          <w:szCs w:val="24"/>
          <w:lang w:val="sr-Cyrl-RS"/>
        </w:rPr>
        <w:t xml:space="preserve">били </w:t>
      </w:r>
      <w:r w:rsidR="009C0EDE" w:rsidRPr="00A90824">
        <w:rPr>
          <w:color w:val="000000"/>
          <w:szCs w:val="24"/>
          <w:lang w:val="sr-Cyrl-RS"/>
        </w:rPr>
        <w:t>у складу са међународним стандардима</w:t>
      </w:r>
      <w:r w:rsidRPr="00A90824">
        <w:rPr>
          <w:color w:val="000000"/>
          <w:szCs w:val="24"/>
          <w:lang w:val="sr-Cyrl-RS"/>
        </w:rPr>
        <w:t xml:space="preserve"> </w:t>
      </w:r>
      <w:r w:rsidR="009B54FB" w:rsidRPr="00A90824">
        <w:rPr>
          <w:color w:val="000000"/>
          <w:szCs w:val="24"/>
          <w:lang w:val="sr-Cyrl-RS"/>
        </w:rPr>
        <w:t xml:space="preserve">који се унапређују </w:t>
      </w:r>
      <w:r w:rsidRPr="00A90824">
        <w:rPr>
          <w:color w:val="000000"/>
          <w:szCs w:val="24"/>
          <w:lang w:val="sr-Cyrl-RS"/>
        </w:rPr>
        <w:t>неопходно је континуирано праћење развоја технологије и одговора на нове изазове свих релевантних међународних организација,</w:t>
      </w:r>
      <w:r w:rsidR="009C0EDE" w:rsidRPr="00A90824">
        <w:rPr>
          <w:color w:val="000000"/>
          <w:szCs w:val="24"/>
          <w:lang w:val="sr-Cyrl-RS"/>
        </w:rPr>
        <w:t xml:space="preserve"> не само </w:t>
      </w:r>
      <w:r w:rsidRPr="00A90824">
        <w:rPr>
          <w:color w:val="000000"/>
          <w:szCs w:val="24"/>
          <w:lang w:val="sr-Cyrl-RS"/>
        </w:rPr>
        <w:t>због</w:t>
      </w:r>
      <w:r w:rsidR="009C0EDE" w:rsidRPr="00A90824">
        <w:rPr>
          <w:color w:val="000000"/>
          <w:szCs w:val="24"/>
          <w:lang w:val="sr-Cyrl-RS"/>
        </w:rPr>
        <w:t xml:space="preserve"> међународног престижа, већ и </w:t>
      </w:r>
      <w:r w:rsidRPr="00A90824">
        <w:rPr>
          <w:color w:val="000000"/>
          <w:szCs w:val="24"/>
          <w:lang w:val="sr-Cyrl-RS"/>
        </w:rPr>
        <w:t>због</w:t>
      </w:r>
      <w:r w:rsidR="009C0EDE" w:rsidRPr="00A90824">
        <w:rPr>
          <w:color w:val="000000"/>
          <w:szCs w:val="24"/>
          <w:lang w:val="sr-Cyrl-RS"/>
        </w:rPr>
        <w:t xml:space="preserve"> економск</w:t>
      </w:r>
      <w:r w:rsidRPr="00A90824">
        <w:rPr>
          <w:color w:val="000000"/>
          <w:szCs w:val="24"/>
          <w:lang w:val="sr-Cyrl-RS"/>
        </w:rPr>
        <w:t>их разлога</w:t>
      </w:r>
      <w:r w:rsidR="009C0EDE" w:rsidRPr="00A90824">
        <w:rPr>
          <w:color w:val="000000"/>
          <w:szCs w:val="24"/>
          <w:lang w:val="sr-Cyrl-RS"/>
        </w:rPr>
        <w:t xml:space="preserve"> кој</w:t>
      </w:r>
      <w:r w:rsidRPr="00A90824">
        <w:rPr>
          <w:color w:val="000000"/>
          <w:szCs w:val="24"/>
          <w:lang w:val="sr-Cyrl-RS"/>
        </w:rPr>
        <w:t>е</w:t>
      </w:r>
      <w:r w:rsidR="009C0EDE" w:rsidRPr="00A90824">
        <w:rPr>
          <w:color w:val="000000"/>
          <w:szCs w:val="24"/>
          <w:lang w:val="sr-Cyrl-RS"/>
        </w:rPr>
        <w:t xml:space="preserve"> </w:t>
      </w:r>
      <w:r w:rsidRPr="00A90824">
        <w:rPr>
          <w:color w:val="000000"/>
          <w:szCs w:val="24"/>
          <w:lang w:val="sr-Cyrl-RS"/>
        </w:rPr>
        <w:t>прати</w:t>
      </w:r>
      <w:r w:rsidR="009C0EDE" w:rsidRPr="00A90824">
        <w:rPr>
          <w:color w:val="000000"/>
          <w:szCs w:val="24"/>
          <w:lang w:val="sr-Cyrl-RS"/>
        </w:rPr>
        <w:t xml:space="preserve"> комерцијализациј</w:t>
      </w:r>
      <w:r w:rsidRPr="00A90824">
        <w:rPr>
          <w:color w:val="000000"/>
          <w:szCs w:val="24"/>
          <w:lang w:val="sr-Cyrl-RS"/>
        </w:rPr>
        <w:t>а</w:t>
      </w:r>
      <w:r w:rsidR="009C0EDE" w:rsidRPr="00A90824">
        <w:rPr>
          <w:color w:val="000000"/>
          <w:szCs w:val="24"/>
          <w:lang w:val="sr-Cyrl-RS"/>
        </w:rPr>
        <w:t xml:space="preserve"> вештачке интелигенције</w:t>
      </w:r>
      <w:r w:rsidRPr="00A90824">
        <w:rPr>
          <w:color w:val="000000"/>
          <w:szCs w:val="24"/>
          <w:lang w:val="sr-Cyrl-RS"/>
        </w:rPr>
        <w:t xml:space="preserve">. </w:t>
      </w:r>
      <w:r w:rsidR="009C0EDE" w:rsidRPr="00A90824">
        <w:rPr>
          <w:color w:val="000000"/>
          <w:szCs w:val="24"/>
          <w:lang w:val="sr-Cyrl-RS"/>
        </w:rPr>
        <w:t>Постојеће етичке смернице су добар основ за даље унапређење.</w:t>
      </w:r>
      <w:r w:rsidRPr="00A90824">
        <w:rPr>
          <w:color w:val="000000"/>
          <w:szCs w:val="24"/>
          <w:lang w:val="sr-Cyrl-RS"/>
        </w:rPr>
        <w:t xml:space="preserve"> </w:t>
      </w:r>
      <w:r w:rsidR="009C0EDE" w:rsidRPr="00A90824">
        <w:rPr>
          <w:color w:val="000000"/>
          <w:szCs w:val="24"/>
          <w:lang w:val="sr-Cyrl-RS"/>
        </w:rPr>
        <w:t xml:space="preserve">Мера обухвата активно учешће у раду </w:t>
      </w:r>
      <w:r w:rsidR="009B54FB" w:rsidRPr="00A90824">
        <w:rPr>
          <w:color w:val="000000"/>
          <w:szCs w:val="24"/>
          <w:lang w:val="sr-Cyrl-RS"/>
        </w:rPr>
        <w:t>ГПАИ</w:t>
      </w:r>
      <w:r w:rsidR="009C0EDE" w:rsidRPr="00A90824">
        <w:rPr>
          <w:color w:val="000000"/>
          <w:szCs w:val="24"/>
          <w:lang w:val="sr-Cyrl-RS"/>
        </w:rPr>
        <w:t xml:space="preserve"> и другим одабраним међународним организацијама и иницијативама које </w:t>
      </w:r>
      <w:r w:rsidRPr="00A90824">
        <w:rPr>
          <w:color w:val="000000"/>
          <w:szCs w:val="24"/>
          <w:lang w:val="sr-Cyrl-RS"/>
        </w:rPr>
        <w:t>нуде</w:t>
      </w:r>
      <w:r w:rsidR="009C0EDE" w:rsidRPr="00A90824">
        <w:rPr>
          <w:color w:val="000000"/>
          <w:szCs w:val="24"/>
          <w:lang w:val="sr-Cyrl-RS"/>
        </w:rPr>
        <w:t xml:space="preserve"> правне оквире и стандардизују праксу примене вештачке интелигенције</w:t>
      </w:r>
      <w:r w:rsidR="00530F63" w:rsidRPr="00A90824">
        <w:rPr>
          <w:color w:val="000000"/>
          <w:szCs w:val="24"/>
          <w:lang w:val="sr-Cyrl-RS"/>
        </w:rPr>
        <w:t xml:space="preserve"> </w:t>
      </w:r>
      <w:r w:rsidR="009B54FB" w:rsidRPr="00A90824">
        <w:rPr>
          <w:color w:val="000000"/>
          <w:szCs w:val="24"/>
          <w:lang w:val="sr-Cyrl-RS"/>
        </w:rPr>
        <w:t>кроз</w:t>
      </w:r>
      <w:r w:rsidR="00530F63" w:rsidRPr="00A90824">
        <w:rPr>
          <w:color w:val="000000"/>
          <w:szCs w:val="24"/>
          <w:lang w:val="sr-Cyrl-RS"/>
        </w:rPr>
        <w:t xml:space="preserve"> имплементацију у националн</w:t>
      </w:r>
      <w:r w:rsidR="009B54FB" w:rsidRPr="00A90824">
        <w:rPr>
          <w:color w:val="000000"/>
          <w:szCs w:val="24"/>
          <w:lang w:val="sr-Cyrl-RS"/>
        </w:rPr>
        <w:t>о</w:t>
      </w:r>
      <w:r w:rsidR="00530F63" w:rsidRPr="00A90824">
        <w:rPr>
          <w:color w:val="000000"/>
          <w:szCs w:val="24"/>
          <w:lang w:val="sr-Cyrl-RS"/>
        </w:rPr>
        <w:t xml:space="preserve"> законодавство, као и периодично</w:t>
      </w:r>
      <w:r w:rsidR="009C0EDE" w:rsidRPr="00A90824">
        <w:rPr>
          <w:color w:val="000000"/>
          <w:szCs w:val="24"/>
          <w:lang w:val="sr-Cyrl-RS"/>
        </w:rPr>
        <w:t xml:space="preserve"> </w:t>
      </w:r>
      <w:r w:rsidR="00530F63" w:rsidRPr="00A90824">
        <w:rPr>
          <w:color w:val="000000"/>
          <w:szCs w:val="24"/>
          <w:lang w:val="sr-Cyrl-RS"/>
        </w:rPr>
        <w:t>унапређење постојећих етичких смерница</w:t>
      </w:r>
      <w:r w:rsidR="009B54FB" w:rsidRPr="00A90824">
        <w:rPr>
          <w:color w:val="000000"/>
          <w:szCs w:val="24"/>
          <w:lang w:val="sr-Cyrl-RS"/>
        </w:rPr>
        <w:t xml:space="preserve"> и</w:t>
      </w:r>
      <w:r w:rsidR="009C0EDE" w:rsidRPr="00A90824">
        <w:rPr>
          <w:color w:val="000000"/>
          <w:szCs w:val="24"/>
          <w:lang w:val="sr-Cyrl-RS"/>
        </w:rPr>
        <w:t xml:space="preserve"> надзор над </w:t>
      </w:r>
      <w:r w:rsidR="009B54FB" w:rsidRPr="00A90824">
        <w:rPr>
          <w:color w:val="000000"/>
          <w:szCs w:val="24"/>
          <w:lang w:val="sr-Cyrl-RS"/>
        </w:rPr>
        <w:t xml:space="preserve">њиховом </w:t>
      </w:r>
      <w:r w:rsidR="009C0EDE" w:rsidRPr="00A90824">
        <w:rPr>
          <w:color w:val="000000"/>
          <w:szCs w:val="24"/>
          <w:lang w:val="sr-Cyrl-RS"/>
        </w:rPr>
        <w:t>применом у растућем екосистему вештачке интелигенције и др.</w:t>
      </w:r>
    </w:p>
    <w:p w14:paraId="5F03CD0D" w14:textId="77777777" w:rsidR="009C0EDE" w:rsidRPr="00A90824" w:rsidRDefault="009C0EDE" w:rsidP="009C0EDE">
      <w:pPr>
        <w:pStyle w:val="Heading4"/>
        <w:rPr>
          <w:color w:val="000000"/>
          <w:szCs w:val="24"/>
        </w:rPr>
      </w:pPr>
      <w:r w:rsidRPr="00A90824">
        <w:rPr>
          <w:color w:val="000000"/>
          <w:szCs w:val="24"/>
        </w:rPr>
        <w:t>Период реализације:</w:t>
      </w:r>
    </w:p>
    <w:p w14:paraId="2FDE4676" w14:textId="77777777" w:rsidR="009C0EDE" w:rsidRPr="00A90824" w:rsidRDefault="009C0EDE" w:rsidP="009C0EDE">
      <w:pPr>
        <w:rPr>
          <w:color w:val="000000"/>
          <w:szCs w:val="24"/>
          <w:lang w:val="sr-Latn-RS"/>
        </w:rPr>
      </w:pPr>
      <w:r w:rsidRPr="00A90824">
        <w:rPr>
          <w:color w:val="000000"/>
          <w:szCs w:val="24"/>
          <w:lang w:val="sr-Cyrl-RS"/>
        </w:rPr>
        <w:t>2025</w:t>
      </w:r>
      <w:r w:rsidR="00512FEE" w:rsidRPr="00A90824">
        <w:rPr>
          <w:color w:val="000000"/>
          <w:szCs w:val="24"/>
          <w:lang w:val="sr-Latn-RS"/>
        </w:rPr>
        <w:t>.</w:t>
      </w:r>
      <w:r w:rsidRPr="00A90824">
        <w:rPr>
          <w:color w:val="000000"/>
          <w:szCs w:val="24"/>
          <w:lang w:val="sr-Cyrl-RS"/>
        </w:rPr>
        <w:t>-2030</w:t>
      </w:r>
      <w:r w:rsidR="00512FEE" w:rsidRPr="00A90824">
        <w:rPr>
          <w:color w:val="000000"/>
          <w:szCs w:val="24"/>
          <w:lang w:val="sr-Latn-RS"/>
        </w:rPr>
        <w:t>.</w:t>
      </w:r>
    </w:p>
    <w:p w14:paraId="7D41F56E" w14:textId="77777777" w:rsidR="009C0EDE" w:rsidRPr="00A90824" w:rsidRDefault="009C0EDE" w:rsidP="009C0EDE">
      <w:pPr>
        <w:pStyle w:val="Heading4"/>
        <w:rPr>
          <w:color w:val="000000"/>
          <w:szCs w:val="24"/>
        </w:rPr>
      </w:pPr>
      <w:r w:rsidRPr="00A90824">
        <w:rPr>
          <w:color w:val="000000"/>
          <w:szCs w:val="24"/>
        </w:rPr>
        <w:t>Надлежне институције:</w:t>
      </w:r>
    </w:p>
    <w:p w14:paraId="6671719F" w14:textId="77777777" w:rsidR="009C0EDE" w:rsidRPr="00A90824" w:rsidRDefault="009C0EDE" w:rsidP="009C0EDE">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A204AC" w:rsidRPr="00A90824">
        <w:rPr>
          <w:color w:val="000000"/>
          <w:szCs w:val="24"/>
          <w:lang w:val="sr-Cyrl-RS"/>
        </w:rPr>
        <w:t xml:space="preserve">научноистраживачку и иновациону делатност </w:t>
      </w:r>
      <w:r w:rsidRPr="00A90824">
        <w:rPr>
          <w:color w:val="000000"/>
          <w:szCs w:val="24"/>
          <w:lang w:val="sr-Cyrl-RS"/>
        </w:rPr>
        <w:t>(носилац)</w:t>
      </w:r>
    </w:p>
    <w:p w14:paraId="2920D9EC" w14:textId="77777777" w:rsidR="009C0EDE" w:rsidRPr="00A90824" w:rsidRDefault="009C0EDE" w:rsidP="009C0EDE">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911CB0" w:rsidRPr="00A90824">
        <w:rPr>
          <w:color w:val="000000"/>
          <w:szCs w:val="24"/>
          <w:lang w:val="sr-Cyrl-RS"/>
        </w:rPr>
        <w:t xml:space="preserve">европске интеграције </w:t>
      </w:r>
      <w:r w:rsidRPr="00A90824">
        <w:rPr>
          <w:color w:val="000000"/>
          <w:szCs w:val="24"/>
          <w:lang w:val="sr-Cyrl-RS"/>
        </w:rPr>
        <w:t>(партнер)</w:t>
      </w:r>
    </w:p>
    <w:p w14:paraId="6C55018E" w14:textId="77777777" w:rsidR="00CB544B" w:rsidRPr="00A90824" w:rsidRDefault="009C0EDE" w:rsidP="00CB544B">
      <w:pPr>
        <w:pStyle w:val="ListParagraph"/>
        <w:numPr>
          <w:ilvl w:val="0"/>
          <w:numId w:val="1"/>
        </w:numPr>
        <w:spacing w:after="60"/>
        <w:ind w:left="567" w:hanging="510"/>
        <w:contextualSpacing w:val="0"/>
        <w:rPr>
          <w:szCs w:val="24"/>
          <w:lang w:val="sr-Cyrl-RS"/>
        </w:rPr>
      </w:pPr>
      <w:r w:rsidRPr="00A90824">
        <w:rPr>
          <w:szCs w:val="24"/>
          <w:lang w:val="sr-Cyrl-RS"/>
        </w:rPr>
        <w:t xml:space="preserve">Министарство </w:t>
      </w:r>
      <w:r w:rsidR="00B56658" w:rsidRPr="00A90824">
        <w:rPr>
          <w:szCs w:val="24"/>
          <w:lang w:val="sr-Cyrl-RS"/>
        </w:rPr>
        <w:t xml:space="preserve">надлежно за </w:t>
      </w:r>
      <w:r w:rsidRPr="00A90824">
        <w:rPr>
          <w:szCs w:val="24"/>
          <w:lang w:val="sr-Cyrl-RS"/>
        </w:rPr>
        <w:t>информисањ</w:t>
      </w:r>
      <w:r w:rsidR="00B56658" w:rsidRPr="00A90824">
        <w:rPr>
          <w:szCs w:val="24"/>
          <w:lang w:val="sr-Cyrl-RS"/>
        </w:rPr>
        <w:t>е</w:t>
      </w:r>
      <w:r w:rsidRPr="00A90824">
        <w:rPr>
          <w:szCs w:val="24"/>
          <w:lang w:val="sr-Cyrl-RS"/>
        </w:rPr>
        <w:t xml:space="preserve"> (партнер)</w:t>
      </w:r>
    </w:p>
    <w:p w14:paraId="74B82E62" w14:textId="77777777" w:rsidR="00AD0911" w:rsidRPr="00A90824" w:rsidRDefault="00AD0911" w:rsidP="00AD0911">
      <w:pPr>
        <w:pStyle w:val="ListParagraph"/>
        <w:numPr>
          <w:ilvl w:val="0"/>
          <w:numId w:val="1"/>
        </w:numPr>
        <w:spacing w:after="60"/>
        <w:ind w:left="567" w:hanging="510"/>
        <w:contextualSpacing w:val="0"/>
        <w:rPr>
          <w:szCs w:val="24"/>
          <w:lang w:val="sr-Cyrl-RS"/>
        </w:rPr>
      </w:pPr>
      <w:r w:rsidRPr="00A90824">
        <w:rPr>
          <w:szCs w:val="24"/>
          <w:lang w:val="sr-Cyrl-RS"/>
        </w:rPr>
        <w:t>Министарство надлежно за послове информационог друштва (партнер)</w:t>
      </w:r>
    </w:p>
    <w:p w14:paraId="1D222571" w14:textId="77777777" w:rsidR="00CB544B" w:rsidRPr="00A90824" w:rsidRDefault="00CB5C3E" w:rsidP="00CB544B">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Савет за вештачку интелигенцију</w:t>
      </w:r>
      <w:r w:rsidR="00CB544B" w:rsidRPr="00A90824">
        <w:rPr>
          <w:color w:val="000000"/>
          <w:szCs w:val="24"/>
          <w:lang w:val="sr-Cyrl-RS"/>
        </w:rPr>
        <w:t xml:space="preserve"> (партнер)</w:t>
      </w:r>
    </w:p>
    <w:p w14:paraId="42032489" w14:textId="77777777" w:rsidR="009C0EDE" w:rsidRPr="00A90824" w:rsidRDefault="009C0EDE" w:rsidP="009C0EDE">
      <w:pPr>
        <w:pStyle w:val="Heading4"/>
        <w:rPr>
          <w:color w:val="000000"/>
          <w:szCs w:val="24"/>
        </w:rPr>
      </w:pPr>
      <w:r w:rsidRPr="00A90824">
        <w:rPr>
          <w:color w:val="000000"/>
          <w:szCs w:val="24"/>
        </w:rPr>
        <w:t>Показатељи:</w:t>
      </w:r>
    </w:p>
    <w:p w14:paraId="0D9D765C" w14:textId="4C9A670E" w:rsidR="009C0EDE" w:rsidRPr="00A90824" w:rsidRDefault="009C0EDE" w:rsidP="00E63B22">
      <w:pPr>
        <w:pStyle w:val="ListParagraph"/>
        <w:numPr>
          <w:ilvl w:val="0"/>
          <w:numId w:val="2"/>
        </w:numPr>
        <w:spacing w:after="60"/>
        <w:ind w:left="992" w:hanging="425"/>
        <w:contextualSpacing w:val="0"/>
        <w:rPr>
          <w:color w:val="000000"/>
          <w:szCs w:val="24"/>
          <w:lang w:val="sr-Cyrl-RS"/>
        </w:rPr>
      </w:pPr>
      <w:r w:rsidRPr="00A90824">
        <w:rPr>
          <w:color w:val="000000"/>
          <w:szCs w:val="24"/>
          <w:lang w:val="sr-Cyrl-RS"/>
        </w:rPr>
        <w:t xml:space="preserve">Усвојен годишњи извештај о усклађености са етичким принципима међународних организација где је </w:t>
      </w:r>
      <w:r w:rsidR="00E06B21">
        <w:rPr>
          <w:color w:val="000000"/>
          <w:szCs w:val="24"/>
          <w:lang w:val="sr-Cyrl-RS"/>
        </w:rPr>
        <w:t xml:space="preserve">Република </w:t>
      </w:r>
      <w:r w:rsidR="00AF13C9">
        <w:rPr>
          <w:color w:val="000000"/>
          <w:szCs w:val="24"/>
          <w:lang w:val="sr-Cyrl-RS"/>
        </w:rPr>
        <w:t>Србија чланица</w:t>
      </w:r>
      <w:r w:rsidRPr="00A90824">
        <w:rPr>
          <w:color w:val="000000"/>
          <w:szCs w:val="24"/>
          <w:lang w:val="sr-Cyrl-RS"/>
        </w:rPr>
        <w:t xml:space="preserve"> (број извештаја)</w:t>
      </w:r>
    </w:p>
    <w:p w14:paraId="6CD2720C" w14:textId="77777777" w:rsidR="009C0EDE" w:rsidRPr="00A90824" w:rsidRDefault="009C0EDE" w:rsidP="009C0EDE">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606E3343" w14:textId="77777777" w:rsidR="009C0EDE" w:rsidRPr="00A90824" w:rsidRDefault="009C0EDE" w:rsidP="009C0EDE">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2</w:t>
      </w:r>
    </w:p>
    <w:p w14:paraId="7EB189BF" w14:textId="77777777" w:rsidR="009C0EDE" w:rsidRPr="00A90824" w:rsidRDefault="009C0EDE" w:rsidP="009C0EDE">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7</w:t>
      </w:r>
    </w:p>
    <w:p w14:paraId="7BFE609D" w14:textId="77777777" w:rsidR="00073408" w:rsidRPr="00A90824" w:rsidRDefault="00073408" w:rsidP="00073408">
      <w:pPr>
        <w:pStyle w:val="Heading2"/>
        <w:rPr>
          <w:color w:val="000000"/>
          <w:sz w:val="24"/>
          <w:szCs w:val="24"/>
        </w:rPr>
      </w:pPr>
      <w:bookmarkStart w:id="43" w:name="_Hlk184761516"/>
      <w:r w:rsidRPr="00A90824">
        <w:rPr>
          <w:color w:val="000000"/>
          <w:sz w:val="24"/>
          <w:szCs w:val="24"/>
        </w:rPr>
        <w:t xml:space="preserve">Циљ </w:t>
      </w:r>
      <w:r w:rsidR="009C0EDE" w:rsidRPr="00A90824">
        <w:rPr>
          <w:color w:val="000000"/>
          <w:sz w:val="24"/>
          <w:szCs w:val="24"/>
        </w:rPr>
        <w:t>2</w:t>
      </w:r>
      <w:r w:rsidRPr="00A90824">
        <w:rPr>
          <w:color w:val="000000"/>
          <w:sz w:val="24"/>
          <w:szCs w:val="24"/>
        </w:rPr>
        <w:t xml:space="preserve"> – Унапређење и олакшавање технолошког развоја у домену вештачке интелигенције и решења заснованих на вештачкој интелигенцији</w:t>
      </w:r>
    </w:p>
    <w:bookmarkEnd w:id="43"/>
    <w:p w14:paraId="68CD6D87" w14:textId="77777777" w:rsidR="00073408" w:rsidRPr="00A90824" w:rsidRDefault="00073408" w:rsidP="00073408">
      <w:pPr>
        <w:rPr>
          <w:color w:val="000000"/>
          <w:szCs w:val="24"/>
          <w:lang w:val="sr-Cyrl-RS"/>
        </w:rPr>
      </w:pPr>
      <w:r w:rsidRPr="00A90824">
        <w:rPr>
          <w:color w:val="000000"/>
          <w:szCs w:val="24"/>
          <w:lang w:val="sr-Cyrl-RS"/>
        </w:rPr>
        <w:t>Унапређење развоја вештачке интелигенције подразумева стварање подстицајног окружења које ће омогућити иновације и напредак у овој области</w:t>
      </w:r>
      <w:r w:rsidR="008F6CBE" w:rsidRPr="00A90824">
        <w:rPr>
          <w:color w:val="000000"/>
          <w:szCs w:val="24"/>
          <w:lang w:val="sr-Cyrl-RS"/>
        </w:rPr>
        <w:t>, који</w:t>
      </w:r>
      <w:r w:rsidRPr="00A90824">
        <w:rPr>
          <w:color w:val="000000"/>
          <w:szCs w:val="24"/>
          <w:lang w:val="sr-Cyrl-RS"/>
        </w:rPr>
        <w:t xml:space="preserve"> је могућ уколико се пружи </w:t>
      </w:r>
      <w:r w:rsidR="008F6CBE" w:rsidRPr="00A90824">
        <w:rPr>
          <w:color w:val="000000"/>
          <w:szCs w:val="24"/>
          <w:lang w:val="sr-Cyrl-RS"/>
        </w:rPr>
        <w:t xml:space="preserve">адекватна </w:t>
      </w:r>
      <w:r w:rsidRPr="00A90824">
        <w:rPr>
          <w:color w:val="000000"/>
          <w:szCs w:val="24"/>
          <w:lang w:val="sr-Cyrl-RS"/>
        </w:rPr>
        <w:t xml:space="preserve">подршка иновативним компанијама које се баве вештачком интелигенцијом, подстичући њихов даљи развој и комерцијализацију. </w:t>
      </w:r>
      <w:r w:rsidR="008F6CBE" w:rsidRPr="00A90824">
        <w:rPr>
          <w:color w:val="000000"/>
          <w:szCs w:val="24"/>
          <w:lang w:val="sr-Cyrl-RS"/>
        </w:rPr>
        <w:t>Н</w:t>
      </w:r>
      <w:r w:rsidRPr="00A90824">
        <w:rPr>
          <w:color w:val="000000"/>
          <w:szCs w:val="24"/>
          <w:lang w:val="sr-Cyrl-RS"/>
        </w:rPr>
        <w:t>еопход</w:t>
      </w:r>
      <w:r w:rsidR="008F6CBE" w:rsidRPr="00A90824">
        <w:rPr>
          <w:color w:val="000000"/>
          <w:szCs w:val="24"/>
          <w:lang w:val="sr-Cyrl-RS"/>
        </w:rPr>
        <w:t>а</w:t>
      </w:r>
      <w:r w:rsidRPr="00A90824">
        <w:rPr>
          <w:color w:val="000000"/>
          <w:szCs w:val="24"/>
          <w:lang w:val="sr-Cyrl-RS"/>
        </w:rPr>
        <w:t xml:space="preserve">н је и развој специјализованих области међу којима су </w:t>
      </w:r>
      <w:r w:rsidR="009B54FB" w:rsidRPr="00A90824">
        <w:rPr>
          <w:color w:val="000000"/>
          <w:szCs w:val="24"/>
          <w:lang w:val="sr-Cyrl-RS"/>
        </w:rPr>
        <w:t>оне</w:t>
      </w:r>
      <w:r w:rsidRPr="00A90824">
        <w:rPr>
          <w:color w:val="000000"/>
          <w:szCs w:val="24"/>
          <w:lang w:val="sr-Cyrl-RS"/>
        </w:rPr>
        <w:t xml:space="preserve"> које су одређене као приоритетне</w:t>
      </w:r>
      <w:r w:rsidR="00222001" w:rsidRPr="00A90824">
        <w:rPr>
          <w:color w:val="000000"/>
          <w:szCs w:val="24"/>
          <w:lang w:val="sr-Cyrl-RS"/>
        </w:rPr>
        <w:t xml:space="preserve">. </w:t>
      </w:r>
      <w:r w:rsidRPr="00A90824">
        <w:rPr>
          <w:color w:val="000000"/>
          <w:szCs w:val="24"/>
          <w:lang w:val="sr-Cyrl-RS"/>
        </w:rPr>
        <w:t xml:space="preserve">Финансирање научно-истраживачких пројеката и даља подршка развоју Института за вештачку интелигенцију осигуравају континуирани напредак у истраживању и </w:t>
      </w:r>
      <w:r w:rsidR="009B54FB" w:rsidRPr="00A90824">
        <w:rPr>
          <w:color w:val="000000"/>
          <w:szCs w:val="24"/>
          <w:lang w:val="sr-Cyrl-RS"/>
        </w:rPr>
        <w:t xml:space="preserve">бројним </w:t>
      </w:r>
      <w:r w:rsidRPr="00A90824">
        <w:rPr>
          <w:color w:val="000000"/>
          <w:szCs w:val="24"/>
          <w:lang w:val="sr-Cyrl-RS"/>
        </w:rPr>
        <w:t>применама вештачке интелигенције, што доприноси јачању технолошког капацитета и иновација у овој области.</w:t>
      </w:r>
    </w:p>
    <w:p w14:paraId="4740564A" w14:textId="77777777" w:rsidR="00C109C0" w:rsidRPr="00A90824" w:rsidRDefault="00C109C0" w:rsidP="00C109C0">
      <w:pPr>
        <w:pStyle w:val="Heading4"/>
        <w:rPr>
          <w:szCs w:val="24"/>
        </w:rPr>
      </w:pPr>
      <w:r w:rsidRPr="00A90824">
        <w:rPr>
          <w:szCs w:val="24"/>
        </w:rPr>
        <w:t xml:space="preserve">Период реализације посебног циља: </w:t>
      </w:r>
    </w:p>
    <w:p w14:paraId="0A3B3DA3" w14:textId="77777777" w:rsidR="00C109C0" w:rsidRPr="00A90824" w:rsidRDefault="00C109C0" w:rsidP="00C109C0">
      <w:pPr>
        <w:rPr>
          <w:szCs w:val="24"/>
          <w:lang w:val="sr-Cyrl-RS"/>
        </w:rPr>
      </w:pPr>
      <w:r w:rsidRPr="00A90824">
        <w:rPr>
          <w:szCs w:val="24"/>
          <w:lang w:val="sr-Cyrl-RS"/>
        </w:rPr>
        <w:t>2025-2030.</w:t>
      </w:r>
    </w:p>
    <w:p w14:paraId="47589788" w14:textId="1B95F5C7" w:rsidR="00C109C0" w:rsidRPr="00A90824" w:rsidRDefault="00C109C0" w:rsidP="00806479">
      <w:pPr>
        <w:pStyle w:val="Heading4"/>
        <w:rPr>
          <w:szCs w:val="24"/>
        </w:rPr>
      </w:pPr>
      <w:r w:rsidRPr="00A90824">
        <w:rPr>
          <w:szCs w:val="24"/>
        </w:rPr>
        <w:t>Надлежна институција:</w:t>
      </w:r>
    </w:p>
    <w:p w14:paraId="6302A424" w14:textId="1DBE56D4" w:rsidR="00C109C0" w:rsidRPr="00A90824" w:rsidRDefault="00C109C0" w:rsidP="00C109C0">
      <w:pPr>
        <w:rPr>
          <w:szCs w:val="24"/>
          <w:lang w:val="sr-Cyrl-RS"/>
        </w:rPr>
      </w:pPr>
      <w:r w:rsidRPr="00A90824">
        <w:rPr>
          <w:szCs w:val="24"/>
          <w:lang w:val="sr-Cyrl-RS"/>
        </w:rPr>
        <w:t>Министарство надлежно за научноистраживачку и иновациону делатност</w:t>
      </w:r>
    </w:p>
    <w:p w14:paraId="4D162799" w14:textId="1E79C6B1" w:rsidR="00806479" w:rsidRPr="00A90824" w:rsidRDefault="00806479" w:rsidP="00806479">
      <w:pPr>
        <w:pStyle w:val="Heading4"/>
        <w:rPr>
          <w:szCs w:val="24"/>
        </w:rPr>
      </w:pPr>
      <w:r w:rsidRPr="00A90824">
        <w:rPr>
          <w:szCs w:val="24"/>
        </w:rPr>
        <w:t>Показатељ:</w:t>
      </w:r>
    </w:p>
    <w:p w14:paraId="65F9F9D6" w14:textId="66535461" w:rsidR="00806479" w:rsidRPr="00A90824" w:rsidRDefault="003843C5" w:rsidP="00E63B22">
      <w:pPr>
        <w:pStyle w:val="ListParagraph"/>
        <w:numPr>
          <w:ilvl w:val="0"/>
          <w:numId w:val="34"/>
        </w:numPr>
        <w:ind w:hanging="371"/>
        <w:rPr>
          <w:szCs w:val="24"/>
          <w:lang w:val="sr-Cyrl-RS"/>
        </w:rPr>
      </w:pPr>
      <w:r w:rsidRPr="00A90824">
        <w:rPr>
          <w:szCs w:val="24"/>
          <w:lang w:val="sr-Cyrl-RS"/>
        </w:rPr>
        <w:t xml:space="preserve">Проценат од укупног броја развијених решења на институтима и техничким факултетима која примењују </w:t>
      </w:r>
      <w:r w:rsidR="00806479" w:rsidRPr="00A90824">
        <w:rPr>
          <w:szCs w:val="24"/>
          <w:lang w:val="sr-Cyrl-RS"/>
        </w:rPr>
        <w:t>ВИ</w:t>
      </w:r>
    </w:p>
    <w:p w14:paraId="3EFA5BC9" w14:textId="672E816B" w:rsidR="00806479" w:rsidRPr="00A90824" w:rsidRDefault="00806479" w:rsidP="00E63B22">
      <w:pPr>
        <w:pStyle w:val="ListParagraph"/>
        <w:numPr>
          <w:ilvl w:val="0"/>
          <w:numId w:val="31"/>
        </w:numPr>
        <w:spacing w:after="60"/>
        <w:ind w:left="1560"/>
        <w:rPr>
          <w:szCs w:val="24"/>
          <w:lang w:val="sr-Cyrl-RS"/>
        </w:rPr>
      </w:pPr>
      <w:r w:rsidRPr="00A90824">
        <w:rPr>
          <w:szCs w:val="24"/>
          <w:lang w:val="sr-Cyrl-RS"/>
        </w:rPr>
        <w:t xml:space="preserve">Почетна вредност: </w:t>
      </w:r>
      <w:r w:rsidR="003843C5" w:rsidRPr="00A90824">
        <w:rPr>
          <w:szCs w:val="24"/>
          <w:lang w:val="sr-Cyrl-RS"/>
        </w:rPr>
        <w:t>нема података</w:t>
      </w:r>
    </w:p>
    <w:p w14:paraId="259FF667" w14:textId="297FE410" w:rsidR="00806479" w:rsidRPr="00A90824" w:rsidRDefault="00806479" w:rsidP="00E63B22">
      <w:pPr>
        <w:pStyle w:val="ListParagraph"/>
        <w:numPr>
          <w:ilvl w:val="0"/>
          <w:numId w:val="31"/>
        </w:numPr>
        <w:spacing w:after="60"/>
        <w:ind w:left="1560"/>
        <w:rPr>
          <w:szCs w:val="24"/>
          <w:lang w:val="sr-Cyrl-RS"/>
        </w:rPr>
      </w:pPr>
      <w:r w:rsidRPr="00A90824">
        <w:rPr>
          <w:szCs w:val="24"/>
          <w:lang w:val="sr-Cyrl-RS"/>
        </w:rPr>
        <w:t xml:space="preserve">Циљна вредност за крај 2027. </w:t>
      </w:r>
      <w:r w:rsidR="003843C5" w:rsidRPr="00A90824">
        <w:rPr>
          <w:szCs w:val="24"/>
          <w:lang w:val="sr-Cyrl-RS"/>
        </w:rPr>
        <w:t>8%</w:t>
      </w:r>
    </w:p>
    <w:p w14:paraId="04BC92BB" w14:textId="47358EB9" w:rsidR="00806479" w:rsidRDefault="00806479" w:rsidP="00E63B22">
      <w:pPr>
        <w:pStyle w:val="ListParagraph"/>
        <w:numPr>
          <w:ilvl w:val="0"/>
          <w:numId w:val="31"/>
        </w:numPr>
        <w:ind w:left="1560" w:hanging="357"/>
        <w:rPr>
          <w:szCs w:val="24"/>
          <w:lang w:val="sr-Cyrl-RS"/>
        </w:rPr>
      </w:pPr>
      <w:r w:rsidRPr="00A90824">
        <w:rPr>
          <w:szCs w:val="24"/>
          <w:lang w:val="sr-Cyrl-RS"/>
        </w:rPr>
        <w:t xml:space="preserve">Циљна вредност за крај 2030. године: </w:t>
      </w:r>
      <w:r w:rsidR="003843C5" w:rsidRPr="00A90824">
        <w:rPr>
          <w:szCs w:val="24"/>
          <w:lang w:val="sr-Cyrl-RS"/>
        </w:rPr>
        <w:t>24%</w:t>
      </w:r>
    </w:p>
    <w:p w14:paraId="6CB12C1E" w14:textId="77777777" w:rsidR="00E06B21" w:rsidRPr="00E06B21" w:rsidRDefault="00E06B21" w:rsidP="00E06B21">
      <w:pPr>
        <w:rPr>
          <w:szCs w:val="24"/>
          <w:lang w:val="sr-Cyrl-RS"/>
        </w:rPr>
      </w:pPr>
    </w:p>
    <w:p w14:paraId="2BEFD60C" w14:textId="77777777" w:rsidR="00073408" w:rsidRPr="00A90824" w:rsidRDefault="00073408" w:rsidP="00073408">
      <w:pPr>
        <w:pStyle w:val="Heading3"/>
        <w:rPr>
          <w:color w:val="000000"/>
          <w:sz w:val="24"/>
          <w:szCs w:val="24"/>
        </w:rPr>
      </w:pPr>
      <w:r w:rsidRPr="00A90824">
        <w:rPr>
          <w:color w:val="000000"/>
          <w:sz w:val="24"/>
          <w:szCs w:val="24"/>
        </w:rPr>
        <w:t xml:space="preserve">Мера </w:t>
      </w:r>
      <w:r w:rsidR="009C0EDE" w:rsidRPr="00A90824">
        <w:rPr>
          <w:color w:val="000000"/>
          <w:sz w:val="24"/>
          <w:szCs w:val="24"/>
        </w:rPr>
        <w:t>2</w:t>
      </w:r>
      <w:r w:rsidRPr="00A90824">
        <w:rPr>
          <w:color w:val="000000"/>
          <w:sz w:val="24"/>
          <w:szCs w:val="24"/>
        </w:rPr>
        <w:t>.1: Финансирање и развој научно</w:t>
      </w:r>
      <w:r w:rsidR="008F6CBE" w:rsidRPr="00A90824">
        <w:rPr>
          <w:color w:val="000000"/>
          <w:sz w:val="24"/>
          <w:szCs w:val="24"/>
        </w:rPr>
        <w:t>-</w:t>
      </w:r>
      <w:r w:rsidRPr="00A90824">
        <w:rPr>
          <w:color w:val="000000"/>
          <w:sz w:val="24"/>
          <w:szCs w:val="24"/>
        </w:rPr>
        <w:t>истраживачких пројеката из области вештачке интелигенције</w:t>
      </w:r>
    </w:p>
    <w:p w14:paraId="2AF34375" w14:textId="77777777" w:rsidR="00073408" w:rsidRPr="00A90824" w:rsidRDefault="00073408" w:rsidP="00073408">
      <w:pPr>
        <w:pStyle w:val="Heading4"/>
        <w:rPr>
          <w:color w:val="000000"/>
          <w:szCs w:val="24"/>
        </w:rPr>
      </w:pPr>
      <w:r w:rsidRPr="00A90824">
        <w:rPr>
          <w:color w:val="000000"/>
          <w:szCs w:val="24"/>
        </w:rPr>
        <w:t>Опис мере:</w:t>
      </w:r>
    </w:p>
    <w:p w14:paraId="516FA2B7" w14:textId="77777777" w:rsidR="00073408" w:rsidRPr="00A90824" w:rsidRDefault="00073408" w:rsidP="00073408">
      <w:pPr>
        <w:rPr>
          <w:color w:val="000000"/>
          <w:szCs w:val="24"/>
          <w:lang w:val="sr-Cyrl-RS"/>
        </w:rPr>
      </w:pPr>
      <w:r w:rsidRPr="00A90824">
        <w:rPr>
          <w:color w:val="000000"/>
          <w:szCs w:val="24"/>
          <w:lang w:val="sr-Cyrl-RS"/>
        </w:rPr>
        <w:t xml:space="preserve">Ова мера </w:t>
      </w:r>
      <w:r w:rsidR="00A0588B" w:rsidRPr="00A90824">
        <w:rPr>
          <w:color w:val="000000"/>
          <w:szCs w:val="24"/>
          <w:lang w:val="sr-Cyrl-RS"/>
        </w:rPr>
        <w:t xml:space="preserve">обезбеђује </w:t>
      </w:r>
      <w:r w:rsidRPr="00A90824">
        <w:rPr>
          <w:color w:val="000000"/>
          <w:szCs w:val="24"/>
          <w:lang w:val="sr-Cyrl-RS"/>
        </w:rPr>
        <w:t>директно финансирањ</w:t>
      </w:r>
      <w:r w:rsidR="00A0588B" w:rsidRPr="00A90824">
        <w:rPr>
          <w:color w:val="000000"/>
          <w:szCs w:val="24"/>
          <w:lang w:val="sr-Cyrl-RS"/>
        </w:rPr>
        <w:t>е</w:t>
      </w:r>
      <w:r w:rsidRPr="00A90824">
        <w:rPr>
          <w:color w:val="000000"/>
          <w:szCs w:val="24"/>
          <w:lang w:val="sr-Cyrl-RS"/>
        </w:rPr>
        <w:t xml:space="preserve"> истраживачких пројеката </w:t>
      </w:r>
      <w:r w:rsidR="009B54FB" w:rsidRPr="00A90824">
        <w:rPr>
          <w:color w:val="000000"/>
          <w:szCs w:val="24"/>
          <w:lang w:val="sr-Cyrl-RS"/>
        </w:rPr>
        <w:t>из</w:t>
      </w:r>
      <w:r w:rsidRPr="00A90824">
        <w:rPr>
          <w:color w:val="000000"/>
          <w:szCs w:val="24"/>
          <w:lang w:val="sr-Cyrl-RS"/>
        </w:rPr>
        <w:t xml:space="preserve"> области </w:t>
      </w:r>
      <w:r w:rsidR="00A0588B" w:rsidRPr="00A90824">
        <w:rPr>
          <w:color w:val="000000"/>
          <w:szCs w:val="24"/>
          <w:lang w:val="sr-Cyrl-RS"/>
        </w:rPr>
        <w:t>вештачке интелигенције, са посебним акцентом</w:t>
      </w:r>
      <w:r w:rsidRPr="00A90824">
        <w:rPr>
          <w:color w:val="000000"/>
          <w:szCs w:val="24"/>
          <w:lang w:val="sr-Cyrl-RS"/>
        </w:rPr>
        <w:t xml:space="preserve"> на пројекте који се баве фундаменталним истраживањима. Поред финансијских средстава, обезбеђује се и подршка у виду обука за ефикасно пријављивање и коришћење доступних фондова, као и саветодавних услуга за успешно управљање и реализацију пројеката.</w:t>
      </w:r>
    </w:p>
    <w:p w14:paraId="42C21DB2" w14:textId="77777777" w:rsidR="00073408" w:rsidRPr="00A90824" w:rsidRDefault="00073408" w:rsidP="00073408">
      <w:pPr>
        <w:rPr>
          <w:color w:val="000000"/>
          <w:szCs w:val="24"/>
          <w:lang w:val="sr-Cyrl-RS"/>
        </w:rPr>
      </w:pPr>
      <w:r w:rsidRPr="00A90824">
        <w:rPr>
          <w:color w:val="000000"/>
          <w:szCs w:val="24"/>
          <w:lang w:val="sr-Cyrl-RS"/>
        </w:rPr>
        <w:t>Поред широке подршке истраживачима, мера треба да обезбеди ресурсе и створи окружење које ће омогућити истраживачима да се посвете дубинским истраживањима и да њихови резултати буду признати на глобалном нивоу. Овом мером ће бити олакшан приступ финанси</w:t>
      </w:r>
      <w:r w:rsidR="009B54FB" w:rsidRPr="00A90824">
        <w:rPr>
          <w:color w:val="000000"/>
          <w:szCs w:val="24"/>
          <w:lang w:val="sr-Cyrl-RS"/>
        </w:rPr>
        <w:t>рању</w:t>
      </w:r>
      <w:r w:rsidRPr="00A90824">
        <w:rPr>
          <w:color w:val="000000"/>
          <w:szCs w:val="24"/>
          <w:lang w:val="sr-Cyrl-RS"/>
        </w:rPr>
        <w:t xml:space="preserve"> иновативн</w:t>
      </w:r>
      <w:r w:rsidR="009B54FB" w:rsidRPr="00A90824">
        <w:rPr>
          <w:color w:val="000000"/>
          <w:szCs w:val="24"/>
          <w:lang w:val="sr-Cyrl-RS"/>
        </w:rPr>
        <w:t>их</w:t>
      </w:r>
      <w:r w:rsidRPr="00A90824">
        <w:rPr>
          <w:color w:val="000000"/>
          <w:szCs w:val="24"/>
          <w:lang w:val="sr-Cyrl-RS"/>
        </w:rPr>
        <w:t xml:space="preserve"> пројек</w:t>
      </w:r>
      <w:r w:rsidR="009B54FB" w:rsidRPr="00A90824">
        <w:rPr>
          <w:color w:val="000000"/>
          <w:szCs w:val="24"/>
          <w:lang w:val="sr-Cyrl-RS"/>
        </w:rPr>
        <w:t>а</w:t>
      </w:r>
      <w:r w:rsidRPr="00A90824">
        <w:rPr>
          <w:color w:val="000000"/>
          <w:szCs w:val="24"/>
          <w:lang w:val="sr-Cyrl-RS"/>
        </w:rPr>
        <w:t>т</w:t>
      </w:r>
      <w:r w:rsidR="009B54FB" w:rsidRPr="00A90824">
        <w:rPr>
          <w:color w:val="000000"/>
          <w:szCs w:val="24"/>
          <w:lang w:val="sr-Cyrl-RS"/>
        </w:rPr>
        <w:t>а</w:t>
      </w:r>
      <w:r w:rsidRPr="00A90824">
        <w:rPr>
          <w:color w:val="000000"/>
          <w:szCs w:val="24"/>
          <w:lang w:val="sr-Cyrl-RS"/>
        </w:rPr>
        <w:t xml:space="preserve"> у области </w:t>
      </w:r>
      <w:r w:rsidR="00A0588B" w:rsidRPr="00A90824">
        <w:rPr>
          <w:color w:val="000000"/>
          <w:szCs w:val="24"/>
          <w:lang w:val="sr-Cyrl-RS"/>
        </w:rPr>
        <w:t>вештачке интелигенције</w:t>
      </w:r>
      <w:r w:rsidRPr="00A90824">
        <w:rPr>
          <w:color w:val="000000"/>
          <w:szCs w:val="24"/>
          <w:lang w:val="sr-Cyrl-RS"/>
        </w:rPr>
        <w:t>, пружајући не само капитал, већ и неопходно знање и подршку за њихово ефикасно коришћење и реализацију.</w:t>
      </w:r>
    </w:p>
    <w:p w14:paraId="2BFA1FFD" w14:textId="77777777" w:rsidR="00073408" w:rsidRPr="00A90824" w:rsidRDefault="00073408" w:rsidP="00073408">
      <w:pPr>
        <w:rPr>
          <w:color w:val="000000"/>
          <w:szCs w:val="24"/>
          <w:lang w:val="sr-Cyrl-RS"/>
        </w:rPr>
      </w:pPr>
      <w:r w:rsidRPr="00A90824">
        <w:rPr>
          <w:color w:val="000000"/>
          <w:szCs w:val="24"/>
          <w:lang w:val="sr-Cyrl-RS"/>
        </w:rPr>
        <w:t xml:space="preserve">Мера обухвата имплементацију специјализованих курсева и модула у </w:t>
      </w:r>
      <w:r w:rsidR="00A0588B" w:rsidRPr="00A90824">
        <w:rPr>
          <w:color w:val="000000"/>
          <w:szCs w:val="24"/>
          <w:lang w:val="sr-Cyrl-RS"/>
        </w:rPr>
        <w:t xml:space="preserve">овој </w:t>
      </w:r>
      <w:r w:rsidRPr="00A90824">
        <w:rPr>
          <w:color w:val="000000"/>
          <w:szCs w:val="24"/>
          <w:lang w:val="sr-Cyrl-RS"/>
        </w:rPr>
        <w:t xml:space="preserve">области у научно истраживачким организацијама (НИО), </w:t>
      </w:r>
      <w:r w:rsidR="00A0588B" w:rsidRPr="00A90824">
        <w:rPr>
          <w:color w:val="000000"/>
          <w:szCs w:val="24"/>
          <w:lang w:val="sr-Cyrl-RS"/>
        </w:rPr>
        <w:t xml:space="preserve">уз </w:t>
      </w:r>
      <w:r w:rsidRPr="00A90824">
        <w:rPr>
          <w:color w:val="000000"/>
          <w:szCs w:val="24"/>
          <w:lang w:val="sr-Cyrl-RS"/>
        </w:rPr>
        <w:t>подршк</w:t>
      </w:r>
      <w:r w:rsidR="00A0588B" w:rsidRPr="00A90824">
        <w:rPr>
          <w:color w:val="000000"/>
          <w:szCs w:val="24"/>
          <w:lang w:val="sr-Cyrl-RS"/>
        </w:rPr>
        <w:t>у</w:t>
      </w:r>
      <w:r w:rsidRPr="00A90824">
        <w:rPr>
          <w:color w:val="000000"/>
          <w:szCs w:val="24"/>
          <w:lang w:val="sr-Cyrl-RS"/>
        </w:rPr>
        <w:t xml:space="preserve"> стартап</w:t>
      </w:r>
      <w:r w:rsidR="009B54FB" w:rsidRPr="00A90824">
        <w:rPr>
          <w:color w:val="000000"/>
          <w:szCs w:val="24"/>
          <w:lang w:val="sr-Cyrl-RS"/>
        </w:rPr>
        <w:t>и</w:t>
      </w:r>
      <w:r w:rsidR="00A0588B" w:rsidRPr="00A90824">
        <w:rPr>
          <w:color w:val="000000"/>
          <w:szCs w:val="24"/>
          <w:lang w:val="sr-Cyrl-RS"/>
        </w:rPr>
        <w:t>ма</w:t>
      </w:r>
      <w:r w:rsidRPr="00A90824">
        <w:rPr>
          <w:color w:val="000000"/>
          <w:szCs w:val="24"/>
          <w:lang w:val="sr-Cyrl-RS"/>
        </w:rPr>
        <w:t xml:space="preserve"> и тимовима унутар НИО кроз</w:t>
      </w:r>
      <w:r w:rsidR="009B54FB" w:rsidRPr="00A90824">
        <w:rPr>
          <w:color w:val="000000"/>
          <w:szCs w:val="24"/>
          <w:lang w:val="sr-Cyrl-RS"/>
        </w:rPr>
        <w:t>:</w:t>
      </w:r>
      <w:r w:rsidRPr="00A90824">
        <w:rPr>
          <w:color w:val="000000"/>
          <w:szCs w:val="24"/>
          <w:lang w:val="sr-Cyrl-RS"/>
        </w:rPr>
        <w:t xml:space="preserve"> менторство у области препознавања иновације </w:t>
      </w:r>
      <w:r w:rsidR="00A0588B" w:rsidRPr="00A90824">
        <w:rPr>
          <w:color w:val="000000"/>
          <w:szCs w:val="24"/>
          <w:lang w:val="sr-Cyrl-RS"/>
        </w:rPr>
        <w:t>као и</w:t>
      </w:r>
      <w:r w:rsidRPr="00A90824">
        <w:rPr>
          <w:color w:val="000000"/>
          <w:szCs w:val="24"/>
          <w:lang w:val="sr-Cyrl-RS"/>
        </w:rPr>
        <w:t xml:space="preserve"> тржишн</w:t>
      </w:r>
      <w:r w:rsidR="00A0588B" w:rsidRPr="00A90824">
        <w:rPr>
          <w:color w:val="000000"/>
          <w:szCs w:val="24"/>
          <w:lang w:val="sr-Cyrl-RS"/>
        </w:rPr>
        <w:t>их</w:t>
      </w:r>
      <w:r w:rsidRPr="00A90824">
        <w:rPr>
          <w:color w:val="000000"/>
          <w:szCs w:val="24"/>
          <w:lang w:val="sr-Cyrl-RS"/>
        </w:rPr>
        <w:t xml:space="preserve"> потреб</w:t>
      </w:r>
      <w:r w:rsidR="00A0588B" w:rsidRPr="00A90824">
        <w:rPr>
          <w:color w:val="000000"/>
          <w:szCs w:val="24"/>
          <w:lang w:val="sr-Cyrl-RS"/>
        </w:rPr>
        <w:t xml:space="preserve">а, </w:t>
      </w:r>
      <w:r w:rsidRPr="00A90824">
        <w:rPr>
          <w:color w:val="000000"/>
          <w:szCs w:val="24"/>
          <w:lang w:val="sr-Cyrl-RS"/>
        </w:rPr>
        <w:t>финансирање и развојне ресурсе и реализацију иновативних пројектата вештачке интелигенције, успостављање партнерстава са компанијама за заједничке истраживачке и развојне пројекте, обезбеђивање савремене истраживачке инфраструктуре и технолошких ресурса за истраживање у области вештачке интелигенције, подстицање размене знања и искустава међу истраживачима кроз организацију домаћих и међународних научних догађаја, учествовање у међународним истраживачким пројектима и мрежама, како би се повећала видљивост домаћих истраживача и њихових радова и др.</w:t>
      </w:r>
    </w:p>
    <w:p w14:paraId="35A9FD16" w14:textId="77777777" w:rsidR="00073408" w:rsidRPr="00A90824" w:rsidRDefault="00073408" w:rsidP="00073408">
      <w:pPr>
        <w:pStyle w:val="Heading4"/>
        <w:rPr>
          <w:color w:val="000000"/>
          <w:szCs w:val="24"/>
        </w:rPr>
      </w:pPr>
      <w:r w:rsidRPr="00A90824">
        <w:rPr>
          <w:color w:val="000000"/>
          <w:szCs w:val="24"/>
        </w:rPr>
        <w:t>Период реализације:</w:t>
      </w:r>
    </w:p>
    <w:p w14:paraId="555EF61B" w14:textId="77777777" w:rsidR="00073408" w:rsidRPr="00A90824" w:rsidRDefault="00075CDD" w:rsidP="00073408">
      <w:pPr>
        <w:rPr>
          <w:color w:val="000000"/>
          <w:szCs w:val="24"/>
          <w:lang w:val="sr-Latn-RS"/>
        </w:rPr>
      </w:pPr>
      <w:r w:rsidRPr="00A90824">
        <w:rPr>
          <w:color w:val="000000"/>
          <w:szCs w:val="24"/>
          <w:lang w:val="sr-Cyrl-RS"/>
        </w:rPr>
        <w:t>2025</w:t>
      </w:r>
      <w:r w:rsidR="00512FEE" w:rsidRPr="00A90824">
        <w:rPr>
          <w:color w:val="000000"/>
          <w:szCs w:val="24"/>
          <w:lang w:val="sr-Latn-RS"/>
        </w:rPr>
        <w:t>.</w:t>
      </w:r>
      <w:r w:rsidR="00073408" w:rsidRPr="00A90824">
        <w:rPr>
          <w:color w:val="000000"/>
          <w:szCs w:val="24"/>
          <w:lang w:val="sr-Cyrl-RS"/>
        </w:rPr>
        <w:t>-2030</w:t>
      </w:r>
      <w:r w:rsidR="00512FEE" w:rsidRPr="00A90824">
        <w:rPr>
          <w:color w:val="000000"/>
          <w:szCs w:val="24"/>
          <w:lang w:val="sr-Latn-RS"/>
        </w:rPr>
        <w:t>.</w:t>
      </w:r>
    </w:p>
    <w:p w14:paraId="37143DBB" w14:textId="77777777" w:rsidR="00073408" w:rsidRPr="00A90824" w:rsidRDefault="00073408" w:rsidP="00073408">
      <w:pPr>
        <w:pStyle w:val="Heading4"/>
        <w:rPr>
          <w:color w:val="000000"/>
          <w:szCs w:val="24"/>
        </w:rPr>
      </w:pPr>
      <w:r w:rsidRPr="00A90824">
        <w:rPr>
          <w:color w:val="000000"/>
          <w:szCs w:val="24"/>
        </w:rPr>
        <w:t>Надлежне институције:</w:t>
      </w:r>
    </w:p>
    <w:p w14:paraId="1E90F332" w14:textId="77777777" w:rsidR="00073408" w:rsidRPr="00A90824" w:rsidRDefault="00073408" w:rsidP="0007340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236765" w:rsidRPr="00A90824">
        <w:rPr>
          <w:color w:val="000000"/>
          <w:szCs w:val="24"/>
          <w:lang w:val="sr-Cyrl-RS"/>
        </w:rPr>
        <w:t>научноистраживачку и иновациону делатност (носилац)</w:t>
      </w:r>
    </w:p>
    <w:p w14:paraId="39CE8AD9" w14:textId="77777777" w:rsidR="00073408" w:rsidRPr="00A90824" w:rsidRDefault="00911CB0" w:rsidP="0007340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Фонд за науку </w:t>
      </w:r>
      <w:r w:rsidR="00073408" w:rsidRPr="00A90824">
        <w:rPr>
          <w:color w:val="000000"/>
          <w:szCs w:val="24"/>
          <w:lang w:val="sr-Cyrl-RS"/>
        </w:rPr>
        <w:t>(партнер)</w:t>
      </w:r>
    </w:p>
    <w:p w14:paraId="43B17DD3" w14:textId="77777777" w:rsidR="00911CB0" w:rsidRPr="00A90824" w:rsidRDefault="00911CB0" w:rsidP="0007340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Фонд за иновациону делатност</w:t>
      </w:r>
      <w:r w:rsidR="00236765" w:rsidRPr="00A90824">
        <w:rPr>
          <w:color w:val="000000"/>
          <w:szCs w:val="24"/>
          <w:lang w:val="sr-Cyrl-RS"/>
        </w:rPr>
        <w:t xml:space="preserve"> (партнер)</w:t>
      </w:r>
    </w:p>
    <w:p w14:paraId="0B34DD13" w14:textId="77777777" w:rsidR="00073408" w:rsidRPr="00A90824" w:rsidRDefault="00073408" w:rsidP="00073408">
      <w:pPr>
        <w:pStyle w:val="Heading4"/>
        <w:rPr>
          <w:color w:val="000000"/>
          <w:szCs w:val="24"/>
        </w:rPr>
      </w:pPr>
      <w:r w:rsidRPr="00A90824">
        <w:rPr>
          <w:color w:val="000000"/>
          <w:szCs w:val="24"/>
        </w:rPr>
        <w:t>Показатељи:</w:t>
      </w:r>
    </w:p>
    <w:p w14:paraId="0611D814" w14:textId="77777777" w:rsidR="00073408" w:rsidRPr="00A90824" w:rsidRDefault="00073408" w:rsidP="00E63B22">
      <w:pPr>
        <w:pStyle w:val="ListParagraph"/>
        <w:numPr>
          <w:ilvl w:val="0"/>
          <w:numId w:val="10"/>
        </w:numPr>
        <w:spacing w:after="60"/>
        <w:contextualSpacing w:val="0"/>
        <w:rPr>
          <w:color w:val="000000"/>
          <w:szCs w:val="24"/>
          <w:lang w:val="sr-Cyrl-RS"/>
        </w:rPr>
      </w:pPr>
      <w:r w:rsidRPr="00A90824">
        <w:rPr>
          <w:color w:val="000000"/>
          <w:szCs w:val="24"/>
          <w:lang w:val="sr-Cyrl-RS"/>
        </w:rPr>
        <w:t xml:space="preserve">Укупан број финансираних пројеката из области </w:t>
      </w:r>
      <w:r w:rsidR="00A0588B" w:rsidRPr="00A90824">
        <w:rPr>
          <w:color w:val="000000"/>
          <w:szCs w:val="24"/>
          <w:lang w:val="sr-Cyrl-RS"/>
        </w:rPr>
        <w:t>вештачке интелигенције</w:t>
      </w:r>
      <w:r w:rsidRPr="00A90824">
        <w:rPr>
          <w:color w:val="000000"/>
          <w:szCs w:val="24"/>
          <w:lang w:val="sr-Cyrl-RS"/>
        </w:rPr>
        <w:t xml:space="preserve"> који су добили финансирање </w:t>
      </w:r>
    </w:p>
    <w:p w14:paraId="759B3740"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32</w:t>
      </w:r>
    </w:p>
    <w:p w14:paraId="5EA39719"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35</w:t>
      </w:r>
    </w:p>
    <w:p w14:paraId="44E875DF"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45</w:t>
      </w:r>
    </w:p>
    <w:p w14:paraId="24FEB30C" w14:textId="77777777" w:rsidR="00073408" w:rsidRPr="00A90824" w:rsidRDefault="00073408" w:rsidP="00E63B22">
      <w:pPr>
        <w:pStyle w:val="ListParagraph"/>
        <w:numPr>
          <w:ilvl w:val="0"/>
          <w:numId w:val="10"/>
        </w:numPr>
        <w:spacing w:before="120" w:after="60"/>
        <w:contextualSpacing w:val="0"/>
        <w:rPr>
          <w:color w:val="000000"/>
          <w:szCs w:val="24"/>
          <w:lang w:val="sr-Cyrl-RS"/>
        </w:rPr>
      </w:pPr>
      <w:r w:rsidRPr="00A90824">
        <w:rPr>
          <w:color w:val="000000"/>
          <w:szCs w:val="24"/>
          <w:lang w:val="sr-Cyrl-RS"/>
        </w:rPr>
        <w:t>Годишњи број научних радова из финансираних пројеката који су презентовани на међународн</w:t>
      </w:r>
      <w:r w:rsidR="00A0588B" w:rsidRPr="00A90824">
        <w:rPr>
          <w:color w:val="000000"/>
          <w:szCs w:val="24"/>
          <w:lang w:val="sr-Cyrl-RS"/>
        </w:rPr>
        <w:t>им</w:t>
      </w:r>
      <w:r w:rsidRPr="00A90824">
        <w:rPr>
          <w:color w:val="000000"/>
          <w:szCs w:val="24"/>
          <w:lang w:val="sr-Cyrl-RS"/>
        </w:rPr>
        <w:t xml:space="preserve"> конференцијама и </w:t>
      </w:r>
      <w:r w:rsidR="00A0588B" w:rsidRPr="00A90824">
        <w:rPr>
          <w:color w:val="000000"/>
          <w:szCs w:val="24"/>
          <w:lang w:val="sr-Cyrl-RS"/>
        </w:rPr>
        <w:t xml:space="preserve">објављени у међународним </w:t>
      </w:r>
      <w:r w:rsidRPr="00A90824">
        <w:rPr>
          <w:color w:val="000000"/>
          <w:szCs w:val="24"/>
          <w:lang w:val="sr-Cyrl-RS"/>
        </w:rPr>
        <w:t>часописима</w:t>
      </w:r>
    </w:p>
    <w:p w14:paraId="5A278E54"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294</w:t>
      </w:r>
    </w:p>
    <w:p w14:paraId="3A8C047B"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330</w:t>
      </w:r>
    </w:p>
    <w:p w14:paraId="2894C5F7"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400</w:t>
      </w:r>
    </w:p>
    <w:p w14:paraId="6E7B620E" w14:textId="77777777" w:rsidR="00073408" w:rsidRPr="00A90824" w:rsidRDefault="00073408" w:rsidP="00E63B22">
      <w:pPr>
        <w:pStyle w:val="ListParagraph"/>
        <w:numPr>
          <w:ilvl w:val="0"/>
          <w:numId w:val="10"/>
        </w:numPr>
        <w:spacing w:before="120" w:after="60"/>
        <w:contextualSpacing w:val="0"/>
        <w:rPr>
          <w:color w:val="000000"/>
          <w:szCs w:val="24"/>
          <w:lang w:val="sr-Cyrl-RS"/>
        </w:rPr>
      </w:pPr>
      <w:r w:rsidRPr="00A90824">
        <w:rPr>
          <w:color w:val="000000"/>
          <w:szCs w:val="24"/>
          <w:lang w:val="sr-Cyrl-RS"/>
        </w:rPr>
        <w:t>Степен задовољства анкетираних истраживача пруженом подршком (скала 1-5, један најмања, пет највећа)</w:t>
      </w:r>
    </w:p>
    <w:p w14:paraId="0E6D9E50"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није мерено</w:t>
      </w:r>
    </w:p>
    <w:p w14:paraId="1E5F13D8"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4</w:t>
      </w:r>
    </w:p>
    <w:p w14:paraId="40890276"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5</w:t>
      </w:r>
    </w:p>
    <w:p w14:paraId="63303D29" w14:textId="77777777" w:rsidR="00073408" w:rsidRPr="00A90824" w:rsidRDefault="00073408" w:rsidP="007B1610">
      <w:pPr>
        <w:pStyle w:val="Heading3"/>
        <w:rPr>
          <w:color w:val="000000"/>
          <w:sz w:val="24"/>
          <w:szCs w:val="24"/>
        </w:rPr>
      </w:pPr>
      <w:r w:rsidRPr="00A90824">
        <w:rPr>
          <w:color w:val="000000"/>
          <w:sz w:val="24"/>
          <w:szCs w:val="24"/>
        </w:rPr>
        <w:t xml:space="preserve">Мера </w:t>
      </w:r>
      <w:r w:rsidR="009C0EDE" w:rsidRPr="00A90824">
        <w:rPr>
          <w:color w:val="000000"/>
          <w:sz w:val="24"/>
          <w:szCs w:val="24"/>
        </w:rPr>
        <w:t>2</w:t>
      </w:r>
      <w:r w:rsidRPr="00A90824">
        <w:rPr>
          <w:color w:val="000000"/>
          <w:sz w:val="24"/>
          <w:szCs w:val="24"/>
        </w:rPr>
        <w:t>.2: Подршка иновативним компанијама у развоју вештачке интелигенције</w:t>
      </w:r>
    </w:p>
    <w:p w14:paraId="4CA734FF" w14:textId="77777777" w:rsidR="00073408" w:rsidRPr="00A90824" w:rsidRDefault="00073408" w:rsidP="00073408">
      <w:pPr>
        <w:pStyle w:val="Heading4"/>
        <w:rPr>
          <w:color w:val="000000"/>
          <w:szCs w:val="24"/>
        </w:rPr>
      </w:pPr>
      <w:r w:rsidRPr="00A90824">
        <w:rPr>
          <w:color w:val="000000"/>
          <w:szCs w:val="24"/>
        </w:rPr>
        <w:t>Опис мере:</w:t>
      </w:r>
    </w:p>
    <w:p w14:paraId="45A8F214" w14:textId="560064C3" w:rsidR="00073408" w:rsidRPr="00A90824" w:rsidRDefault="00073408" w:rsidP="00073408">
      <w:pPr>
        <w:rPr>
          <w:color w:val="000000"/>
          <w:szCs w:val="24"/>
          <w:lang w:val="sr-Cyrl-RS"/>
        </w:rPr>
      </w:pPr>
      <w:r w:rsidRPr="00A90824">
        <w:rPr>
          <w:color w:val="000000"/>
          <w:szCs w:val="24"/>
          <w:lang w:val="sr-Cyrl-RS"/>
        </w:rPr>
        <w:t>Подршка се односи на стимулисање стартап компанија кроз</w:t>
      </w:r>
      <w:r w:rsidR="00C1317B" w:rsidRPr="00A90824">
        <w:rPr>
          <w:color w:val="000000"/>
          <w:szCs w:val="24"/>
          <w:lang w:val="sr-Cyrl-RS"/>
        </w:rPr>
        <w:t>:</w:t>
      </w:r>
      <w:r w:rsidRPr="00A90824">
        <w:rPr>
          <w:color w:val="000000"/>
          <w:szCs w:val="24"/>
          <w:lang w:val="sr-Cyrl-RS"/>
        </w:rPr>
        <w:t xml:space="preserve"> циљане финансијске подстицаје за пројекте који укључују вештачку интелигенцију, инвестиционе грантове, улагање у ризичан капитал, </w:t>
      </w:r>
      <w:r w:rsidRPr="00A90824">
        <w:rPr>
          <w:szCs w:val="24"/>
          <w:lang w:val="sr-Cyrl-RS"/>
        </w:rPr>
        <w:t xml:space="preserve">разматрање </w:t>
      </w:r>
      <w:r w:rsidRPr="00A90824">
        <w:rPr>
          <w:color w:val="000000"/>
          <w:szCs w:val="24"/>
          <w:lang w:val="sr-Cyrl-RS"/>
        </w:rPr>
        <w:t>и програме сарадње са академским и истраживачким институцијама.</w:t>
      </w:r>
    </w:p>
    <w:p w14:paraId="7D5BC221" w14:textId="77777777" w:rsidR="00073408" w:rsidRPr="00A90824" w:rsidRDefault="00073408" w:rsidP="00073408">
      <w:pPr>
        <w:rPr>
          <w:color w:val="000000"/>
          <w:szCs w:val="24"/>
          <w:lang w:val="sr-Cyrl-RS"/>
        </w:rPr>
      </w:pPr>
      <w:r w:rsidRPr="00A90824">
        <w:rPr>
          <w:color w:val="000000"/>
          <w:szCs w:val="24"/>
          <w:lang w:val="sr-Cyrl-RS"/>
        </w:rPr>
        <w:t>Подршка укључује и приступ програмима инкубације и акцелерације, програмима који омогућавају техничку, менторску и пословну подршку младим компанијама, као и приступ инфраструктури.</w:t>
      </w:r>
    </w:p>
    <w:p w14:paraId="44335629" w14:textId="77777777" w:rsidR="00073408" w:rsidRPr="00A90824" w:rsidRDefault="00073408" w:rsidP="00073408">
      <w:pPr>
        <w:rPr>
          <w:color w:val="000000"/>
          <w:szCs w:val="24"/>
          <w:lang w:val="sr-Cyrl-RS"/>
        </w:rPr>
      </w:pPr>
      <w:r w:rsidRPr="00A90824">
        <w:rPr>
          <w:color w:val="000000"/>
          <w:szCs w:val="24"/>
          <w:lang w:val="sr-Cyrl-RS"/>
        </w:rPr>
        <w:t xml:space="preserve">Подршка стартап компанијама омогућава </w:t>
      </w:r>
      <w:r w:rsidR="00A0588B" w:rsidRPr="00A90824">
        <w:rPr>
          <w:color w:val="000000"/>
          <w:szCs w:val="24"/>
          <w:lang w:val="sr-Cyrl-RS"/>
        </w:rPr>
        <w:t>им</w:t>
      </w:r>
      <w:r w:rsidRPr="00A90824">
        <w:rPr>
          <w:color w:val="000000"/>
          <w:szCs w:val="24"/>
          <w:lang w:val="sr-Cyrl-RS"/>
        </w:rPr>
        <w:t xml:space="preserve"> приступ ограниченим ресурсима, како би се убрзао њихов развој и комерцијализација иновативних решења у сектору</w:t>
      </w:r>
      <w:r w:rsidR="00A0588B" w:rsidRPr="00A90824">
        <w:rPr>
          <w:color w:val="000000"/>
          <w:szCs w:val="24"/>
          <w:lang w:val="sr-Cyrl-RS"/>
        </w:rPr>
        <w:t xml:space="preserve"> вештачке интелигенције</w:t>
      </w:r>
      <w:r w:rsidRPr="00A90824">
        <w:rPr>
          <w:color w:val="000000"/>
          <w:szCs w:val="24"/>
          <w:lang w:val="sr-Cyrl-RS"/>
        </w:rPr>
        <w:t xml:space="preserve">. Кроз подршку се обезбеђује </w:t>
      </w:r>
      <w:r w:rsidR="00C1317B" w:rsidRPr="00A90824">
        <w:rPr>
          <w:color w:val="000000"/>
          <w:szCs w:val="24"/>
          <w:lang w:val="sr-Cyrl-RS"/>
        </w:rPr>
        <w:t>неопходан</w:t>
      </w:r>
      <w:r w:rsidRPr="00A90824">
        <w:rPr>
          <w:color w:val="000000"/>
          <w:szCs w:val="24"/>
          <w:lang w:val="sr-Cyrl-RS"/>
        </w:rPr>
        <w:t xml:space="preserve"> капитал и ресурси потребни за истраживање, развој и пласирање решења заснованих на вештачкој интелигенцији.</w:t>
      </w:r>
    </w:p>
    <w:p w14:paraId="007D4B93" w14:textId="77777777" w:rsidR="00073408" w:rsidRPr="00A90824" w:rsidRDefault="00E102BA" w:rsidP="00073408">
      <w:pPr>
        <w:rPr>
          <w:color w:val="000000"/>
          <w:szCs w:val="24"/>
          <w:lang w:val="sr-Cyrl-RS"/>
        </w:rPr>
      </w:pPr>
      <w:r w:rsidRPr="00A90824">
        <w:rPr>
          <w:color w:val="000000"/>
          <w:szCs w:val="24"/>
          <w:lang w:val="sr-Cyrl-RS"/>
        </w:rPr>
        <w:t xml:space="preserve">Мера се реализује кроз </w:t>
      </w:r>
      <w:r w:rsidR="00073408" w:rsidRPr="00A90824">
        <w:rPr>
          <w:color w:val="000000"/>
          <w:szCs w:val="24"/>
          <w:lang w:val="sr-Cyrl-RS"/>
        </w:rPr>
        <w:t xml:space="preserve">спровођење постојећих програма подршке за развој стартапа и иновативних компанија и развој нових програма подршке који </w:t>
      </w:r>
      <w:r w:rsidR="002A4F7B" w:rsidRPr="00A90824">
        <w:rPr>
          <w:color w:val="000000"/>
          <w:szCs w:val="24"/>
          <w:lang w:val="sr-Cyrl-RS"/>
        </w:rPr>
        <w:t xml:space="preserve">имају за </w:t>
      </w:r>
      <w:r w:rsidR="00073408" w:rsidRPr="00A90824">
        <w:rPr>
          <w:color w:val="000000"/>
          <w:szCs w:val="24"/>
          <w:lang w:val="sr-Cyrl-RS"/>
        </w:rPr>
        <w:t>циљ развој нових решења</w:t>
      </w:r>
      <w:r w:rsidRPr="00A90824">
        <w:rPr>
          <w:color w:val="000000"/>
          <w:szCs w:val="24"/>
          <w:lang w:val="sr-Cyrl-RS"/>
        </w:rPr>
        <w:t xml:space="preserve"> у области вештачке интелигенције</w:t>
      </w:r>
      <w:r w:rsidR="00073408" w:rsidRPr="00A90824">
        <w:rPr>
          <w:color w:val="000000"/>
          <w:szCs w:val="24"/>
          <w:lang w:val="sr-Cyrl-RS"/>
        </w:rPr>
        <w:t>.</w:t>
      </w:r>
      <w:r w:rsidRPr="00A90824">
        <w:rPr>
          <w:color w:val="000000"/>
          <w:szCs w:val="24"/>
          <w:lang w:val="sr-Cyrl-RS"/>
        </w:rPr>
        <w:t xml:space="preserve"> </w:t>
      </w:r>
      <w:r w:rsidR="00073408" w:rsidRPr="00A90824">
        <w:rPr>
          <w:color w:val="000000"/>
          <w:szCs w:val="24"/>
          <w:lang w:val="sr-Cyrl-RS"/>
        </w:rPr>
        <w:t xml:space="preserve">Успостављају се специјализовани фондови за финансирање компанија које су већ у фазама раста и скалирања, како би се омогућило </w:t>
      </w:r>
      <w:r w:rsidR="00C1317B" w:rsidRPr="00A90824">
        <w:rPr>
          <w:color w:val="000000"/>
          <w:szCs w:val="24"/>
          <w:lang w:val="sr-Cyrl-RS"/>
        </w:rPr>
        <w:t xml:space="preserve">њихово </w:t>
      </w:r>
      <w:r w:rsidR="00073408" w:rsidRPr="00A90824">
        <w:rPr>
          <w:color w:val="000000"/>
          <w:szCs w:val="24"/>
          <w:lang w:val="sr-Cyrl-RS"/>
        </w:rPr>
        <w:t>брже ширење и развој.</w:t>
      </w:r>
    </w:p>
    <w:p w14:paraId="61C8F05C" w14:textId="77777777" w:rsidR="00073408" w:rsidRPr="00A90824" w:rsidRDefault="00073408" w:rsidP="00073408">
      <w:pPr>
        <w:rPr>
          <w:color w:val="000000"/>
          <w:szCs w:val="24"/>
          <w:lang w:val="sr-Cyrl-RS"/>
        </w:rPr>
      </w:pPr>
      <w:r w:rsidRPr="00A90824">
        <w:rPr>
          <w:color w:val="000000"/>
          <w:szCs w:val="24"/>
          <w:lang w:val="sr-Cyrl-RS"/>
        </w:rPr>
        <w:t xml:space="preserve">Обезбеђује се правна и финансијска подршка за заштиту интелектуалне својине (патенти, ауторска права и индустријски дизајн) у области вештачке интелигенције. Такође, пружа се финансијска подршка за заједничке истраживачке пројекте између стартапа и академских институција, са фокусом на примену вештачке интелигенције. Успостављају се јавне базе података и отворене платформе које стартапи </w:t>
      </w:r>
      <w:r w:rsidR="00E102BA" w:rsidRPr="00A90824">
        <w:rPr>
          <w:color w:val="000000"/>
          <w:szCs w:val="24"/>
          <w:lang w:val="sr-Cyrl-RS"/>
        </w:rPr>
        <w:t>и друге</w:t>
      </w:r>
      <w:r w:rsidRPr="00A90824">
        <w:rPr>
          <w:color w:val="000000"/>
          <w:szCs w:val="24"/>
          <w:lang w:val="sr-Cyrl-RS"/>
        </w:rPr>
        <w:t xml:space="preserve"> компаније могу користити за развој и тестирање својих решења.</w:t>
      </w:r>
    </w:p>
    <w:p w14:paraId="74B9EED5" w14:textId="77777777" w:rsidR="00073408" w:rsidRPr="00A90824" w:rsidRDefault="00073408" w:rsidP="00073408">
      <w:pPr>
        <w:rPr>
          <w:color w:val="000000"/>
          <w:szCs w:val="24"/>
          <w:lang w:val="sr-Cyrl-RS"/>
        </w:rPr>
      </w:pPr>
      <w:r w:rsidRPr="00A90824">
        <w:rPr>
          <w:color w:val="000000"/>
          <w:szCs w:val="24"/>
          <w:lang w:val="sr-Cyrl-RS"/>
        </w:rPr>
        <w:t>Посебна пажња посвећује се подршци жен</w:t>
      </w:r>
      <w:r w:rsidR="00C1317B" w:rsidRPr="00A90824">
        <w:rPr>
          <w:color w:val="000000"/>
          <w:szCs w:val="24"/>
          <w:lang w:val="sr-Cyrl-RS"/>
        </w:rPr>
        <w:t>а</w:t>
      </w:r>
      <w:r w:rsidRPr="00A90824">
        <w:rPr>
          <w:color w:val="000000"/>
          <w:szCs w:val="24"/>
          <w:lang w:val="sr-Cyrl-RS"/>
        </w:rPr>
        <w:t xml:space="preserve"> предузетник</w:t>
      </w:r>
      <w:r w:rsidR="00C1317B" w:rsidRPr="00A90824">
        <w:rPr>
          <w:color w:val="000000"/>
          <w:szCs w:val="24"/>
          <w:lang w:val="sr-Cyrl-RS"/>
        </w:rPr>
        <w:t>а</w:t>
      </w:r>
      <w:r w:rsidRPr="00A90824">
        <w:rPr>
          <w:color w:val="000000"/>
          <w:szCs w:val="24"/>
          <w:lang w:val="sr-Cyrl-RS"/>
        </w:rPr>
        <w:t xml:space="preserve"> и истраживач</w:t>
      </w:r>
      <w:r w:rsidR="00C1317B" w:rsidRPr="00A90824">
        <w:rPr>
          <w:color w:val="000000"/>
          <w:szCs w:val="24"/>
          <w:lang w:val="sr-Cyrl-RS"/>
        </w:rPr>
        <w:t>а</w:t>
      </w:r>
      <w:r w:rsidRPr="00A90824">
        <w:rPr>
          <w:color w:val="000000"/>
          <w:szCs w:val="24"/>
          <w:lang w:val="sr-Cyrl-RS"/>
        </w:rPr>
        <w:t xml:space="preserve"> у области вештачке интелигенције, како би се подстакао родни баланс у технолошком сектору. Успоставља се систем за редовно праћење и евалуацију подржаних компанија и пројеката, са циљем да се измери утицај и ефикасност подршке. </w:t>
      </w:r>
    </w:p>
    <w:p w14:paraId="1C0C5EE3" w14:textId="113C7C9E" w:rsidR="00073408" w:rsidRPr="00A90824" w:rsidRDefault="00073408" w:rsidP="00073408">
      <w:pPr>
        <w:rPr>
          <w:color w:val="000000"/>
          <w:szCs w:val="24"/>
          <w:lang w:val="sr-Cyrl-RS"/>
        </w:rPr>
      </w:pPr>
      <w:r w:rsidRPr="00A90824">
        <w:rPr>
          <w:color w:val="000000"/>
          <w:szCs w:val="24"/>
          <w:lang w:val="sr-Cyrl-RS"/>
        </w:rPr>
        <w:t xml:space="preserve">Мера обухвата увођење циљане подршке за пројекте који подразумевају развој вештачке интелигенције, са посебним акцентом на стартап, микро, мале и средње компаније, стимулисање партнерстава за велике компаније које улажу у пројекте </w:t>
      </w:r>
      <w:r w:rsidR="00E102BA" w:rsidRPr="00A90824">
        <w:rPr>
          <w:color w:val="000000"/>
          <w:szCs w:val="24"/>
          <w:lang w:val="sr-Cyrl-RS"/>
        </w:rPr>
        <w:t xml:space="preserve">у овој области </w:t>
      </w:r>
      <w:r w:rsidRPr="00A90824">
        <w:rPr>
          <w:color w:val="000000"/>
          <w:szCs w:val="24"/>
          <w:lang w:val="sr-Cyrl-RS"/>
        </w:rPr>
        <w:t xml:space="preserve">заједно са </w:t>
      </w:r>
      <w:r w:rsidR="00E102BA" w:rsidRPr="00A90824">
        <w:rPr>
          <w:color w:val="000000"/>
          <w:szCs w:val="24"/>
          <w:lang w:val="sr-Cyrl-RS"/>
        </w:rPr>
        <w:t xml:space="preserve">другим </w:t>
      </w:r>
      <w:r w:rsidRPr="00A90824">
        <w:rPr>
          <w:color w:val="000000"/>
          <w:szCs w:val="24"/>
          <w:lang w:val="sr-Cyrl-RS"/>
        </w:rPr>
        <w:t>компанијама, подршку програмима професионалног развоја и обуке у области вештачке интелигенције, пласман развијених производа у оквиру привреде и државе, креирање позитивног окружења и привлачење „Big Tech</w:t>
      </w:r>
      <w:r w:rsidR="00B16BCB" w:rsidRPr="00B16BCB">
        <w:rPr>
          <w:bCs/>
          <w:color w:val="000000"/>
          <w:szCs w:val="24"/>
          <w:lang w:val="sr-Cyrl-CS"/>
        </w:rPr>
        <w:t>”</w:t>
      </w:r>
      <w:r w:rsidRPr="00A90824">
        <w:rPr>
          <w:color w:val="000000"/>
          <w:szCs w:val="24"/>
          <w:lang w:val="sr-Cyrl-RS"/>
        </w:rPr>
        <w:t xml:space="preserve"> компанија </w:t>
      </w:r>
      <w:r w:rsidR="00E102BA" w:rsidRPr="00A90824">
        <w:rPr>
          <w:color w:val="000000"/>
          <w:szCs w:val="24"/>
          <w:lang w:val="sr-Cyrl-RS"/>
        </w:rPr>
        <w:t>како би отворили</w:t>
      </w:r>
      <w:r w:rsidRPr="00A90824">
        <w:rPr>
          <w:color w:val="000000"/>
          <w:szCs w:val="24"/>
          <w:lang w:val="sr-Cyrl-RS"/>
        </w:rPr>
        <w:t xml:space="preserve"> развојне центре у </w:t>
      </w:r>
      <w:r w:rsidR="00B16BCB">
        <w:rPr>
          <w:color w:val="000000"/>
          <w:szCs w:val="24"/>
          <w:lang w:val="sr-Cyrl-RS"/>
        </w:rPr>
        <w:t xml:space="preserve">Републици </w:t>
      </w:r>
      <w:r w:rsidRPr="00A90824">
        <w:rPr>
          <w:color w:val="000000"/>
          <w:szCs w:val="24"/>
          <w:lang w:val="sr-Cyrl-RS"/>
        </w:rPr>
        <w:t>Србији, развој методологије и програма за подршку креирања спин-оф компанија, у области вештачке интелигенције, са академије и др.</w:t>
      </w:r>
    </w:p>
    <w:p w14:paraId="21A0E789" w14:textId="77777777" w:rsidR="00073408" w:rsidRPr="00A90824" w:rsidRDefault="00073408" w:rsidP="00073408">
      <w:pPr>
        <w:pStyle w:val="Heading4"/>
        <w:rPr>
          <w:color w:val="000000"/>
          <w:szCs w:val="24"/>
        </w:rPr>
      </w:pPr>
      <w:r w:rsidRPr="00A90824">
        <w:rPr>
          <w:color w:val="000000"/>
          <w:szCs w:val="24"/>
        </w:rPr>
        <w:t>Период реализације:</w:t>
      </w:r>
    </w:p>
    <w:p w14:paraId="34DF27AB" w14:textId="77777777" w:rsidR="00073408" w:rsidRPr="00A90824" w:rsidRDefault="00075CDD" w:rsidP="00073408">
      <w:pPr>
        <w:rPr>
          <w:color w:val="000000"/>
          <w:szCs w:val="24"/>
          <w:lang w:val="sr-Latn-RS"/>
        </w:rPr>
      </w:pPr>
      <w:r w:rsidRPr="00A90824">
        <w:rPr>
          <w:color w:val="000000"/>
          <w:szCs w:val="24"/>
          <w:lang w:val="sr-Cyrl-RS"/>
        </w:rPr>
        <w:t>2025</w:t>
      </w:r>
      <w:r w:rsidR="00512FEE" w:rsidRPr="00A90824">
        <w:rPr>
          <w:color w:val="000000"/>
          <w:szCs w:val="24"/>
          <w:lang w:val="sr-Latn-RS"/>
        </w:rPr>
        <w:t>.</w:t>
      </w:r>
      <w:r w:rsidR="00073408" w:rsidRPr="00A90824">
        <w:rPr>
          <w:color w:val="000000"/>
          <w:szCs w:val="24"/>
          <w:lang w:val="sr-Cyrl-RS"/>
        </w:rPr>
        <w:t xml:space="preserve"> – 2030</w:t>
      </w:r>
      <w:r w:rsidR="00512FEE" w:rsidRPr="00A90824">
        <w:rPr>
          <w:color w:val="000000"/>
          <w:szCs w:val="24"/>
          <w:lang w:val="sr-Latn-RS"/>
        </w:rPr>
        <w:t>.</w:t>
      </w:r>
    </w:p>
    <w:p w14:paraId="7001AE19" w14:textId="77777777" w:rsidR="00073408" w:rsidRPr="00A90824" w:rsidRDefault="00073408" w:rsidP="00073408">
      <w:pPr>
        <w:pStyle w:val="Heading4"/>
        <w:rPr>
          <w:color w:val="000000"/>
          <w:szCs w:val="24"/>
        </w:rPr>
      </w:pPr>
      <w:r w:rsidRPr="00A90824">
        <w:rPr>
          <w:color w:val="000000"/>
          <w:szCs w:val="24"/>
        </w:rPr>
        <w:t>Надлежне институције</w:t>
      </w:r>
    </w:p>
    <w:p w14:paraId="0B80F344" w14:textId="77777777" w:rsidR="00073408" w:rsidRPr="00A90824" w:rsidRDefault="00073408" w:rsidP="0007340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236765" w:rsidRPr="00A90824">
        <w:rPr>
          <w:color w:val="000000"/>
          <w:szCs w:val="24"/>
          <w:lang w:val="sr-Cyrl-RS"/>
        </w:rPr>
        <w:t>научноистраживачку и иновациону делатност (носилац)</w:t>
      </w:r>
    </w:p>
    <w:p w14:paraId="6D0126AE" w14:textId="77777777" w:rsidR="00073408" w:rsidRPr="00A90824" w:rsidRDefault="00073408" w:rsidP="0007340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привреду (партнер)</w:t>
      </w:r>
    </w:p>
    <w:p w14:paraId="6035DD24" w14:textId="77777777" w:rsidR="00911CB0" w:rsidRPr="00A90824" w:rsidRDefault="00911CB0" w:rsidP="0007340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Фонд за иновациону делатност (партнер)</w:t>
      </w:r>
    </w:p>
    <w:p w14:paraId="0D7198B4" w14:textId="77777777" w:rsidR="00911CB0" w:rsidRPr="00A90824" w:rsidRDefault="00911CB0" w:rsidP="0007340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Научно-технолошки паркови (партнер)</w:t>
      </w:r>
    </w:p>
    <w:p w14:paraId="59FBF713" w14:textId="77777777" w:rsidR="00911CB0" w:rsidRPr="00A90824" w:rsidRDefault="00911CB0" w:rsidP="0007340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Привредна комора Србије</w:t>
      </w:r>
      <w:r w:rsidR="00236765" w:rsidRPr="00A90824">
        <w:rPr>
          <w:color w:val="000000"/>
          <w:szCs w:val="24"/>
          <w:lang w:val="sr-Cyrl-RS"/>
        </w:rPr>
        <w:t xml:space="preserve"> (партнер)</w:t>
      </w:r>
    </w:p>
    <w:p w14:paraId="32426AE5" w14:textId="77777777" w:rsidR="00073408" w:rsidRPr="00A90824" w:rsidRDefault="00073408" w:rsidP="00073408">
      <w:pPr>
        <w:pStyle w:val="Heading4"/>
        <w:rPr>
          <w:color w:val="000000"/>
          <w:szCs w:val="24"/>
        </w:rPr>
      </w:pPr>
      <w:r w:rsidRPr="00A90824">
        <w:rPr>
          <w:color w:val="000000"/>
          <w:szCs w:val="24"/>
        </w:rPr>
        <w:t>Показатељи:</w:t>
      </w:r>
    </w:p>
    <w:p w14:paraId="390BA89C" w14:textId="512C4048" w:rsidR="00073408" w:rsidRPr="00A90824" w:rsidRDefault="00073408" w:rsidP="00E63B22">
      <w:pPr>
        <w:pStyle w:val="ListParagraph"/>
        <w:numPr>
          <w:ilvl w:val="0"/>
          <w:numId w:val="9"/>
        </w:numPr>
        <w:spacing w:after="60"/>
        <w:ind w:left="1077"/>
        <w:contextualSpacing w:val="0"/>
        <w:rPr>
          <w:color w:val="000000"/>
          <w:szCs w:val="24"/>
          <w:lang w:val="sr-Cyrl-RS"/>
        </w:rPr>
      </w:pPr>
      <w:r w:rsidRPr="00A90824">
        <w:rPr>
          <w:color w:val="000000"/>
          <w:szCs w:val="24"/>
          <w:lang w:val="sr-Cyrl-RS"/>
        </w:rPr>
        <w:t xml:space="preserve">Број стартапа из области </w:t>
      </w:r>
      <w:r w:rsidR="00236765" w:rsidRPr="00A90824">
        <w:rPr>
          <w:color w:val="000000"/>
          <w:szCs w:val="24"/>
          <w:lang w:val="sr-Cyrl-RS"/>
        </w:rPr>
        <w:t>вештачке интелигенције</w:t>
      </w:r>
      <w:r w:rsidRPr="00A90824">
        <w:rPr>
          <w:color w:val="000000"/>
          <w:szCs w:val="24"/>
          <w:lang w:val="sr-Cyrl-RS"/>
        </w:rPr>
        <w:t xml:space="preserve"> који су добили финансијску подршку Фонда за иновациону делатност који су користили државне грантове за истраживање и развој у </w:t>
      </w:r>
      <w:r w:rsidR="00185A27" w:rsidRPr="00A90824">
        <w:rPr>
          <w:color w:val="000000"/>
          <w:szCs w:val="24"/>
          <w:lang w:val="sr-Cyrl-RS"/>
        </w:rPr>
        <w:t>области вештачке интелигенције</w:t>
      </w:r>
      <w:r w:rsidRPr="00A90824">
        <w:rPr>
          <w:color w:val="000000"/>
          <w:szCs w:val="24"/>
          <w:lang w:val="sr-Cyrl-RS"/>
        </w:rPr>
        <w:t xml:space="preserve"> на годишњем нивоу</w:t>
      </w:r>
    </w:p>
    <w:p w14:paraId="0F504536"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33</w:t>
      </w:r>
    </w:p>
    <w:p w14:paraId="157BE89C"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50</w:t>
      </w:r>
    </w:p>
    <w:p w14:paraId="4D9760CB"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70</w:t>
      </w:r>
    </w:p>
    <w:p w14:paraId="43692775" w14:textId="3D39E2EB" w:rsidR="00073408" w:rsidRPr="00A90824" w:rsidRDefault="00073408" w:rsidP="00E63B22">
      <w:pPr>
        <w:pStyle w:val="ListParagraph"/>
        <w:numPr>
          <w:ilvl w:val="0"/>
          <w:numId w:val="9"/>
        </w:numPr>
        <w:spacing w:before="120" w:after="60"/>
        <w:contextualSpacing w:val="0"/>
        <w:rPr>
          <w:color w:val="000000"/>
          <w:szCs w:val="24"/>
          <w:lang w:val="sr-Cyrl-RS"/>
        </w:rPr>
      </w:pPr>
      <w:r w:rsidRPr="00A90824">
        <w:rPr>
          <w:color w:val="000000"/>
          <w:szCs w:val="24"/>
          <w:lang w:val="sr-Cyrl-RS"/>
        </w:rPr>
        <w:t xml:space="preserve">Број стартапа који учествују у </w:t>
      </w:r>
      <w:r w:rsidR="00911CB0" w:rsidRPr="00A90824">
        <w:rPr>
          <w:color w:val="000000"/>
          <w:szCs w:val="24"/>
          <w:lang w:val="sr-Cyrl-RS"/>
        </w:rPr>
        <w:t>програмима инкубације и</w:t>
      </w:r>
      <w:r w:rsidR="00236765" w:rsidRPr="00A90824">
        <w:rPr>
          <w:color w:val="000000"/>
          <w:szCs w:val="24"/>
          <w:lang w:val="sr-Cyrl-RS"/>
        </w:rPr>
        <w:t xml:space="preserve"> </w:t>
      </w:r>
      <w:r w:rsidRPr="00A90824">
        <w:rPr>
          <w:color w:val="000000"/>
          <w:szCs w:val="24"/>
          <w:lang w:val="sr-Cyrl-RS"/>
        </w:rPr>
        <w:t>акцелераци</w:t>
      </w:r>
      <w:r w:rsidR="00306E7A">
        <w:rPr>
          <w:color w:val="000000"/>
          <w:szCs w:val="24"/>
          <w:lang w:val="sr-Cyrl-RS"/>
        </w:rPr>
        <w:t>је подржаним од стране државе</w:t>
      </w:r>
    </w:p>
    <w:p w14:paraId="341B99EF" w14:textId="77777777" w:rsidR="00073408" w:rsidRPr="00A90824" w:rsidRDefault="00073408" w:rsidP="00073408">
      <w:pPr>
        <w:pStyle w:val="ListParagraph"/>
        <w:numPr>
          <w:ilvl w:val="0"/>
          <w:numId w:val="1"/>
        </w:numPr>
        <w:spacing w:after="60"/>
        <w:ind w:left="1701" w:hanging="510"/>
        <w:contextualSpacing w:val="0"/>
        <w:rPr>
          <w:szCs w:val="24"/>
          <w:lang w:val="sr-Cyrl-RS"/>
        </w:rPr>
      </w:pPr>
      <w:r w:rsidRPr="00A90824">
        <w:rPr>
          <w:color w:val="000000"/>
          <w:szCs w:val="24"/>
          <w:lang w:val="sr-Cyrl-RS"/>
        </w:rPr>
        <w:t xml:space="preserve">Почетна </w:t>
      </w:r>
      <w:r w:rsidRPr="00A90824">
        <w:rPr>
          <w:szCs w:val="24"/>
          <w:lang w:val="sr-Cyrl-RS"/>
        </w:rPr>
        <w:t>вредност: 8</w:t>
      </w:r>
    </w:p>
    <w:p w14:paraId="21ED24EA" w14:textId="719A2D90" w:rsidR="00073408" w:rsidRPr="00A90824" w:rsidRDefault="00073408" w:rsidP="00073408">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2027. године: 20</w:t>
      </w:r>
      <w:r w:rsidR="00F51B4B" w:rsidRPr="00A90824">
        <w:rPr>
          <w:szCs w:val="24"/>
          <w:lang w:val="sr-Cyrl-RS"/>
        </w:rPr>
        <w:t xml:space="preserve"> (годишње)</w:t>
      </w:r>
    </w:p>
    <w:p w14:paraId="21ADFC9A" w14:textId="3429FD36" w:rsidR="00073408" w:rsidRPr="00A90824" w:rsidRDefault="00073408" w:rsidP="00073408">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2030. године: 30</w:t>
      </w:r>
      <w:r w:rsidR="00F51B4B" w:rsidRPr="00A90824">
        <w:rPr>
          <w:szCs w:val="24"/>
          <w:lang w:val="sr-Cyrl-RS"/>
        </w:rPr>
        <w:t xml:space="preserve"> (годишње)</w:t>
      </w:r>
    </w:p>
    <w:p w14:paraId="2AC06063" w14:textId="77777777" w:rsidR="00073408" w:rsidRPr="00A90824" w:rsidRDefault="00073408" w:rsidP="00E63B22">
      <w:pPr>
        <w:pStyle w:val="ListParagraph"/>
        <w:numPr>
          <w:ilvl w:val="0"/>
          <w:numId w:val="9"/>
        </w:numPr>
        <w:spacing w:before="120" w:after="60"/>
        <w:contextualSpacing w:val="0"/>
        <w:rPr>
          <w:szCs w:val="24"/>
          <w:lang w:val="sr-Cyrl-RS"/>
        </w:rPr>
      </w:pPr>
      <w:r w:rsidRPr="00A90824">
        <w:rPr>
          <w:szCs w:val="24"/>
          <w:lang w:val="sr-Cyrl-RS"/>
        </w:rPr>
        <w:t xml:space="preserve">Број стартапа у области </w:t>
      </w:r>
      <w:r w:rsidR="00236765" w:rsidRPr="00A90824">
        <w:rPr>
          <w:szCs w:val="24"/>
          <w:lang w:val="sr-Cyrl-RS"/>
        </w:rPr>
        <w:t>вештачке интелигенције</w:t>
      </w:r>
      <w:r w:rsidRPr="00A90824">
        <w:rPr>
          <w:szCs w:val="24"/>
          <w:lang w:val="sr-Cyrl-RS"/>
        </w:rPr>
        <w:t xml:space="preserve"> у које је улагано од стране подржаног фонда предузетничког капитала</w:t>
      </w:r>
    </w:p>
    <w:p w14:paraId="313E7189" w14:textId="77777777" w:rsidR="00073408" w:rsidRPr="00A90824" w:rsidRDefault="00073408" w:rsidP="00073408">
      <w:pPr>
        <w:pStyle w:val="ListParagraph"/>
        <w:numPr>
          <w:ilvl w:val="0"/>
          <w:numId w:val="1"/>
        </w:numPr>
        <w:spacing w:after="60"/>
        <w:ind w:left="1701" w:hanging="510"/>
        <w:contextualSpacing w:val="0"/>
        <w:rPr>
          <w:szCs w:val="24"/>
          <w:lang w:val="sr-Cyrl-RS"/>
        </w:rPr>
      </w:pPr>
      <w:r w:rsidRPr="00A90824">
        <w:rPr>
          <w:szCs w:val="24"/>
          <w:lang w:val="sr-Cyrl-RS"/>
        </w:rPr>
        <w:t>Почетна вредност: 0</w:t>
      </w:r>
    </w:p>
    <w:p w14:paraId="439657C1" w14:textId="77777777" w:rsidR="00073408" w:rsidRPr="00A90824" w:rsidRDefault="00073408" w:rsidP="00073408">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2027. године: 10</w:t>
      </w:r>
    </w:p>
    <w:p w14:paraId="79B16FC9" w14:textId="77777777" w:rsidR="00073408" w:rsidRPr="00A90824" w:rsidRDefault="00073408" w:rsidP="00073408">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2030. године: 20</w:t>
      </w:r>
    </w:p>
    <w:p w14:paraId="271A68B5" w14:textId="77777777" w:rsidR="00073408" w:rsidRPr="00A90824" w:rsidRDefault="00073408" w:rsidP="00E63B22">
      <w:pPr>
        <w:pStyle w:val="ListParagraph"/>
        <w:numPr>
          <w:ilvl w:val="0"/>
          <w:numId w:val="9"/>
        </w:numPr>
        <w:spacing w:before="120" w:after="60"/>
        <w:contextualSpacing w:val="0"/>
        <w:rPr>
          <w:szCs w:val="24"/>
          <w:lang w:val="sr-Cyrl-RS"/>
        </w:rPr>
      </w:pPr>
      <w:r w:rsidRPr="00A90824">
        <w:rPr>
          <w:szCs w:val="24"/>
          <w:lang w:val="sr-Cyrl-RS"/>
        </w:rPr>
        <w:t>Развијена, објављена и ефикасна методологија и програма за подршку спин</w:t>
      </w:r>
      <w:r w:rsidR="00911CB0" w:rsidRPr="00A90824">
        <w:rPr>
          <w:szCs w:val="24"/>
          <w:lang w:val="sr-Cyrl-RS"/>
        </w:rPr>
        <w:t>офа из НИО</w:t>
      </w:r>
      <w:r w:rsidR="00236765" w:rsidRPr="00A90824">
        <w:rPr>
          <w:szCs w:val="24"/>
          <w:lang w:val="sr-Cyrl-RS"/>
        </w:rPr>
        <w:t xml:space="preserve"> </w:t>
      </w:r>
      <w:r w:rsidRPr="00A90824">
        <w:rPr>
          <w:szCs w:val="24"/>
          <w:lang w:val="sr-Cyrl-RS"/>
        </w:rPr>
        <w:t xml:space="preserve">компанија у области вештачке интелигенције </w:t>
      </w:r>
    </w:p>
    <w:p w14:paraId="3B2FB6CE" w14:textId="77777777" w:rsidR="00073408" w:rsidRPr="00A90824" w:rsidRDefault="00073408" w:rsidP="00073408">
      <w:pPr>
        <w:pStyle w:val="ListParagraph"/>
        <w:numPr>
          <w:ilvl w:val="0"/>
          <w:numId w:val="1"/>
        </w:numPr>
        <w:spacing w:after="60"/>
        <w:ind w:left="1701" w:hanging="510"/>
        <w:contextualSpacing w:val="0"/>
        <w:rPr>
          <w:szCs w:val="24"/>
          <w:lang w:val="sr-Cyrl-RS"/>
        </w:rPr>
      </w:pPr>
      <w:r w:rsidRPr="00A90824">
        <w:rPr>
          <w:szCs w:val="24"/>
          <w:lang w:val="sr-Cyrl-RS"/>
        </w:rPr>
        <w:t xml:space="preserve">Почетна вредност: НЕ </w:t>
      </w:r>
    </w:p>
    <w:p w14:paraId="3084C884" w14:textId="77777777" w:rsidR="00073408" w:rsidRPr="00A90824" w:rsidRDefault="00073408" w:rsidP="00073408">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2027. године: ДА</w:t>
      </w:r>
    </w:p>
    <w:p w14:paraId="22B5A65F" w14:textId="77777777" w:rsidR="00073408" w:rsidRPr="00A90824" w:rsidRDefault="00073408" w:rsidP="00073408">
      <w:pPr>
        <w:pStyle w:val="Heading3"/>
        <w:rPr>
          <w:color w:val="000000"/>
          <w:sz w:val="24"/>
          <w:szCs w:val="24"/>
        </w:rPr>
      </w:pPr>
      <w:r w:rsidRPr="00A90824">
        <w:rPr>
          <w:color w:val="000000"/>
          <w:sz w:val="24"/>
          <w:szCs w:val="24"/>
        </w:rPr>
        <w:t xml:space="preserve">Мера </w:t>
      </w:r>
      <w:r w:rsidR="009C0EDE" w:rsidRPr="00A90824">
        <w:rPr>
          <w:color w:val="000000"/>
          <w:sz w:val="24"/>
          <w:szCs w:val="24"/>
        </w:rPr>
        <w:t>2</w:t>
      </w:r>
      <w:r w:rsidRPr="00A90824">
        <w:rPr>
          <w:color w:val="000000"/>
          <w:sz w:val="24"/>
          <w:szCs w:val="24"/>
        </w:rPr>
        <w:t>.3: Подршка даљем развоју И</w:t>
      </w:r>
      <w:r w:rsidR="00E102BA" w:rsidRPr="00A90824">
        <w:rPr>
          <w:color w:val="000000"/>
          <w:sz w:val="24"/>
          <w:szCs w:val="24"/>
        </w:rPr>
        <w:t>нститута за вештачку интелигенцију</w:t>
      </w:r>
    </w:p>
    <w:p w14:paraId="2DBC5EA8" w14:textId="77777777" w:rsidR="00073408" w:rsidRPr="00A90824" w:rsidRDefault="00073408" w:rsidP="00073408">
      <w:pPr>
        <w:pStyle w:val="Heading4"/>
        <w:rPr>
          <w:color w:val="000000"/>
          <w:szCs w:val="24"/>
        </w:rPr>
      </w:pPr>
      <w:r w:rsidRPr="00A90824">
        <w:rPr>
          <w:color w:val="000000"/>
          <w:szCs w:val="24"/>
        </w:rPr>
        <w:t>Опис мере:</w:t>
      </w:r>
    </w:p>
    <w:p w14:paraId="2E882C33" w14:textId="77777777" w:rsidR="00073408" w:rsidRPr="00A90824" w:rsidRDefault="00073408" w:rsidP="00073408">
      <w:pPr>
        <w:rPr>
          <w:color w:val="000000"/>
          <w:szCs w:val="24"/>
          <w:lang w:val="sr-Cyrl-RS"/>
        </w:rPr>
      </w:pPr>
      <w:r w:rsidRPr="00A90824">
        <w:rPr>
          <w:color w:val="000000"/>
          <w:szCs w:val="24"/>
          <w:lang w:val="sr-Cyrl-RS"/>
        </w:rPr>
        <w:t>У претходно</w:t>
      </w:r>
      <w:r w:rsidR="00E102BA" w:rsidRPr="00A90824">
        <w:rPr>
          <w:color w:val="000000"/>
          <w:szCs w:val="24"/>
          <w:lang w:val="sr-Cyrl-RS"/>
        </w:rPr>
        <w:t xml:space="preserve">м периоду </w:t>
      </w:r>
      <w:r w:rsidRPr="00A90824">
        <w:rPr>
          <w:color w:val="000000"/>
          <w:szCs w:val="24"/>
          <w:lang w:val="sr-Cyrl-RS"/>
        </w:rPr>
        <w:t>основан је Институт за вештачку интелигенцију као резултат добре праксе у другим државама, са циљем развоја талената из области вештачке интелигенције, олакшавања сарадње између истраживачких група</w:t>
      </w:r>
      <w:r w:rsidR="00E102BA" w:rsidRPr="00A90824">
        <w:rPr>
          <w:color w:val="000000"/>
          <w:szCs w:val="24"/>
          <w:lang w:val="sr-Cyrl-RS"/>
        </w:rPr>
        <w:t>,</w:t>
      </w:r>
      <w:r w:rsidRPr="00A90824">
        <w:rPr>
          <w:color w:val="000000"/>
          <w:szCs w:val="24"/>
          <w:lang w:val="sr-Cyrl-RS"/>
        </w:rPr>
        <w:t xml:space="preserve"> праћења стања у области, пружања подршке </w:t>
      </w:r>
      <w:r w:rsidR="00E102BA" w:rsidRPr="00A90824">
        <w:rPr>
          <w:color w:val="000000"/>
          <w:szCs w:val="24"/>
          <w:lang w:val="sr-Cyrl-RS"/>
        </w:rPr>
        <w:t xml:space="preserve">другим организацијама </w:t>
      </w:r>
      <w:r w:rsidRPr="00A90824">
        <w:rPr>
          <w:color w:val="000000"/>
          <w:szCs w:val="24"/>
          <w:lang w:val="sr-Cyrl-RS"/>
        </w:rPr>
        <w:t xml:space="preserve">и </w:t>
      </w:r>
      <w:r w:rsidR="00E102BA" w:rsidRPr="00A90824">
        <w:rPr>
          <w:color w:val="000000"/>
          <w:szCs w:val="24"/>
          <w:lang w:val="sr-Cyrl-RS"/>
        </w:rPr>
        <w:t>др</w:t>
      </w:r>
      <w:r w:rsidRPr="00A90824">
        <w:rPr>
          <w:color w:val="000000"/>
          <w:szCs w:val="24"/>
          <w:lang w:val="sr-Cyrl-RS"/>
        </w:rPr>
        <w:t xml:space="preserve">. </w:t>
      </w:r>
      <w:r w:rsidR="0056311E" w:rsidRPr="00A90824">
        <w:rPr>
          <w:color w:val="000000"/>
          <w:szCs w:val="24"/>
          <w:lang w:val="sr-Cyrl-RS"/>
        </w:rPr>
        <w:t>О</w:t>
      </w:r>
      <w:r w:rsidRPr="00A90824">
        <w:rPr>
          <w:color w:val="000000"/>
          <w:szCs w:val="24"/>
          <w:lang w:val="sr-Cyrl-RS"/>
        </w:rPr>
        <w:t xml:space="preserve">вакви институти оснивају </w:t>
      </w:r>
      <w:r w:rsidR="0056311E" w:rsidRPr="00A90824">
        <w:rPr>
          <w:color w:val="000000"/>
          <w:szCs w:val="24"/>
          <w:lang w:val="sr-Cyrl-RS"/>
        </w:rPr>
        <w:t xml:space="preserve">се на националном нивоу </w:t>
      </w:r>
      <w:r w:rsidRPr="00A90824">
        <w:rPr>
          <w:color w:val="000000"/>
          <w:szCs w:val="24"/>
          <w:lang w:val="sr-Cyrl-RS"/>
        </w:rPr>
        <w:t>у многим земљама и представљају званични канал сарадње</w:t>
      </w:r>
      <w:r w:rsidR="0056311E" w:rsidRPr="00A90824">
        <w:rPr>
          <w:color w:val="000000"/>
          <w:szCs w:val="24"/>
          <w:lang w:val="sr-Cyrl-RS"/>
        </w:rPr>
        <w:t>, нарочито преко</w:t>
      </w:r>
      <w:r w:rsidRPr="00A90824">
        <w:rPr>
          <w:color w:val="000000"/>
          <w:szCs w:val="24"/>
          <w:lang w:val="sr-Cyrl-RS"/>
        </w:rPr>
        <w:t xml:space="preserve"> Глобално</w:t>
      </w:r>
      <w:r w:rsidR="00C1317B" w:rsidRPr="00A90824">
        <w:rPr>
          <w:color w:val="000000"/>
          <w:szCs w:val="24"/>
          <w:lang w:val="sr-Cyrl-RS"/>
        </w:rPr>
        <w:t>г</w:t>
      </w:r>
      <w:r w:rsidRPr="00A90824">
        <w:rPr>
          <w:color w:val="000000"/>
          <w:szCs w:val="24"/>
          <w:lang w:val="sr-Cyrl-RS"/>
        </w:rPr>
        <w:t xml:space="preserve"> партнерств</w:t>
      </w:r>
      <w:r w:rsidR="00C1317B" w:rsidRPr="00A90824">
        <w:rPr>
          <w:color w:val="000000"/>
          <w:szCs w:val="24"/>
          <w:lang w:val="sr-Cyrl-RS"/>
        </w:rPr>
        <w:t>а</w:t>
      </w:r>
      <w:r w:rsidRPr="00A90824">
        <w:rPr>
          <w:color w:val="000000"/>
          <w:szCs w:val="24"/>
          <w:lang w:val="sr-Cyrl-RS"/>
        </w:rPr>
        <w:t xml:space="preserve"> за вештачку интелигенцију. Ов</w:t>
      </w:r>
      <w:r w:rsidR="00FE3313" w:rsidRPr="00A90824">
        <w:rPr>
          <w:color w:val="000000"/>
          <w:szCs w:val="24"/>
          <w:lang w:val="sr-Cyrl-RS"/>
        </w:rPr>
        <w:t>ом</w:t>
      </w:r>
      <w:r w:rsidRPr="00A90824">
        <w:rPr>
          <w:color w:val="000000"/>
          <w:szCs w:val="24"/>
          <w:lang w:val="sr-Cyrl-RS"/>
        </w:rPr>
        <w:t xml:space="preserve"> мер</w:t>
      </w:r>
      <w:r w:rsidR="00FE3313" w:rsidRPr="00A90824">
        <w:rPr>
          <w:color w:val="000000"/>
          <w:szCs w:val="24"/>
          <w:lang w:val="sr-Cyrl-RS"/>
        </w:rPr>
        <w:t>ом</w:t>
      </w:r>
      <w:r w:rsidRPr="00A90824">
        <w:rPr>
          <w:color w:val="000000"/>
          <w:szCs w:val="24"/>
          <w:lang w:val="sr-Cyrl-RS"/>
        </w:rPr>
        <w:t xml:space="preserve"> </w:t>
      </w:r>
      <w:r w:rsidR="00FE3313" w:rsidRPr="00A90824">
        <w:rPr>
          <w:color w:val="000000"/>
          <w:szCs w:val="24"/>
          <w:lang w:val="sr-Cyrl-RS"/>
        </w:rPr>
        <w:t>истиче се спремност за континуирано пружање подршке ради</w:t>
      </w:r>
      <w:r w:rsidRPr="00A90824">
        <w:rPr>
          <w:color w:val="000000"/>
          <w:szCs w:val="24"/>
          <w:lang w:val="sr-Cyrl-RS"/>
        </w:rPr>
        <w:t xml:space="preserve"> даљ</w:t>
      </w:r>
      <w:r w:rsidR="00FE3313" w:rsidRPr="00A90824">
        <w:rPr>
          <w:color w:val="000000"/>
          <w:szCs w:val="24"/>
          <w:lang w:val="sr-Cyrl-RS"/>
        </w:rPr>
        <w:t>ег</w:t>
      </w:r>
      <w:r w:rsidRPr="00A90824">
        <w:rPr>
          <w:color w:val="000000"/>
          <w:szCs w:val="24"/>
          <w:lang w:val="sr-Cyrl-RS"/>
        </w:rPr>
        <w:t xml:space="preserve"> несметан</w:t>
      </w:r>
      <w:r w:rsidR="00FE3313" w:rsidRPr="00A90824">
        <w:rPr>
          <w:color w:val="000000"/>
          <w:szCs w:val="24"/>
          <w:lang w:val="sr-Cyrl-RS"/>
        </w:rPr>
        <w:t>ог</w:t>
      </w:r>
      <w:r w:rsidRPr="00A90824">
        <w:rPr>
          <w:color w:val="000000"/>
          <w:szCs w:val="24"/>
          <w:lang w:val="sr-Cyrl-RS"/>
        </w:rPr>
        <w:t xml:space="preserve"> раст</w:t>
      </w:r>
      <w:r w:rsidR="00FE3313" w:rsidRPr="00A90824">
        <w:rPr>
          <w:color w:val="000000"/>
          <w:szCs w:val="24"/>
          <w:lang w:val="sr-Cyrl-RS"/>
        </w:rPr>
        <w:t>а</w:t>
      </w:r>
      <w:r w:rsidRPr="00A90824">
        <w:rPr>
          <w:color w:val="000000"/>
          <w:szCs w:val="24"/>
          <w:lang w:val="sr-Cyrl-RS"/>
        </w:rPr>
        <w:t xml:space="preserve"> и развој</w:t>
      </w:r>
      <w:r w:rsidR="00FE3313" w:rsidRPr="00A90824">
        <w:rPr>
          <w:color w:val="000000"/>
          <w:szCs w:val="24"/>
          <w:lang w:val="sr-Cyrl-RS"/>
        </w:rPr>
        <w:t>а</w:t>
      </w:r>
      <w:r w:rsidRPr="00A90824">
        <w:rPr>
          <w:color w:val="000000"/>
          <w:szCs w:val="24"/>
          <w:lang w:val="sr-Cyrl-RS"/>
        </w:rPr>
        <w:t xml:space="preserve"> Института за вештачку интелигенцију у складу са потребама науке, државе и друштва.</w:t>
      </w:r>
    </w:p>
    <w:p w14:paraId="391459D9" w14:textId="5B3F5435" w:rsidR="00073408" w:rsidRPr="00A90824" w:rsidRDefault="00073408" w:rsidP="00073408">
      <w:pPr>
        <w:rPr>
          <w:color w:val="000000"/>
          <w:szCs w:val="24"/>
          <w:lang w:val="sr-Cyrl-RS"/>
        </w:rPr>
      </w:pPr>
      <w:r w:rsidRPr="00A90824">
        <w:rPr>
          <w:color w:val="000000"/>
          <w:szCs w:val="24"/>
          <w:lang w:val="sr-Cyrl-RS"/>
        </w:rPr>
        <w:t xml:space="preserve">Унапређење инфраструктуре </w:t>
      </w:r>
      <w:r w:rsidR="0086219C" w:rsidRPr="00A90824">
        <w:rPr>
          <w:color w:val="000000"/>
          <w:szCs w:val="24"/>
          <w:lang w:val="sr-Cyrl-RS"/>
        </w:rPr>
        <w:t>намењене</w:t>
      </w:r>
      <w:r w:rsidRPr="00A90824">
        <w:rPr>
          <w:color w:val="000000"/>
          <w:szCs w:val="24"/>
          <w:lang w:val="sr-Cyrl-RS"/>
        </w:rPr>
        <w:t xml:space="preserve"> Институт</w:t>
      </w:r>
      <w:r w:rsidR="0086219C" w:rsidRPr="00A90824">
        <w:rPr>
          <w:color w:val="000000"/>
          <w:szCs w:val="24"/>
          <w:lang w:val="sr-Cyrl-RS"/>
        </w:rPr>
        <w:t>у</w:t>
      </w:r>
      <w:r w:rsidRPr="00A90824">
        <w:rPr>
          <w:color w:val="000000"/>
          <w:szCs w:val="24"/>
          <w:lang w:val="sr-Cyrl-RS"/>
        </w:rPr>
        <w:t xml:space="preserve"> за вештачку интелигенцију обухвата реконструкцију историјске зграде, познате као </w:t>
      </w:r>
      <w:r w:rsidR="00E102BA" w:rsidRPr="00A90824">
        <w:rPr>
          <w:color w:val="000000"/>
          <w:szCs w:val="24"/>
          <w:lang w:val="sr-Cyrl-RS"/>
        </w:rPr>
        <w:t>„</w:t>
      </w:r>
      <w:r w:rsidRPr="00A90824">
        <w:rPr>
          <w:color w:val="000000"/>
          <w:szCs w:val="24"/>
          <w:lang w:val="sr-Cyrl-RS"/>
        </w:rPr>
        <w:t>Чешки Магацин</w:t>
      </w:r>
      <w:r w:rsidR="00E102BA" w:rsidRPr="00A90824">
        <w:rPr>
          <w:color w:val="000000"/>
          <w:szCs w:val="24"/>
          <w:lang w:val="sr-Cyrl-RS"/>
        </w:rPr>
        <w:t>”</w:t>
      </w:r>
      <w:r w:rsidRPr="00A90824">
        <w:rPr>
          <w:color w:val="000000"/>
          <w:szCs w:val="24"/>
          <w:lang w:val="sr-Cyrl-RS"/>
        </w:rPr>
        <w:t xml:space="preserve"> ради успостављања </w:t>
      </w:r>
      <w:r w:rsidR="0086219C" w:rsidRPr="00A90824">
        <w:rPr>
          <w:color w:val="000000"/>
          <w:szCs w:val="24"/>
          <w:lang w:val="sr-Cyrl-RS"/>
        </w:rPr>
        <w:t xml:space="preserve">два </w:t>
      </w:r>
      <w:r w:rsidRPr="00A90824">
        <w:rPr>
          <w:color w:val="000000"/>
          <w:szCs w:val="24"/>
          <w:lang w:val="sr-Cyrl-RS"/>
        </w:rPr>
        <w:t>савремен</w:t>
      </w:r>
      <w:r w:rsidR="0086219C" w:rsidRPr="00A90824">
        <w:rPr>
          <w:color w:val="000000"/>
          <w:szCs w:val="24"/>
          <w:lang w:val="sr-Cyrl-RS"/>
        </w:rPr>
        <w:t>а</w:t>
      </w:r>
      <w:r w:rsidRPr="00A90824">
        <w:rPr>
          <w:color w:val="000000"/>
          <w:szCs w:val="24"/>
          <w:lang w:val="sr-Cyrl-RS"/>
        </w:rPr>
        <w:t xml:space="preserve"> објекта</w:t>
      </w:r>
      <w:r w:rsidR="0086219C" w:rsidRPr="00A90824">
        <w:rPr>
          <w:color w:val="000000"/>
          <w:szCs w:val="24"/>
          <w:lang w:val="sr-Cyrl-RS"/>
        </w:rPr>
        <w:t xml:space="preserve"> за</w:t>
      </w:r>
      <w:r w:rsidRPr="00A90824">
        <w:rPr>
          <w:color w:val="000000"/>
          <w:szCs w:val="24"/>
          <w:lang w:val="sr-Cyrl-RS"/>
        </w:rPr>
        <w:t xml:space="preserve"> Институт за вештачку интелигенцију и Европски хаб за дигиталне иновације у области вештачке интелигенције у Новом Саду. Ова иницијатива има за циљ пружање најсавременијег окружења за истраживање и развој вештачке интелигенције, чиме се унапређује позиција </w:t>
      </w:r>
      <w:r w:rsidR="00E06B21">
        <w:rPr>
          <w:color w:val="000000"/>
          <w:szCs w:val="24"/>
          <w:lang w:val="sr-Cyrl-RS"/>
        </w:rPr>
        <w:t xml:space="preserve">Републике </w:t>
      </w:r>
      <w:r w:rsidRPr="00A90824">
        <w:rPr>
          <w:color w:val="000000"/>
          <w:szCs w:val="24"/>
          <w:lang w:val="sr-Cyrl-RS"/>
        </w:rPr>
        <w:t>Србије као лидера у области вештачке интелигенције у Југоисточној Европи.</w:t>
      </w:r>
    </w:p>
    <w:p w14:paraId="5CC7B1F2" w14:textId="77777777" w:rsidR="00073408" w:rsidRPr="00A90824" w:rsidRDefault="00073408" w:rsidP="00073408">
      <w:pPr>
        <w:rPr>
          <w:color w:val="000000"/>
          <w:szCs w:val="24"/>
          <w:lang w:val="sr-Cyrl-RS"/>
        </w:rPr>
      </w:pPr>
      <w:r w:rsidRPr="00A90824">
        <w:rPr>
          <w:color w:val="000000"/>
          <w:szCs w:val="24"/>
          <w:lang w:val="sr-Cyrl-RS"/>
        </w:rPr>
        <w:t xml:space="preserve">Мера обухвата унапређење капацитета </w:t>
      </w:r>
      <w:r w:rsidR="00862ACF" w:rsidRPr="00A90824">
        <w:rPr>
          <w:color w:val="000000"/>
          <w:szCs w:val="24"/>
          <w:lang w:val="sr-Cyrl-RS"/>
        </w:rPr>
        <w:t xml:space="preserve">за </w:t>
      </w:r>
      <w:r w:rsidRPr="00A90824">
        <w:rPr>
          <w:color w:val="000000"/>
          <w:szCs w:val="24"/>
          <w:lang w:val="sr-Cyrl-RS"/>
        </w:rPr>
        <w:t>аплицирање на међународне пројекте и остваривање сарадње са другим релевантним међународним институтима и компанијама, подршку развоју процеса, сертификациј</w:t>
      </w:r>
      <w:r w:rsidR="00862ACF" w:rsidRPr="00A90824">
        <w:rPr>
          <w:color w:val="000000"/>
          <w:szCs w:val="24"/>
          <w:lang w:val="sr-Cyrl-RS"/>
        </w:rPr>
        <w:t>у</w:t>
      </w:r>
      <w:r w:rsidRPr="00A90824">
        <w:rPr>
          <w:color w:val="000000"/>
          <w:szCs w:val="24"/>
          <w:lang w:val="sr-Cyrl-RS"/>
        </w:rPr>
        <w:t xml:space="preserve"> и стандардизациј</w:t>
      </w:r>
      <w:r w:rsidR="00862ACF" w:rsidRPr="00A90824">
        <w:rPr>
          <w:color w:val="000000"/>
          <w:szCs w:val="24"/>
          <w:lang w:val="sr-Cyrl-RS"/>
        </w:rPr>
        <w:t>у</w:t>
      </w:r>
      <w:r w:rsidRPr="00A90824">
        <w:rPr>
          <w:color w:val="000000"/>
          <w:szCs w:val="24"/>
          <w:lang w:val="sr-Cyrl-RS"/>
        </w:rPr>
        <w:t xml:space="preserve"> института и позиционирању института на међународном плану.</w:t>
      </w:r>
    </w:p>
    <w:p w14:paraId="74028221" w14:textId="77777777" w:rsidR="00073408" w:rsidRPr="00A90824" w:rsidRDefault="00073408" w:rsidP="00073408">
      <w:pPr>
        <w:pStyle w:val="Heading4"/>
        <w:rPr>
          <w:color w:val="000000"/>
          <w:szCs w:val="24"/>
        </w:rPr>
      </w:pPr>
      <w:r w:rsidRPr="00A90824">
        <w:rPr>
          <w:color w:val="000000"/>
          <w:szCs w:val="24"/>
        </w:rPr>
        <w:t>Период реализације:</w:t>
      </w:r>
    </w:p>
    <w:p w14:paraId="1F471770" w14:textId="77777777" w:rsidR="00073408" w:rsidRPr="00A90824" w:rsidRDefault="00075CDD" w:rsidP="00073408">
      <w:pPr>
        <w:rPr>
          <w:color w:val="000000"/>
          <w:szCs w:val="24"/>
          <w:lang w:val="sr-Cyrl-RS"/>
        </w:rPr>
      </w:pPr>
      <w:r w:rsidRPr="00A90824">
        <w:rPr>
          <w:color w:val="000000"/>
          <w:szCs w:val="24"/>
          <w:lang w:val="sr-Cyrl-RS"/>
        </w:rPr>
        <w:t>2025</w:t>
      </w:r>
      <w:r w:rsidR="00512FEE" w:rsidRPr="00A90824">
        <w:rPr>
          <w:color w:val="000000"/>
          <w:szCs w:val="24"/>
          <w:lang w:val="sr-Latn-RS"/>
        </w:rPr>
        <w:t>.</w:t>
      </w:r>
      <w:r w:rsidR="00073408" w:rsidRPr="00A90824">
        <w:rPr>
          <w:color w:val="000000"/>
          <w:szCs w:val="24"/>
          <w:lang w:val="sr-Cyrl-RS"/>
        </w:rPr>
        <w:t>-2030.</w:t>
      </w:r>
    </w:p>
    <w:p w14:paraId="055AE973" w14:textId="77777777" w:rsidR="00073408" w:rsidRPr="00A90824" w:rsidRDefault="00073408" w:rsidP="00073408">
      <w:pPr>
        <w:pStyle w:val="Heading4"/>
        <w:rPr>
          <w:color w:val="000000"/>
          <w:szCs w:val="24"/>
        </w:rPr>
      </w:pPr>
      <w:r w:rsidRPr="00A90824">
        <w:rPr>
          <w:color w:val="000000"/>
          <w:szCs w:val="24"/>
        </w:rPr>
        <w:t>Надлежне институције:</w:t>
      </w:r>
    </w:p>
    <w:p w14:paraId="0BBA9861" w14:textId="77777777" w:rsidR="00073408" w:rsidRPr="00A90824" w:rsidRDefault="00073408" w:rsidP="0007340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236765" w:rsidRPr="00A90824">
        <w:rPr>
          <w:color w:val="000000"/>
          <w:szCs w:val="24"/>
          <w:lang w:val="sr-Cyrl-RS"/>
        </w:rPr>
        <w:t>научноистраживачку и иновациону делатност (носилац)</w:t>
      </w:r>
    </w:p>
    <w:p w14:paraId="10746C2D" w14:textId="77777777" w:rsidR="00073408" w:rsidRPr="00A90824" w:rsidRDefault="00073408" w:rsidP="0007340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236765" w:rsidRPr="00A90824">
        <w:rPr>
          <w:color w:val="000000"/>
          <w:szCs w:val="24"/>
          <w:lang w:val="sr-Cyrl-RS"/>
        </w:rPr>
        <w:t>јавна улагања</w:t>
      </w:r>
      <w:r w:rsidRPr="00A90824">
        <w:rPr>
          <w:color w:val="000000"/>
          <w:szCs w:val="24"/>
          <w:lang w:val="sr-Cyrl-RS"/>
        </w:rPr>
        <w:t xml:space="preserve"> (партнер)</w:t>
      </w:r>
    </w:p>
    <w:p w14:paraId="5D66B0E5" w14:textId="77777777" w:rsidR="00A204AC" w:rsidRPr="00A90824" w:rsidRDefault="00A204AC" w:rsidP="0007340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Институт за вештачку интелигенцију (партнер)</w:t>
      </w:r>
    </w:p>
    <w:p w14:paraId="479D2406" w14:textId="77777777" w:rsidR="00073408" w:rsidRPr="00A90824" w:rsidRDefault="00073408" w:rsidP="00073408">
      <w:pPr>
        <w:pStyle w:val="Heading4"/>
        <w:rPr>
          <w:color w:val="000000"/>
          <w:szCs w:val="24"/>
        </w:rPr>
      </w:pPr>
      <w:r w:rsidRPr="00A90824">
        <w:rPr>
          <w:color w:val="000000"/>
          <w:szCs w:val="24"/>
        </w:rPr>
        <w:t>Показатељи:</w:t>
      </w:r>
    </w:p>
    <w:p w14:paraId="727BC40E" w14:textId="77777777" w:rsidR="00073408" w:rsidRPr="00A90824" w:rsidRDefault="00073408" w:rsidP="00E63B22">
      <w:pPr>
        <w:pStyle w:val="ListParagraph"/>
        <w:numPr>
          <w:ilvl w:val="0"/>
          <w:numId w:val="22"/>
        </w:numPr>
        <w:spacing w:after="60"/>
        <w:ind w:hanging="513"/>
        <w:contextualSpacing w:val="0"/>
        <w:rPr>
          <w:color w:val="000000"/>
          <w:szCs w:val="24"/>
          <w:lang w:val="sr-Cyrl-RS"/>
        </w:rPr>
      </w:pPr>
      <w:r w:rsidRPr="00A90824">
        <w:rPr>
          <w:color w:val="000000"/>
          <w:szCs w:val="24"/>
          <w:lang w:val="sr-Cyrl-RS"/>
        </w:rPr>
        <w:t>Изградња зграде Института</w:t>
      </w:r>
    </w:p>
    <w:p w14:paraId="111D510A"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 xml:space="preserve">Почетна вредност: </w:t>
      </w:r>
      <w:r w:rsidR="00185A27" w:rsidRPr="00A90824">
        <w:rPr>
          <w:color w:val="000000"/>
          <w:szCs w:val="24"/>
          <w:lang w:val="sr-Cyrl-RS"/>
        </w:rPr>
        <w:t>нема података</w:t>
      </w:r>
    </w:p>
    <w:p w14:paraId="2CBA9B2A" w14:textId="77777777" w:rsidR="00073408" w:rsidRPr="00A90824" w:rsidRDefault="00073408" w:rsidP="00073408">
      <w:pPr>
        <w:pStyle w:val="ListParagraph"/>
        <w:numPr>
          <w:ilvl w:val="0"/>
          <w:numId w:val="1"/>
        </w:numPr>
        <w:spacing w:after="60"/>
        <w:ind w:left="1701" w:hanging="510"/>
        <w:contextualSpacing w:val="0"/>
        <w:rPr>
          <w:szCs w:val="24"/>
          <w:lang w:val="sr-Cyrl-RS"/>
        </w:rPr>
      </w:pPr>
      <w:r w:rsidRPr="00A90824">
        <w:rPr>
          <w:szCs w:val="24"/>
          <w:lang w:val="sr-Cyrl-RS"/>
        </w:rPr>
        <w:t>Циљана вредност за крај 2027. године: Изграђена</w:t>
      </w:r>
    </w:p>
    <w:p w14:paraId="4F4DA213" w14:textId="77777777" w:rsidR="00073408" w:rsidRPr="00A90824" w:rsidRDefault="00073408" w:rsidP="00E63B22">
      <w:pPr>
        <w:pStyle w:val="ListParagraph"/>
        <w:numPr>
          <w:ilvl w:val="0"/>
          <w:numId w:val="22"/>
        </w:numPr>
        <w:spacing w:before="120" w:after="60"/>
        <w:ind w:hanging="513"/>
        <w:contextualSpacing w:val="0"/>
        <w:rPr>
          <w:color w:val="000000"/>
          <w:szCs w:val="24"/>
          <w:lang w:val="sr-Cyrl-RS"/>
        </w:rPr>
      </w:pPr>
      <w:r w:rsidRPr="00A90824">
        <w:rPr>
          <w:color w:val="000000"/>
          <w:szCs w:val="24"/>
          <w:lang w:val="sr-Cyrl-RS"/>
        </w:rPr>
        <w:t xml:space="preserve">Број радова на </w:t>
      </w:r>
      <w:r w:rsidR="005F27F3" w:rsidRPr="00A90824">
        <w:rPr>
          <w:color w:val="000000"/>
          <w:szCs w:val="24"/>
          <w:lang w:val="sr-Cyrl-RS"/>
        </w:rPr>
        <w:t xml:space="preserve">међународним </w:t>
      </w:r>
      <w:r w:rsidRPr="00A90824">
        <w:rPr>
          <w:color w:val="000000"/>
          <w:szCs w:val="24"/>
          <w:lang w:val="sr-Cyrl-RS"/>
        </w:rPr>
        <w:t>конференцијама</w:t>
      </w:r>
      <w:r w:rsidR="007B1610" w:rsidRPr="00A90824">
        <w:rPr>
          <w:color w:val="000000"/>
          <w:szCs w:val="24"/>
          <w:lang w:val="sr-Cyrl-RS"/>
        </w:rPr>
        <w:t xml:space="preserve"> и у међународним часописима</w:t>
      </w:r>
      <w:r w:rsidR="00185A27" w:rsidRPr="00A90824">
        <w:rPr>
          <w:color w:val="000000"/>
          <w:szCs w:val="24"/>
          <w:lang w:val="sr-Cyrl-RS"/>
        </w:rPr>
        <w:t xml:space="preserve">, и то: </w:t>
      </w:r>
      <w:r w:rsidR="005746A5" w:rsidRPr="00A90824">
        <w:rPr>
          <w:color w:val="000000"/>
          <w:szCs w:val="24"/>
          <w:lang w:val="sr-Cyrl-RS"/>
        </w:rPr>
        <w:t>IEEE/CVF Conference on Computer Vision and Pattern Recognition, Neural Information Processing Systems, International Conference on Learning Representations, IEEE/CVF International Conference on Computer Vision, International Conference on Machine Learning, AAAI Conference on Artificial Intelligence, Meeting of the Association for Computational Linguistics (ACL), European Conference on Computer Vision, IEEE Transactions on Pattern Analysis and Machine Intelligence</w:t>
      </w:r>
    </w:p>
    <w:p w14:paraId="704F8EC3"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3724C334"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Циљана вредност за крај 2027. године: 4 годишње</w:t>
      </w:r>
    </w:p>
    <w:p w14:paraId="18617F2E"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Циљана вредност за крај 2030. године: 10 годишње</w:t>
      </w:r>
    </w:p>
    <w:p w14:paraId="6F58C0A7" w14:textId="77777777" w:rsidR="00073408" w:rsidRPr="00A90824" w:rsidRDefault="00073408" w:rsidP="00E63B22">
      <w:pPr>
        <w:pStyle w:val="ListParagraph"/>
        <w:numPr>
          <w:ilvl w:val="0"/>
          <w:numId w:val="22"/>
        </w:numPr>
        <w:spacing w:before="120" w:after="60"/>
        <w:ind w:hanging="513"/>
        <w:contextualSpacing w:val="0"/>
        <w:rPr>
          <w:color w:val="000000"/>
          <w:szCs w:val="24"/>
          <w:lang w:val="sr-Cyrl-RS"/>
        </w:rPr>
      </w:pPr>
      <w:r w:rsidRPr="00A90824">
        <w:rPr>
          <w:color w:val="000000"/>
          <w:szCs w:val="24"/>
          <w:lang w:val="sr-Cyrl-RS"/>
        </w:rPr>
        <w:t>Број међународних пројеката на којима учествује Институт</w:t>
      </w:r>
    </w:p>
    <w:p w14:paraId="3AE3C8AB" w14:textId="77777777" w:rsidR="00073408" w:rsidRPr="00A90824" w:rsidRDefault="00073408" w:rsidP="00073408">
      <w:pPr>
        <w:pStyle w:val="ListParagraph"/>
        <w:numPr>
          <w:ilvl w:val="0"/>
          <w:numId w:val="1"/>
        </w:numPr>
        <w:spacing w:after="60"/>
        <w:ind w:left="1701" w:hanging="510"/>
        <w:rPr>
          <w:color w:val="000000"/>
          <w:szCs w:val="24"/>
          <w:lang w:val="sr-Cyrl-RS"/>
        </w:rPr>
      </w:pPr>
      <w:r w:rsidRPr="00A90824">
        <w:rPr>
          <w:color w:val="000000"/>
          <w:szCs w:val="24"/>
          <w:lang w:val="sr-Cyrl-RS"/>
        </w:rPr>
        <w:t>Почетна вредност: 11</w:t>
      </w:r>
    </w:p>
    <w:p w14:paraId="4F9627A7" w14:textId="77777777" w:rsidR="00073408" w:rsidRPr="00A90824" w:rsidRDefault="00073408" w:rsidP="00073408">
      <w:pPr>
        <w:pStyle w:val="ListParagraph"/>
        <w:numPr>
          <w:ilvl w:val="0"/>
          <w:numId w:val="1"/>
        </w:numPr>
        <w:spacing w:after="60"/>
        <w:ind w:left="1701" w:hanging="510"/>
        <w:rPr>
          <w:color w:val="000000"/>
          <w:szCs w:val="24"/>
          <w:lang w:val="sr-Cyrl-RS"/>
        </w:rPr>
      </w:pPr>
      <w:r w:rsidRPr="00A90824">
        <w:rPr>
          <w:color w:val="000000"/>
          <w:szCs w:val="24"/>
          <w:lang w:val="sr-Cyrl-RS"/>
        </w:rPr>
        <w:t>Циљана вредност за крај 2027. године: 25</w:t>
      </w:r>
    </w:p>
    <w:p w14:paraId="4E7C2236" w14:textId="77777777" w:rsidR="00073408" w:rsidRPr="00A90824" w:rsidRDefault="00073408" w:rsidP="00073408">
      <w:pPr>
        <w:pStyle w:val="ListParagraph"/>
        <w:numPr>
          <w:ilvl w:val="0"/>
          <w:numId w:val="1"/>
        </w:numPr>
        <w:spacing w:after="60"/>
        <w:ind w:left="1701" w:hanging="510"/>
        <w:rPr>
          <w:color w:val="000000"/>
          <w:szCs w:val="24"/>
          <w:lang w:val="sr-Cyrl-RS"/>
        </w:rPr>
      </w:pPr>
      <w:r w:rsidRPr="00A90824">
        <w:rPr>
          <w:color w:val="000000"/>
          <w:szCs w:val="24"/>
          <w:lang w:val="sr-Cyrl-RS"/>
        </w:rPr>
        <w:t>Циљана вредност за крај 2030. године: 50</w:t>
      </w:r>
    </w:p>
    <w:p w14:paraId="0B3944B7" w14:textId="77777777" w:rsidR="00073408" w:rsidRPr="00A90824" w:rsidRDefault="00073408" w:rsidP="00073408">
      <w:pPr>
        <w:pStyle w:val="Heading3"/>
        <w:rPr>
          <w:color w:val="000000"/>
          <w:sz w:val="24"/>
          <w:szCs w:val="24"/>
        </w:rPr>
      </w:pPr>
      <w:bookmarkStart w:id="44" w:name="_Hlk184761632"/>
      <w:r w:rsidRPr="00A90824">
        <w:rPr>
          <w:color w:val="000000"/>
          <w:sz w:val="24"/>
          <w:szCs w:val="24"/>
        </w:rPr>
        <w:t xml:space="preserve">Мера </w:t>
      </w:r>
      <w:r w:rsidR="009C0EDE" w:rsidRPr="00A90824">
        <w:rPr>
          <w:color w:val="000000"/>
          <w:sz w:val="24"/>
          <w:szCs w:val="24"/>
        </w:rPr>
        <w:t>2</w:t>
      </w:r>
      <w:r w:rsidRPr="00A90824">
        <w:rPr>
          <w:color w:val="000000"/>
          <w:sz w:val="24"/>
          <w:szCs w:val="24"/>
        </w:rPr>
        <w:t>.4: Подстицаји за примену вештачке интелигенције у научним истраживањима</w:t>
      </w:r>
    </w:p>
    <w:p w14:paraId="2F0DE4D1" w14:textId="77777777" w:rsidR="00073408" w:rsidRPr="00A90824" w:rsidRDefault="00073408" w:rsidP="00073408">
      <w:pPr>
        <w:pStyle w:val="Heading4"/>
        <w:rPr>
          <w:color w:val="000000"/>
          <w:szCs w:val="24"/>
        </w:rPr>
      </w:pPr>
      <w:r w:rsidRPr="00A90824">
        <w:rPr>
          <w:color w:val="000000"/>
          <w:szCs w:val="24"/>
        </w:rPr>
        <w:t>Опис мере:</w:t>
      </w:r>
    </w:p>
    <w:p w14:paraId="430FF294" w14:textId="77777777" w:rsidR="002A6212" w:rsidRPr="00A90824" w:rsidRDefault="002A6212" w:rsidP="00073408">
      <w:pPr>
        <w:rPr>
          <w:color w:val="000000"/>
          <w:szCs w:val="24"/>
          <w:lang w:val="sr-Cyrl-RS"/>
        </w:rPr>
      </w:pPr>
      <w:r w:rsidRPr="00A90824">
        <w:rPr>
          <w:color w:val="000000"/>
          <w:szCs w:val="24"/>
          <w:lang w:val="sr-Cyrl-RS"/>
        </w:rPr>
        <w:t>Познато је да п</w:t>
      </w:r>
      <w:r w:rsidR="00073408" w:rsidRPr="00A90824">
        <w:rPr>
          <w:color w:val="000000"/>
          <w:szCs w:val="24"/>
          <w:lang w:val="sr-Cyrl-RS"/>
        </w:rPr>
        <w:t xml:space="preserve">римена вештачке интелигенције у истраживањима која спроводе </w:t>
      </w:r>
      <w:r w:rsidRPr="00A90824">
        <w:rPr>
          <w:color w:val="000000"/>
          <w:szCs w:val="24"/>
          <w:lang w:val="sr-Cyrl-RS"/>
        </w:rPr>
        <w:t xml:space="preserve">научно-истраживачке организације знатно доприноси повећању ефикасности истраживања. Зато је потребно обезбедити услове да научно-истраживачке организације могу да </w:t>
      </w:r>
      <w:r w:rsidR="00DA2A90" w:rsidRPr="00A90824">
        <w:rPr>
          <w:color w:val="000000"/>
          <w:szCs w:val="24"/>
          <w:lang w:val="sr-Cyrl-RS"/>
        </w:rPr>
        <w:t>примењују ВИ у истраживањима.</w:t>
      </w:r>
    </w:p>
    <w:p w14:paraId="55D9EAA3" w14:textId="77777777" w:rsidR="00073408" w:rsidRPr="00A90824" w:rsidRDefault="00073408" w:rsidP="00073408">
      <w:pPr>
        <w:rPr>
          <w:color w:val="000000"/>
          <w:szCs w:val="24"/>
          <w:lang w:val="sr-Cyrl-RS"/>
        </w:rPr>
      </w:pPr>
      <w:r w:rsidRPr="00A90824">
        <w:rPr>
          <w:color w:val="000000"/>
          <w:szCs w:val="24"/>
          <w:lang w:val="sr-Cyrl-RS"/>
        </w:rPr>
        <w:t>Мера обухвата улагање у напредну инфраструктуру и опрему</w:t>
      </w:r>
      <w:r w:rsidR="00DA2A90" w:rsidRPr="00A90824">
        <w:rPr>
          <w:color w:val="000000"/>
          <w:szCs w:val="24"/>
          <w:lang w:val="sr-Cyrl-RS"/>
        </w:rPr>
        <w:t xml:space="preserve"> потребну за примену ВИ</w:t>
      </w:r>
      <w:r w:rsidRPr="00A90824">
        <w:rPr>
          <w:color w:val="000000"/>
          <w:szCs w:val="24"/>
          <w:lang w:val="sr-Cyrl-RS"/>
        </w:rPr>
        <w:t xml:space="preserve"> у </w:t>
      </w:r>
      <w:r w:rsidR="00DA2A90" w:rsidRPr="00A90824">
        <w:rPr>
          <w:color w:val="000000"/>
          <w:szCs w:val="24"/>
          <w:lang w:val="sr-Cyrl-RS"/>
        </w:rPr>
        <w:t>научно-истраживачким организацијама</w:t>
      </w:r>
      <w:r w:rsidRPr="00A90824">
        <w:rPr>
          <w:color w:val="000000"/>
          <w:szCs w:val="24"/>
          <w:lang w:val="sr-Cyrl-RS"/>
        </w:rPr>
        <w:t>, организовање радионица и тренинга</w:t>
      </w:r>
      <w:r w:rsidR="00DA2A90" w:rsidRPr="00A90824">
        <w:rPr>
          <w:color w:val="000000"/>
          <w:szCs w:val="24"/>
          <w:lang w:val="sr-Cyrl-RS"/>
        </w:rPr>
        <w:t xml:space="preserve"> истраживача</w:t>
      </w:r>
      <w:r w:rsidRPr="00A90824">
        <w:rPr>
          <w:color w:val="000000"/>
          <w:szCs w:val="24"/>
          <w:lang w:val="sr-Cyrl-RS"/>
        </w:rPr>
        <w:t xml:space="preserve"> за употребу</w:t>
      </w:r>
      <w:r w:rsidR="00DA2A90" w:rsidRPr="00A90824">
        <w:rPr>
          <w:color w:val="000000"/>
          <w:szCs w:val="24"/>
          <w:lang w:val="sr-Cyrl-RS"/>
        </w:rPr>
        <w:t xml:space="preserve"> метода и </w:t>
      </w:r>
      <w:r w:rsidRPr="00A90824">
        <w:rPr>
          <w:color w:val="000000"/>
          <w:szCs w:val="24"/>
          <w:lang w:val="sr-Cyrl-RS"/>
        </w:rPr>
        <w:t xml:space="preserve">алата </w:t>
      </w:r>
      <w:r w:rsidR="000E4B97" w:rsidRPr="00A90824">
        <w:rPr>
          <w:color w:val="000000"/>
          <w:szCs w:val="24"/>
          <w:lang w:val="sr-Cyrl-RS"/>
        </w:rPr>
        <w:t xml:space="preserve">вештачке интелигенције </w:t>
      </w:r>
      <w:r w:rsidRPr="00A90824">
        <w:rPr>
          <w:color w:val="000000"/>
          <w:szCs w:val="24"/>
          <w:lang w:val="sr-Cyrl-RS"/>
        </w:rPr>
        <w:t>у истраживању</w:t>
      </w:r>
      <w:r w:rsidR="00DA2A90" w:rsidRPr="00A90824">
        <w:rPr>
          <w:color w:val="000000"/>
          <w:szCs w:val="24"/>
          <w:lang w:val="sr-Cyrl-RS"/>
        </w:rPr>
        <w:t xml:space="preserve"> </w:t>
      </w:r>
      <w:r w:rsidRPr="00A90824">
        <w:rPr>
          <w:color w:val="000000"/>
          <w:szCs w:val="24"/>
          <w:lang w:val="sr-Cyrl-RS"/>
        </w:rPr>
        <w:t>и др.</w:t>
      </w:r>
    </w:p>
    <w:p w14:paraId="240B4503" w14:textId="77777777" w:rsidR="00073408" w:rsidRPr="00A90824" w:rsidRDefault="00073408" w:rsidP="00073408">
      <w:pPr>
        <w:pStyle w:val="Heading4"/>
        <w:rPr>
          <w:color w:val="000000"/>
          <w:szCs w:val="24"/>
        </w:rPr>
      </w:pPr>
      <w:r w:rsidRPr="00A90824">
        <w:rPr>
          <w:color w:val="000000"/>
          <w:szCs w:val="24"/>
        </w:rPr>
        <w:t>Период реализације:</w:t>
      </w:r>
    </w:p>
    <w:p w14:paraId="5F6336BD" w14:textId="77777777" w:rsidR="00073408" w:rsidRPr="00A90824" w:rsidRDefault="00075CDD" w:rsidP="00073408">
      <w:pPr>
        <w:rPr>
          <w:color w:val="000000"/>
          <w:szCs w:val="24"/>
          <w:lang w:val="sr-Latn-RS"/>
        </w:rPr>
      </w:pPr>
      <w:r w:rsidRPr="00A90824">
        <w:rPr>
          <w:color w:val="000000"/>
          <w:szCs w:val="24"/>
          <w:lang w:val="sr-Cyrl-RS"/>
        </w:rPr>
        <w:t>2025</w:t>
      </w:r>
      <w:r w:rsidR="00512FEE" w:rsidRPr="00A90824">
        <w:rPr>
          <w:color w:val="000000"/>
          <w:szCs w:val="24"/>
          <w:lang w:val="sr-Latn-RS"/>
        </w:rPr>
        <w:t>.</w:t>
      </w:r>
      <w:r w:rsidR="00073408" w:rsidRPr="00A90824">
        <w:rPr>
          <w:color w:val="000000"/>
          <w:szCs w:val="24"/>
          <w:lang w:val="sr-Cyrl-RS"/>
        </w:rPr>
        <w:t>-2030</w:t>
      </w:r>
      <w:r w:rsidR="00512FEE" w:rsidRPr="00A90824">
        <w:rPr>
          <w:color w:val="000000"/>
          <w:szCs w:val="24"/>
          <w:lang w:val="sr-Latn-RS"/>
        </w:rPr>
        <w:t>.</w:t>
      </w:r>
    </w:p>
    <w:p w14:paraId="7C37E8C4" w14:textId="77777777" w:rsidR="00073408" w:rsidRPr="00A90824" w:rsidRDefault="00073408" w:rsidP="00073408">
      <w:pPr>
        <w:pStyle w:val="Heading4"/>
        <w:rPr>
          <w:color w:val="000000"/>
          <w:szCs w:val="24"/>
        </w:rPr>
      </w:pPr>
      <w:r w:rsidRPr="00A90824">
        <w:rPr>
          <w:color w:val="000000"/>
          <w:szCs w:val="24"/>
        </w:rPr>
        <w:t>Надлежне институције:</w:t>
      </w:r>
    </w:p>
    <w:p w14:paraId="07E9ADEE" w14:textId="77777777" w:rsidR="00073408" w:rsidRPr="00A90824" w:rsidRDefault="00073408" w:rsidP="0007340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A204AC" w:rsidRPr="00A90824">
        <w:rPr>
          <w:color w:val="000000"/>
          <w:szCs w:val="24"/>
          <w:lang w:val="sr-Cyrl-RS"/>
        </w:rPr>
        <w:t xml:space="preserve">научноистраживачку делатност </w:t>
      </w:r>
      <w:r w:rsidRPr="00A90824">
        <w:rPr>
          <w:color w:val="000000"/>
          <w:szCs w:val="24"/>
          <w:lang w:val="sr-Cyrl-RS"/>
        </w:rPr>
        <w:t>(носилац)</w:t>
      </w:r>
    </w:p>
    <w:p w14:paraId="2AC2275A" w14:textId="77777777" w:rsidR="00073408" w:rsidRPr="00A90824" w:rsidRDefault="00073408" w:rsidP="0007340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просвету (партнер)</w:t>
      </w:r>
    </w:p>
    <w:p w14:paraId="756C81C2" w14:textId="77777777" w:rsidR="00073408" w:rsidRPr="00A90824" w:rsidRDefault="00185A27" w:rsidP="0007340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Научноистраживачке и високошколске институције</w:t>
      </w:r>
      <w:r w:rsidR="00B56658" w:rsidRPr="00A90824">
        <w:rPr>
          <w:color w:val="000000"/>
          <w:szCs w:val="24"/>
          <w:lang w:val="sr-Cyrl-RS"/>
        </w:rPr>
        <w:t xml:space="preserve"> </w:t>
      </w:r>
      <w:r w:rsidR="00073408" w:rsidRPr="00A90824">
        <w:rPr>
          <w:color w:val="000000"/>
          <w:szCs w:val="24"/>
          <w:lang w:val="sr-Cyrl-RS"/>
        </w:rPr>
        <w:t>(партнер)</w:t>
      </w:r>
    </w:p>
    <w:p w14:paraId="5EBAD60D" w14:textId="77777777" w:rsidR="00073408" w:rsidRPr="00A90824" w:rsidRDefault="00073408" w:rsidP="00073408">
      <w:pPr>
        <w:pStyle w:val="Heading4"/>
        <w:rPr>
          <w:color w:val="000000"/>
          <w:szCs w:val="24"/>
        </w:rPr>
      </w:pPr>
      <w:r w:rsidRPr="00A90824">
        <w:rPr>
          <w:color w:val="000000"/>
          <w:szCs w:val="24"/>
        </w:rPr>
        <w:t>Показатељи:</w:t>
      </w:r>
    </w:p>
    <w:p w14:paraId="40B2A430" w14:textId="77777777" w:rsidR="00073408" w:rsidRPr="00A90824" w:rsidRDefault="00073408" w:rsidP="00E63B22">
      <w:pPr>
        <w:pStyle w:val="ListParagraph"/>
        <w:numPr>
          <w:ilvl w:val="0"/>
          <w:numId w:val="12"/>
        </w:numPr>
        <w:spacing w:after="60"/>
        <w:ind w:hanging="513"/>
        <w:contextualSpacing w:val="0"/>
        <w:rPr>
          <w:color w:val="000000"/>
          <w:szCs w:val="24"/>
          <w:lang w:val="sr-Cyrl-RS"/>
        </w:rPr>
      </w:pPr>
      <w:r w:rsidRPr="00A90824">
        <w:rPr>
          <w:color w:val="000000"/>
          <w:szCs w:val="24"/>
          <w:lang w:val="sr-Cyrl-RS"/>
        </w:rPr>
        <w:t xml:space="preserve">Проценат </w:t>
      </w:r>
      <w:r w:rsidR="00DA2A90" w:rsidRPr="00A90824">
        <w:rPr>
          <w:color w:val="000000"/>
          <w:szCs w:val="24"/>
          <w:lang w:val="sr-Cyrl-RS"/>
        </w:rPr>
        <w:t>научно-истраживачких организација</w:t>
      </w:r>
      <w:r w:rsidRPr="00A90824">
        <w:rPr>
          <w:color w:val="000000"/>
          <w:szCs w:val="24"/>
          <w:lang w:val="sr-Cyrl-RS"/>
        </w:rPr>
        <w:t xml:space="preserve"> које активно користе</w:t>
      </w:r>
      <w:r w:rsidR="008D3863" w:rsidRPr="00A90824">
        <w:rPr>
          <w:color w:val="000000"/>
          <w:szCs w:val="24"/>
          <w:lang w:val="sr-Cyrl-RS"/>
        </w:rPr>
        <w:t xml:space="preserve"> методе и</w:t>
      </w:r>
      <w:r w:rsidRPr="00A90824">
        <w:rPr>
          <w:color w:val="000000"/>
          <w:szCs w:val="24"/>
          <w:lang w:val="sr-Cyrl-RS"/>
        </w:rPr>
        <w:t xml:space="preserve"> </w:t>
      </w:r>
      <w:r w:rsidR="00EA1099" w:rsidRPr="00A90824">
        <w:rPr>
          <w:color w:val="000000"/>
          <w:szCs w:val="24"/>
          <w:lang w:val="sr-Cyrl-RS"/>
        </w:rPr>
        <w:t>системе вештачке интелигенције</w:t>
      </w:r>
      <w:r w:rsidRPr="00A90824">
        <w:rPr>
          <w:color w:val="000000"/>
          <w:szCs w:val="24"/>
          <w:lang w:val="sr-Cyrl-RS"/>
        </w:rPr>
        <w:t xml:space="preserve"> у истраживањима</w:t>
      </w:r>
    </w:p>
    <w:p w14:paraId="20519BC2"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нема података</w:t>
      </w:r>
    </w:p>
    <w:p w14:paraId="75D11E8A"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50%</w:t>
      </w:r>
    </w:p>
    <w:p w14:paraId="728D95C2"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100%</w:t>
      </w:r>
    </w:p>
    <w:p w14:paraId="3CB7169B" w14:textId="77777777" w:rsidR="00073408" w:rsidRPr="00A90824" w:rsidRDefault="00073408" w:rsidP="00E63B22">
      <w:pPr>
        <w:pStyle w:val="ListParagraph"/>
        <w:numPr>
          <w:ilvl w:val="0"/>
          <w:numId w:val="12"/>
        </w:numPr>
        <w:spacing w:before="120" w:after="60"/>
        <w:ind w:hanging="513"/>
        <w:contextualSpacing w:val="0"/>
        <w:rPr>
          <w:strike/>
          <w:color w:val="000000"/>
          <w:szCs w:val="24"/>
          <w:lang w:val="sr-Cyrl-RS"/>
        </w:rPr>
      </w:pPr>
      <w:r w:rsidRPr="00A90824">
        <w:rPr>
          <w:color w:val="000000"/>
          <w:szCs w:val="24"/>
          <w:lang w:val="sr-Cyrl-RS"/>
        </w:rPr>
        <w:t xml:space="preserve">Финансијска вредност реализованих пројеката који помажу </w:t>
      </w:r>
      <w:r w:rsidR="00DA2A90" w:rsidRPr="00A90824">
        <w:rPr>
          <w:color w:val="000000"/>
          <w:szCs w:val="24"/>
          <w:lang w:val="sr-Cyrl-RS"/>
        </w:rPr>
        <w:t xml:space="preserve">набавку и </w:t>
      </w:r>
      <w:r w:rsidRPr="00A90824">
        <w:rPr>
          <w:color w:val="000000"/>
          <w:szCs w:val="24"/>
          <w:lang w:val="sr-Cyrl-RS"/>
        </w:rPr>
        <w:t>примену решења</w:t>
      </w:r>
      <w:r w:rsidR="008D3863" w:rsidRPr="00A90824">
        <w:rPr>
          <w:color w:val="000000"/>
          <w:szCs w:val="24"/>
          <w:lang w:val="sr-Cyrl-RS"/>
        </w:rPr>
        <w:t>, укључујући и тренинге,</w:t>
      </w:r>
      <w:r w:rsidRPr="00A90824">
        <w:rPr>
          <w:color w:val="000000"/>
          <w:szCs w:val="24"/>
          <w:lang w:val="sr-Cyrl-RS"/>
        </w:rPr>
        <w:t xml:space="preserve"> из области </w:t>
      </w:r>
      <w:r w:rsidR="00EA1099" w:rsidRPr="00A90824">
        <w:rPr>
          <w:color w:val="000000"/>
          <w:szCs w:val="24"/>
          <w:lang w:val="sr-Cyrl-RS"/>
        </w:rPr>
        <w:t>вештачке интелигенције</w:t>
      </w:r>
      <w:r w:rsidRPr="00A90824">
        <w:rPr>
          <w:color w:val="000000"/>
          <w:szCs w:val="24"/>
          <w:lang w:val="sr-Cyrl-RS"/>
        </w:rPr>
        <w:t xml:space="preserve"> у </w:t>
      </w:r>
      <w:r w:rsidR="00DA2A90" w:rsidRPr="00A90824">
        <w:rPr>
          <w:color w:val="000000"/>
          <w:szCs w:val="24"/>
          <w:lang w:val="sr-Cyrl-RS"/>
        </w:rPr>
        <w:t>научно-истраживачким организацијама</w:t>
      </w:r>
    </w:p>
    <w:p w14:paraId="56EB1E23"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 xml:space="preserve">Почетна вредност: </w:t>
      </w:r>
      <w:r w:rsidR="00EA1099" w:rsidRPr="00A90824">
        <w:rPr>
          <w:color w:val="000000"/>
          <w:szCs w:val="24"/>
          <w:lang w:val="sr-Cyrl-RS"/>
        </w:rPr>
        <w:t>нема података</w:t>
      </w:r>
    </w:p>
    <w:p w14:paraId="14EFF8CA" w14:textId="77777777" w:rsidR="00073408" w:rsidRPr="00A90824" w:rsidRDefault="00073408" w:rsidP="00073408">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1.200.000.000,00 РСД</w:t>
      </w:r>
    </w:p>
    <w:p w14:paraId="55280937" w14:textId="77777777" w:rsidR="00500D55" w:rsidRPr="00A90824" w:rsidRDefault="00073408" w:rsidP="000E4B97">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3.600.000.000,00 РСД</w:t>
      </w:r>
    </w:p>
    <w:bookmarkEnd w:id="44"/>
    <w:p w14:paraId="7BF666C8" w14:textId="77777777" w:rsidR="00BE0C76" w:rsidRPr="00A90824" w:rsidRDefault="00984003" w:rsidP="00984003">
      <w:pPr>
        <w:pStyle w:val="Heading2"/>
        <w:rPr>
          <w:color w:val="000000"/>
          <w:sz w:val="24"/>
          <w:szCs w:val="24"/>
        </w:rPr>
      </w:pPr>
      <w:r w:rsidRPr="00A90824">
        <w:rPr>
          <w:color w:val="000000"/>
          <w:sz w:val="24"/>
          <w:szCs w:val="24"/>
        </w:rPr>
        <w:t xml:space="preserve">Циљ </w:t>
      </w:r>
      <w:r w:rsidR="009C0EDE" w:rsidRPr="00A90824">
        <w:rPr>
          <w:color w:val="000000"/>
          <w:sz w:val="24"/>
          <w:szCs w:val="24"/>
        </w:rPr>
        <w:t>3</w:t>
      </w:r>
      <w:r w:rsidR="006323AB" w:rsidRPr="00A90824">
        <w:rPr>
          <w:color w:val="000000"/>
          <w:sz w:val="24"/>
          <w:szCs w:val="24"/>
        </w:rPr>
        <w:t xml:space="preserve"> – </w:t>
      </w:r>
      <w:r w:rsidR="00902FFA" w:rsidRPr="00A90824">
        <w:rPr>
          <w:color w:val="000000"/>
          <w:sz w:val="24"/>
          <w:szCs w:val="24"/>
        </w:rPr>
        <w:t>Развој људских ресурса и знања у домену вештачке интелигенције</w:t>
      </w:r>
      <w:bookmarkEnd w:id="42"/>
    </w:p>
    <w:p w14:paraId="36D204C3" w14:textId="77777777" w:rsidR="00D41AA1" w:rsidRPr="00A90824" w:rsidRDefault="00D41AA1" w:rsidP="00D41AA1">
      <w:pPr>
        <w:rPr>
          <w:color w:val="000000"/>
          <w:szCs w:val="24"/>
          <w:lang w:val="sr-Cyrl-RS"/>
        </w:rPr>
      </w:pPr>
      <w:r w:rsidRPr="00A90824">
        <w:rPr>
          <w:color w:val="000000"/>
          <w:szCs w:val="24"/>
          <w:lang w:val="sr-Cyrl-RS"/>
        </w:rPr>
        <w:t xml:space="preserve">Учење о вештачкој интелигенцији основни је предуслов њеног развоја, разумевања где и на који начин је могуће применити решења која садрже вештачку интелигенцију као и како </w:t>
      </w:r>
      <w:r w:rsidR="00C1317B" w:rsidRPr="00A90824">
        <w:rPr>
          <w:color w:val="000000"/>
          <w:szCs w:val="24"/>
          <w:lang w:val="sr-Cyrl-RS"/>
        </w:rPr>
        <w:t>их</w:t>
      </w:r>
      <w:r w:rsidR="00905010" w:rsidRPr="00A90824">
        <w:rPr>
          <w:color w:val="000000"/>
          <w:szCs w:val="24"/>
          <w:lang w:val="sr-Cyrl-RS"/>
        </w:rPr>
        <w:t xml:space="preserve"> користити</w:t>
      </w:r>
      <w:r w:rsidRPr="00A90824">
        <w:rPr>
          <w:color w:val="000000"/>
          <w:szCs w:val="24"/>
          <w:lang w:val="sr-Cyrl-RS"/>
        </w:rPr>
        <w:t xml:space="preserve"> на сигуран, безбедан и поуздан начин у складу са прописаним принципима и на начин који ће бити у функцији добробити људи, животиња и животне средине. Потребно је образовати </w:t>
      </w:r>
      <w:r w:rsidR="00C1317B" w:rsidRPr="00A90824">
        <w:rPr>
          <w:color w:val="000000"/>
          <w:szCs w:val="24"/>
          <w:lang w:val="sr-Cyrl-RS"/>
        </w:rPr>
        <w:t>ширу</w:t>
      </w:r>
      <w:r w:rsidR="00905010" w:rsidRPr="00A90824">
        <w:rPr>
          <w:color w:val="000000"/>
          <w:szCs w:val="24"/>
          <w:lang w:val="sr-Cyrl-RS"/>
        </w:rPr>
        <w:t xml:space="preserve"> популацију</w:t>
      </w:r>
      <w:r w:rsidRPr="00A90824">
        <w:rPr>
          <w:color w:val="000000"/>
          <w:szCs w:val="24"/>
          <w:lang w:val="sr-Cyrl-RS"/>
        </w:rPr>
        <w:t xml:space="preserve">, </w:t>
      </w:r>
      <w:r w:rsidR="00905010" w:rsidRPr="00A90824">
        <w:rPr>
          <w:color w:val="000000"/>
          <w:szCs w:val="24"/>
          <w:lang w:val="sr-Cyrl-RS"/>
        </w:rPr>
        <w:t xml:space="preserve">радити са </w:t>
      </w:r>
      <w:r w:rsidRPr="00A90824">
        <w:rPr>
          <w:color w:val="000000"/>
          <w:szCs w:val="24"/>
          <w:lang w:val="sr-Cyrl-RS"/>
        </w:rPr>
        <w:t>талент</w:t>
      </w:r>
      <w:r w:rsidR="00905010" w:rsidRPr="00A90824">
        <w:rPr>
          <w:color w:val="000000"/>
          <w:szCs w:val="24"/>
          <w:lang w:val="sr-Cyrl-RS"/>
        </w:rPr>
        <w:t>има</w:t>
      </w:r>
      <w:r w:rsidRPr="00A90824">
        <w:rPr>
          <w:color w:val="000000"/>
          <w:szCs w:val="24"/>
          <w:lang w:val="sr-Cyrl-RS"/>
        </w:rPr>
        <w:t xml:space="preserve"> и омогућити </w:t>
      </w:r>
      <w:r w:rsidR="00275E00" w:rsidRPr="00A90824">
        <w:rPr>
          <w:color w:val="000000"/>
          <w:szCs w:val="24"/>
          <w:lang w:val="sr-Cyrl-RS"/>
        </w:rPr>
        <w:t xml:space="preserve">запосленима да у оквиру испуњења </w:t>
      </w:r>
      <w:r w:rsidRPr="00A90824">
        <w:rPr>
          <w:color w:val="000000"/>
          <w:szCs w:val="24"/>
          <w:lang w:val="sr-Cyrl-RS"/>
        </w:rPr>
        <w:t>радн</w:t>
      </w:r>
      <w:r w:rsidR="00275E00" w:rsidRPr="00A90824">
        <w:rPr>
          <w:color w:val="000000"/>
          <w:szCs w:val="24"/>
          <w:lang w:val="sr-Cyrl-RS"/>
        </w:rPr>
        <w:t>их задатака</w:t>
      </w:r>
      <w:r w:rsidRPr="00A90824">
        <w:rPr>
          <w:color w:val="000000"/>
          <w:szCs w:val="24"/>
          <w:lang w:val="sr-Cyrl-RS"/>
        </w:rPr>
        <w:t xml:space="preserve"> на прави начин разумеју како да </w:t>
      </w:r>
      <w:r w:rsidR="00275E00" w:rsidRPr="00A90824">
        <w:rPr>
          <w:color w:val="000000"/>
          <w:szCs w:val="24"/>
          <w:lang w:val="sr-Cyrl-RS"/>
        </w:rPr>
        <w:t xml:space="preserve">примењују алате </w:t>
      </w:r>
      <w:r w:rsidRPr="00A90824">
        <w:rPr>
          <w:color w:val="000000"/>
          <w:szCs w:val="24"/>
          <w:lang w:val="sr-Cyrl-RS"/>
        </w:rPr>
        <w:t>вештачк</w:t>
      </w:r>
      <w:r w:rsidR="00275E00" w:rsidRPr="00A90824">
        <w:rPr>
          <w:color w:val="000000"/>
          <w:szCs w:val="24"/>
          <w:lang w:val="sr-Cyrl-RS"/>
        </w:rPr>
        <w:t>е</w:t>
      </w:r>
      <w:r w:rsidRPr="00A90824">
        <w:rPr>
          <w:color w:val="000000"/>
          <w:szCs w:val="24"/>
          <w:lang w:val="sr-Cyrl-RS"/>
        </w:rPr>
        <w:t xml:space="preserve"> интелигенциј</w:t>
      </w:r>
      <w:r w:rsidR="00275E00" w:rsidRPr="00A90824">
        <w:rPr>
          <w:color w:val="000000"/>
          <w:szCs w:val="24"/>
          <w:lang w:val="sr-Cyrl-RS"/>
        </w:rPr>
        <w:t>е</w:t>
      </w:r>
      <w:r w:rsidRPr="00A90824">
        <w:rPr>
          <w:color w:val="000000"/>
          <w:szCs w:val="24"/>
          <w:lang w:val="sr-Cyrl-RS"/>
        </w:rPr>
        <w:t xml:space="preserve"> </w:t>
      </w:r>
      <w:r w:rsidR="00275E00" w:rsidRPr="00A90824">
        <w:rPr>
          <w:color w:val="000000"/>
          <w:szCs w:val="24"/>
          <w:lang w:val="sr-Cyrl-RS"/>
        </w:rPr>
        <w:t>одговарајући</w:t>
      </w:r>
      <w:r w:rsidRPr="00A90824">
        <w:rPr>
          <w:color w:val="000000"/>
          <w:szCs w:val="24"/>
          <w:lang w:val="sr-Cyrl-RS"/>
        </w:rPr>
        <w:t xml:space="preserve"> </w:t>
      </w:r>
      <w:r w:rsidR="00275E00" w:rsidRPr="00A90824">
        <w:rPr>
          <w:color w:val="000000"/>
          <w:szCs w:val="24"/>
          <w:lang w:val="sr-Cyrl-RS"/>
        </w:rPr>
        <w:t xml:space="preserve">на </w:t>
      </w:r>
      <w:r w:rsidRPr="00A90824">
        <w:rPr>
          <w:color w:val="000000"/>
          <w:szCs w:val="24"/>
          <w:lang w:val="sr-Cyrl-RS"/>
        </w:rPr>
        <w:t>изазов</w:t>
      </w:r>
      <w:r w:rsidR="00275E00" w:rsidRPr="00A90824">
        <w:rPr>
          <w:color w:val="000000"/>
          <w:szCs w:val="24"/>
          <w:lang w:val="sr-Cyrl-RS"/>
        </w:rPr>
        <w:t>е</w:t>
      </w:r>
      <w:r w:rsidRPr="00A90824">
        <w:rPr>
          <w:color w:val="000000"/>
          <w:szCs w:val="24"/>
          <w:lang w:val="sr-Cyrl-RS"/>
        </w:rPr>
        <w:t xml:space="preserve"> које </w:t>
      </w:r>
      <w:r w:rsidR="00275E00" w:rsidRPr="00A90824">
        <w:rPr>
          <w:color w:val="000000"/>
          <w:szCs w:val="24"/>
          <w:lang w:val="sr-Cyrl-RS"/>
        </w:rPr>
        <w:t xml:space="preserve">то </w:t>
      </w:r>
      <w:r w:rsidRPr="00A90824">
        <w:rPr>
          <w:color w:val="000000"/>
          <w:szCs w:val="24"/>
          <w:lang w:val="sr-Cyrl-RS"/>
        </w:rPr>
        <w:t>доноси.</w:t>
      </w:r>
    </w:p>
    <w:p w14:paraId="7273F75C" w14:textId="77777777" w:rsidR="00C109C0" w:rsidRPr="00A90824" w:rsidRDefault="00C109C0" w:rsidP="00C109C0">
      <w:pPr>
        <w:pStyle w:val="Heading4"/>
        <w:rPr>
          <w:szCs w:val="24"/>
        </w:rPr>
      </w:pPr>
      <w:r w:rsidRPr="00A90824">
        <w:rPr>
          <w:szCs w:val="24"/>
        </w:rPr>
        <w:t xml:space="preserve">Период реализације посебног циља: </w:t>
      </w:r>
    </w:p>
    <w:p w14:paraId="65E56EAB" w14:textId="42BA21C2" w:rsidR="00C109C0" w:rsidRPr="00A90824" w:rsidRDefault="00C109C0" w:rsidP="00C109C0">
      <w:pPr>
        <w:rPr>
          <w:szCs w:val="24"/>
          <w:lang w:val="sr-Cyrl-RS"/>
        </w:rPr>
      </w:pPr>
      <w:r w:rsidRPr="00A90824">
        <w:rPr>
          <w:szCs w:val="24"/>
          <w:lang w:val="sr-Cyrl-RS"/>
        </w:rPr>
        <w:t>2025-2030.</w:t>
      </w:r>
    </w:p>
    <w:p w14:paraId="171FAE4A" w14:textId="77777777" w:rsidR="00C109C0" w:rsidRPr="00A90824" w:rsidRDefault="00C109C0" w:rsidP="00C109C0">
      <w:pPr>
        <w:pStyle w:val="Heading4"/>
        <w:rPr>
          <w:szCs w:val="24"/>
        </w:rPr>
      </w:pPr>
      <w:r w:rsidRPr="00A90824">
        <w:rPr>
          <w:szCs w:val="24"/>
        </w:rPr>
        <w:t>Надлежна институција:</w:t>
      </w:r>
    </w:p>
    <w:p w14:paraId="356E0288" w14:textId="77777777" w:rsidR="00C109C0" w:rsidRPr="00A90824" w:rsidRDefault="00C109C0" w:rsidP="00C109C0">
      <w:pPr>
        <w:rPr>
          <w:szCs w:val="24"/>
          <w:lang w:val="sr-Cyrl-RS"/>
        </w:rPr>
      </w:pPr>
      <w:r w:rsidRPr="00A90824">
        <w:rPr>
          <w:szCs w:val="24"/>
          <w:lang w:val="sr-Cyrl-RS"/>
        </w:rPr>
        <w:t>Министарство надлежно за научноистраживачку и иновациону делатност</w:t>
      </w:r>
    </w:p>
    <w:p w14:paraId="11E06757" w14:textId="523FAC22" w:rsidR="003843C5" w:rsidRPr="00A90824" w:rsidRDefault="003843C5" w:rsidP="003843C5">
      <w:pPr>
        <w:pStyle w:val="Heading4"/>
        <w:rPr>
          <w:szCs w:val="24"/>
        </w:rPr>
      </w:pPr>
      <w:r w:rsidRPr="00A90824">
        <w:rPr>
          <w:szCs w:val="24"/>
        </w:rPr>
        <w:t>П</w:t>
      </w:r>
      <w:r w:rsidR="00C109C0" w:rsidRPr="00A90824">
        <w:rPr>
          <w:szCs w:val="24"/>
        </w:rPr>
        <w:t>оказатељ</w:t>
      </w:r>
      <w:r w:rsidRPr="00A90824">
        <w:rPr>
          <w:szCs w:val="24"/>
        </w:rPr>
        <w:t>:</w:t>
      </w:r>
    </w:p>
    <w:p w14:paraId="68E934BE" w14:textId="1CFF3671" w:rsidR="003843C5" w:rsidRPr="00A90824" w:rsidRDefault="003843C5" w:rsidP="00E63B22">
      <w:pPr>
        <w:pStyle w:val="ListParagraph"/>
        <w:numPr>
          <w:ilvl w:val="0"/>
          <w:numId w:val="35"/>
        </w:numPr>
        <w:ind w:hanging="371"/>
        <w:rPr>
          <w:szCs w:val="24"/>
          <w:lang w:val="sr-Cyrl-RS"/>
        </w:rPr>
      </w:pPr>
      <w:r w:rsidRPr="00A90824">
        <w:rPr>
          <w:szCs w:val="24"/>
          <w:lang w:val="sr-Cyrl-RS"/>
        </w:rPr>
        <w:t>Информисаност и спремност свих чланова друштва за развој и употребу ВИ</w:t>
      </w:r>
    </w:p>
    <w:p w14:paraId="3CBB5E47" w14:textId="0BCE31C5" w:rsidR="003843C5" w:rsidRPr="00A90824" w:rsidRDefault="003843C5" w:rsidP="00E63B22">
      <w:pPr>
        <w:pStyle w:val="ListParagraph"/>
        <w:numPr>
          <w:ilvl w:val="0"/>
          <w:numId w:val="31"/>
        </w:numPr>
        <w:spacing w:after="60"/>
        <w:ind w:left="1418"/>
        <w:rPr>
          <w:szCs w:val="24"/>
          <w:lang w:val="sr-Cyrl-RS"/>
        </w:rPr>
      </w:pPr>
      <w:r w:rsidRPr="00A90824">
        <w:rPr>
          <w:szCs w:val="24"/>
          <w:lang w:val="sr-Cyrl-RS"/>
        </w:rPr>
        <w:t>Почетна вредност: нема показатеља</w:t>
      </w:r>
    </w:p>
    <w:p w14:paraId="7B1CA846" w14:textId="21AA85E8" w:rsidR="003843C5" w:rsidRPr="00A90824" w:rsidRDefault="003843C5" w:rsidP="00E63B22">
      <w:pPr>
        <w:pStyle w:val="ListParagraph"/>
        <w:numPr>
          <w:ilvl w:val="0"/>
          <w:numId w:val="31"/>
        </w:numPr>
        <w:spacing w:after="60"/>
        <w:ind w:left="1418"/>
        <w:rPr>
          <w:szCs w:val="24"/>
          <w:lang w:val="sr-Cyrl-RS"/>
        </w:rPr>
      </w:pPr>
      <w:r w:rsidRPr="00A90824">
        <w:rPr>
          <w:szCs w:val="24"/>
          <w:lang w:val="sr-Cyrl-RS"/>
        </w:rPr>
        <w:t>Циљна вредност за кра</w:t>
      </w:r>
      <w:r w:rsidR="00BC3108" w:rsidRPr="00A90824">
        <w:rPr>
          <w:szCs w:val="24"/>
          <w:lang w:val="sr-Cyrl-RS"/>
        </w:rPr>
        <w:t>ј 2027. 30% од укупног броја испитаних</w:t>
      </w:r>
    </w:p>
    <w:p w14:paraId="15708782" w14:textId="410C43AC" w:rsidR="003843C5" w:rsidRPr="00A90824" w:rsidRDefault="003843C5" w:rsidP="00E63B22">
      <w:pPr>
        <w:pStyle w:val="ListParagraph"/>
        <w:numPr>
          <w:ilvl w:val="0"/>
          <w:numId w:val="31"/>
        </w:numPr>
        <w:ind w:left="1418" w:hanging="357"/>
        <w:rPr>
          <w:szCs w:val="24"/>
          <w:lang w:val="sr-Cyrl-RS"/>
        </w:rPr>
      </w:pPr>
      <w:r w:rsidRPr="00A90824">
        <w:rPr>
          <w:szCs w:val="24"/>
          <w:lang w:val="sr-Cyrl-RS"/>
        </w:rPr>
        <w:t xml:space="preserve">Циљна </w:t>
      </w:r>
      <w:r w:rsidR="00BC3108" w:rsidRPr="00A90824">
        <w:rPr>
          <w:szCs w:val="24"/>
          <w:lang w:val="sr-Cyrl-RS"/>
        </w:rPr>
        <w:t>вредност за крај 2030. године: 8</w:t>
      </w:r>
      <w:r w:rsidRPr="00A90824">
        <w:rPr>
          <w:szCs w:val="24"/>
          <w:lang w:val="sr-Cyrl-RS"/>
        </w:rPr>
        <w:t>0% укупно</w:t>
      </w:r>
      <w:r w:rsidR="00BC3108" w:rsidRPr="00A90824">
        <w:rPr>
          <w:szCs w:val="24"/>
          <w:lang w:val="sr-Cyrl-RS"/>
        </w:rPr>
        <w:t>г броја</w:t>
      </w:r>
      <w:r w:rsidRPr="00A90824">
        <w:rPr>
          <w:szCs w:val="24"/>
          <w:lang w:val="sr-Cyrl-RS"/>
        </w:rPr>
        <w:t xml:space="preserve"> испитаних</w:t>
      </w:r>
    </w:p>
    <w:p w14:paraId="320D7B4A" w14:textId="4BFDE730" w:rsidR="001750B4" w:rsidRPr="00A90824" w:rsidRDefault="001750B4" w:rsidP="001750B4">
      <w:pPr>
        <w:pStyle w:val="Heading3"/>
        <w:rPr>
          <w:sz w:val="24"/>
          <w:szCs w:val="24"/>
        </w:rPr>
      </w:pPr>
      <w:r w:rsidRPr="00A90824">
        <w:rPr>
          <w:sz w:val="24"/>
          <w:szCs w:val="24"/>
        </w:rPr>
        <w:t xml:space="preserve">Мера </w:t>
      </w:r>
      <w:r w:rsidR="009C0EDE" w:rsidRPr="00A90824">
        <w:rPr>
          <w:sz w:val="24"/>
          <w:szCs w:val="24"/>
        </w:rPr>
        <w:t>3</w:t>
      </w:r>
      <w:r w:rsidR="00E13E4F">
        <w:rPr>
          <w:sz w:val="24"/>
          <w:szCs w:val="24"/>
        </w:rPr>
        <w:t>.1:</w:t>
      </w:r>
      <w:r w:rsidRPr="00A90824">
        <w:rPr>
          <w:sz w:val="24"/>
          <w:szCs w:val="24"/>
        </w:rPr>
        <w:t xml:space="preserve"> Развој </w:t>
      </w:r>
      <w:r w:rsidR="00C33659" w:rsidRPr="00A90824">
        <w:rPr>
          <w:sz w:val="24"/>
          <w:szCs w:val="24"/>
        </w:rPr>
        <w:t xml:space="preserve">стандарда квалификација, </w:t>
      </w:r>
      <w:r w:rsidR="00573E78" w:rsidRPr="00A90824">
        <w:rPr>
          <w:sz w:val="24"/>
          <w:szCs w:val="24"/>
        </w:rPr>
        <w:t>курикулума и студијских</w:t>
      </w:r>
      <w:r w:rsidRPr="00A90824">
        <w:rPr>
          <w:sz w:val="24"/>
          <w:szCs w:val="24"/>
        </w:rPr>
        <w:t xml:space="preserve"> програма из области вештачке интелигенције у високом образовању</w:t>
      </w:r>
    </w:p>
    <w:p w14:paraId="4A3FA68A" w14:textId="77777777" w:rsidR="001750B4" w:rsidRPr="00A90824" w:rsidRDefault="001750B4" w:rsidP="001750B4">
      <w:pPr>
        <w:pStyle w:val="Heading4"/>
        <w:rPr>
          <w:color w:val="000000"/>
          <w:szCs w:val="24"/>
        </w:rPr>
      </w:pPr>
      <w:r w:rsidRPr="00A90824">
        <w:rPr>
          <w:color w:val="000000"/>
          <w:szCs w:val="24"/>
        </w:rPr>
        <w:t>Опис мере</w:t>
      </w:r>
    </w:p>
    <w:p w14:paraId="06E4E21D" w14:textId="77777777" w:rsidR="001750B4" w:rsidRPr="00A90824" w:rsidRDefault="001750B4" w:rsidP="001750B4">
      <w:pPr>
        <w:rPr>
          <w:color w:val="000000"/>
          <w:szCs w:val="24"/>
          <w:lang w:val="sr-Cyrl-RS"/>
        </w:rPr>
      </w:pPr>
      <w:r w:rsidRPr="00A90824">
        <w:rPr>
          <w:color w:val="000000"/>
          <w:szCs w:val="24"/>
          <w:lang w:val="sr-Cyrl-RS"/>
        </w:rPr>
        <w:t xml:space="preserve">Мера обухвата унапређење </w:t>
      </w:r>
      <w:r w:rsidR="00573E78" w:rsidRPr="00A90824">
        <w:rPr>
          <w:color w:val="000000"/>
          <w:szCs w:val="24"/>
          <w:lang w:val="sr-Cyrl-RS"/>
        </w:rPr>
        <w:t>курикулума високошколских установа</w:t>
      </w:r>
      <w:r w:rsidRPr="00A90824">
        <w:rPr>
          <w:color w:val="000000"/>
          <w:szCs w:val="24"/>
          <w:lang w:val="sr-Cyrl-RS"/>
        </w:rPr>
        <w:t xml:space="preserve"> </w:t>
      </w:r>
      <w:r w:rsidR="00C1317B" w:rsidRPr="00A90824">
        <w:rPr>
          <w:color w:val="000000"/>
          <w:szCs w:val="24"/>
          <w:lang w:val="sr-Cyrl-RS"/>
        </w:rPr>
        <w:t xml:space="preserve">и </w:t>
      </w:r>
      <w:r w:rsidRPr="00A90824">
        <w:rPr>
          <w:color w:val="000000"/>
          <w:szCs w:val="24"/>
          <w:lang w:val="sr-Cyrl-RS"/>
        </w:rPr>
        <w:t>укључивањ</w:t>
      </w:r>
      <w:r w:rsidR="00573E78" w:rsidRPr="00A90824">
        <w:rPr>
          <w:color w:val="000000"/>
          <w:szCs w:val="24"/>
          <w:lang w:val="sr-Cyrl-RS"/>
        </w:rPr>
        <w:t>е</w:t>
      </w:r>
      <w:r w:rsidRPr="00A90824">
        <w:rPr>
          <w:color w:val="000000"/>
          <w:szCs w:val="24"/>
          <w:lang w:val="sr-Cyrl-RS"/>
        </w:rPr>
        <w:t xml:space="preserve"> обавезних и изборних модула из области вештачке интелигенције, као и развој нових студијских програма из ове области. Биће развијен низ курсева који покривају основе </w:t>
      </w:r>
      <w:r w:rsidR="004C6727" w:rsidRPr="00A90824">
        <w:rPr>
          <w:color w:val="000000"/>
          <w:szCs w:val="24"/>
          <w:lang w:val="sr-Cyrl-RS"/>
        </w:rPr>
        <w:t>вештачке интелигенције</w:t>
      </w:r>
      <w:r w:rsidRPr="00A90824">
        <w:rPr>
          <w:color w:val="000000"/>
          <w:szCs w:val="24"/>
          <w:lang w:val="sr-Cyrl-RS"/>
        </w:rPr>
        <w:t xml:space="preserve">, њену примену у различитим дисциплинама, као и специјализоване теме попут машинског учења, роботике и обраде природног језика. </w:t>
      </w:r>
      <w:r w:rsidR="004C6727" w:rsidRPr="00A90824">
        <w:rPr>
          <w:color w:val="000000"/>
          <w:szCs w:val="24"/>
          <w:lang w:val="sr-Cyrl-RS"/>
        </w:rPr>
        <w:t>Потребно је и унапредити</w:t>
      </w:r>
      <w:r w:rsidRPr="00A90824">
        <w:rPr>
          <w:color w:val="000000"/>
          <w:szCs w:val="24"/>
          <w:lang w:val="sr-Cyrl-RS"/>
        </w:rPr>
        <w:t xml:space="preserve"> сарадњу са индустријом</w:t>
      </w:r>
      <w:r w:rsidR="004C6727" w:rsidRPr="00A90824">
        <w:rPr>
          <w:color w:val="000000"/>
          <w:szCs w:val="24"/>
          <w:lang w:val="sr-Cyrl-RS"/>
        </w:rPr>
        <w:t>,</w:t>
      </w:r>
      <w:r w:rsidRPr="00A90824">
        <w:rPr>
          <w:color w:val="000000"/>
          <w:szCs w:val="24"/>
          <w:lang w:val="sr-Cyrl-RS"/>
        </w:rPr>
        <w:t xml:space="preserve"> </w:t>
      </w:r>
      <w:r w:rsidR="004C6727" w:rsidRPr="00A90824">
        <w:rPr>
          <w:color w:val="000000"/>
          <w:szCs w:val="24"/>
          <w:lang w:val="sr-Cyrl-RS"/>
        </w:rPr>
        <w:t xml:space="preserve">формирање </w:t>
      </w:r>
      <w:r w:rsidRPr="00A90824">
        <w:rPr>
          <w:color w:val="000000"/>
          <w:szCs w:val="24"/>
          <w:lang w:val="sr-Cyrl-RS"/>
        </w:rPr>
        <w:t>лабораторија и истраживачких центара који ће студентима пружити практично искуство и подстицати иновације. Посебна пажња ће бити посвећена развоју програма</w:t>
      </w:r>
      <w:r w:rsidR="004C6727" w:rsidRPr="00A90824">
        <w:rPr>
          <w:color w:val="000000"/>
          <w:szCs w:val="24"/>
          <w:lang w:val="sr-Cyrl-RS"/>
        </w:rPr>
        <w:t xml:space="preserve"> на трећем нивоу студија – докторских студија</w:t>
      </w:r>
      <w:r w:rsidRPr="00A90824">
        <w:rPr>
          <w:color w:val="000000"/>
          <w:szCs w:val="24"/>
          <w:lang w:val="sr-Cyrl-RS"/>
        </w:rPr>
        <w:t>.</w:t>
      </w:r>
    </w:p>
    <w:p w14:paraId="15C32E2E" w14:textId="77777777" w:rsidR="001750B4" w:rsidRPr="00A90824" w:rsidRDefault="001750B4" w:rsidP="001750B4">
      <w:pPr>
        <w:rPr>
          <w:strike/>
          <w:color w:val="000000"/>
          <w:szCs w:val="24"/>
          <w:lang w:val="sr-Cyrl-RS"/>
        </w:rPr>
      </w:pPr>
      <w:r w:rsidRPr="00A90824">
        <w:rPr>
          <w:color w:val="000000"/>
          <w:szCs w:val="24"/>
          <w:lang w:val="sr-Cyrl-RS"/>
        </w:rPr>
        <w:t xml:space="preserve">Такође је важно да студенти који не студирају инжењерске науке, информационе технологије и сличне техничке области имају курсеве из </w:t>
      </w:r>
      <w:r w:rsidR="00CA2ECF" w:rsidRPr="00A90824">
        <w:rPr>
          <w:color w:val="000000"/>
          <w:szCs w:val="24"/>
          <w:lang w:val="sr-Cyrl-RS"/>
        </w:rPr>
        <w:t>области вештачке интелигенције</w:t>
      </w:r>
      <w:r w:rsidRPr="00A90824">
        <w:rPr>
          <w:color w:val="000000"/>
          <w:szCs w:val="24"/>
          <w:lang w:val="sr-Cyrl-RS"/>
        </w:rPr>
        <w:t xml:space="preserve">. Циљ је обезбедити да сви студенти, без обзира на област студија, стекну основна знања о могућностима, </w:t>
      </w:r>
      <w:r w:rsidR="00C1317B" w:rsidRPr="00A90824">
        <w:rPr>
          <w:color w:val="000000"/>
          <w:szCs w:val="24"/>
          <w:lang w:val="sr-Cyrl-RS"/>
        </w:rPr>
        <w:t xml:space="preserve">начину </w:t>
      </w:r>
      <w:r w:rsidRPr="00A90824">
        <w:rPr>
          <w:color w:val="000000"/>
          <w:szCs w:val="24"/>
          <w:lang w:val="sr-Cyrl-RS"/>
        </w:rPr>
        <w:t>примен</w:t>
      </w:r>
      <w:r w:rsidR="00C1317B" w:rsidRPr="00A90824">
        <w:rPr>
          <w:color w:val="000000"/>
          <w:szCs w:val="24"/>
          <w:lang w:val="sr-Cyrl-RS"/>
        </w:rPr>
        <w:t>е</w:t>
      </w:r>
      <w:r w:rsidRPr="00A90824">
        <w:rPr>
          <w:color w:val="000000"/>
          <w:szCs w:val="24"/>
          <w:lang w:val="sr-Cyrl-RS"/>
        </w:rPr>
        <w:t xml:space="preserve"> и етичким импликацијама </w:t>
      </w:r>
      <w:r w:rsidR="00C1317B" w:rsidRPr="00A90824">
        <w:rPr>
          <w:color w:val="000000"/>
          <w:szCs w:val="24"/>
          <w:lang w:val="sr-Cyrl-RS"/>
        </w:rPr>
        <w:t xml:space="preserve">коришћења </w:t>
      </w:r>
      <w:r w:rsidRPr="00A90824">
        <w:rPr>
          <w:color w:val="000000"/>
          <w:szCs w:val="24"/>
          <w:lang w:val="sr-Cyrl-RS"/>
        </w:rPr>
        <w:t xml:space="preserve">вештачке интелигенције. </w:t>
      </w:r>
    </w:p>
    <w:p w14:paraId="7BCF64A9" w14:textId="77777777" w:rsidR="001750B4" w:rsidRPr="00A90824" w:rsidRDefault="001750B4" w:rsidP="009514D6">
      <w:pPr>
        <w:spacing w:after="0"/>
        <w:rPr>
          <w:color w:val="000000"/>
          <w:szCs w:val="24"/>
          <w:lang w:val="sr-Cyrl-RS"/>
        </w:rPr>
      </w:pPr>
      <w:r w:rsidRPr="00A90824">
        <w:rPr>
          <w:color w:val="000000"/>
          <w:szCs w:val="24"/>
          <w:lang w:val="sr-Cyrl-RS"/>
        </w:rPr>
        <w:t>Период реализације:</w:t>
      </w:r>
    </w:p>
    <w:p w14:paraId="5E55B24F" w14:textId="77777777" w:rsidR="001750B4" w:rsidRPr="00A90824" w:rsidRDefault="00075CDD" w:rsidP="001750B4">
      <w:pPr>
        <w:rPr>
          <w:color w:val="000000"/>
          <w:szCs w:val="24"/>
          <w:lang w:val="sr-Latn-RS"/>
        </w:rPr>
      </w:pPr>
      <w:r w:rsidRPr="00A90824">
        <w:rPr>
          <w:color w:val="000000"/>
          <w:szCs w:val="24"/>
          <w:lang w:val="sr-Cyrl-RS"/>
        </w:rPr>
        <w:t>2025</w:t>
      </w:r>
      <w:r w:rsidR="00512FEE" w:rsidRPr="00A90824">
        <w:rPr>
          <w:color w:val="000000"/>
          <w:szCs w:val="24"/>
          <w:lang w:val="sr-Latn-RS"/>
        </w:rPr>
        <w:t>.</w:t>
      </w:r>
      <w:r w:rsidR="001750B4" w:rsidRPr="00A90824">
        <w:rPr>
          <w:color w:val="000000"/>
          <w:szCs w:val="24"/>
          <w:lang w:val="sr-Cyrl-RS"/>
        </w:rPr>
        <w:t>-2030</w:t>
      </w:r>
      <w:r w:rsidR="00512FEE" w:rsidRPr="00A90824">
        <w:rPr>
          <w:color w:val="000000"/>
          <w:szCs w:val="24"/>
          <w:lang w:val="sr-Latn-RS"/>
        </w:rPr>
        <w:t>.</w:t>
      </w:r>
    </w:p>
    <w:p w14:paraId="18A677EA" w14:textId="77777777" w:rsidR="001750B4" w:rsidRPr="00A90824" w:rsidRDefault="001750B4" w:rsidP="001750B4">
      <w:pPr>
        <w:pStyle w:val="Heading4"/>
        <w:rPr>
          <w:color w:val="000000"/>
          <w:szCs w:val="24"/>
        </w:rPr>
      </w:pPr>
      <w:r w:rsidRPr="00A90824">
        <w:rPr>
          <w:color w:val="000000"/>
          <w:szCs w:val="24"/>
        </w:rPr>
        <w:t>Надлежне институције:</w:t>
      </w:r>
    </w:p>
    <w:p w14:paraId="4552FF1C" w14:textId="77777777" w:rsidR="001750B4" w:rsidRPr="00A90824" w:rsidRDefault="001750B4" w:rsidP="001750B4">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031B16" w:rsidRPr="00A90824">
        <w:rPr>
          <w:color w:val="000000"/>
          <w:szCs w:val="24"/>
          <w:lang w:val="sr-Cyrl-RS"/>
        </w:rPr>
        <w:t>просвету</w:t>
      </w:r>
      <w:r w:rsidRPr="00A90824">
        <w:rPr>
          <w:color w:val="000000"/>
          <w:szCs w:val="24"/>
          <w:lang w:val="sr-Cyrl-RS"/>
        </w:rPr>
        <w:t xml:space="preserve"> (носилац)</w:t>
      </w:r>
    </w:p>
    <w:p w14:paraId="1C11AA5E" w14:textId="77777777" w:rsidR="001750B4" w:rsidRPr="00A90824" w:rsidRDefault="001750B4" w:rsidP="001750B4">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A204AC" w:rsidRPr="00A90824">
        <w:rPr>
          <w:color w:val="000000"/>
          <w:szCs w:val="24"/>
          <w:lang w:val="sr-Cyrl-RS"/>
        </w:rPr>
        <w:t xml:space="preserve">научноистраживачку и иновациону делатност </w:t>
      </w:r>
      <w:r w:rsidRPr="00A90824">
        <w:rPr>
          <w:color w:val="000000"/>
          <w:szCs w:val="24"/>
          <w:lang w:val="sr-Cyrl-RS"/>
        </w:rPr>
        <w:t>(партнер)</w:t>
      </w:r>
    </w:p>
    <w:p w14:paraId="6CC19FC7" w14:textId="77777777" w:rsidR="00A204AC" w:rsidRPr="00A90824" w:rsidRDefault="00A204AC" w:rsidP="001750B4">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Институт за вештачку интелигенцију</w:t>
      </w:r>
      <w:r w:rsidR="00236765" w:rsidRPr="00A90824">
        <w:rPr>
          <w:color w:val="000000"/>
          <w:szCs w:val="24"/>
          <w:lang w:val="sr-Cyrl-RS"/>
        </w:rPr>
        <w:t xml:space="preserve"> (партнер)</w:t>
      </w:r>
    </w:p>
    <w:p w14:paraId="5B1B8802" w14:textId="77777777" w:rsidR="00A204AC" w:rsidRPr="00A90824" w:rsidRDefault="00A204AC" w:rsidP="001750B4">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Канцеларија за дуално образовање и национални оквир квалификација</w:t>
      </w:r>
      <w:r w:rsidR="00236765" w:rsidRPr="00A90824">
        <w:rPr>
          <w:color w:val="000000"/>
          <w:szCs w:val="24"/>
          <w:lang w:val="sr-Cyrl-RS"/>
        </w:rPr>
        <w:t xml:space="preserve"> (партнер)</w:t>
      </w:r>
    </w:p>
    <w:p w14:paraId="4A3D9229" w14:textId="77777777" w:rsidR="001750B4" w:rsidRPr="00A90824" w:rsidRDefault="001750B4" w:rsidP="001750B4">
      <w:pPr>
        <w:pStyle w:val="Heading4"/>
        <w:rPr>
          <w:color w:val="000000"/>
          <w:szCs w:val="24"/>
        </w:rPr>
      </w:pPr>
      <w:r w:rsidRPr="00A90824">
        <w:rPr>
          <w:color w:val="000000"/>
          <w:szCs w:val="24"/>
        </w:rPr>
        <w:t>Показатељи:</w:t>
      </w:r>
    </w:p>
    <w:p w14:paraId="371D1C24" w14:textId="77777777" w:rsidR="001750B4" w:rsidRPr="00A90824" w:rsidRDefault="001750B4" w:rsidP="00E63B22">
      <w:pPr>
        <w:pStyle w:val="ListParagraph"/>
        <w:numPr>
          <w:ilvl w:val="0"/>
          <w:numId w:val="6"/>
        </w:numPr>
        <w:spacing w:after="60"/>
        <w:contextualSpacing w:val="0"/>
        <w:rPr>
          <w:color w:val="000000"/>
          <w:szCs w:val="24"/>
          <w:lang w:val="sr-Cyrl-RS"/>
        </w:rPr>
      </w:pPr>
      <w:r w:rsidRPr="00A90824">
        <w:rPr>
          <w:color w:val="000000"/>
          <w:szCs w:val="24"/>
          <w:lang w:val="sr-Cyrl-RS"/>
        </w:rPr>
        <w:t xml:space="preserve">Број универзитетских програма који су интегрисали </w:t>
      </w:r>
      <w:r w:rsidR="00EA1099" w:rsidRPr="00A90824">
        <w:rPr>
          <w:color w:val="000000"/>
          <w:szCs w:val="24"/>
          <w:lang w:val="sr-Cyrl-RS"/>
        </w:rPr>
        <w:t>теме у области вештачке интелигенције</w:t>
      </w:r>
      <w:r w:rsidRPr="00A90824">
        <w:rPr>
          <w:color w:val="000000"/>
          <w:szCs w:val="24"/>
          <w:lang w:val="sr-Cyrl-RS"/>
        </w:rPr>
        <w:t xml:space="preserve"> у своје курикулуме</w:t>
      </w:r>
    </w:p>
    <w:p w14:paraId="72CD6478" w14:textId="77777777" w:rsidR="001750B4" w:rsidRPr="00A90824" w:rsidRDefault="001750B4" w:rsidP="001750B4">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3</w:t>
      </w:r>
    </w:p>
    <w:p w14:paraId="4C94562A" w14:textId="77777777" w:rsidR="001750B4" w:rsidRPr="00A90824" w:rsidRDefault="001750B4" w:rsidP="001750B4">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10</w:t>
      </w:r>
    </w:p>
    <w:p w14:paraId="71BA6BC9" w14:textId="77777777" w:rsidR="001750B4" w:rsidRPr="00A90824" w:rsidRDefault="001750B4" w:rsidP="001750B4">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30</w:t>
      </w:r>
    </w:p>
    <w:p w14:paraId="17C5F8C1" w14:textId="77777777" w:rsidR="001750B4" w:rsidRPr="00A90824" w:rsidRDefault="001750B4" w:rsidP="00E63B22">
      <w:pPr>
        <w:pStyle w:val="ListParagraph"/>
        <w:numPr>
          <w:ilvl w:val="0"/>
          <w:numId w:val="6"/>
        </w:numPr>
        <w:spacing w:before="120" w:after="60"/>
        <w:contextualSpacing w:val="0"/>
        <w:rPr>
          <w:color w:val="000000"/>
          <w:szCs w:val="24"/>
          <w:lang w:val="sr-Cyrl-RS"/>
        </w:rPr>
      </w:pPr>
      <w:r w:rsidRPr="00A90824">
        <w:rPr>
          <w:color w:val="000000"/>
          <w:szCs w:val="24"/>
          <w:lang w:val="sr-Cyrl-RS"/>
        </w:rPr>
        <w:t xml:space="preserve">Број студената који су </w:t>
      </w:r>
      <w:r w:rsidR="004C6727" w:rsidRPr="00A90824">
        <w:rPr>
          <w:color w:val="000000"/>
          <w:szCs w:val="24"/>
          <w:lang w:val="sr-Cyrl-RS"/>
        </w:rPr>
        <w:t>положили најмање један предмет</w:t>
      </w:r>
      <w:r w:rsidRPr="00A90824">
        <w:rPr>
          <w:color w:val="000000"/>
          <w:szCs w:val="24"/>
          <w:lang w:val="sr-Cyrl-RS"/>
        </w:rPr>
        <w:t xml:space="preserve">  </w:t>
      </w:r>
      <w:r w:rsidR="004C6727" w:rsidRPr="00A90824">
        <w:rPr>
          <w:color w:val="000000"/>
          <w:szCs w:val="24"/>
          <w:lang w:val="sr-Cyrl-RS"/>
        </w:rPr>
        <w:t>из области</w:t>
      </w:r>
      <w:r w:rsidRPr="00A90824">
        <w:rPr>
          <w:color w:val="000000"/>
          <w:szCs w:val="24"/>
          <w:lang w:val="sr-Cyrl-RS"/>
        </w:rPr>
        <w:t xml:space="preserve"> </w:t>
      </w:r>
      <w:r w:rsidR="004C6727" w:rsidRPr="00A90824">
        <w:rPr>
          <w:color w:val="000000"/>
          <w:szCs w:val="24"/>
          <w:lang w:val="sr-Cyrl-RS"/>
        </w:rPr>
        <w:t>вештачке интелигенције</w:t>
      </w:r>
    </w:p>
    <w:p w14:paraId="20E4CBF9" w14:textId="77777777" w:rsidR="001750B4" w:rsidRPr="00A90824" w:rsidRDefault="001750B4" w:rsidP="001750B4">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200</w:t>
      </w:r>
    </w:p>
    <w:p w14:paraId="0471CA5B" w14:textId="77777777" w:rsidR="001750B4" w:rsidRPr="00A90824" w:rsidRDefault="001750B4" w:rsidP="001750B4">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500</w:t>
      </w:r>
    </w:p>
    <w:p w14:paraId="1C6CAFB2" w14:textId="77777777" w:rsidR="001750B4" w:rsidRPr="00A90824" w:rsidRDefault="001750B4" w:rsidP="001750B4">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1000</w:t>
      </w:r>
    </w:p>
    <w:p w14:paraId="109D00B4" w14:textId="77777777" w:rsidR="001750B4" w:rsidRPr="00A90824" w:rsidRDefault="001750B4" w:rsidP="00E63B22">
      <w:pPr>
        <w:pStyle w:val="ListParagraph"/>
        <w:numPr>
          <w:ilvl w:val="0"/>
          <w:numId w:val="6"/>
        </w:numPr>
        <w:spacing w:before="120" w:after="60"/>
        <w:contextualSpacing w:val="0"/>
        <w:rPr>
          <w:color w:val="000000"/>
          <w:szCs w:val="24"/>
          <w:lang w:val="sr-Cyrl-RS"/>
        </w:rPr>
      </w:pPr>
      <w:r w:rsidRPr="00A90824">
        <w:rPr>
          <w:color w:val="000000"/>
          <w:szCs w:val="24"/>
          <w:lang w:val="sr-Cyrl-RS"/>
        </w:rPr>
        <w:t xml:space="preserve">Број програма докторских студија из домена </w:t>
      </w:r>
      <w:r w:rsidR="00EA1099" w:rsidRPr="00A90824">
        <w:rPr>
          <w:color w:val="000000"/>
          <w:szCs w:val="24"/>
          <w:lang w:val="sr-Cyrl-RS"/>
        </w:rPr>
        <w:t>вештачке интелигенције</w:t>
      </w:r>
    </w:p>
    <w:p w14:paraId="7230C657" w14:textId="77777777" w:rsidR="001750B4" w:rsidRPr="00A90824" w:rsidRDefault="001750B4" w:rsidP="001750B4">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5435E659" w14:textId="77777777" w:rsidR="001750B4" w:rsidRPr="00A90824" w:rsidRDefault="001750B4" w:rsidP="001750B4">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1</w:t>
      </w:r>
    </w:p>
    <w:p w14:paraId="32D2D028" w14:textId="77777777" w:rsidR="001750B4" w:rsidRPr="00A90824" w:rsidRDefault="001750B4" w:rsidP="001750B4">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3</w:t>
      </w:r>
    </w:p>
    <w:p w14:paraId="5EAC831F" w14:textId="38C1868F" w:rsidR="00D70DC0" w:rsidRPr="00A90824" w:rsidRDefault="00D70DC0" w:rsidP="00D70DC0">
      <w:pPr>
        <w:pStyle w:val="Heading3"/>
        <w:rPr>
          <w:sz w:val="24"/>
          <w:szCs w:val="24"/>
        </w:rPr>
      </w:pPr>
      <w:r w:rsidRPr="00A90824">
        <w:rPr>
          <w:color w:val="000000"/>
          <w:sz w:val="24"/>
          <w:szCs w:val="24"/>
        </w:rPr>
        <w:t xml:space="preserve">Мера </w:t>
      </w:r>
      <w:r w:rsidR="009C0EDE" w:rsidRPr="00A90824">
        <w:rPr>
          <w:color w:val="000000"/>
          <w:sz w:val="24"/>
          <w:szCs w:val="24"/>
        </w:rPr>
        <w:t>3</w:t>
      </w:r>
      <w:r w:rsidRPr="00A90824">
        <w:rPr>
          <w:color w:val="000000"/>
          <w:sz w:val="24"/>
          <w:szCs w:val="24"/>
        </w:rPr>
        <w:t>.2</w:t>
      </w:r>
      <w:r w:rsidR="00E13E4F">
        <w:rPr>
          <w:color w:val="000000"/>
          <w:sz w:val="24"/>
          <w:szCs w:val="24"/>
        </w:rPr>
        <w:t>:</w:t>
      </w:r>
      <w:r w:rsidRPr="00A90824">
        <w:rPr>
          <w:color w:val="000000"/>
          <w:sz w:val="24"/>
          <w:szCs w:val="24"/>
        </w:rPr>
        <w:t xml:space="preserve"> Развој обука у области </w:t>
      </w:r>
      <w:r w:rsidR="00845ECB" w:rsidRPr="00A90824">
        <w:rPr>
          <w:color w:val="000000"/>
          <w:sz w:val="24"/>
          <w:szCs w:val="24"/>
        </w:rPr>
        <w:t>вештачке интелигенције</w:t>
      </w:r>
      <w:r w:rsidRPr="00A90824">
        <w:rPr>
          <w:color w:val="000000"/>
          <w:sz w:val="24"/>
          <w:szCs w:val="24"/>
        </w:rPr>
        <w:t xml:space="preserve"> у образовању у основним и средњим школама </w:t>
      </w:r>
      <w:r w:rsidR="00C33659" w:rsidRPr="00A90824">
        <w:rPr>
          <w:sz w:val="24"/>
          <w:szCs w:val="24"/>
        </w:rPr>
        <w:t>и код других пружалаца услуга</w:t>
      </w:r>
    </w:p>
    <w:p w14:paraId="1B2F2D2E" w14:textId="77777777" w:rsidR="00D70DC0" w:rsidRPr="00A90824" w:rsidRDefault="00D70DC0" w:rsidP="00D70DC0">
      <w:pPr>
        <w:pStyle w:val="Heading4"/>
        <w:rPr>
          <w:color w:val="000000"/>
          <w:szCs w:val="24"/>
        </w:rPr>
      </w:pPr>
      <w:r w:rsidRPr="00A90824">
        <w:rPr>
          <w:color w:val="000000"/>
          <w:szCs w:val="24"/>
        </w:rPr>
        <w:t>Опис мере</w:t>
      </w:r>
    </w:p>
    <w:p w14:paraId="7BE50D48" w14:textId="77777777" w:rsidR="00D70DC0" w:rsidRPr="00A90824" w:rsidRDefault="00845ECB" w:rsidP="00D70DC0">
      <w:pPr>
        <w:rPr>
          <w:color w:val="000000"/>
          <w:szCs w:val="24"/>
          <w:lang w:val="sr-Cyrl-RS"/>
        </w:rPr>
      </w:pPr>
      <w:r w:rsidRPr="00A90824">
        <w:rPr>
          <w:color w:val="000000"/>
          <w:szCs w:val="24"/>
          <w:lang w:val="sr-Cyrl-RS"/>
        </w:rPr>
        <w:t xml:space="preserve">Увођење </w:t>
      </w:r>
      <w:r w:rsidR="00D70DC0" w:rsidRPr="00A90824">
        <w:rPr>
          <w:color w:val="000000"/>
          <w:szCs w:val="24"/>
          <w:lang w:val="sr-Cyrl-RS"/>
        </w:rPr>
        <w:t xml:space="preserve">вештачке интелигенције у различите аспекте основног и средњег образовања представља корак ка изградњи темеља за креирање будућности засноване на дисруптивним технологијама. Обуке наставника за примену </w:t>
      </w:r>
      <w:r w:rsidRPr="00A90824">
        <w:rPr>
          <w:color w:val="000000"/>
          <w:szCs w:val="24"/>
          <w:lang w:val="sr-Cyrl-RS"/>
        </w:rPr>
        <w:t xml:space="preserve">вештачке интелигенције </w:t>
      </w:r>
      <w:r w:rsidR="00D70DC0" w:rsidRPr="00A90824">
        <w:rPr>
          <w:color w:val="000000"/>
          <w:szCs w:val="24"/>
          <w:lang w:val="sr-Cyrl-RS"/>
        </w:rPr>
        <w:t xml:space="preserve">у наставном процесу уједно ће довести и до ширења свести о улози коју решења заснована на </w:t>
      </w:r>
      <w:r w:rsidRPr="00A90824">
        <w:rPr>
          <w:color w:val="000000"/>
          <w:szCs w:val="24"/>
          <w:lang w:val="sr-Cyrl-RS"/>
        </w:rPr>
        <w:t xml:space="preserve">овим технологијама </w:t>
      </w:r>
      <w:r w:rsidR="00D70DC0" w:rsidRPr="00A90824">
        <w:rPr>
          <w:color w:val="000000"/>
          <w:szCs w:val="24"/>
          <w:lang w:val="sr-Cyrl-RS"/>
        </w:rPr>
        <w:t xml:space="preserve">могу имати у наставном процесу што ће додатно утицати на мотивацију наставника за </w:t>
      </w:r>
      <w:r w:rsidRPr="00A90824">
        <w:rPr>
          <w:color w:val="000000"/>
          <w:szCs w:val="24"/>
          <w:lang w:val="sr-Cyrl-RS"/>
        </w:rPr>
        <w:t xml:space="preserve">њихову </w:t>
      </w:r>
      <w:r w:rsidR="00D70DC0" w:rsidRPr="00A90824">
        <w:rPr>
          <w:color w:val="000000"/>
          <w:szCs w:val="24"/>
          <w:lang w:val="sr-Cyrl-RS"/>
        </w:rPr>
        <w:t>примену у свакодневном раду. Осавремењивање наставних метода и техника омогућава ученицима приступ настави који је у складу са окруж</w:t>
      </w:r>
      <w:r w:rsidR="00C1317B" w:rsidRPr="00A90824">
        <w:rPr>
          <w:color w:val="000000"/>
          <w:szCs w:val="24"/>
          <w:lang w:val="sr-Cyrl-RS"/>
        </w:rPr>
        <w:t>ењем</w:t>
      </w:r>
      <w:r w:rsidR="00D70DC0" w:rsidRPr="00A90824">
        <w:rPr>
          <w:color w:val="000000"/>
          <w:szCs w:val="24"/>
          <w:lang w:val="sr-Cyrl-RS"/>
        </w:rPr>
        <w:t xml:space="preserve">, а у ком се развијају као индивидуе и друштвена бића. Развој и интерпретација алата </w:t>
      </w:r>
      <w:r w:rsidRPr="00A90824">
        <w:rPr>
          <w:color w:val="000000"/>
          <w:szCs w:val="24"/>
          <w:lang w:val="sr-Cyrl-RS"/>
        </w:rPr>
        <w:t xml:space="preserve">вештачке интелигенције </w:t>
      </w:r>
      <w:r w:rsidR="00D70DC0" w:rsidRPr="00A90824">
        <w:rPr>
          <w:color w:val="000000"/>
          <w:szCs w:val="24"/>
          <w:lang w:val="sr-Cyrl-RS"/>
        </w:rPr>
        <w:t xml:space="preserve">за примену у наставним програмима, укључивање у образовање кроз интердисциплинарне приступе и активна употреба нових технологија у настави, обогаћују и осавремењују процес учења. Оспособљавање наставника за коришћење </w:t>
      </w:r>
      <w:r w:rsidR="00C1317B" w:rsidRPr="00A90824">
        <w:rPr>
          <w:color w:val="000000"/>
          <w:szCs w:val="24"/>
          <w:lang w:val="sr-Cyrl-RS"/>
        </w:rPr>
        <w:t xml:space="preserve">алата </w:t>
      </w:r>
      <w:r w:rsidRPr="00A90824">
        <w:rPr>
          <w:color w:val="000000"/>
          <w:szCs w:val="24"/>
          <w:lang w:val="sr-Cyrl-RS"/>
        </w:rPr>
        <w:t xml:space="preserve">вештачке интелигенције </w:t>
      </w:r>
      <w:r w:rsidR="00D70DC0" w:rsidRPr="00A90824">
        <w:rPr>
          <w:color w:val="000000"/>
          <w:szCs w:val="24"/>
          <w:lang w:val="sr-Cyrl-RS"/>
        </w:rPr>
        <w:t>у наставном процесу осим иновативног приступа, омогућава и интердисциплинарни приступ и укључивање већег броја актера који су усмерени на сарадњу и креирање иновација у циљу решавања свакодневних проблема, укључујући и размену знања између друштвено-хуманистичког и техничко-технолошког сектора.</w:t>
      </w:r>
    </w:p>
    <w:p w14:paraId="1D3B7F9D" w14:textId="77777777" w:rsidR="00D70DC0" w:rsidRPr="00A90824" w:rsidRDefault="00D70DC0" w:rsidP="00D70DC0">
      <w:pPr>
        <w:rPr>
          <w:color w:val="000000"/>
          <w:szCs w:val="24"/>
          <w:lang w:val="sr-Cyrl-RS"/>
        </w:rPr>
      </w:pPr>
      <w:r w:rsidRPr="00A90824">
        <w:rPr>
          <w:color w:val="000000"/>
          <w:szCs w:val="24"/>
          <w:lang w:val="sr-Cyrl-RS"/>
        </w:rPr>
        <w:t xml:space="preserve">Примена </w:t>
      </w:r>
      <w:r w:rsidR="00845ECB" w:rsidRPr="00A90824">
        <w:rPr>
          <w:color w:val="000000"/>
          <w:szCs w:val="24"/>
          <w:lang w:val="sr-Cyrl-RS"/>
        </w:rPr>
        <w:t xml:space="preserve">вештачке интелигенције </w:t>
      </w:r>
      <w:r w:rsidRPr="00A90824">
        <w:rPr>
          <w:color w:val="000000"/>
          <w:szCs w:val="24"/>
          <w:lang w:val="sr-Cyrl-RS"/>
        </w:rPr>
        <w:t xml:space="preserve">у настави и образовним програмима подразумева низ активности које ће активно укључити школе, наставни кадар, ученике, али и родитеље у развој вештина потребних за будућност. Повећање броја школа које активно користе </w:t>
      </w:r>
      <w:r w:rsidR="00845ECB" w:rsidRPr="00A90824">
        <w:rPr>
          <w:color w:val="000000"/>
          <w:szCs w:val="24"/>
          <w:lang w:val="sr-Cyrl-RS"/>
        </w:rPr>
        <w:t xml:space="preserve">вештачку интелигенцију </w:t>
      </w:r>
      <w:r w:rsidRPr="00A90824">
        <w:rPr>
          <w:color w:val="000000"/>
          <w:szCs w:val="24"/>
          <w:lang w:val="sr-Cyrl-RS"/>
        </w:rPr>
        <w:t>и подучавање наставника за коришћење ове технологије воде ка модернизацији образовног система и омогућавају наставницима да развијају код ученика критичко размишљање и етичк</w:t>
      </w:r>
      <w:r w:rsidR="00BD224C" w:rsidRPr="00A90824">
        <w:rPr>
          <w:color w:val="000000"/>
          <w:szCs w:val="24"/>
          <w:lang w:val="sr-Cyrl-RS"/>
        </w:rPr>
        <w:t>о</w:t>
      </w:r>
      <w:r w:rsidRPr="00A90824">
        <w:rPr>
          <w:color w:val="000000"/>
          <w:szCs w:val="24"/>
          <w:lang w:val="sr-Cyrl-RS"/>
        </w:rPr>
        <w:t xml:space="preserve"> коришћење нових технологија за решавање комплексних проблема. Развој и коришћење бројних решења која користе вештачку интелигенцију за персонализовано учење, омогућавају ученицима напредак у складу са њиховим потребама, омогућавајући на тај начин већу инклузију и једнаке могућности за учење и напредак. Подстицаји као што су програми за реализацију пројеката </w:t>
      </w:r>
      <w:r w:rsidR="00475F5C" w:rsidRPr="00A90824">
        <w:rPr>
          <w:color w:val="000000"/>
          <w:szCs w:val="24"/>
          <w:lang w:val="sr-Cyrl-RS"/>
        </w:rPr>
        <w:t xml:space="preserve">у области вештачке интелигенције </w:t>
      </w:r>
      <w:r w:rsidRPr="00A90824">
        <w:rPr>
          <w:color w:val="000000"/>
          <w:szCs w:val="24"/>
          <w:lang w:val="sr-Cyrl-RS"/>
        </w:rPr>
        <w:t>у образовању нису само инвестиције у технологију, већ улагање у будућност ученика који ће бити пионири друштвених и технолошких промена. Образовање о вештачкој интелигенцији треба да укључи и правилно разумевање изазова које доноси вештачка интелигенција како би ученици на прави начин разумели ограничења и опасности погрешног развоја и примене и како би препознали такве ситуације у свом окружењу.</w:t>
      </w:r>
    </w:p>
    <w:p w14:paraId="0E9B78A3" w14:textId="77777777" w:rsidR="00D70DC0" w:rsidRPr="00A90824" w:rsidRDefault="00D70DC0" w:rsidP="00D70DC0">
      <w:pPr>
        <w:rPr>
          <w:color w:val="000000"/>
          <w:szCs w:val="24"/>
          <w:lang w:val="sr-Cyrl-RS"/>
        </w:rPr>
      </w:pPr>
      <w:r w:rsidRPr="00A90824">
        <w:rPr>
          <w:color w:val="000000"/>
          <w:szCs w:val="24"/>
          <w:lang w:val="sr-Cyrl-RS"/>
        </w:rPr>
        <w:t xml:space="preserve">Праћење степена писмености </w:t>
      </w:r>
      <w:r w:rsidR="00475F5C" w:rsidRPr="00A90824">
        <w:rPr>
          <w:color w:val="000000"/>
          <w:szCs w:val="24"/>
          <w:lang w:val="sr-Cyrl-RS"/>
        </w:rPr>
        <w:t xml:space="preserve">у овој области </w:t>
      </w:r>
      <w:r w:rsidRPr="00A90824">
        <w:rPr>
          <w:color w:val="000000"/>
          <w:szCs w:val="24"/>
          <w:lang w:val="sr-Cyrl-RS"/>
        </w:rPr>
        <w:t>кроз анкете помаже у оцењивању ефикасности ових програма и пружању увида у наставни процес, стварајући темељ</w:t>
      </w:r>
      <w:r w:rsidR="00BD224C" w:rsidRPr="00A90824">
        <w:rPr>
          <w:color w:val="000000"/>
          <w:szCs w:val="24"/>
          <w:lang w:val="sr-Cyrl-RS"/>
        </w:rPr>
        <w:t>е</w:t>
      </w:r>
      <w:r w:rsidRPr="00A90824">
        <w:rPr>
          <w:color w:val="000000"/>
          <w:szCs w:val="24"/>
          <w:lang w:val="sr-Cyrl-RS"/>
        </w:rPr>
        <w:t xml:space="preserve"> за непрестано унапређење.</w:t>
      </w:r>
    </w:p>
    <w:p w14:paraId="7D6FCD71" w14:textId="77777777" w:rsidR="00D70DC0" w:rsidRPr="00A90824" w:rsidRDefault="00D70DC0" w:rsidP="00D70DC0">
      <w:pPr>
        <w:rPr>
          <w:color w:val="000000"/>
          <w:szCs w:val="24"/>
          <w:lang w:val="sr-Cyrl-RS"/>
        </w:rPr>
      </w:pPr>
      <w:r w:rsidRPr="00A90824">
        <w:rPr>
          <w:color w:val="000000"/>
          <w:szCs w:val="24"/>
          <w:lang w:val="sr-Cyrl-RS"/>
        </w:rPr>
        <w:t xml:space="preserve">Мера обухвата развој и интеграцију алата који користе вештачку интелигенцију за прилагођавање курсева, извођење наставе применом </w:t>
      </w:r>
      <w:r w:rsidR="00585E2F" w:rsidRPr="00A90824">
        <w:rPr>
          <w:color w:val="000000"/>
          <w:szCs w:val="24"/>
          <w:lang w:val="sr-Cyrl-RS"/>
        </w:rPr>
        <w:t>наставних средстава</w:t>
      </w:r>
      <w:r w:rsidRPr="00A90824">
        <w:rPr>
          <w:color w:val="000000"/>
          <w:szCs w:val="24"/>
          <w:lang w:val="sr-Cyrl-RS"/>
        </w:rPr>
        <w:t xml:space="preserve"> које садрже вештачку интелигенцију (робот или софтвер), опремање школа неопходном технологијом за примену вештачке интелигенције, стварање партнерстава са технолошким компанијама за развој образовних апликација које садрже вештачку интелигенцију, периодично мерење степена писмености ђака и просветних радника </w:t>
      </w:r>
      <w:r w:rsidR="00475F5C" w:rsidRPr="00A90824">
        <w:rPr>
          <w:color w:val="000000"/>
          <w:szCs w:val="24"/>
          <w:lang w:val="sr-Cyrl-RS"/>
        </w:rPr>
        <w:t xml:space="preserve">у овој области </w:t>
      </w:r>
      <w:r w:rsidRPr="00A90824">
        <w:rPr>
          <w:color w:val="000000"/>
          <w:szCs w:val="24"/>
          <w:lang w:val="sr-Cyrl-RS"/>
        </w:rPr>
        <w:t xml:space="preserve">кроз анкете, креирање сертификационих програма </w:t>
      </w:r>
      <w:r w:rsidR="00475F5C" w:rsidRPr="00A90824">
        <w:rPr>
          <w:color w:val="000000"/>
          <w:szCs w:val="24"/>
          <w:lang w:val="sr-Cyrl-RS"/>
        </w:rPr>
        <w:t>вештачке интелигенције</w:t>
      </w:r>
      <w:r w:rsidRPr="00A90824">
        <w:rPr>
          <w:color w:val="000000"/>
          <w:szCs w:val="24"/>
          <w:lang w:val="sr-Cyrl-RS"/>
        </w:rPr>
        <w:t xml:space="preserve"> за наставнике, подршку развоју програма за талентоване ученике који се баве вештачком интелигенцијом, организација интердисциплинарних пројеката и такмичења који укључују </w:t>
      </w:r>
      <w:r w:rsidR="00475F5C" w:rsidRPr="00A90824">
        <w:rPr>
          <w:color w:val="000000"/>
          <w:szCs w:val="24"/>
          <w:lang w:val="sr-Cyrl-RS"/>
        </w:rPr>
        <w:t>ове технологије</w:t>
      </w:r>
      <w:r w:rsidRPr="00A90824">
        <w:rPr>
          <w:color w:val="000000"/>
          <w:szCs w:val="24"/>
          <w:lang w:val="sr-Cyrl-RS"/>
        </w:rPr>
        <w:t xml:space="preserve"> а који омогућавају ученицима да раде заједно на решавању стварних проблема, подстичући тиме сарадњу и иновације и др.</w:t>
      </w:r>
    </w:p>
    <w:p w14:paraId="45296C26" w14:textId="77777777" w:rsidR="00D70DC0" w:rsidRPr="00A90824" w:rsidRDefault="00D70DC0" w:rsidP="00D70DC0">
      <w:pPr>
        <w:pStyle w:val="Heading4"/>
        <w:rPr>
          <w:color w:val="000000"/>
          <w:szCs w:val="24"/>
        </w:rPr>
      </w:pPr>
      <w:r w:rsidRPr="00A90824">
        <w:rPr>
          <w:color w:val="000000"/>
          <w:szCs w:val="24"/>
        </w:rPr>
        <w:t>Период реализације:</w:t>
      </w:r>
    </w:p>
    <w:p w14:paraId="6126D0A2" w14:textId="77777777" w:rsidR="00D70DC0" w:rsidRPr="00A90824" w:rsidRDefault="00075CDD" w:rsidP="00D70DC0">
      <w:pPr>
        <w:rPr>
          <w:color w:val="000000"/>
          <w:szCs w:val="24"/>
          <w:lang w:val="sr-Latn-RS"/>
        </w:rPr>
      </w:pPr>
      <w:r w:rsidRPr="00A90824">
        <w:rPr>
          <w:color w:val="000000"/>
          <w:szCs w:val="24"/>
          <w:lang w:val="sr-Cyrl-RS"/>
        </w:rPr>
        <w:t>2025</w:t>
      </w:r>
      <w:r w:rsidR="00512FEE" w:rsidRPr="00A90824">
        <w:rPr>
          <w:color w:val="000000"/>
          <w:szCs w:val="24"/>
          <w:lang w:val="sr-Latn-RS"/>
        </w:rPr>
        <w:t>.</w:t>
      </w:r>
      <w:r w:rsidR="00D70DC0" w:rsidRPr="00A90824">
        <w:rPr>
          <w:color w:val="000000"/>
          <w:szCs w:val="24"/>
          <w:lang w:val="sr-Cyrl-RS"/>
        </w:rPr>
        <w:t>-2030</w:t>
      </w:r>
      <w:r w:rsidR="00512FEE" w:rsidRPr="00A90824">
        <w:rPr>
          <w:color w:val="000000"/>
          <w:szCs w:val="24"/>
          <w:lang w:val="sr-Latn-RS"/>
        </w:rPr>
        <w:t>.</w:t>
      </w:r>
    </w:p>
    <w:p w14:paraId="291EC719" w14:textId="77777777" w:rsidR="00D70DC0" w:rsidRPr="00A90824" w:rsidRDefault="00D70DC0" w:rsidP="00D70DC0">
      <w:pPr>
        <w:pStyle w:val="Heading4"/>
        <w:rPr>
          <w:color w:val="000000"/>
          <w:szCs w:val="24"/>
        </w:rPr>
      </w:pPr>
      <w:r w:rsidRPr="00A90824">
        <w:rPr>
          <w:color w:val="000000"/>
          <w:szCs w:val="24"/>
        </w:rPr>
        <w:t>Надлежне институције:</w:t>
      </w:r>
    </w:p>
    <w:p w14:paraId="1CC8C14F" w14:textId="77777777" w:rsidR="00D70DC0" w:rsidRPr="00A90824" w:rsidRDefault="00D70DC0" w:rsidP="00D70DC0">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031B16" w:rsidRPr="00A90824">
        <w:rPr>
          <w:color w:val="000000"/>
          <w:szCs w:val="24"/>
          <w:lang w:val="sr-Cyrl-RS"/>
        </w:rPr>
        <w:t>просвету</w:t>
      </w:r>
      <w:r w:rsidRPr="00A90824">
        <w:rPr>
          <w:color w:val="000000"/>
          <w:szCs w:val="24"/>
          <w:lang w:val="sr-Cyrl-RS"/>
        </w:rPr>
        <w:t xml:space="preserve"> (носилац)</w:t>
      </w:r>
    </w:p>
    <w:p w14:paraId="5CACA227" w14:textId="77777777" w:rsidR="00A204AC" w:rsidRPr="00A90824" w:rsidRDefault="00A204AC" w:rsidP="00D70DC0">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Завод за унапређење образовања и васпитања (партнер)</w:t>
      </w:r>
    </w:p>
    <w:p w14:paraId="65D5A3AF" w14:textId="77777777" w:rsidR="00D70DC0" w:rsidRPr="00A90824" w:rsidRDefault="00D70DC0" w:rsidP="00D70DC0">
      <w:pPr>
        <w:pStyle w:val="ListParagraph"/>
        <w:numPr>
          <w:ilvl w:val="0"/>
          <w:numId w:val="1"/>
        </w:numPr>
        <w:spacing w:after="60"/>
        <w:ind w:left="567" w:hanging="510"/>
        <w:contextualSpacing w:val="0"/>
        <w:rPr>
          <w:szCs w:val="24"/>
          <w:lang w:val="sr-Cyrl-RS"/>
        </w:rPr>
      </w:pPr>
      <w:r w:rsidRPr="00A90824">
        <w:rPr>
          <w:szCs w:val="24"/>
          <w:lang w:val="sr-Cyrl-RS"/>
        </w:rPr>
        <w:t xml:space="preserve">Министарство надлежно за </w:t>
      </w:r>
      <w:r w:rsidR="00236765" w:rsidRPr="00A90824">
        <w:rPr>
          <w:szCs w:val="24"/>
          <w:lang w:val="sr-Cyrl-RS"/>
        </w:rPr>
        <w:t>научноистраживачку и иновациону делатност (партнер)</w:t>
      </w:r>
    </w:p>
    <w:p w14:paraId="5291CD93" w14:textId="36BF64AF" w:rsidR="00C33659" w:rsidRPr="00A90824" w:rsidRDefault="00C33659" w:rsidP="00C33659">
      <w:pPr>
        <w:pStyle w:val="ListParagraph"/>
        <w:numPr>
          <w:ilvl w:val="0"/>
          <w:numId w:val="1"/>
        </w:numPr>
        <w:spacing w:after="60"/>
        <w:ind w:left="567" w:hanging="510"/>
        <w:contextualSpacing w:val="0"/>
        <w:rPr>
          <w:szCs w:val="24"/>
          <w:lang w:val="sr-Cyrl-RS"/>
        </w:rPr>
      </w:pPr>
      <w:r w:rsidRPr="00A90824">
        <w:rPr>
          <w:szCs w:val="24"/>
          <w:lang w:val="sr-Cyrl-RS"/>
        </w:rPr>
        <w:t>Канцеларија за дуално образовање и национални оквир квалификација (партнер)</w:t>
      </w:r>
    </w:p>
    <w:p w14:paraId="4FF55188" w14:textId="77777777" w:rsidR="00D70DC0" w:rsidRPr="00A90824" w:rsidRDefault="00D70DC0" w:rsidP="00D70DC0">
      <w:pPr>
        <w:pStyle w:val="Heading4"/>
        <w:rPr>
          <w:szCs w:val="24"/>
        </w:rPr>
      </w:pPr>
      <w:r w:rsidRPr="00A90824">
        <w:rPr>
          <w:szCs w:val="24"/>
        </w:rPr>
        <w:t>Показатељи:</w:t>
      </w:r>
    </w:p>
    <w:p w14:paraId="1145A9E6" w14:textId="77777777" w:rsidR="00D70DC0" w:rsidRPr="00A90824" w:rsidRDefault="00D70DC0" w:rsidP="00E63B22">
      <w:pPr>
        <w:pStyle w:val="ListParagraph"/>
        <w:numPr>
          <w:ilvl w:val="0"/>
          <w:numId w:val="5"/>
        </w:numPr>
        <w:spacing w:after="60"/>
        <w:contextualSpacing w:val="0"/>
        <w:rPr>
          <w:szCs w:val="24"/>
          <w:lang w:val="sr-Cyrl-RS"/>
        </w:rPr>
      </w:pPr>
      <w:r w:rsidRPr="00A90824">
        <w:rPr>
          <w:szCs w:val="24"/>
          <w:lang w:val="sr-Cyrl-RS"/>
        </w:rPr>
        <w:t>Удео предмета у којима се активно корист</w:t>
      </w:r>
      <w:r w:rsidR="00EA1099" w:rsidRPr="00A90824">
        <w:rPr>
          <w:szCs w:val="24"/>
          <w:lang w:val="sr-Cyrl-RS"/>
        </w:rPr>
        <w:t>и</w:t>
      </w:r>
      <w:r w:rsidRPr="00A90824">
        <w:rPr>
          <w:szCs w:val="24"/>
          <w:lang w:val="sr-Cyrl-RS"/>
        </w:rPr>
        <w:t xml:space="preserve"> вештачк</w:t>
      </w:r>
      <w:r w:rsidR="00EA1099" w:rsidRPr="00A90824">
        <w:rPr>
          <w:szCs w:val="24"/>
          <w:lang w:val="sr-Cyrl-RS"/>
        </w:rPr>
        <w:t>а</w:t>
      </w:r>
      <w:r w:rsidRPr="00A90824">
        <w:rPr>
          <w:szCs w:val="24"/>
          <w:lang w:val="sr-Cyrl-RS"/>
        </w:rPr>
        <w:t xml:space="preserve"> интелигенциј</w:t>
      </w:r>
      <w:r w:rsidR="00EA1099" w:rsidRPr="00A90824">
        <w:rPr>
          <w:szCs w:val="24"/>
          <w:lang w:val="sr-Cyrl-RS"/>
        </w:rPr>
        <w:t>а</w:t>
      </w:r>
      <w:r w:rsidRPr="00A90824">
        <w:rPr>
          <w:szCs w:val="24"/>
          <w:lang w:val="sr-Cyrl-RS"/>
        </w:rPr>
        <w:t xml:space="preserve"> у наставном процесу</w:t>
      </w:r>
    </w:p>
    <w:p w14:paraId="389387B7" w14:textId="77777777" w:rsidR="00D70DC0" w:rsidRPr="00A90824" w:rsidRDefault="00D70DC0" w:rsidP="00D70DC0">
      <w:pPr>
        <w:pStyle w:val="ListParagraph"/>
        <w:numPr>
          <w:ilvl w:val="0"/>
          <w:numId w:val="1"/>
        </w:numPr>
        <w:spacing w:after="60"/>
        <w:ind w:left="1701" w:hanging="510"/>
        <w:contextualSpacing w:val="0"/>
        <w:rPr>
          <w:szCs w:val="24"/>
          <w:lang w:val="sr-Cyrl-RS"/>
        </w:rPr>
      </w:pPr>
      <w:r w:rsidRPr="00A90824">
        <w:rPr>
          <w:szCs w:val="24"/>
          <w:lang w:val="sr-Cyrl-RS"/>
        </w:rPr>
        <w:t>Почетна вредност: 2%</w:t>
      </w:r>
    </w:p>
    <w:p w14:paraId="0ECA42F0" w14:textId="77777777" w:rsidR="00D70DC0" w:rsidRPr="00A90824" w:rsidRDefault="00D70DC0" w:rsidP="00D70DC0">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2027. године: 20%</w:t>
      </w:r>
    </w:p>
    <w:p w14:paraId="0076A14C" w14:textId="77777777" w:rsidR="00D70DC0" w:rsidRPr="00A90824" w:rsidRDefault="00D70DC0" w:rsidP="00D70DC0">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2030. године: 100%</w:t>
      </w:r>
    </w:p>
    <w:p w14:paraId="6216853F" w14:textId="77777777" w:rsidR="00D70DC0" w:rsidRPr="00A90824" w:rsidRDefault="00D70DC0" w:rsidP="00E63B22">
      <w:pPr>
        <w:pStyle w:val="ListParagraph"/>
        <w:numPr>
          <w:ilvl w:val="0"/>
          <w:numId w:val="5"/>
        </w:numPr>
        <w:spacing w:before="120" w:after="60"/>
        <w:contextualSpacing w:val="0"/>
        <w:rPr>
          <w:szCs w:val="24"/>
          <w:lang w:val="sr-Cyrl-RS"/>
        </w:rPr>
      </w:pPr>
      <w:r w:rsidRPr="00A90824">
        <w:rPr>
          <w:szCs w:val="24"/>
          <w:lang w:val="sr-Cyrl-RS"/>
        </w:rPr>
        <w:t>Удео наставника обучених за коришћење технологија</w:t>
      </w:r>
      <w:r w:rsidR="00EA1099" w:rsidRPr="00A90824">
        <w:rPr>
          <w:szCs w:val="24"/>
          <w:lang w:val="sr-Cyrl-RS"/>
        </w:rPr>
        <w:t xml:space="preserve"> за</w:t>
      </w:r>
      <w:r w:rsidR="002D1962" w:rsidRPr="00A90824">
        <w:rPr>
          <w:szCs w:val="24"/>
          <w:lang w:val="sr-Cyrl-RS"/>
        </w:rPr>
        <w:t xml:space="preserve">снованих на </w:t>
      </w:r>
      <w:r w:rsidR="00EA1099" w:rsidRPr="00A90824">
        <w:rPr>
          <w:szCs w:val="24"/>
          <w:lang w:val="sr-Cyrl-RS"/>
        </w:rPr>
        <w:t>вештачк</w:t>
      </w:r>
      <w:r w:rsidR="002D1962" w:rsidRPr="00A90824">
        <w:rPr>
          <w:szCs w:val="24"/>
          <w:lang w:val="sr-Cyrl-RS"/>
        </w:rPr>
        <w:t>ој</w:t>
      </w:r>
      <w:r w:rsidR="00EA1099" w:rsidRPr="00A90824">
        <w:rPr>
          <w:szCs w:val="24"/>
          <w:lang w:val="sr-Cyrl-RS"/>
        </w:rPr>
        <w:t xml:space="preserve"> интелигенциј</w:t>
      </w:r>
      <w:r w:rsidR="002D1962" w:rsidRPr="00A90824">
        <w:rPr>
          <w:szCs w:val="24"/>
          <w:lang w:val="sr-Cyrl-RS"/>
        </w:rPr>
        <w:t>и</w:t>
      </w:r>
    </w:p>
    <w:p w14:paraId="1502BB46" w14:textId="77777777" w:rsidR="00D70DC0" w:rsidRPr="00A90824" w:rsidRDefault="00D70DC0" w:rsidP="00D70DC0">
      <w:pPr>
        <w:pStyle w:val="ListParagraph"/>
        <w:numPr>
          <w:ilvl w:val="0"/>
          <w:numId w:val="1"/>
        </w:numPr>
        <w:spacing w:after="60"/>
        <w:ind w:left="1701" w:hanging="510"/>
        <w:contextualSpacing w:val="0"/>
        <w:rPr>
          <w:szCs w:val="24"/>
          <w:lang w:val="sr-Cyrl-RS"/>
        </w:rPr>
      </w:pPr>
      <w:r w:rsidRPr="00A90824">
        <w:rPr>
          <w:szCs w:val="24"/>
          <w:lang w:val="sr-Cyrl-RS"/>
        </w:rPr>
        <w:t>Почетна вредност: 0</w:t>
      </w:r>
    </w:p>
    <w:p w14:paraId="24D73543" w14:textId="6A08115E" w:rsidR="00D70DC0" w:rsidRPr="00A90824" w:rsidRDefault="00D70DC0" w:rsidP="00D70DC0">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2027. године: 20%</w:t>
      </w:r>
      <w:r w:rsidR="00F51B4B" w:rsidRPr="00A90824">
        <w:rPr>
          <w:szCs w:val="24"/>
          <w:lang w:val="sr-Cyrl-RS"/>
        </w:rPr>
        <w:t xml:space="preserve"> (укупно)</w:t>
      </w:r>
    </w:p>
    <w:p w14:paraId="6F231418" w14:textId="55EE9D01" w:rsidR="00D70DC0" w:rsidRPr="00A90824" w:rsidRDefault="00D70DC0" w:rsidP="00D70DC0">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2030. године: 100%</w:t>
      </w:r>
      <w:r w:rsidR="00F51B4B" w:rsidRPr="00A90824">
        <w:rPr>
          <w:szCs w:val="24"/>
          <w:lang w:val="sr-Cyrl-RS"/>
        </w:rPr>
        <w:t xml:space="preserve"> (укупно)</w:t>
      </w:r>
    </w:p>
    <w:p w14:paraId="2FC6C4DF" w14:textId="77777777" w:rsidR="00BE0C76" w:rsidRPr="00A90824" w:rsidRDefault="00984003" w:rsidP="009514D6">
      <w:pPr>
        <w:pStyle w:val="Heading3"/>
        <w:tabs>
          <w:tab w:val="left" w:pos="1418"/>
        </w:tabs>
        <w:rPr>
          <w:color w:val="000000"/>
          <w:sz w:val="24"/>
          <w:szCs w:val="24"/>
        </w:rPr>
      </w:pPr>
      <w:bookmarkStart w:id="45" w:name="_Toc174901935"/>
      <w:r w:rsidRPr="00A90824">
        <w:rPr>
          <w:rStyle w:val="Heading3Char"/>
          <w:b/>
          <w:bCs/>
          <w:color w:val="000000"/>
          <w:sz w:val="24"/>
          <w:szCs w:val="24"/>
        </w:rPr>
        <w:t xml:space="preserve">Мера </w:t>
      </w:r>
      <w:r w:rsidR="009C0EDE" w:rsidRPr="00A90824">
        <w:rPr>
          <w:rStyle w:val="Heading3Char"/>
          <w:b/>
          <w:bCs/>
          <w:color w:val="000000"/>
          <w:sz w:val="24"/>
          <w:szCs w:val="24"/>
        </w:rPr>
        <w:t>3</w:t>
      </w:r>
      <w:r w:rsidRPr="00A90824">
        <w:rPr>
          <w:rStyle w:val="Heading3Char"/>
          <w:b/>
          <w:bCs/>
          <w:color w:val="000000"/>
          <w:sz w:val="24"/>
          <w:szCs w:val="24"/>
        </w:rPr>
        <w:t>.</w:t>
      </w:r>
      <w:r w:rsidR="00D70DC0" w:rsidRPr="00A90824">
        <w:rPr>
          <w:rStyle w:val="Heading3Char"/>
          <w:b/>
          <w:bCs/>
          <w:color w:val="000000"/>
          <w:sz w:val="24"/>
          <w:szCs w:val="24"/>
        </w:rPr>
        <w:t>3</w:t>
      </w:r>
      <w:r w:rsidRPr="00A90824">
        <w:rPr>
          <w:rStyle w:val="Heading3Char"/>
          <w:b/>
          <w:bCs/>
          <w:color w:val="000000"/>
          <w:sz w:val="24"/>
          <w:szCs w:val="24"/>
        </w:rPr>
        <w:t xml:space="preserve">: </w:t>
      </w:r>
      <w:r w:rsidR="00475F5C" w:rsidRPr="00A90824">
        <w:rPr>
          <w:rStyle w:val="Heading3Char"/>
          <w:b/>
          <w:bCs/>
          <w:color w:val="000000"/>
          <w:sz w:val="24"/>
          <w:szCs w:val="24"/>
        </w:rPr>
        <w:tab/>
      </w:r>
      <w:bookmarkEnd w:id="45"/>
      <w:r w:rsidR="0047714B" w:rsidRPr="00A90824">
        <w:rPr>
          <w:color w:val="000000"/>
          <w:sz w:val="24"/>
          <w:szCs w:val="24"/>
        </w:rPr>
        <w:t>Подизање опште писмености у области вештачке интелигенције у друштву</w:t>
      </w:r>
    </w:p>
    <w:p w14:paraId="777B6511" w14:textId="77777777" w:rsidR="00BE0C76" w:rsidRPr="00A90824" w:rsidRDefault="00BE0C76" w:rsidP="00E35B80">
      <w:pPr>
        <w:pStyle w:val="Heading4"/>
        <w:rPr>
          <w:color w:val="000000"/>
          <w:szCs w:val="24"/>
        </w:rPr>
      </w:pPr>
      <w:r w:rsidRPr="00A90824">
        <w:rPr>
          <w:color w:val="000000"/>
          <w:szCs w:val="24"/>
        </w:rPr>
        <w:t>Опис мере:</w:t>
      </w:r>
    </w:p>
    <w:p w14:paraId="53E13702" w14:textId="77777777" w:rsidR="00BE0C76" w:rsidRPr="00A90824" w:rsidRDefault="00BE0C76" w:rsidP="00BE0C76">
      <w:pPr>
        <w:rPr>
          <w:color w:val="000000"/>
          <w:szCs w:val="24"/>
          <w:lang w:val="sr-Cyrl-RS"/>
        </w:rPr>
      </w:pPr>
      <w:r w:rsidRPr="00A90824">
        <w:rPr>
          <w:color w:val="000000"/>
          <w:szCs w:val="24"/>
          <w:lang w:val="sr-Cyrl-RS"/>
        </w:rPr>
        <w:t xml:space="preserve">Промоција вештачке интелигенције подразумева информисање и </w:t>
      </w:r>
      <w:r w:rsidR="00475F5C" w:rsidRPr="00A90824">
        <w:rPr>
          <w:color w:val="000000"/>
          <w:szCs w:val="24"/>
          <w:lang w:val="sr-Cyrl-RS"/>
        </w:rPr>
        <w:t xml:space="preserve">едукацију </w:t>
      </w:r>
      <w:r w:rsidRPr="00A90824">
        <w:rPr>
          <w:color w:val="000000"/>
          <w:szCs w:val="24"/>
          <w:lang w:val="sr-Cyrl-RS"/>
        </w:rPr>
        <w:t xml:space="preserve">јавности о правилном разумевању и етичкој примени ове технологије. Подстицање конструктивног дијалога о </w:t>
      </w:r>
      <w:r w:rsidR="00475F5C" w:rsidRPr="00A90824">
        <w:rPr>
          <w:color w:val="000000"/>
          <w:szCs w:val="24"/>
          <w:lang w:val="sr-Cyrl-RS"/>
        </w:rPr>
        <w:t xml:space="preserve">вештачкој интелигенцији </w:t>
      </w:r>
      <w:r w:rsidRPr="00A90824">
        <w:rPr>
          <w:color w:val="000000"/>
          <w:szCs w:val="24"/>
          <w:lang w:val="sr-Cyrl-RS"/>
        </w:rPr>
        <w:t xml:space="preserve">кроз различите форме комуникације, као што су образовне кампање и јавне дискусије, омогућавају грађанима да се упознају са </w:t>
      </w:r>
      <w:r w:rsidR="00475F5C" w:rsidRPr="00A90824">
        <w:rPr>
          <w:color w:val="000000"/>
          <w:szCs w:val="24"/>
          <w:lang w:val="sr-Cyrl-RS"/>
        </w:rPr>
        <w:t xml:space="preserve">бројним </w:t>
      </w:r>
      <w:r w:rsidRPr="00A90824">
        <w:rPr>
          <w:color w:val="000000"/>
          <w:szCs w:val="24"/>
          <w:lang w:val="sr-Cyrl-RS"/>
        </w:rPr>
        <w:t xml:space="preserve">практичним применама и потенцијалима </w:t>
      </w:r>
      <w:r w:rsidR="00475F5C" w:rsidRPr="00A90824">
        <w:rPr>
          <w:color w:val="000000"/>
          <w:szCs w:val="24"/>
          <w:lang w:val="sr-Cyrl-RS"/>
        </w:rPr>
        <w:t>ове технологије</w:t>
      </w:r>
      <w:r w:rsidRPr="00A90824">
        <w:rPr>
          <w:color w:val="000000"/>
          <w:szCs w:val="24"/>
          <w:lang w:val="sr-Cyrl-RS"/>
        </w:rPr>
        <w:t xml:space="preserve">. </w:t>
      </w:r>
    </w:p>
    <w:p w14:paraId="02082F0F" w14:textId="77777777" w:rsidR="00BE0C76" w:rsidRPr="00A90824" w:rsidRDefault="00BE0C76" w:rsidP="00BE0C76">
      <w:pPr>
        <w:rPr>
          <w:color w:val="000000"/>
          <w:szCs w:val="24"/>
          <w:lang w:val="sr-Cyrl-RS"/>
        </w:rPr>
      </w:pPr>
      <w:r w:rsidRPr="00A90824">
        <w:rPr>
          <w:color w:val="000000"/>
          <w:szCs w:val="24"/>
          <w:lang w:val="sr-Cyrl-RS"/>
        </w:rPr>
        <w:t>Премостити јаз између савремених технолошких достигнућа и општег нивоа знања јавности је кључно за прихватањ</w:t>
      </w:r>
      <w:r w:rsidR="00BD224C" w:rsidRPr="00A90824">
        <w:rPr>
          <w:color w:val="000000"/>
          <w:szCs w:val="24"/>
          <w:lang w:val="sr-Cyrl-RS"/>
        </w:rPr>
        <w:t>е</w:t>
      </w:r>
      <w:r w:rsidRPr="00A90824">
        <w:rPr>
          <w:color w:val="000000"/>
          <w:szCs w:val="24"/>
          <w:lang w:val="sr-Cyrl-RS"/>
        </w:rPr>
        <w:t xml:space="preserve"> и примен</w:t>
      </w:r>
      <w:r w:rsidR="00BD224C" w:rsidRPr="00A90824">
        <w:rPr>
          <w:color w:val="000000"/>
          <w:szCs w:val="24"/>
          <w:lang w:val="sr-Cyrl-RS"/>
        </w:rPr>
        <w:t>у</w:t>
      </w:r>
      <w:r w:rsidRPr="00A90824">
        <w:rPr>
          <w:color w:val="000000"/>
          <w:szCs w:val="24"/>
          <w:lang w:val="sr-Cyrl-RS"/>
        </w:rPr>
        <w:t xml:space="preserve"> </w:t>
      </w:r>
      <w:r w:rsidR="00475F5C" w:rsidRPr="00A90824">
        <w:rPr>
          <w:color w:val="000000"/>
          <w:szCs w:val="24"/>
          <w:lang w:val="sr-Cyrl-RS"/>
        </w:rPr>
        <w:t xml:space="preserve">вештачке интелигенције </w:t>
      </w:r>
      <w:r w:rsidRPr="00A90824">
        <w:rPr>
          <w:color w:val="000000"/>
          <w:szCs w:val="24"/>
          <w:lang w:val="sr-Cyrl-RS"/>
        </w:rPr>
        <w:t>у свакодневном животу. Интензивне обуке и јавне дебате уклања</w:t>
      </w:r>
      <w:r w:rsidR="00475F5C" w:rsidRPr="00A90824">
        <w:rPr>
          <w:color w:val="000000"/>
          <w:szCs w:val="24"/>
          <w:lang w:val="sr-Cyrl-RS"/>
        </w:rPr>
        <w:t>ју</w:t>
      </w:r>
      <w:r w:rsidRPr="00A90824">
        <w:rPr>
          <w:color w:val="000000"/>
          <w:szCs w:val="24"/>
          <w:lang w:val="sr-Cyrl-RS"/>
        </w:rPr>
        <w:t xml:space="preserve"> препрек</w:t>
      </w:r>
      <w:r w:rsidR="00475F5C" w:rsidRPr="00A90824">
        <w:rPr>
          <w:color w:val="000000"/>
          <w:szCs w:val="24"/>
          <w:lang w:val="sr-Cyrl-RS"/>
        </w:rPr>
        <w:t>е</w:t>
      </w:r>
      <w:r w:rsidRPr="00A90824">
        <w:rPr>
          <w:color w:val="000000"/>
          <w:szCs w:val="24"/>
          <w:lang w:val="sr-Cyrl-RS"/>
        </w:rPr>
        <w:t xml:space="preserve"> и предрасуд</w:t>
      </w:r>
      <w:r w:rsidR="00475F5C" w:rsidRPr="00A90824">
        <w:rPr>
          <w:color w:val="000000"/>
          <w:szCs w:val="24"/>
          <w:lang w:val="sr-Cyrl-RS"/>
        </w:rPr>
        <w:t>е</w:t>
      </w:r>
      <w:r w:rsidRPr="00A90824">
        <w:rPr>
          <w:color w:val="000000"/>
          <w:szCs w:val="24"/>
          <w:lang w:val="sr-Cyrl-RS"/>
        </w:rPr>
        <w:t xml:space="preserve"> које би ограничиле употребу </w:t>
      </w:r>
      <w:r w:rsidR="00475F5C" w:rsidRPr="00A90824">
        <w:rPr>
          <w:color w:val="000000"/>
          <w:szCs w:val="24"/>
          <w:lang w:val="sr-Cyrl-RS"/>
        </w:rPr>
        <w:t>вештачке интелигенције</w:t>
      </w:r>
      <w:r w:rsidRPr="00A90824">
        <w:rPr>
          <w:color w:val="000000"/>
          <w:szCs w:val="24"/>
          <w:lang w:val="sr-Cyrl-RS"/>
        </w:rPr>
        <w:t>, посебно истичући њен позитиван утицај на друштво и привреду.</w:t>
      </w:r>
    </w:p>
    <w:p w14:paraId="0F01F213" w14:textId="77777777" w:rsidR="00BE0C76" w:rsidRPr="00A90824" w:rsidRDefault="00BE0C76" w:rsidP="00BE0C76">
      <w:pPr>
        <w:rPr>
          <w:color w:val="000000"/>
          <w:szCs w:val="24"/>
          <w:lang w:val="sr-Cyrl-RS"/>
        </w:rPr>
      </w:pPr>
      <w:r w:rsidRPr="00A90824">
        <w:rPr>
          <w:color w:val="000000"/>
          <w:szCs w:val="24"/>
          <w:lang w:val="sr-Cyrl-RS"/>
        </w:rPr>
        <w:t xml:space="preserve">Кампање овог типа обезбеђују да се знање шири </w:t>
      </w:r>
      <w:r w:rsidR="00BD224C" w:rsidRPr="00A90824">
        <w:rPr>
          <w:color w:val="000000"/>
          <w:szCs w:val="24"/>
          <w:lang w:val="sr-Cyrl-RS"/>
        </w:rPr>
        <w:t xml:space="preserve">не </w:t>
      </w:r>
      <w:r w:rsidRPr="00A90824">
        <w:rPr>
          <w:color w:val="000000"/>
          <w:szCs w:val="24"/>
          <w:lang w:val="sr-Cyrl-RS"/>
        </w:rPr>
        <w:t>само међу стручњацима, већ постаје доступно и разумљиво широј јавности, што је главни предуслов за изградњу технолошки напредног и етички освешћеног друштва</w:t>
      </w:r>
      <w:r w:rsidR="00475F5C" w:rsidRPr="00A90824">
        <w:rPr>
          <w:color w:val="000000"/>
          <w:szCs w:val="24"/>
          <w:lang w:val="sr-Cyrl-RS"/>
        </w:rPr>
        <w:t>.</w:t>
      </w:r>
      <w:r w:rsidRPr="00A90824">
        <w:rPr>
          <w:rStyle w:val="KomentarChar"/>
          <w:color w:val="000000"/>
          <w:szCs w:val="24"/>
        </w:rPr>
        <w:t xml:space="preserve"> </w:t>
      </w:r>
      <w:r w:rsidR="00FB6CC1" w:rsidRPr="00A90824">
        <w:rPr>
          <w:color w:val="000000"/>
          <w:szCs w:val="24"/>
          <w:lang w:val="sr-Cyrl-RS"/>
        </w:rPr>
        <w:t>У</w:t>
      </w:r>
      <w:r w:rsidR="00475F5C" w:rsidRPr="00A90824">
        <w:rPr>
          <w:color w:val="000000"/>
          <w:szCs w:val="24"/>
          <w:lang w:val="sr-Cyrl-RS"/>
        </w:rPr>
        <w:t xml:space="preserve"> оквиру</w:t>
      </w:r>
      <w:r w:rsidR="00FB6CC1" w:rsidRPr="00A90824">
        <w:rPr>
          <w:color w:val="000000"/>
          <w:szCs w:val="24"/>
          <w:lang w:val="sr-Cyrl-RS"/>
        </w:rPr>
        <w:t xml:space="preserve"> кампања важно </w:t>
      </w:r>
      <w:r w:rsidR="00475F5C" w:rsidRPr="00A90824">
        <w:rPr>
          <w:color w:val="000000"/>
          <w:szCs w:val="24"/>
          <w:lang w:val="sr-Cyrl-RS"/>
        </w:rPr>
        <w:t xml:space="preserve">је </w:t>
      </w:r>
      <w:r w:rsidR="00FB6CC1" w:rsidRPr="00A90824">
        <w:rPr>
          <w:color w:val="000000"/>
          <w:szCs w:val="24"/>
          <w:lang w:val="sr-Cyrl-RS"/>
        </w:rPr>
        <w:t xml:space="preserve">нагласити корист </w:t>
      </w:r>
      <w:r w:rsidR="00872F3C" w:rsidRPr="00A90824">
        <w:rPr>
          <w:color w:val="000000"/>
          <w:szCs w:val="24"/>
          <w:lang w:val="sr-Cyrl-RS"/>
        </w:rPr>
        <w:t>од</w:t>
      </w:r>
      <w:r w:rsidR="00475F5C" w:rsidRPr="00A90824">
        <w:rPr>
          <w:color w:val="000000"/>
          <w:szCs w:val="24"/>
          <w:lang w:val="sr-Cyrl-RS"/>
        </w:rPr>
        <w:t xml:space="preserve"> примен</w:t>
      </w:r>
      <w:r w:rsidR="00872F3C" w:rsidRPr="00A90824">
        <w:rPr>
          <w:color w:val="000000"/>
          <w:szCs w:val="24"/>
          <w:lang w:val="sr-Cyrl-RS"/>
        </w:rPr>
        <w:t>е</w:t>
      </w:r>
      <w:r w:rsidR="00FB6CC1" w:rsidRPr="00A90824">
        <w:rPr>
          <w:color w:val="000000"/>
          <w:szCs w:val="24"/>
          <w:lang w:val="sr-Cyrl-RS"/>
        </w:rPr>
        <w:t xml:space="preserve"> вештачк</w:t>
      </w:r>
      <w:r w:rsidR="00475F5C" w:rsidRPr="00A90824">
        <w:rPr>
          <w:color w:val="000000"/>
          <w:szCs w:val="24"/>
          <w:lang w:val="sr-Cyrl-RS"/>
        </w:rPr>
        <w:t>е</w:t>
      </w:r>
      <w:r w:rsidR="00FB6CC1" w:rsidRPr="00A90824">
        <w:rPr>
          <w:color w:val="000000"/>
          <w:szCs w:val="24"/>
          <w:lang w:val="sr-Cyrl-RS"/>
        </w:rPr>
        <w:t xml:space="preserve"> интелигенциј</w:t>
      </w:r>
      <w:r w:rsidR="00475F5C" w:rsidRPr="00A90824">
        <w:rPr>
          <w:color w:val="000000"/>
          <w:szCs w:val="24"/>
          <w:lang w:val="sr-Cyrl-RS"/>
        </w:rPr>
        <w:t>е</w:t>
      </w:r>
      <w:r w:rsidR="00FB6CC1" w:rsidRPr="00A90824">
        <w:rPr>
          <w:color w:val="000000"/>
          <w:szCs w:val="24"/>
          <w:lang w:val="sr-Cyrl-RS"/>
        </w:rPr>
        <w:t xml:space="preserve">, како се може </w:t>
      </w:r>
      <w:r w:rsidR="00475F5C" w:rsidRPr="00A90824">
        <w:rPr>
          <w:color w:val="000000"/>
          <w:szCs w:val="24"/>
          <w:lang w:val="sr-Cyrl-RS"/>
        </w:rPr>
        <w:t>имплементират</w:t>
      </w:r>
      <w:r w:rsidR="00872F3C" w:rsidRPr="00A90824">
        <w:rPr>
          <w:color w:val="000000"/>
          <w:szCs w:val="24"/>
          <w:lang w:val="sr-Cyrl-RS"/>
        </w:rPr>
        <w:t>и</w:t>
      </w:r>
      <w:r w:rsidR="00475F5C" w:rsidRPr="00A90824">
        <w:rPr>
          <w:color w:val="000000"/>
          <w:szCs w:val="24"/>
          <w:lang w:val="sr-Cyrl-RS"/>
        </w:rPr>
        <w:t xml:space="preserve"> </w:t>
      </w:r>
      <w:r w:rsidR="00FB6CC1" w:rsidRPr="00A90824">
        <w:rPr>
          <w:color w:val="000000"/>
          <w:szCs w:val="24"/>
          <w:lang w:val="sr-Cyrl-RS"/>
        </w:rPr>
        <w:t>у свакодневн</w:t>
      </w:r>
      <w:r w:rsidR="00BD224C" w:rsidRPr="00A90824">
        <w:rPr>
          <w:color w:val="000000"/>
          <w:szCs w:val="24"/>
          <w:lang w:val="sr-Cyrl-RS"/>
        </w:rPr>
        <w:t>им</w:t>
      </w:r>
      <w:r w:rsidR="00FB6CC1" w:rsidRPr="00A90824">
        <w:rPr>
          <w:color w:val="000000"/>
          <w:szCs w:val="24"/>
          <w:lang w:val="sr-Cyrl-RS"/>
        </w:rPr>
        <w:t xml:space="preserve"> послов</w:t>
      </w:r>
      <w:r w:rsidR="00BD224C" w:rsidRPr="00A90824">
        <w:rPr>
          <w:color w:val="000000"/>
          <w:szCs w:val="24"/>
          <w:lang w:val="sr-Cyrl-RS"/>
        </w:rPr>
        <w:t>има</w:t>
      </w:r>
      <w:r w:rsidR="00FB6CC1" w:rsidRPr="00A90824">
        <w:rPr>
          <w:color w:val="000000"/>
          <w:szCs w:val="24"/>
          <w:lang w:val="sr-Cyrl-RS"/>
        </w:rPr>
        <w:t xml:space="preserve"> и живот</w:t>
      </w:r>
      <w:r w:rsidR="00BD224C" w:rsidRPr="00A90824">
        <w:rPr>
          <w:color w:val="000000"/>
          <w:szCs w:val="24"/>
          <w:lang w:val="sr-Cyrl-RS"/>
        </w:rPr>
        <w:t>у</w:t>
      </w:r>
      <w:r w:rsidR="00FB6CC1" w:rsidRPr="00A90824">
        <w:rPr>
          <w:color w:val="000000"/>
          <w:szCs w:val="24"/>
          <w:lang w:val="sr-Cyrl-RS"/>
        </w:rPr>
        <w:t xml:space="preserve">, али и истаћи и приказати и потенцијалне злоупотребе </w:t>
      </w:r>
      <w:r w:rsidR="00872F3C" w:rsidRPr="00A90824">
        <w:rPr>
          <w:color w:val="000000"/>
          <w:szCs w:val="24"/>
          <w:lang w:val="sr-Cyrl-RS"/>
        </w:rPr>
        <w:t>као што је</w:t>
      </w:r>
      <w:r w:rsidR="00FB6CC1" w:rsidRPr="00A90824">
        <w:rPr>
          <w:color w:val="000000"/>
          <w:szCs w:val="24"/>
          <w:lang w:val="sr-Cyrl-RS"/>
        </w:rPr>
        <w:t xml:space="preserve"> измене гласа</w:t>
      </w:r>
      <w:r w:rsidR="00872F3C" w:rsidRPr="00A90824">
        <w:rPr>
          <w:color w:val="000000"/>
          <w:szCs w:val="24"/>
          <w:lang w:val="sr-Cyrl-RS"/>
        </w:rPr>
        <w:t xml:space="preserve"> и</w:t>
      </w:r>
      <w:r w:rsidR="00FB6CC1" w:rsidRPr="00A90824">
        <w:rPr>
          <w:color w:val="000000"/>
          <w:szCs w:val="24"/>
          <w:lang w:val="sr-Cyrl-RS"/>
        </w:rPr>
        <w:t xml:space="preserve"> слике са намером да </w:t>
      </w:r>
      <w:r w:rsidR="00872F3C" w:rsidRPr="00A90824">
        <w:rPr>
          <w:color w:val="000000"/>
          <w:szCs w:val="24"/>
          <w:lang w:val="sr-Cyrl-RS"/>
        </w:rPr>
        <w:t xml:space="preserve">делују </w:t>
      </w:r>
      <w:r w:rsidR="00FB6CC1" w:rsidRPr="00A90824">
        <w:rPr>
          <w:color w:val="000000"/>
          <w:szCs w:val="24"/>
          <w:lang w:val="sr-Cyrl-RS"/>
        </w:rPr>
        <w:t>истинито и са намером да преваре онога коме су упућене</w:t>
      </w:r>
      <w:r w:rsidR="00BD224C" w:rsidRPr="00A90824">
        <w:rPr>
          <w:color w:val="000000"/>
          <w:szCs w:val="24"/>
          <w:lang w:val="sr-Cyrl-RS"/>
        </w:rPr>
        <w:t xml:space="preserve"> и сл</w:t>
      </w:r>
      <w:r w:rsidR="00FB6CC1" w:rsidRPr="00A90824">
        <w:rPr>
          <w:color w:val="000000"/>
          <w:szCs w:val="24"/>
          <w:lang w:val="sr-Cyrl-RS"/>
        </w:rPr>
        <w:t>.</w:t>
      </w:r>
    </w:p>
    <w:p w14:paraId="58B0690B" w14:textId="77777777" w:rsidR="00BE0C76" w:rsidRPr="00A90824" w:rsidRDefault="00BE0C76" w:rsidP="00BE0C76">
      <w:pPr>
        <w:rPr>
          <w:color w:val="000000"/>
          <w:szCs w:val="24"/>
          <w:lang w:val="sr-Cyrl-RS"/>
        </w:rPr>
      </w:pPr>
      <w:r w:rsidRPr="00A90824">
        <w:rPr>
          <w:color w:val="000000"/>
          <w:szCs w:val="24"/>
          <w:lang w:val="sr-Cyrl-RS"/>
        </w:rPr>
        <w:t xml:space="preserve">Мера обухвата организацију образовних кампања и јавних дискусија и спровођење радионица и тренинга за јавност у циљу унапређења писмености о вештачкој интелигенцији, развијање онлајн платформи и апликација за самостално учење </w:t>
      </w:r>
      <w:r w:rsidR="00872F3C" w:rsidRPr="00A90824">
        <w:rPr>
          <w:color w:val="000000"/>
          <w:szCs w:val="24"/>
          <w:lang w:val="sr-Cyrl-RS"/>
        </w:rPr>
        <w:t>о начинима</w:t>
      </w:r>
      <w:r w:rsidRPr="00A90824">
        <w:rPr>
          <w:color w:val="000000"/>
          <w:szCs w:val="24"/>
          <w:lang w:val="sr-Cyrl-RS"/>
        </w:rPr>
        <w:t xml:space="preserve"> употреб</w:t>
      </w:r>
      <w:r w:rsidR="00872F3C" w:rsidRPr="00A90824">
        <w:rPr>
          <w:color w:val="000000"/>
          <w:szCs w:val="24"/>
          <w:lang w:val="sr-Cyrl-RS"/>
        </w:rPr>
        <w:t>е</w:t>
      </w:r>
      <w:r w:rsidRPr="00A90824">
        <w:rPr>
          <w:color w:val="000000"/>
          <w:szCs w:val="24"/>
          <w:lang w:val="sr-Cyrl-RS"/>
        </w:rPr>
        <w:t xml:space="preserve"> вештачке интелигенције, редовно објављивање чланака и емитовање програма о вештачкој интелигенцији, подршку разумевању </w:t>
      </w:r>
      <w:r w:rsidR="00872F3C" w:rsidRPr="00A90824">
        <w:rPr>
          <w:color w:val="000000"/>
          <w:szCs w:val="24"/>
          <w:lang w:val="sr-Cyrl-RS"/>
        </w:rPr>
        <w:t xml:space="preserve">вештачке интелигенције </w:t>
      </w:r>
      <w:r w:rsidRPr="00A90824">
        <w:rPr>
          <w:color w:val="000000"/>
          <w:szCs w:val="24"/>
          <w:lang w:val="sr-Cyrl-RS"/>
        </w:rPr>
        <w:t>кроз неформално образовање грађана и др.</w:t>
      </w:r>
    </w:p>
    <w:p w14:paraId="02BAA6F0" w14:textId="77777777" w:rsidR="00BE0C76" w:rsidRPr="00A90824" w:rsidRDefault="00BE0C76" w:rsidP="00E35B80">
      <w:pPr>
        <w:pStyle w:val="Heading4"/>
        <w:rPr>
          <w:color w:val="000000"/>
          <w:szCs w:val="24"/>
        </w:rPr>
      </w:pPr>
      <w:r w:rsidRPr="00A90824">
        <w:rPr>
          <w:color w:val="000000"/>
          <w:szCs w:val="24"/>
        </w:rPr>
        <w:t>Период реализације:</w:t>
      </w:r>
    </w:p>
    <w:p w14:paraId="4DA2F3CB" w14:textId="77777777" w:rsidR="00BE0C76" w:rsidRPr="00A90824" w:rsidRDefault="00075CDD" w:rsidP="00BE0C76">
      <w:pPr>
        <w:rPr>
          <w:color w:val="000000"/>
          <w:szCs w:val="24"/>
          <w:lang w:val="sr-Latn-RS"/>
        </w:rPr>
      </w:pPr>
      <w:r w:rsidRPr="00A90824">
        <w:rPr>
          <w:color w:val="000000"/>
          <w:szCs w:val="24"/>
          <w:lang w:val="sr-Cyrl-RS"/>
        </w:rPr>
        <w:t>2025</w:t>
      </w:r>
      <w:r w:rsidR="00512FEE" w:rsidRPr="00A90824">
        <w:rPr>
          <w:color w:val="000000"/>
          <w:szCs w:val="24"/>
          <w:lang w:val="sr-Latn-RS"/>
        </w:rPr>
        <w:t>.</w:t>
      </w:r>
      <w:r w:rsidR="00BE0C76" w:rsidRPr="00A90824">
        <w:rPr>
          <w:color w:val="000000"/>
          <w:szCs w:val="24"/>
          <w:lang w:val="sr-Cyrl-RS"/>
        </w:rPr>
        <w:t>-2030</w:t>
      </w:r>
      <w:r w:rsidR="00512FEE" w:rsidRPr="00A90824">
        <w:rPr>
          <w:color w:val="000000"/>
          <w:szCs w:val="24"/>
          <w:lang w:val="sr-Latn-RS"/>
        </w:rPr>
        <w:t>.</w:t>
      </w:r>
    </w:p>
    <w:p w14:paraId="7F6F8BD6" w14:textId="77777777" w:rsidR="00BE0C76" w:rsidRPr="00A90824" w:rsidRDefault="00BE0C76" w:rsidP="00E35B80">
      <w:pPr>
        <w:pStyle w:val="Heading4"/>
        <w:rPr>
          <w:color w:val="000000"/>
          <w:szCs w:val="24"/>
        </w:rPr>
      </w:pPr>
      <w:r w:rsidRPr="00A90824">
        <w:rPr>
          <w:color w:val="000000"/>
          <w:szCs w:val="24"/>
        </w:rPr>
        <w:t>Надлежне институције:</w:t>
      </w:r>
    </w:p>
    <w:p w14:paraId="75548075" w14:textId="77777777" w:rsidR="00BE0C76" w:rsidRPr="00A90824" w:rsidRDefault="00BE0C7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A204AC" w:rsidRPr="00A90824">
        <w:rPr>
          <w:color w:val="000000"/>
          <w:szCs w:val="24"/>
          <w:lang w:val="sr-Cyrl-RS"/>
        </w:rPr>
        <w:t>научноистраживачку и иновациону делатн</w:t>
      </w:r>
      <w:r w:rsidR="00236765" w:rsidRPr="00A90824">
        <w:rPr>
          <w:color w:val="000000"/>
          <w:szCs w:val="24"/>
          <w:lang w:val="sr-Cyrl-RS"/>
        </w:rPr>
        <w:t>о</w:t>
      </w:r>
      <w:r w:rsidR="00A204AC" w:rsidRPr="00A90824">
        <w:rPr>
          <w:color w:val="000000"/>
          <w:szCs w:val="24"/>
          <w:lang w:val="sr-Cyrl-RS"/>
        </w:rPr>
        <w:t xml:space="preserve">ст </w:t>
      </w:r>
      <w:r w:rsidRPr="00A90824">
        <w:rPr>
          <w:color w:val="000000"/>
          <w:szCs w:val="24"/>
          <w:lang w:val="sr-Cyrl-RS"/>
        </w:rPr>
        <w:t>(носилац)</w:t>
      </w:r>
    </w:p>
    <w:p w14:paraId="45D1021D" w14:textId="77777777" w:rsidR="00B56658" w:rsidRPr="00A90824" w:rsidRDefault="00BB5195" w:rsidP="00B5665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Центар за промоцију науке</w:t>
      </w:r>
      <w:r w:rsidR="00B56658" w:rsidRPr="00A90824">
        <w:rPr>
          <w:color w:val="000000"/>
          <w:szCs w:val="24"/>
          <w:lang w:val="sr-Cyrl-RS"/>
        </w:rPr>
        <w:t xml:space="preserve"> (партнер)</w:t>
      </w:r>
    </w:p>
    <w:p w14:paraId="7E4AE4E1" w14:textId="77777777" w:rsidR="00BB5195" w:rsidRPr="00A90824" w:rsidRDefault="00BB5195" w:rsidP="00B5665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Институт за вештачку интелигенцију (партнер)</w:t>
      </w:r>
    </w:p>
    <w:p w14:paraId="1A3B7D7B" w14:textId="77777777" w:rsidR="00B56658" w:rsidRPr="00A90824" w:rsidRDefault="00B56658" w:rsidP="00B5665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информисање (партнер)</w:t>
      </w:r>
    </w:p>
    <w:p w14:paraId="5DF9822D" w14:textId="77777777" w:rsidR="00AD0911" w:rsidRPr="00A90824" w:rsidRDefault="00AD0911" w:rsidP="00AD0911">
      <w:pPr>
        <w:pStyle w:val="ListParagraph"/>
        <w:numPr>
          <w:ilvl w:val="0"/>
          <w:numId w:val="1"/>
        </w:numPr>
        <w:spacing w:after="60"/>
        <w:ind w:left="567" w:hanging="510"/>
        <w:contextualSpacing w:val="0"/>
        <w:rPr>
          <w:szCs w:val="24"/>
          <w:lang w:val="sr-Cyrl-RS"/>
        </w:rPr>
      </w:pPr>
      <w:r w:rsidRPr="00A90824">
        <w:rPr>
          <w:szCs w:val="24"/>
          <w:lang w:val="sr-Cyrl-RS"/>
        </w:rPr>
        <w:t>Министарство надлежно за послове информационог друштва (партнер)</w:t>
      </w:r>
    </w:p>
    <w:p w14:paraId="5FA544F0" w14:textId="77777777" w:rsidR="00B56658" w:rsidRPr="00A90824" w:rsidRDefault="00236765" w:rsidP="00B56658">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Канцеларија за информационе технологије и електронску управу (партнер)</w:t>
      </w:r>
    </w:p>
    <w:p w14:paraId="62529C1A" w14:textId="77777777" w:rsidR="00BE0C76" w:rsidRPr="00A90824" w:rsidRDefault="00BE0C76" w:rsidP="00E35B80">
      <w:pPr>
        <w:pStyle w:val="Heading4"/>
        <w:rPr>
          <w:color w:val="000000"/>
          <w:szCs w:val="24"/>
        </w:rPr>
      </w:pPr>
      <w:r w:rsidRPr="00A90824">
        <w:rPr>
          <w:color w:val="000000"/>
          <w:szCs w:val="24"/>
        </w:rPr>
        <w:t>Показатељи:</w:t>
      </w:r>
    </w:p>
    <w:p w14:paraId="163B8763" w14:textId="77777777" w:rsidR="00BE0C76" w:rsidRPr="00A90824" w:rsidRDefault="00BE0C76" w:rsidP="00E63B22">
      <w:pPr>
        <w:pStyle w:val="ListParagraph"/>
        <w:numPr>
          <w:ilvl w:val="0"/>
          <w:numId w:val="3"/>
        </w:numPr>
        <w:spacing w:after="60"/>
        <w:ind w:left="992" w:hanging="425"/>
        <w:contextualSpacing w:val="0"/>
        <w:rPr>
          <w:color w:val="000000"/>
          <w:szCs w:val="24"/>
          <w:lang w:val="sr-Cyrl-RS"/>
        </w:rPr>
      </w:pPr>
      <w:r w:rsidRPr="00A90824">
        <w:rPr>
          <w:color w:val="000000"/>
          <w:szCs w:val="24"/>
          <w:lang w:val="sr-Cyrl-RS"/>
        </w:rPr>
        <w:t>Број учесника у образовним кампањама и радионицама о вештачкој интелигенцији</w:t>
      </w:r>
    </w:p>
    <w:p w14:paraId="04C590B3" w14:textId="77777777" w:rsidR="00BE0C76" w:rsidRPr="00A90824" w:rsidRDefault="00BE0C76" w:rsidP="002D1962">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2A4CCB31" w14:textId="30EF9795" w:rsidR="00BE0C76" w:rsidRPr="00A90824" w:rsidRDefault="00BE0C76" w:rsidP="002D1962">
      <w:pPr>
        <w:pStyle w:val="ListParagraph"/>
        <w:numPr>
          <w:ilvl w:val="0"/>
          <w:numId w:val="1"/>
        </w:numPr>
        <w:spacing w:after="60"/>
        <w:ind w:left="1701" w:hanging="510"/>
        <w:contextualSpacing w:val="0"/>
        <w:rPr>
          <w:szCs w:val="24"/>
          <w:lang w:val="sr-Cyrl-RS"/>
        </w:rPr>
      </w:pPr>
      <w:r w:rsidRPr="00A90824">
        <w:rPr>
          <w:color w:val="000000"/>
          <w:szCs w:val="24"/>
          <w:lang w:val="sr-Cyrl-RS"/>
        </w:rPr>
        <w:t>Циљна вредност за крај 2027. године: 2000</w:t>
      </w:r>
      <w:r w:rsidR="00F51B4B" w:rsidRPr="00A90824">
        <w:rPr>
          <w:color w:val="000000"/>
          <w:szCs w:val="24"/>
          <w:lang w:val="sr-Cyrl-RS"/>
        </w:rPr>
        <w:t xml:space="preserve"> </w:t>
      </w:r>
      <w:r w:rsidR="00F51B4B" w:rsidRPr="00A90824">
        <w:rPr>
          <w:szCs w:val="24"/>
          <w:lang w:val="sr-Cyrl-RS"/>
        </w:rPr>
        <w:t>(укупно)</w:t>
      </w:r>
    </w:p>
    <w:p w14:paraId="5F1BD810" w14:textId="1173548F" w:rsidR="00BE0C76" w:rsidRPr="00A90824" w:rsidRDefault="00BE0C76" w:rsidP="002D1962">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2030. године: 5000</w:t>
      </w:r>
      <w:r w:rsidR="00F51B4B" w:rsidRPr="00A90824">
        <w:rPr>
          <w:szCs w:val="24"/>
          <w:lang w:val="sr-Cyrl-RS"/>
        </w:rPr>
        <w:t xml:space="preserve"> (укупно)</w:t>
      </w:r>
    </w:p>
    <w:p w14:paraId="4A3CBFAB" w14:textId="77777777" w:rsidR="00BE0C76" w:rsidRPr="00A90824" w:rsidRDefault="00BE0C76" w:rsidP="00E63B22">
      <w:pPr>
        <w:pStyle w:val="ListParagraph"/>
        <w:numPr>
          <w:ilvl w:val="0"/>
          <w:numId w:val="3"/>
        </w:numPr>
        <w:spacing w:before="120" w:after="60"/>
        <w:ind w:left="992" w:hanging="425"/>
        <w:contextualSpacing w:val="0"/>
        <w:rPr>
          <w:color w:val="000000"/>
          <w:szCs w:val="24"/>
          <w:lang w:val="sr-Cyrl-RS"/>
        </w:rPr>
      </w:pPr>
      <w:r w:rsidRPr="00A90824">
        <w:rPr>
          <w:color w:val="000000"/>
          <w:szCs w:val="24"/>
          <w:lang w:val="sr-Cyrl-RS"/>
        </w:rPr>
        <w:t>Проценат учесника обухваћених</w:t>
      </w:r>
      <w:r w:rsidR="00872F3C" w:rsidRPr="00A90824">
        <w:rPr>
          <w:color w:val="000000"/>
          <w:szCs w:val="24"/>
          <w:lang w:val="sr-Cyrl-RS"/>
        </w:rPr>
        <w:t xml:space="preserve"> образовним кампањама</w:t>
      </w:r>
      <w:r w:rsidRPr="00A90824">
        <w:rPr>
          <w:color w:val="000000"/>
          <w:szCs w:val="24"/>
          <w:lang w:val="sr-Cyrl-RS"/>
        </w:rPr>
        <w:t xml:space="preserve"> који покажу побољшање у разумевању </w:t>
      </w:r>
      <w:r w:rsidR="0057164E" w:rsidRPr="00A90824">
        <w:rPr>
          <w:color w:val="000000"/>
          <w:szCs w:val="24"/>
          <w:lang w:val="sr-Cyrl-RS"/>
        </w:rPr>
        <w:t>вештачке интелигенције</w:t>
      </w:r>
      <w:r w:rsidRPr="00A90824">
        <w:rPr>
          <w:color w:val="000000"/>
          <w:szCs w:val="24"/>
          <w:lang w:val="sr-Cyrl-RS"/>
        </w:rPr>
        <w:t xml:space="preserve"> на основу предтеста и посттеста</w:t>
      </w:r>
    </w:p>
    <w:p w14:paraId="1791E581" w14:textId="77777777" w:rsidR="00BE0C76" w:rsidRPr="00A90824" w:rsidRDefault="00BE0C76" w:rsidP="002D1962">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531E4C4C" w14:textId="77777777" w:rsidR="00BE0C76" w:rsidRPr="00A90824" w:rsidRDefault="00BE0C76" w:rsidP="002D1962">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30%</w:t>
      </w:r>
    </w:p>
    <w:p w14:paraId="4C61CF8F" w14:textId="77777777" w:rsidR="00BE0C76" w:rsidRPr="00A90824" w:rsidRDefault="00BE0C76" w:rsidP="002D1962">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70%</w:t>
      </w:r>
    </w:p>
    <w:p w14:paraId="5F647385" w14:textId="77777777" w:rsidR="00BE0C76" w:rsidRPr="00A90824" w:rsidRDefault="00984003" w:rsidP="0057164E">
      <w:pPr>
        <w:pStyle w:val="Heading3"/>
        <w:tabs>
          <w:tab w:val="left" w:pos="1418"/>
        </w:tabs>
        <w:rPr>
          <w:rStyle w:val="Heading3Char"/>
          <w:sz w:val="24"/>
          <w:szCs w:val="24"/>
        </w:rPr>
      </w:pPr>
      <w:bookmarkStart w:id="46" w:name="_Toc174901936"/>
      <w:r w:rsidRPr="00A90824">
        <w:rPr>
          <w:rStyle w:val="Heading3Char"/>
          <w:b/>
          <w:bCs/>
          <w:color w:val="000000"/>
          <w:sz w:val="24"/>
          <w:szCs w:val="24"/>
        </w:rPr>
        <w:t xml:space="preserve">Мера </w:t>
      </w:r>
      <w:r w:rsidR="009C0EDE" w:rsidRPr="00A90824">
        <w:rPr>
          <w:rStyle w:val="Heading3Char"/>
          <w:b/>
          <w:bCs/>
          <w:color w:val="000000"/>
          <w:sz w:val="24"/>
          <w:szCs w:val="24"/>
        </w:rPr>
        <w:t>3</w:t>
      </w:r>
      <w:r w:rsidRPr="00A90824">
        <w:rPr>
          <w:rStyle w:val="Heading3Char"/>
          <w:b/>
          <w:bCs/>
          <w:color w:val="000000"/>
          <w:sz w:val="24"/>
          <w:szCs w:val="24"/>
        </w:rPr>
        <w:t>.</w:t>
      </w:r>
      <w:r w:rsidR="00480087" w:rsidRPr="00A90824">
        <w:rPr>
          <w:rStyle w:val="Heading3Char"/>
          <w:b/>
          <w:bCs/>
          <w:color w:val="000000"/>
          <w:sz w:val="24"/>
          <w:szCs w:val="24"/>
        </w:rPr>
        <w:t>4</w:t>
      </w:r>
      <w:r w:rsidRPr="00A90824">
        <w:rPr>
          <w:rStyle w:val="Heading3Char"/>
          <w:b/>
          <w:bCs/>
          <w:color w:val="000000"/>
          <w:sz w:val="24"/>
          <w:szCs w:val="24"/>
        </w:rPr>
        <w:t xml:space="preserve">: </w:t>
      </w:r>
      <w:bookmarkEnd w:id="46"/>
      <w:r w:rsidR="008A2B16" w:rsidRPr="00A90824">
        <w:rPr>
          <w:rStyle w:val="Heading3Char"/>
          <w:b/>
          <w:bCs/>
          <w:color w:val="000000"/>
          <w:sz w:val="24"/>
          <w:szCs w:val="24"/>
        </w:rPr>
        <w:t>Неформално образовање за коришћење решења базираних на вештачког интелигенцији</w:t>
      </w:r>
    </w:p>
    <w:p w14:paraId="2BB0959A" w14:textId="77777777" w:rsidR="00BE0C76" w:rsidRPr="00A90824" w:rsidRDefault="00BE0C76" w:rsidP="00E35B80">
      <w:pPr>
        <w:pStyle w:val="Heading4"/>
        <w:rPr>
          <w:color w:val="000000"/>
          <w:szCs w:val="24"/>
        </w:rPr>
      </w:pPr>
      <w:r w:rsidRPr="00A90824">
        <w:rPr>
          <w:color w:val="000000"/>
          <w:szCs w:val="24"/>
        </w:rPr>
        <w:t>Опис мере:</w:t>
      </w:r>
    </w:p>
    <w:p w14:paraId="3067F815" w14:textId="77777777" w:rsidR="00CB1DF4" w:rsidRPr="00A90824" w:rsidRDefault="00CB1DF4" w:rsidP="00CB1DF4">
      <w:pPr>
        <w:rPr>
          <w:color w:val="000000"/>
          <w:szCs w:val="24"/>
          <w:lang w:val="sr-Cyrl-RS"/>
        </w:rPr>
      </w:pPr>
      <w:r w:rsidRPr="00A90824">
        <w:rPr>
          <w:color w:val="000000"/>
          <w:szCs w:val="24"/>
          <w:lang w:val="sr-Cyrl-RS"/>
        </w:rPr>
        <w:t xml:space="preserve">Улагањем у квалитетно образовање у области </w:t>
      </w:r>
      <w:r w:rsidR="00872F3C" w:rsidRPr="00A90824">
        <w:rPr>
          <w:color w:val="000000"/>
          <w:szCs w:val="24"/>
          <w:lang w:val="sr-Cyrl-RS"/>
        </w:rPr>
        <w:t xml:space="preserve">вештачке интелигенције </w:t>
      </w:r>
      <w:r w:rsidRPr="00A90824">
        <w:rPr>
          <w:color w:val="000000"/>
          <w:szCs w:val="24"/>
          <w:lang w:val="sr-Cyrl-RS"/>
        </w:rPr>
        <w:t xml:space="preserve">оснажујемо појединце да учествују у стварању иновативније будућности, учинивши </w:t>
      </w:r>
      <w:r w:rsidR="00872F3C" w:rsidRPr="00A90824">
        <w:rPr>
          <w:color w:val="000000"/>
          <w:szCs w:val="24"/>
          <w:lang w:val="sr-Cyrl-RS"/>
        </w:rPr>
        <w:t xml:space="preserve">ову технологију </w:t>
      </w:r>
      <w:r w:rsidRPr="00A90824">
        <w:rPr>
          <w:color w:val="000000"/>
          <w:szCs w:val="24"/>
          <w:lang w:val="sr-Cyrl-RS"/>
        </w:rPr>
        <w:t>свакодневним алатом у личном и професионалном развоју грађана.</w:t>
      </w:r>
    </w:p>
    <w:p w14:paraId="1FA50DE1" w14:textId="77777777" w:rsidR="00233386" w:rsidRPr="00A90824" w:rsidRDefault="00233386" w:rsidP="00233386">
      <w:pPr>
        <w:rPr>
          <w:color w:val="000000"/>
          <w:szCs w:val="24"/>
          <w:lang w:val="sr-Cyrl-RS"/>
        </w:rPr>
      </w:pPr>
      <w:r w:rsidRPr="00A90824">
        <w:rPr>
          <w:color w:val="000000"/>
          <w:szCs w:val="24"/>
          <w:lang w:val="sr-Cyrl-RS"/>
        </w:rPr>
        <w:t xml:space="preserve">За коришћење и правилно разумевање решења базираних на вештачкој интелигенције, неопходна је припрема и обука, пре свега запослених, а затим и </w:t>
      </w:r>
      <w:r w:rsidR="00872F3C" w:rsidRPr="00A90824">
        <w:rPr>
          <w:color w:val="000000"/>
          <w:szCs w:val="24"/>
          <w:lang w:val="sr-Cyrl-RS"/>
        </w:rPr>
        <w:t>шире популације</w:t>
      </w:r>
      <w:r w:rsidRPr="00A90824">
        <w:rPr>
          <w:color w:val="000000"/>
          <w:szCs w:val="24"/>
          <w:lang w:val="sr-Cyrl-RS"/>
        </w:rPr>
        <w:t xml:space="preserve">. </w:t>
      </w:r>
      <w:r w:rsidR="00293D90" w:rsidRPr="00A90824">
        <w:rPr>
          <w:color w:val="000000"/>
          <w:szCs w:val="24"/>
          <w:lang w:val="sr-Cyrl-RS"/>
        </w:rPr>
        <w:t>П</w:t>
      </w:r>
      <w:r w:rsidRPr="00A90824">
        <w:rPr>
          <w:color w:val="000000"/>
          <w:szCs w:val="24"/>
          <w:lang w:val="sr-Cyrl-RS"/>
        </w:rPr>
        <w:t>отребно стварање образовних модула</w:t>
      </w:r>
      <w:r w:rsidR="00872F3C" w:rsidRPr="00A90824">
        <w:rPr>
          <w:color w:val="000000"/>
          <w:szCs w:val="24"/>
          <w:lang w:val="sr-Cyrl-RS"/>
        </w:rPr>
        <w:t xml:space="preserve"> и </w:t>
      </w:r>
      <w:r w:rsidR="00CB1DF4" w:rsidRPr="00A90824">
        <w:rPr>
          <w:color w:val="000000"/>
          <w:szCs w:val="24"/>
          <w:lang w:val="sr-Cyrl-RS"/>
        </w:rPr>
        <w:t>курсева</w:t>
      </w:r>
      <w:r w:rsidRPr="00A90824">
        <w:rPr>
          <w:color w:val="000000"/>
          <w:szCs w:val="24"/>
          <w:lang w:val="sr-Cyrl-RS"/>
        </w:rPr>
        <w:t xml:space="preserve"> који прате промене на тржишту рада, </w:t>
      </w:r>
      <w:r w:rsidR="00293D90" w:rsidRPr="00A90824">
        <w:rPr>
          <w:color w:val="000000"/>
          <w:szCs w:val="24"/>
          <w:lang w:val="sr-Cyrl-RS"/>
        </w:rPr>
        <w:t>како би се</w:t>
      </w:r>
      <w:r w:rsidRPr="00A90824">
        <w:rPr>
          <w:color w:val="000000"/>
          <w:szCs w:val="24"/>
          <w:lang w:val="sr-Cyrl-RS"/>
        </w:rPr>
        <w:t xml:space="preserve"> омогућ</w:t>
      </w:r>
      <w:r w:rsidR="00293D90" w:rsidRPr="00A90824">
        <w:rPr>
          <w:color w:val="000000"/>
          <w:szCs w:val="24"/>
          <w:lang w:val="sr-Cyrl-RS"/>
        </w:rPr>
        <w:t>ило</w:t>
      </w:r>
      <w:r w:rsidRPr="00A90824">
        <w:rPr>
          <w:color w:val="000000"/>
          <w:szCs w:val="24"/>
          <w:lang w:val="sr-Cyrl-RS"/>
        </w:rPr>
        <w:t xml:space="preserve"> брзо прилагођавање новим трендовима и потребама </w:t>
      </w:r>
      <w:r w:rsidR="00293D90" w:rsidRPr="00A90824">
        <w:rPr>
          <w:color w:val="000000"/>
          <w:szCs w:val="24"/>
          <w:lang w:val="sr-Cyrl-RS"/>
        </w:rPr>
        <w:t>кроз стицање</w:t>
      </w:r>
      <w:r w:rsidR="00463383" w:rsidRPr="00A90824">
        <w:rPr>
          <w:color w:val="000000"/>
          <w:szCs w:val="24"/>
          <w:lang w:val="sr-Cyrl-RS"/>
        </w:rPr>
        <w:t xml:space="preserve"> потребн</w:t>
      </w:r>
      <w:r w:rsidR="00293D90" w:rsidRPr="00A90824">
        <w:rPr>
          <w:color w:val="000000"/>
          <w:szCs w:val="24"/>
          <w:lang w:val="sr-Cyrl-RS"/>
        </w:rPr>
        <w:t>их</w:t>
      </w:r>
      <w:r w:rsidR="00463383" w:rsidRPr="00A90824">
        <w:rPr>
          <w:color w:val="000000"/>
          <w:szCs w:val="24"/>
          <w:lang w:val="sr-Cyrl-RS"/>
        </w:rPr>
        <w:t xml:space="preserve"> знања и вештине из ове области. То ће поди</w:t>
      </w:r>
      <w:r w:rsidR="00293D90" w:rsidRPr="00A90824">
        <w:rPr>
          <w:color w:val="000000"/>
          <w:szCs w:val="24"/>
          <w:lang w:val="sr-Cyrl-RS"/>
        </w:rPr>
        <w:t>ћи</w:t>
      </w:r>
      <w:r w:rsidR="00463383" w:rsidRPr="00A90824">
        <w:rPr>
          <w:color w:val="000000"/>
          <w:szCs w:val="24"/>
          <w:lang w:val="sr-Cyrl-RS"/>
        </w:rPr>
        <w:t xml:space="preserve"> продуктивност и употребу </w:t>
      </w:r>
      <w:r w:rsidR="00872F3C" w:rsidRPr="00A90824">
        <w:rPr>
          <w:color w:val="000000"/>
          <w:szCs w:val="24"/>
          <w:lang w:val="sr-Cyrl-RS"/>
        </w:rPr>
        <w:t xml:space="preserve">посебних </w:t>
      </w:r>
      <w:r w:rsidR="00463383" w:rsidRPr="00A90824">
        <w:rPr>
          <w:color w:val="000000"/>
          <w:szCs w:val="24"/>
          <w:lang w:val="sr-Cyrl-RS"/>
        </w:rPr>
        <w:t xml:space="preserve">решења у </w:t>
      </w:r>
      <w:r w:rsidR="00872F3C" w:rsidRPr="00A90824">
        <w:rPr>
          <w:color w:val="000000"/>
          <w:szCs w:val="24"/>
          <w:lang w:val="sr-Cyrl-RS"/>
        </w:rPr>
        <w:t>раду</w:t>
      </w:r>
      <w:r w:rsidR="00463383" w:rsidRPr="00A90824">
        <w:rPr>
          <w:color w:val="000000"/>
          <w:szCs w:val="24"/>
          <w:lang w:val="sr-Cyrl-RS"/>
        </w:rPr>
        <w:t xml:space="preserve"> </w:t>
      </w:r>
      <w:r w:rsidR="00293D90" w:rsidRPr="00A90824">
        <w:rPr>
          <w:color w:val="000000"/>
          <w:szCs w:val="24"/>
          <w:lang w:val="sr-Cyrl-RS"/>
        </w:rPr>
        <w:t xml:space="preserve">као </w:t>
      </w:r>
      <w:r w:rsidR="00463383" w:rsidRPr="00A90824">
        <w:rPr>
          <w:color w:val="000000"/>
          <w:szCs w:val="24"/>
          <w:lang w:val="sr-Cyrl-RS"/>
        </w:rPr>
        <w:t>и конкурентност</w:t>
      </w:r>
      <w:r w:rsidR="00293D90" w:rsidRPr="00A90824">
        <w:rPr>
          <w:color w:val="000000"/>
          <w:szCs w:val="24"/>
          <w:lang w:val="sr-Cyrl-RS"/>
        </w:rPr>
        <w:t xml:space="preserve"> привредних субјеката</w:t>
      </w:r>
      <w:r w:rsidR="00463383" w:rsidRPr="00A90824">
        <w:rPr>
          <w:color w:val="000000"/>
          <w:szCs w:val="24"/>
          <w:lang w:val="sr-Cyrl-RS"/>
        </w:rPr>
        <w:t xml:space="preserve">. Поред образовних модула потребно је организовати и радионице са примерима </w:t>
      </w:r>
      <w:r w:rsidR="00872F3C" w:rsidRPr="00A90824">
        <w:rPr>
          <w:color w:val="000000"/>
          <w:szCs w:val="24"/>
          <w:lang w:val="sr-Cyrl-RS"/>
        </w:rPr>
        <w:t xml:space="preserve">из праксе </w:t>
      </w:r>
      <w:r w:rsidR="00463383" w:rsidRPr="00A90824">
        <w:rPr>
          <w:color w:val="000000"/>
          <w:szCs w:val="24"/>
          <w:lang w:val="sr-Cyrl-RS"/>
        </w:rPr>
        <w:t xml:space="preserve">које ће употпунити активности у оквиру ове мере. </w:t>
      </w:r>
      <w:r w:rsidR="00872F3C" w:rsidRPr="00A90824">
        <w:rPr>
          <w:color w:val="000000"/>
          <w:szCs w:val="24"/>
          <w:lang w:val="sr-Cyrl-RS"/>
        </w:rPr>
        <w:t>Н</w:t>
      </w:r>
      <w:r w:rsidR="00CB1DF4" w:rsidRPr="00A90824">
        <w:rPr>
          <w:color w:val="000000"/>
          <w:szCs w:val="24"/>
          <w:lang w:val="sr-Cyrl-RS"/>
        </w:rPr>
        <w:t xml:space="preserve">еопходно </w:t>
      </w:r>
      <w:r w:rsidR="00872F3C" w:rsidRPr="00A90824">
        <w:rPr>
          <w:color w:val="000000"/>
          <w:szCs w:val="24"/>
          <w:lang w:val="sr-Cyrl-RS"/>
        </w:rPr>
        <w:t xml:space="preserve">је </w:t>
      </w:r>
      <w:r w:rsidR="00CB1DF4" w:rsidRPr="00A90824">
        <w:rPr>
          <w:color w:val="000000"/>
          <w:szCs w:val="24"/>
          <w:lang w:val="sr-Cyrl-RS"/>
        </w:rPr>
        <w:t>да и модули</w:t>
      </w:r>
      <w:r w:rsidR="00872F3C" w:rsidRPr="00A90824">
        <w:rPr>
          <w:color w:val="000000"/>
          <w:szCs w:val="24"/>
          <w:lang w:val="sr-Cyrl-RS"/>
        </w:rPr>
        <w:t>,</w:t>
      </w:r>
      <w:r w:rsidR="00293D90" w:rsidRPr="00A90824">
        <w:rPr>
          <w:color w:val="000000"/>
          <w:szCs w:val="24"/>
          <w:lang w:val="sr-Cyrl-RS"/>
        </w:rPr>
        <w:t xml:space="preserve"> </w:t>
      </w:r>
      <w:r w:rsidR="00CB1DF4" w:rsidRPr="00A90824">
        <w:rPr>
          <w:color w:val="000000"/>
          <w:szCs w:val="24"/>
          <w:lang w:val="sr-Cyrl-RS"/>
        </w:rPr>
        <w:t>курсеви и радионице не буду само информативног карактера</w:t>
      </w:r>
      <w:r w:rsidR="002A4F7B" w:rsidRPr="00A90824">
        <w:rPr>
          <w:color w:val="000000"/>
          <w:szCs w:val="24"/>
          <w:lang w:val="sr-Cyrl-RS"/>
        </w:rPr>
        <w:t>,</w:t>
      </w:r>
      <w:r w:rsidR="00CB1DF4" w:rsidRPr="00A90824">
        <w:rPr>
          <w:color w:val="000000"/>
          <w:szCs w:val="24"/>
          <w:lang w:val="sr-Cyrl-RS"/>
        </w:rPr>
        <w:t xml:space="preserve"> </w:t>
      </w:r>
      <w:r w:rsidR="00293D90" w:rsidRPr="00A90824">
        <w:rPr>
          <w:color w:val="000000"/>
          <w:szCs w:val="24"/>
          <w:lang w:val="sr-Cyrl-RS"/>
        </w:rPr>
        <w:t>тако да је неопходно организовати</w:t>
      </w:r>
      <w:r w:rsidR="00CB1DF4" w:rsidRPr="00A90824">
        <w:rPr>
          <w:color w:val="000000"/>
          <w:szCs w:val="24"/>
          <w:lang w:val="sr-Cyrl-RS"/>
        </w:rPr>
        <w:t xml:space="preserve"> пола</w:t>
      </w:r>
      <w:r w:rsidR="00293D90" w:rsidRPr="00A90824">
        <w:rPr>
          <w:color w:val="000000"/>
          <w:szCs w:val="24"/>
          <w:lang w:val="sr-Cyrl-RS"/>
        </w:rPr>
        <w:t>гање</w:t>
      </w:r>
      <w:r w:rsidR="00CB1DF4" w:rsidRPr="00A90824">
        <w:rPr>
          <w:color w:val="000000"/>
          <w:szCs w:val="24"/>
          <w:lang w:val="sr-Cyrl-RS"/>
        </w:rPr>
        <w:t xml:space="preserve"> испит</w:t>
      </w:r>
      <w:r w:rsidR="00293D90" w:rsidRPr="00A90824">
        <w:rPr>
          <w:color w:val="000000"/>
          <w:szCs w:val="24"/>
          <w:lang w:val="sr-Cyrl-RS"/>
        </w:rPr>
        <w:t>а</w:t>
      </w:r>
      <w:r w:rsidR="00CB1DF4" w:rsidRPr="00A90824">
        <w:rPr>
          <w:color w:val="000000"/>
          <w:szCs w:val="24"/>
          <w:lang w:val="sr-Cyrl-RS"/>
        </w:rPr>
        <w:t xml:space="preserve"> који</w:t>
      </w:r>
      <w:r w:rsidR="004D252B" w:rsidRPr="00A90824">
        <w:rPr>
          <w:color w:val="000000"/>
          <w:szCs w:val="24"/>
          <w:lang w:val="sr-Cyrl-RS"/>
        </w:rPr>
        <w:t>м</w:t>
      </w:r>
      <w:r w:rsidR="00CB1DF4" w:rsidRPr="00A90824">
        <w:rPr>
          <w:color w:val="000000"/>
          <w:szCs w:val="24"/>
          <w:lang w:val="sr-Cyrl-RS"/>
        </w:rPr>
        <w:t xml:space="preserve"> ће </w:t>
      </w:r>
      <w:r w:rsidR="004D252B" w:rsidRPr="00A90824">
        <w:rPr>
          <w:color w:val="000000"/>
          <w:szCs w:val="24"/>
          <w:lang w:val="sr-Cyrl-RS"/>
        </w:rPr>
        <w:t>се</w:t>
      </w:r>
      <w:r w:rsidR="00293D90" w:rsidRPr="00A90824">
        <w:rPr>
          <w:color w:val="000000"/>
          <w:szCs w:val="24"/>
          <w:lang w:val="sr-Cyrl-RS"/>
        </w:rPr>
        <w:t xml:space="preserve"> извршити</w:t>
      </w:r>
      <w:r w:rsidR="004D252B" w:rsidRPr="00A90824">
        <w:rPr>
          <w:color w:val="000000"/>
          <w:szCs w:val="24"/>
          <w:lang w:val="sr-Cyrl-RS"/>
        </w:rPr>
        <w:t xml:space="preserve"> евалу</w:t>
      </w:r>
      <w:r w:rsidR="00293D90" w:rsidRPr="00A90824">
        <w:rPr>
          <w:color w:val="000000"/>
          <w:szCs w:val="24"/>
          <w:lang w:val="sr-Cyrl-RS"/>
        </w:rPr>
        <w:t>ација</w:t>
      </w:r>
      <w:r w:rsidR="004D252B" w:rsidRPr="00A90824">
        <w:rPr>
          <w:color w:val="000000"/>
          <w:szCs w:val="24"/>
          <w:lang w:val="sr-Cyrl-RS"/>
        </w:rPr>
        <w:t xml:space="preserve"> </w:t>
      </w:r>
      <w:r w:rsidR="00CB1DF4" w:rsidRPr="00A90824">
        <w:rPr>
          <w:color w:val="000000"/>
          <w:szCs w:val="24"/>
          <w:lang w:val="sr-Cyrl-RS"/>
        </w:rPr>
        <w:t>стечен</w:t>
      </w:r>
      <w:r w:rsidR="00293D90" w:rsidRPr="00A90824">
        <w:rPr>
          <w:color w:val="000000"/>
          <w:szCs w:val="24"/>
          <w:lang w:val="sr-Cyrl-RS"/>
        </w:rPr>
        <w:t>их</w:t>
      </w:r>
      <w:r w:rsidR="00CB1DF4" w:rsidRPr="00A90824">
        <w:rPr>
          <w:color w:val="000000"/>
          <w:szCs w:val="24"/>
          <w:lang w:val="sr-Cyrl-RS"/>
        </w:rPr>
        <w:t xml:space="preserve"> знања. </w:t>
      </w:r>
      <w:r w:rsidR="00293D90" w:rsidRPr="00A90824">
        <w:rPr>
          <w:color w:val="000000"/>
          <w:szCs w:val="24"/>
          <w:lang w:val="sr-Cyrl-RS"/>
        </w:rPr>
        <w:t>С</w:t>
      </w:r>
      <w:r w:rsidR="004D252B" w:rsidRPr="00A90824">
        <w:rPr>
          <w:color w:val="000000"/>
          <w:szCs w:val="24"/>
          <w:lang w:val="sr-Cyrl-RS"/>
        </w:rPr>
        <w:t xml:space="preserve">адржај обука </w:t>
      </w:r>
      <w:r w:rsidR="00293D90" w:rsidRPr="00A90824">
        <w:rPr>
          <w:color w:val="000000"/>
          <w:szCs w:val="24"/>
          <w:lang w:val="sr-Cyrl-RS"/>
        </w:rPr>
        <w:t>би требало да буде</w:t>
      </w:r>
      <w:r w:rsidR="00CB1DF4" w:rsidRPr="00A90824">
        <w:rPr>
          <w:color w:val="000000"/>
          <w:szCs w:val="24"/>
          <w:lang w:val="sr-Cyrl-RS"/>
        </w:rPr>
        <w:t xml:space="preserve"> претходно проверен</w:t>
      </w:r>
      <w:r w:rsidR="004D252B" w:rsidRPr="00A90824">
        <w:rPr>
          <w:color w:val="000000"/>
          <w:szCs w:val="24"/>
          <w:lang w:val="sr-Cyrl-RS"/>
        </w:rPr>
        <w:t xml:space="preserve"> и</w:t>
      </w:r>
      <w:r w:rsidR="00CB1DF4" w:rsidRPr="00A90824">
        <w:rPr>
          <w:color w:val="000000"/>
          <w:szCs w:val="24"/>
          <w:lang w:val="sr-Cyrl-RS"/>
        </w:rPr>
        <w:t xml:space="preserve"> одобрен од стране Савета за вештачку интелигенцију</w:t>
      </w:r>
      <w:r w:rsidR="004D252B" w:rsidRPr="00A90824">
        <w:rPr>
          <w:color w:val="000000"/>
          <w:szCs w:val="24"/>
          <w:lang w:val="sr-Cyrl-RS"/>
        </w:rPr>
        <w:t>, а</w:t>
      </w:r>
      <w:r w:rsidR="00CB1DF4" w:rsidRPr="00A90824">
        <w:rPr>
          <w:color w:val="000000"/>
          <w:szCs w:val="24"/>
          <w:lang w:val="sr-Cyrl-RS"/>
        </w:rPr>
        <w:t xml:space="preserve"> накнадно </w:t>
      </w:r>
      <w:r w:rsidR="004D252B" w:rsidRPr="00A90824">
        <w:rPr>
          <w:color w:val="000000"/>
          <w:szCs w:val="24"/>
          <w:lang w:val="sr-Cyrl-RS"/>
        </w:rPr>
        <w:t xml:space="preserve">и </w:t>
      </w:r>
      <w:r w:rsidR="00CB1DF4" w:rsidRPr="00A90824">
        <w:rPr>
          <w:color w:val="000000"/>
          <w:szCs w:val="24"/>
          <w:lang w:val="sr-Cyrl-RS"/>
        </w:rPr>
        <w:t>сертификован од надлежних тела.</w:t>
      </w:r>
    </w:p>
    <w:p w14:paraId="1A1238D2" w14:textId="77777777" w:rsidR="00BE0C76" w:rsidRPr="00A90824" w:rsidRDefault="00BE0C76" w:rsidP="00BE0C76">
      <w:pPr>
        <w:rPr>
          <w:color w:val="000000"/>
          <w:szCs w:val="24"/>
          <w:lang w:val="sr-Cyrl-RS"/>
        </w:rPr>
      </w:pPr>
      <w:r w:rsidRPr="00A90824">
        <w:rPr>
          <w:color w:val="000000"/>
          <w:szCs w:val="24"/>
          <w:lang w:val="sr-Cyrl-RS"/>
        </w:rPr>
        <w:t>Непрекидно праћење трендова на тржишту рада ће омогућити бр</w:t>
      </w:r>
      <w:r w:rsidR="00293D90" w:rsidRPr="00A90824">
        <w:rPr>
          <w:color w:val="000000"/>
          <w:szCs w:val="24"/>
          <w:lang w:val="sr-Cyrl-RS"/>
        </w:rPr>
        <w:t>ж</w:t>
      </w:r>
      <w:r w:rsidRPr="00A90824">
        <w:rPr>
          <w:color w:val="000000"/>
          <w:szCs w:val="24"/>
          <w:lang w:val="sr-Cyrl-RS"/>
        </w:rPr>
        <w:t>е реа</w:t>
      </w:r>
      <w:r w:rsidR="00293D90" w:rsidRPr="00A90824">
        <w:rPr>
          <w:color w:val="000000"/>
          <w:szCs w:val="24"/>
          <w:lang w:val="sr-Cyrl-RS"/>
        </w:rPr>
        <w:t>говање</w:t>
      </w:r>
      <w:r w:rsidRPr="00A90824">
        <w:rPr>
          <w:color w:val="000000"/>
          <w:szCs w:val="24"/>
          <w:lang w:val="sr-Cyrl-RS"/>
        </w:rPr>
        <w:t xml:space="preserve"> на потребе запослених узгред брзих промена које ова технологија доноси, како кроз законодавне тако и кроз активне интервенције на тржишту рада у облику пре- и доквалификација.</w:t>
      </w:r>
    </w:p>
    <w:p w14:paraId="481AA016" w14:textId="77777777" w:rsidR="00BC48E3" w:rsidRPr="00A90824" w:rsidRDefault="00BE0C76" w:rsidP="00BE0C76">
      <w:pPr>
        <w:rPr>
          <w:color w:val="000000"/>
          <w:szCs w:val="24"/>
          <w:lang w:val="sr-Cyrl-RS"/>
        </w:rPr>
      </w:pPr>
      <w:r w:rsidRPr="00A90824">
        <w:rPr>
          <w:color w:val="000000"/>
          <w:szCs w:val="24"/>
          <w:lang w:val="sr-Cyrl-RS"/>
        </w:rPr>
        <w:t xml:space="preserve">Мера обухвата креирање </w:t>
      </w:r>
      <w:r w:rsidR="00CB1DF4" w:rsidRPr="00A90824">
        <w:rPr>
          <w:color w:val="000000"/>
          <w:szCs w:val="24"/>
          <w:lang w:val="sr-Cyrl-RS"/>
        </w:rPr>
        <w:t>обука и радионица,</w:t>
      </w:r>
      <w:r w:rsidRPr="00A90824">
        <w:rPr>
          <w:color w:val="000000"/>
          <w:szCs w:val="24"/>
          <w:lang w:val="sr-Cyrl-RS"/>
        </w:rPr>
        <w:t xml:space="preserve"> на даљину и непосредно, намењених почетни</w:t>
      </w:r>
      <w:r w:rsidR="004D252B" w:rsidRPr="00A90824">
        <w:rPr>
          <w:color w:val="000000"/>
          <w:szCs w:val="24"/>
          <w:lang w:val="sr-Cyrl-RS"/>
        </w:rPr>
        <w:t>цима</w:t>
      </w:r>
      <w:r w:rsidRPr="00A90824">
        <w:rPr>
          <w:color w:val="000000"/>
          <w:szCs w:val="24"/>
          <w:lang w:val="sr-Cyrl-RS"/>
        </w:rPr>
        <w:t xml:space="preserve"> у свим професионалним областима, у вези са </w:t>
      </w:r>
      <w:r w:rsidR="00F6239B" w:rsidRPr="00A90824">
        <w:rPr>
          <w:color w:val="000000"/>
          <w:szCs w:val="24"/>
          <w:lang w:val="sr-Cyrl-RS"/>
        </w:rPr>
        <w:t xml:space="preserve">применом </w:t>
      </w:r>
      <w:r w:rsidRPr="00A90824">
        <w:rPr>
          <w:color w:val="000000"/>
          <w:szCs w:val="24"/>
          <w:lang w:val="sr-Cyrl-RS"/>
        </w:rPr>
        <w:t>вештачк</w:t>
      </w:r>
      <w:r w:rsidR="004D252B" w:rsidRPr="00A90824">
        <w:rPr>
          <w:color w:val="000000"/>
          <w:szCs w:val="24"/>
          <w:lang w:val="sr-Cyrl-RS"/>
        </w:rPr>
        <w:t>е</w:t>
      </w:r>
      <w:r w:rsidRPr="00A90824">
        <w:rPr>
          <w:color w:val="000000"/>
          <w:szCs w:val="24"/>
          <w:lang w:val="sr-Cyrl-RS"/>
        </w:rPr>
        <w:t xml:space="preserve"> интелигенциј</w:t>
      </w:r>
      <w:r w:rsidR="004D252B" w:rsidRPr="00A90824">
        <w:rPr>
          <w:color w:val="000000"/>
          <w:szCs w:val="24"/>
          <w:lang w:val="sr-Cyrl-RS"/>
        </w:rPr>
        <w:t>е</w:t>
      </w:r>
      <w:r w:rsidR="00934C2D" w:rsidRPr="00A90824">
        <w:rPr>
          <w:color w:val="000000"/>
          <w:szCs w:val="24"/>
          <w:lang w:val="sr-Cyrl-RS"/>
        </w:rPr>
        <w:t xml:space="preserve"> са нагласком на начин примене, препознавање могућности примене у раду, </w:t>
      </w:r>
      <w:r w:rsidR="004D252B" w:rsidRPr="00A90824">
        <w:rPr>
          <w:color w:val="000000"/>
          <w:szCs w:val="24"/>
          <w:lang w:val="sr-Cyrl-RS"/>
        </w:rPr>
        <w:t xml:space="preserve">као и </w:t>
      </w:r>
      <w:r w:rsidR="00934C2D" w:rsidRPr="00A90824">
        <w:rPr>
          <w:color w:val="000000"/>
          <w:szCs w:val="24"/>
          <w:lang w:val="sr-Cyrl-RS"/>
        </w:rPr>
        <w:t>упознавање са постојећим алатима</w:t>
      </w:r>
      <w:r w:rsidR="006B0E08" w:rsidRPr="00A90824">
        <w:rPr>
          <w:color w:val="000000"/>
          <w:szCs w:val="24"/>
          <w:lang w:val="sr-Cyrl-RS"/>
        </w:rPr>
        <w:t xml:space="preserve">. </w:t>
      </w:r>
    </w:p>
    <w:p w14:paraId="407C56FD" w14:textId="77777777" w:rsidR="00BC48E3" w:rsidRPr="00A90824" w:rsidRDefault="006B0E08" w:rsidP="00BE0C76">
      <w:pPr>
        <w:rPr>
          <w:color w:val="000000"/>
          <w:szCs w:val="24"/>
          <w:lang w:val="sr-Cyrl-RS"/>
        </w:rPr>
      </w:pPr>
      <w:r w:rsidRPr="00A90824">
        <w:rPr>
          <w:color w:val="000000"/>
          <w:szCs w:val="24"/>
          <w:lang w:val="sr-Cyrl-RS"/>
        </w:rPr>
        <w:t>Мера обухвата и</w:t>
      </w:r>
      <w:r w:rsidR="00934C2D" w:rsidRPr="00A90824">
        <w:rPr>
          <w:color w:val="000000"/>
          <w:szCs w:val="24"/>
          <w:lang w:val="sr-Cyrl-RS"/>
        </w:rPr>
        <w:t xml:space="preserve"> </w:t>
      </w:r>
      <w:r w:rsidR="00BE0C76" w:rsidRPr="00A90824">
        <w:rPr>
          <w:color w:val="000000"/>
          <w:szCs w:val="24"/>
          <w:lang w:val="sr-Cyrl-RS"/>
        </w:rPr>
        <w:t>финансијск</w:t>
      </w:r>
      <w:r w:rsidR="00F6239B" w:rsidRPr="00A90824">
        <w:rPr>
          <w:color w:val="000000"/>
          <w:szCs w:val="24"/>
          <w:lang w:val="sr-Cyrl-RS"/>
        </w:rPr>
        <w:t>у</w:t>
      </w:r>
      <w:r w:rsidR="00BE0C76" w:rsidRPr="00A90824">
        <w:rPr>
          <w:color w:val="000000"/>
          <w:szCs w:val="24"/>
          <w:lang w:val="sr-Cyrl-RS"/>
        </w:rPr>
        <w:t xml:space="preserve"> и организацион</w:t>
      </w:r>
      <w:r w:rsidR="00F6239B" w:rsidRPr="00A90824">
        <w:rPr>
          <w:color w:val="000000"/>
          <w:szCs w:val="24"/>
          <w:lang w:val="sr-Cyrl-RS"/>
        </w:rPr>
        <w:t>у</w:t>
      </w:r>
      <w:r w:rsidR="00934C2D" w:rsidRPr="00A90824">
        <w:rPr>
          <w:color w:val="000000"/>
          <w:szCs w:val="24"/>
          <w:lang w:val="sr-Cyrl-RS"/>
        </w:rPr>
        <w:t xml:space="preserve"> </w:t>
      </w:r>
      <w:r w:rsidR="00BE0C76" w:rsidRPr="00A90824">
        <w:rPr>
          <w:color w:val="000000"/>
          <w:szCs w:val="24"/>
          <w:lang w:val="sr-Cyrl-RS"/>
        </w:rPr>
        <w:t xml:space="preserve">помоћ у </w:t>
      </w:r>
      <w:r w:rsidR="00F6239B" w:rsidRPr="00A90824">
        <w:rPr>
          <w:color w:val="000000"/>
          <w:szCs w:val="24"/>
          <w:lang w:val="sr-Cyrl-RS"/>
        </w:rPr>
        <w:t>стварању, развоју и организовању ових курсева и тренинга</w:t>
      </w:r>
      <w:r w:rsidR="00BE0C76" w:rsidRPr="00A90824">
        <w:rPr>
          <w:color w:val="000000"/>
          <w:szCs w:val="24"/>
          <w:lang w:val="sr-Cyrl-RS"/>
        </w:rPr>
        <w:t xml:space="preserve">, организовање специјализованих радионица за преквалификацију и доквалификацију запослених </w:t>
      </w:r>
      <w:r w:rsidR="004D252B" w:rsidRPr="00A90824">
        <w:rPr>
          <w:color w:val="000000"/>
          <w:szCs w:val="24"/>
          <w:lang w:val="sr-Cyrl-RS"/>
        </w:rPr>
        <w:t>којима је овакво знање неопходно за обављање послова</w:t>
      </w:r>
      <w:r w:rsidR="00BE0C76" w:rsidRPr="00A90824">
        <w:rPr>
          <w:color w:val="000000"/>
          <w:szCs w:val="24"/>
          <w:lang w:val="sr-Cyrl-RS"/>
        </w:rPr>
        <w:t xml:space="preserve">, праћење трендова тржишта рада и </w:t>
      </w:r>
      <w:r w:rsidR="004D252B" w:rsidRPr="00A90824">
        <w:rPr>
          <w:color w:val="000000"/>
          <w:szCs w:val="24"/>
          <w:lang w:val="sr-Cyrl-RS"/>
        </w:rPr>
        <w:t xml:space="preserve">континуирано унапређивање </w:t>
      </w:r>
      <w:r w:rsidR="00BE0C76" w:rsidRPr="00A90824">
        <w:rPr>
          <w:color w:val="000000"/>
          <w:szCs w:val="24"/>
          <w:lang w:val="sr-Cyrl-RS"/>
        </w:rPr>
        <w:t>курсева и политика у складу са потребама и технологијама,</w:t>
      </w:r>
      <w:r w:rsidR="00CA1F51" w:rsidRPr="00A90824">
        <w:rPr>
          <w:color w:val="000000"/>
          <w:szCs w:val="24"/>
          <w:lang w:val="sr-Cyrl-RS"/>
        </w:rPr>
        <w:t xml:space="preserve"> обуке о аспектима заштите од дискриминације, </w:t>
      </w:r>
      <w:r w:rsidR="00BE0C76" w:rsidRPr="00A90824">
        <w:rPr>
          <w:color w:val="000000"/>
          <w:szCs w:val="24"/>
          <w:lang w:val="sr-Cyrl-RS"/>
        </w:rPr>
        <w:t>стварање партнерстава са привредним сектором за развој циљаних образовних програма који олакшавају имплементацију решења која садрже вештачку интелигенцију у свакодневне пословне операције</w:t>
      </w:r>
      <w:r w:rsidR="00BC48E3" w:rsidRPr="00A90824">
        <w:rPr>
          <w:color w:val="000000"/>
          <w:szCs w:val="24"/>
          <w:lang w:val="sr-Cyrl-RS"/>
        </w:rPr>
        <w:t>.</w:t>
      </w:r>
    </w:p>
    <w:p w14:paraId="7D22106F" w14:textId="77777777" w:rsidR="00BE0C76" w:rsidRPr="00A90824" w:rsidRDefault="00BC48E3" w:rsidP="00BE0C76">
      <w:pPr>
        <w:rPr>
          <w:color w:val="000000"/>
          <w:szCs w:val="24"/>
          <w:lang w:val="sr-Cyrl-RS"/>
        </w:rPr>
      </w:pPr>
      <w:r w:rsidRPr="00A90824">
        <w:rPr>
          <w:color w:val="000000"/>
          <w:szCs w:val="24"/>
          <w:lang w:val="sr-Cyrl-RS"/>
        </w:rPr>
        <w:t>Мера садржи и</w:t>
      </w:r>
      <w:r w:rsidR="00EB0060" w:rsidRPr="00A90824">
        <w:rPr>
          <w:color w:val="000000"/>
          <w:szCs w:val="24"/>
          <w:lang w:val="sr-Cyrl-RS"/>
        </w:rPr>
        <w:t xml:space="preserve"> обук</w:t>
      </w:r>
      <w:r w:rsidRPr="00A90824">
        <w:rPr>
          <w:color w:val="000000"/>
          <w:szCs w:val="24"/>
          <w:lang w:val="sr-Cyrl-RS"/>
        </w:rPr>
        <w:t>у</w:t>
      </w:r>
      <w:r w:rsidR="00EB0060" w:rsidRPr="00A90824">
        <w:rPr>
          <w:color w:val="000000"/>
          <w:szCs w:val="24"/>
          <w:lang w:val="sr-Cyrl-RS"/>
        </w:rPr>
        <w:t xml:space="preserve"> новинара и произвођача медијских садржаја за етичку примену решења </w:t>
      </w:r>
      <w:r w:rsidR="004D252B" w:rsidRPr="00A90824">
        <w:rPr>
          <w:color w:val="000000"/>
          <w:szCs w:val="24"/>
          <w:lang w:val="sr-Cyrl-RS"/>
        </w:rPr>
        <w:t>вештачке интелигенције при</w:t>
      </w:r>
      <w:r w:rsidR="00EB0060" w:rsidRPr="00A90824">
        <w:rPr>
          <w:color w:val="000000"/>
          <w:szCs w:val="24"/>
          <w:lang w:val="sr-Cyrl-RS"/>
        </w:rPr>
        <w:t xml:space="preserve"> изради садржаја јавног информисања с</w:t>
      </w:r>
      <w:r w:rsidR="004D252B" w:rsidRPr="00A90824">
        <w:rPr>
          <w:color w:val="000000"/>
          <w:szCs w:val="24"/>
          <w:lang w:val="sr-Cyrl-RS"/>
        </w:rPr>
        <w:t>а</w:t>
      </w:r>
      <w:r w:rsidR="00EB0060" w:rsidRPr="00A90824">
        <w:rPr>
          <w:color w:val="000000"/>
          <w:szCs w:val="24"/>
          <w:lang w:val="sr-Cyrl-RS"/>
        </w:rPr>
        <w:t xml:space="preserve"> посебним циљем омогућавања веће приступачности информисању особама са инвалидитетом и с</w:t>
      </w:r>
      <w:r w:rsidRPr="00A90824">
        <w:rPr>
          <w:color w:val="000000"/>
          <w:szCs w:val="24"/>
          <w:lang w:val="sr-Cyrl-RS"/>
        </w:rPr>
        <w:t>а</w:t>
      </w:r>
      <w:r w:rsidR="00EB0060" w:rsidRPr="00A90824">
        <w:rPr>
          <w:color w:val="000000"/>
          <w:szCs w:val="24"/>
          <w:lang w:val="sr-Cyrl-RS"/>
        </w:rPr>
        <w:t xml:space="preserve"> фокусом на очувању и заштити људских права, слободе мисли, слободе изражавања и заштити од говора мржње и дискриминације, организовање стручних семинара на тему </w:t>
      </w:r>
      <w:r w:rsidR="004D252B" w:rsidRPr="00A90824">
        <w:rPr>
          <w:color w:val="000000"/>
          <w:szCs w:val="24"/>
          <w:lang w:val="sr-Cyrl-RS"/>
        </w:rPr>
        <w:t xml:space="preserve">информационе </w:t>
      </w:r>
      <w:r w:rsidR="00EB0060" w:rsidRPr="00A90824">
        <w:rPr>
          <w:color w:val="000000"/>
          <w:szCs w:val="24"/>
          <w:lang w:val="sr-Cyrl-RS"/>
        </w:rPr>
        <w:t>безбедности</w:t>
      </w:r>
      <w:r w:rsidR="004D252B" w:rsidRPr="00A90824">
        <w:rPr>
          <w:color w:val="000000"/>
          <w:szCs w:val="24"/>
          <w:lang w:val="sr-Cyrl-RS"/>
        </w:rPr>
        <w:t>,</w:t>
      </w:r>
      <w:r w:rsidR="00EB0060" w:rsidRPr="00A90824">
        <w:rPr>
          <w:color w:val="000000"/>
          <w:szCs w:val="24"/>
          <w:lang w:val="sr-Cyrl-RS"/>
        </w:rPr>
        <w:t xml:space="preserve"> </w:t>
      </w:r>
      <w:r w:rsidR="004D252B" w:rsidRPr="00A90824">
        <w:rPr>
          <w:color w:val="000000"/>
          <w:szCs w:val="24"/>
          <w:lang w:val="sr-Cyrl-RS"/>
        </w:rPr>
        <w:t>вештачке интелигенције</w:t>
      </w:r>
      <w:r w:rsidR="00EB0060" w:rsidRPr="00A90824">
        <w:rPr>
          <w:color w:val="000000"/>
          <w:szCs w:val="24"/>
          <w:lang w:val="sr-Cyrl-RS"/>
        </w:rPr>
        <w:t xml:space="preserve"> </w:t>
      </w:r>
      <w:r w:rsidR="004D252B" w:rsidRPr="00A90824">
        <w:rPr>
          <w:color w:val="000000"/>
          <w:szCs w:val="24"/>
          <w:lang w:val="sr-Cyrl-RS"/>
        </w:rPr>
        <w:t>и коришћења</w:t>
      </w:r>
      <w:r w:rsidR="00EB0060" w:rsidRPr="00A90824">
        <w:rPr>
          <w:color w:val="000000"/>
          <w:szCs w:val="24"/>
          <w:lang w:val="sr-Cyrl-RS"/>
        </w:rPr>
        <w:t xml:space="preserve"> велик</w:t>
      </w:r>
      <w:r w:rsidR="004D252B" w:rsidRPr="00A90824">
        <w:rPr>
          <w:color w:val="000000"/>
          <w:szCs w:val="24"/>
          <w:lang w:val="sr-Cyrl-RS"/>
        </w:rPr>
        <w:t>их скупова</w:t>
      </w:r>
      <w:r w:rsidR="00EB0060" w:rsidRPr="00A90824">
        <w:rPr>
          <w:color w:val="000000"/>
          <w:szCs w:val="24"/>
          <w:lang w:val="sr-Cyrl-RS"/>
        </w:rPr>
        <w:t xml:space="preserve"> подат</w:t>
      </w:r>
      <w:r w:rsidR="004D252B" w:rsidRPr="00A90824">
        <w:rPr>
          <w:color w:val="000000"/>
          <w:szCs w:val="24"/>
          <w:lang w:val="sr-Cyrl-RS"/>
        </w:rPr>
        <w:t>а</w:t>
      </w:r>
      <w:r w:rsidR="00EB0060" w:rsidRPr="00A90824">
        <w:rPr>
          <w:color w:val="000000"/>
          <w:szCs w:val="24"/>
          <w:lang w:val="sr-Cyrl-RS"/>
        </w:rPr>
        <w:t>к</w:t>
      </w:r>
      <w:r w:rsidR="004D252B" w:rsidRPr="00A90824">
        <w:rPr>
          <w:color w:val="000000"/>
          <w:szCs w:val="24"/>
          <w:lang w:val="sr-Cyrl-RS"/>
        </w:rPr>
        <w:t>а</w:t>
      </w:r>
      <w:r w:rsidR="00EB0060" w:rsidRPr="00A90824">
        <w:rPr>
          <w:color w:val="000000"/>
          <w:szCs w:val="24"/>
          <w:lang w:val="sr-Cyrl-RS"/>
        </w:rPr>
        <w:t xml:space="preserve"> (енг: big data) </w:t>
      </w:r>
      <w:r w:rsidR="00BE0C76" w:rsidRPr="00A90824">
        <w:rPr>
          <w:color w:val="000000"/>
          <w:szCs w:val="24"/>
          <w:lang w:val="sr-Cyrl-RS"/>
        </w:rPr>
        <w:t>и др.</w:t>
      </w:r>
    </w:p>
    <w:p w14:paraId="1EDD5B14" w14:textId="0B3E8CD7" w:rsidR="00BE0C76" w:rsidRPr="00A90824" w:rsidRDefault="00BE0C76" w:rsidP="00E35B80">
      <w:pPr>
        <w:pStyle w:val="Heading4"/>
        <w:rPr>
          <w:color w:val="000000"/>
          <w:szCs w:val="24"/>
        </w:rPr>
      </w:pPr>
      <w:r w:rsidRPr="00A90824">
        <w:rPr>
          <w:color w:val="000000"/>
          <w:szCs w:val="24"/>
        </w:rPr>
        <w:t>Период реализације:</w:t>
      </w:r>
    </w:p>
    <w:p w14:paraId="2CFBBF58" w14:textId="77777777" w:rsidR="00BE0C76" w:rsidRPr="00A90824" w:rsidRDefault="00075CDD" w:rsidP="00BE0C76">
      <w:pPr>
        <w:rPr>
          <w:color w:val="000000"/>
          <w:szCs w:val="24"/>
          <w:lang w:val="sr-Latn-RS"/>
        </w:rPr>
      </w:pPr>
      <w:r w:rsidRPr="00A90824">
        <w:rPr>
          <w:color w:val="000000"/>
          <w:szCs w:val="24"/>
          <w:lang w:val="sr-Cyrl-RS"/>
        </w:rPr>
        <w:t>2025</w:t>
      </w:r>
      <w:r w:rsidR="00512FEE" w:rsidRPr="00A90824">
        <w:rPr>
          <w:color w:val="000000"/>
          <w:szCs w:val="24"/>
          <w:lang w:val="sr-Latn-RS"/>
        </w:rPr>
        <w:t>.</w:t>
      </w:r>
      <w:r w:rsidR="00BE0C76" w:rsidRPr="00A90824">
        <w:rPr>
          <w:color w:val="000000"/>
          <w:szCs w:val="24"/>
          <w:lang w:val="sr-Cyrl-RS"/>
        </w:rPr>
        <w:t>-2030</w:t>
      </w:r>
      <w:r w:rsidR="00512FEE" w:rsidRPr="00A90824">
        <w:rPr>
          <w:color w:val="000000"/>
          <w:szCs w:val="24"/>
          <w:lang w:val="sr-Latn-RS"/>
        </w:rPr>
        <w:t>.</w:t>
      </w:r>
    </w:p>
    <w:p w14:paraId="50E86BD5" w14:textId="77777777" w:rsidR="00BE0C76" w:rsidRPr="00A90824" w:rsidRDefault="00BE0C76" w:rsidP="00E35B80">
      <w:pPr>
        <w:pStyle w:val="Heading4"/>
        <w:rPr>
          <w:color w:val="000000"/>
          <w:szCs w:val="24"/>
        </w:rPr>
      </w:pPr>
      <w:r w:rsidRPr="00A90824">
        <w:rPr>
          <w:color w:val="000000"/>
          <w:szCs w:val="24"/>
        </w:rPr>
        <w:t>Надлежне институције:</w:t>
      </w:r>
    </w:p>
    <w:p w14:paraId="7F7DB48C" w14:textId="1CD80DE5" w:rsidR="00BE0C76" w:rsidRPr="00A90824" w:rsidRDefault="00BE0C76" w:rsidP="0057164E">
      <w:pPr>
        <w:pStyle w:val="ListParagraph"/>
        <w:numPr>
          <w:ilvl w:val="0"/>
          <w:numId w:val="1"/>
        </w:numPr>
        <w:spacing w:before="60" w:after="0"/>
        <w:ind w:left="993" w:hanging="426"/>
        <w:contextualSpacing w:val="0"/>
        <w:rPr>
          <w:szCs w:val="24"/>
          <w:lang w:val="sr-Cyrl-RS"/>
        </w:rPr>
      </w:pPr>
      <w:r w:rsidRPr="00A90824">
        <w:rPr>
          <w:szCs w:val="24"/>
          <w:lang w:val="sr-Cyrl-RS"/>
        </w:rPr>
        <w:t xml:space="preserve">Министарство надлежно за </w:t>
      </w:r>
      <w:r w:rsidR="000805F2" w:rsidRPr="00A90824">
        <w:rPr>
          <w:szCs w:val="24"/>
          <w:lang w:val="sr-Cyrl-RS"/>
        </w:rPr>
        <w:t>научноистраживачку и иновациону делатност</w:t>
      </w:r>
      <w:r w:rsidRPr="00A90824">
        <w:rPr>
          <w:szCs w:val="24"/>
          <w:lang w:val="sr-Cyrl-RS"/>
        </w:rPr>
        <w:t xml:space="preserve"> (носилац)</w:t>
      </w:r>
    </w:p>
    <w:p w14:paraId="7E2A652C" w14:textId="77777777" w:rsidR="00AD0911" w:rsidRPr="00A90824" w:rsidRDefault="00B56658" w:rsidP="00AD0911">
      <w:pPr>
        <w:pStyle w:val="ListParagraph"/>
        <w:numPr>
          <w:ilvl w:val="0"/>
          <w:numId w:val="1"/>
        </w:numPr>
        <w:spacing w:before="60" w:after="0"/>
        <w:ind w:left="993" w:hanging="426"/>
        <w:contextualSpacing w:val="0"/>
        <w:rPr>
          <w:color w:val="000000"/>
          <w:szCs w:val="24"/>
          <w:lang w:val="sr-Cyrl-RS"/>
        </w:rPr>
      </w:pPr>
      <w:r w:rsidRPr="00A90824">
        <w:rPr>
          <w:color w:val="000000"/>
          <w:szCs w:val="24"/>
          <w:lang w:val="sr-Cyrl-RS"/>
        </w:rPr>
        <w:t>Министарство надлежно за информисање (партнер)</w:t>
      </w:r>
    </w:p>
    <w:p w14:paraId="60EF1ABA" w14:textId="79ADD451" w:rsidR="00AD0911" w:rsidRPr="00A90824" w:rsidRDefault="00AD0911" w:rsidP="00AD0911">
      <w:pPr>
        <w:pStyle w:val="ListParagraph"/>
        <w:numPr>
          <w:ilvl w:val="0"/>
          <w:numId w:val="1"/>
        </w:numPr>
        <w:spacing w:before="60" w:after="0"/>
        <w:ind w:left="993" w:hanging="426"/>
        <w:contextualSpacing w:val="0"/>
        <w:rPr>
          <w:szCs w:val="24"/>
          <w:lang w:val="sr-Cyrl-RS"/>
        </w:rPr>
      </w:pPr>
      <w:r w:rsidRPr="00A90824">
        <w:rPr>
          <w:szCs w:val="24"/>
          <w:lang w:val="sr-Cyrl-RS"/>
        </w:rPr>
        <w:t>Министарство надлежно за послове информационог друштва (партнер)</w:t>
      </w:r>
    </w:p>
    <w:p w14:paraId="4AF14EDB" w14:textId="77777777" w:rsidR="00B56658" w:rsidRPr="00A90824" w:rsidRDefault="00B56658" w:rsidP="0057164E">
      <w:pPr>
        <w:pStyle w:val="ListParagraph"/>
        <w:numPr>
          <w:ilvl w:val="0"/>
          <w:numId w:val="1"/>
        </w:numPr>
        <w:spacing w:before="60" w:after="0"/>
        <w:ind w:left="993" w:hanging="426"/>
        <w:contextualSpacing w:val="0"/>
        <w:rPr>
          <w:szCs w:val="24"/>
          <w:lang w:val="sr-Cyrl-RS"/>
        </w:rPr>
      </w:pPr>
      <w:r w:rsidRPr="00A90824">
        <w:rPr>
          <w:szCs w:val="24"/>
          <w:lang w:val="sr-Cyrl-RS"/>
        </w:rPr>
        <w:t xml:space="preserve">Повереник </w:t>
      </w:r>
      <w:r w:rsidR="0057164E" w:rsidRPr="00A90824">
        <w:rPr>
          <w:szCs w:val="24"/>
          <w:lang w:val="sr-Cyrl-RS"/>
        </w:rPr>
        <w:t xml:space="preserve">надлежан </w:t>
      </w:r>
      <w:r w:rsidRPr="00A90824">
        <w:rPr>
          <w:szCs w:val="24"/>
          <w:lang w:val="sr-Cyrl-RS"/>
        </w:rPr>
        <w:t>за заштиту равноправности (партнер)</w:t>
      </w:r>
    </w:p>
    <w:p w14:paraId="459599F3" w14:textId="07E472B4" w:rsidR="00C33659" w:rsidRPr="00A90824" w:rsidRDefault="00C33659" w:rsidP="0057164E">
      <w:pPr>
        <w:pStyle w:val="ListParagraph"/>
        <w:numPr>
          <w:ilvl w:val="0"/>
          <w:numId w:val="1"/>
        </w:numPr>
        <w:spacing w:before="60" w:after="0"/>
        <w:ind w:left="993" w:hanging="426"/>
        <w:contextualSpacing w:val="0"/>
        <w:rPr>
          <w:szCs w:val="24"/>
          <w:lang w:val="sr-Cyrl-RS"/>
        </w:rPr>
      </w:pPr>
      <w:r w:rsidRPr="00A90824">
        <w:rPr>
          <w:szCs w:val="24"/>
          <w:lang w:val="sr-Cyrl-RS"/>
        </w:rPr>
        <w:t>Привредна комора Србије</w:t>
      </w:r>
      <w:r w:rsidR="00CC5AD2" w:rsidRPr="00A90824">
        <w:rPr>
          <w:szCs w:val="24"/>
          <w:lang w:val="sr-Latn-RS"/>
        </w:rPr>
        <w:t>-</w:t>
      </w:r>
      <w:r w:rsidR="00CC5AD2" w:rsidRPr="00A90824">
        <w:rPr>
          <w:szCs w:val="24"/>
          <w:lang w:val="sr-Cyrl-RS"/>
        </w:rPr>
        <w:t>Центар за дигиталну трансформацију</w:t>
      </w:r>
      <w:r w:rsidRPr="00A90824">
        <w:rPr>
          <w:szCs w:val="24"/>
          <w:lang w:val="sr-Cyrl-RS"/>
        </w:rPr>
        <w:t xml:space="preserve"> (партнер)</w:t>
      </w:r>
    </w:p>
    <w:p w14:paraId="266B1674" w14:textId="77777777" w:rsidR="00BE0C76" w:rsidRPr="00A90824" w:rsidRDefault="00BE0C76" w:rsidP="00E35B80">
      <w:pPr>
        <w:pStyle w:val="Heading4"/>
        <w:rPr>
          <w:color w:val="000000"/>
          <w:szCs w:val="24"/>
        </w:rPr>
      </w:pPr>
      <w:r w:rsidRPr="00A90824">
        <w:rPr>
          <w:color w:val="000000"/>
          <w:szCs w:val="24"/>
        </w:rPr>
        <w:t>Показатељи:</w:t>
      </w:r>
    </w:p>
    <w:p w14:paraId="75493362" w14:textId="43EEF3F8" w:rsidR="00BE0C76" w:rsidRPr="00A90824" w:rsidRDefault="00BE0C76" w:rsidP="00E63B22">
      <w:pPr>
        <w:pStyle w:val="ListParagraph"/>
        <w:numPr>
          <w:ilvl w:val="0"/>
          <w:numId w:val="4"/>
        </w:numPr>
        <w:spacing w:after="60"/>
        <w:ind w:hanging="513"/>
        <w:contextualSpacing w:val="0"/>
        <w:rPr>
          <w:color w:val="000000"/>
          <w:szCs w:val="24"/>
          <w:lang w:val="sr-Cyrl-RS"/>
        </w:rPr>
      </w:pPr>
      <w:r w:rsidRPr="00A90824">
        <w:rPr>
          <w:color w:val="000000"/>
          <w:szCs w:val="24"/>
          <w:lang w:val="sr-Cyrl-RS"/>
        </w:rPr>
        <w:t xml:space="preserve">Број развијених и понуђених курсева на тему вештачке интелигенције од </w:t>
      </w:r>
      <w:r w:rsidR="006A539F" w:rsidRPr="00A90824">
        <w:rPr>
          <w:color w:val="000000"/>
          <w:szCs w:val="24"/>
          <w:lang w:val="sr-Cyrl-RS"/>
        </w:rPr>
        <w:t xml:space="preserve">посебне организације </w:t>
      </w:r>
      <w:r w:rsidR="0057164E" w:rsidRPr="00A90824">
        <w:rPr>
          <w:color w:val="000000"/>
          <w:szCs w:val="24"/>
          <w:lang w:val="sr-Cyrl-RS"/>
        </w:rPr>
        <w:t>надлежн</w:t>
      </w:r>
      <w:r w:rsidR="006A539F" w:rsidRPr="00A90824">
        <w:rPr>
          <w:color w:val="000000"/>
          <w:szCs w:val="24"/>
          <w:lang w:val="sr-Cyrl-RS"/>
        </w:rPr>
        <w:t>е</w:t>
      </w:r>
      <w:r w:rsidR="0057164E" w:rsidRPr="00A90824">
        <w:rPr>
          <w:color w:val="000000"/>
          <w:szCs w:val="24"/>
          <w:lang w:val="sr-Cyrl-RS"/>
        </w:rPr>
        <w:t xml:space="preserve"> за запошљавање</w:t>
      </w:r>
    </w:p>
    <w:p w14:paraId="14452F3D" w14:textId="77777777" w:rsidR="00BE0C76" w:rsidRPr="00A90824" w:rsidRDefault="00BE0C76">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3D31FBB8" w14:textId="4911DF8E" w:rsidR="00BE0C76" w:rsidRPr="00A90824" w:rsidRDefault="00BE0C76">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5</w:t>
      </w:r>
      <w:r w:rsidR="000805F2" w:rsidRPr="00A90824">
        <w:rPr>
          <w:color w:val="000000"/>
          <w:szCs w:val="24"/>
          <w:lang w:val="sr-Cyrl-RS"/>
        </w:rPr>
        <w:t xml:space="preserve"> (укупно)</w:t>
      </w:r>
    </w:p>
    <w:p w14:paraId="4192A367" w14:textId="468ADC95" w:rsidR="00BE0C76" w:rsidRPr="00A90824" w:rsidRDefault="00BE0C76">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15</w:t>
      </w:r>
      <w:r w:rsidR="000805F2" w:rsidRPr="00A90824">
        <w:rPr>
          <w:color w:val="000000"/>
          <w:szCs w:val="24"/>
          <w:lang w:val="sr-Cyrl-RS"/>
        </w:rPr>
        <w:t xml:space="preserve"> (укупно)</w:t>
      </w:r>
    </w:p>
    <w:p w14:paraId="31936CED" w14:textId="27A11ABF" w:rsidR="008A2B16" w:rsidRPr="00A90824" w:rsidRDefault="008A2B16" w:rsidP="008A2B16">
      <w:pPr>
        <w:pStyle w:val="Heading3"/>
        <w:rPr>
          <w:b w:val="0"/>
          <w:bCs w:val="0"/>
          <w:color w:val="000000"/>
          <w:sz w:val="24"/>
          <w:szCs w:val="24"/>
        </w:rPr>
      </w:pPr>
      <w:r w:rsidRPr="00A90824">
        <w:rPr>
          <w:rStyle w:val="Heading3Char"/>
          <w:b/>
          <w:bCs/>
          <w:color w:val="000000"/>
          <w:sz w:val="24"/>
          <w:szCs w:val="24"/>
        </w:rPr>
        <w:t xml:space="preserve">Мера </w:t>
      </w:r>
      <w:r w:rsidR="009C0EDE" w:rsidRPr="00A90824">
        <w:rPr>
          <w:rStyle w:val="Heading3Char"/>
          <w:b/>
          <w:bCs/>
          <w:color w:val="000000"/>
          <w:sz w:val="24"/>
          <w:szCs w:val="24"/>
        </w:rPr>
        <w:t>3</w:t>
      </w:r>
      <w:r w:rsidRPr="00A90824">
        <w:rPr>
          <w:rStyle w:val="Heading3Char"/>
          <w:b/>
          <w:bCs/>
          <w:color w:val="000000"/>
          <w:sz w:val="24"/>
          <w:szCs w:val="24"/>
        </w:rPr>
        <w:t>.</w:t>
      </w:r>
      <w:r w:rsidR="00480087" w:rsidRPr="00A90824">
        <w:rPr>
          <w:rStyle w:val="Heading3Char"/>
          <w:b/>
          <w:bCs/>
          <w:color w:val="000000"/>
          <w:sz w:val="24"/>
          <w:szCs w:val="24"/>
        </w:rPr>
        <w:t>5</w:t>
      </w:r>
      <w:r w:rsidRPr="00A90824">
        <w:rPr>
          <w:rStyle w:val="Heading3Char"/>
          <w:b/>
          <w:bCs/>
          <w:color w:val="000000"/>
          <w:sz w:val="24"/>
          <w:szCs w:val="24"/>
        </w:rPr>
        <w:t xml:space="preserve">: Неформално образовање </w:t>
      </w:r>
      <w:r w:rsidR="00C33659" w:rsidRPr="00A90824">
        <w:rPr>
          <w:rStyle w:val="Heading3Char"/>
          <w:b/>
          <w:bCs/>
          <w:sz w:val="24"/>
          <w:szCs w:val="24"/>
        </w:rPr>
        <w:t xml:space="preserve">и признавање претходног учења </w:t>
      </w:r>
      <w:r w:rsidRPr="00A90824">
        <w:rPr>
          <w:rStyle w:val="Heading3Char"/>
          <w:b/>
          <w:bCs/>
          <w:color w:val="000000"/>
          <w:sz w:val="24"/>
          <w:szCs w:val="24"/>
        </w:rPr>
        <w:t xml:space="preserve">професионалаца </w:t>
      </w:r>
      <w:r w:rsidR="00480087" w:rsidRPr="00A90824">
        <w:rPr>
          <w:rStyle w:val="Heading3Char"/>
          <w:b/>
          <w:bCs/>
          <w:color w:val="000000"/>
          <w:sz w:val="24"/>
          <w:szCs w:val="24"/>
        </w:rPr>
        <w:t xml:space="preserve">из домена информационих технологија </w:t>
      </w:r>
      <w:r w:rsidRPr="00A90824">
        <w:rPr>
          <w:rStyle w:val="Heading3Char"/>
          <w:b/>
          <w:bCs/>
          <w:color w:val="000000"/>
          <w:sz w:val="24"/>
          <w:szCs w:val="24"/>
        </w:rPr>
        <w:t>за пројектовање и развој решења базираних на вештачкој интелигенцији.</w:t>
      </w:r>
    </w:p>
    <w:p w14:paraId="7FC69703" w14:textId="77777777" w:rsidR="008A2B16" w:rsidRPr="00A90824" w:rsidRDefault="008A2B16" w:rsidP="008A2B16">
      <w:pPr>
        <w:pStyle w:val="Heading4"/>
        <w:rPr>
          <w:color w:val="000000"/>
          <w:szCs w:val="24"/>
        </w:rPr>
      </w:pPr>
      <w:r w:rsidRPr="00A90824">
        <w:rPr>
          <w:color w:val="000000"/>
          <w:szCs w:val="24"/>
        </w:rPr>
        <w:t>Опис мере:</w:t>
      </w:r>
    </w:p>
    <w:p w14:paraId="009C42E8" w14:textId="77777777" w:rsidR="00CB1DF4" w:rsidRPr="00A90824" w:rsidRDefault="00CB1DF4" w:rsidP="008A2B16">
      <w:pPr>
        <w:rPr>
          <w:color w:val="000000"/>
          <w:szCs w:val="24"/>
          <w:lang w:val="sr-Cyrl-RS"/>
        </w:rPr>
      </w:pPr>
      <w:r w:rsidRPr="00A90824">
        <w:rPr>
          <w:color w:val="000000"/>
          <w:szCs w:val="24"/>
          <w:lang w:val="sr-Cyrl-RS"/>
        </w:rPr>
        <w:t xml:space="preserve">Посебну пажњу треба обратити на </w:t>
      </w:r>
      <w:r w:rsidR="00934C2D" w:rsidRPr="00A90824">
        <w:rPr>
          <w:color w:val="000000"/>
          <w:szCs w:val="24"/>
          <w:lang w:val="sr-Cyrl-RS"/>
        </w:rPr>
        <w:t>стварање модула</w:t>
      </w:r>
      <w:r w:rsidR="00BC48E3" w:rsidRPr="00A90824">
        <w:rPr>
          <w:color w:val="000000"/>
          <w:szCs w:val="24"/>
          <w:lang w:val="sr-Cyrl-RS"/>
        </w:rPr>
        <w:t xml:space="preserve">, </w:t>
      </w:r>
      <w:r w:rsidR="00934C2D" w:rsidRPr="00A90824">
        <w:rPr>
          <w:color w:val="000000"/>
          <w:szCs w:val="24"/>
          <w:lang w:val="sr-Cyrl-RS"/>
        </w:rPr>
        <w:t xml:space="preserve">курсева и тренинга за </w:t>
      </w:r>
      <w:r w:rsidRPr="00A90824">
        <w:rPr>
          <w:color w:val="000000"/>
          <w:szCs w:val="24"/>
          <w:lang w:val="sr-Cyrl-RS"/>
        </w:rPr>
        <w:t>професионалце из области информационих технологија</w:t>
      </w:r>
      <w:r w:rsidR="00934C2D" w:rsidRPr="00A90824">
        <w:rPr>
          <w:color w:val="000000"/>
          <w:szCs w:val="24"/>
          <w:lang w:val="sr-Cyrl-RS"/>
        </w:rPr>
        <w:t>. Вештачка интелигенција захтева примену рачунарских апликација које они развијају. Ови модули</w:t>
      </w:r>
      <w:r w:rsidR="002B3087" w:rsidRPr="00A90824">
        <w:rPr>
          <w:color w:val="000000"/>
          <w:szCs w:val="24"/>
          <w:lang w:val="sr-Cyrl-RS"/>
        </w:rPr>
        <w:t xml:space="preserve">, </w:t>
      </w:r>
      <w:r w:rsidR="00934C2D" w:rsidRPr="00A90824">
        <w:rPr>
          <w:color w:val="000000"/>
          <w:szCs w:val="24"/>
          <w:lang w:val="sr-Cyrl-RS"/>
        </w:rPr>
        <w:t>курсеви и тренинзи треба да омогуће специфично образовање корисни</w:t>
      </w:r>
      <w:r w:rsidR="002B3087" w:rsidRPr="00A90824">
        <w:rPr>
          <w:color w:val="000000"/>
          <w:szCs w:val="24"/>
          <w:lang w:val="sr-Cyrl-RS"/>
        </w:rPr>
        <w:t>ка</w:t>
      </w:r>
      <w:r w:rsidR="00934C2D" w:rsidRPr="00A90824">
        <w:rPr>
          <w:color w:val="000000"/>
          <w:szCs w:val="24"/>
          <w:lang w:val="sr-Cyrl-RS"/>
        </w:rPr>
        <w:t xml:space="preserve"> који већ имају претходна знања у овој области и који треба, не само да примењују решења </w:t>
      </w:r>
      <w:r w:rsidR="002B3087" w:rsidRPr="00A90824">
        <w:rPr>
          <w:color w:val="000000"/>
          <w:szCs w:val="24"/>
          <w:lang w:val="sr-Cyrl-RS"/>
        </w:rPr>
        <w:t xml:space="preserve">већ </w:t>
      </w:r>
      <w:r w:rsidR="00BC48E3" w:rsidRPr="00A90824">
        <w:rPr>
          <w:color w:val="000000"/>
          <w:szCs w:val="24"/>
          <w:lang w:val="sr-Cyrl-RS"/>
        </w:rPr>
        <w:t xml:space="preserve">и </w:t>
      </w:r>
      <w:r w:rsidR="002B3087" w:rsidRPr="00A90824">
        <w:rPr>
          <w:color w:val="000000"/>
          <w:szCs w:val="24"/>
          <w:lang w:val="sr-Cyrl-RS"/>
        </w:rPr>
        <w:t>да их развијају</w:t>
      </w:r>
      <w:r w:rsidR="00934C2D" w:rsidRPr="00A90824">
        <w:rPr>
          <w:color w:val="000000"/>
          <w:szCs w:val="24"/>
          <w:lang w:val="sr-Cyrl-RS"/>
        </w:rPr>
        <w:t xml:space="preserve">. </w:t>
      </w:r>
    </w:p>
    <w:p w14:paraId="05BF78A7" w14:textId="77777777" w:rsidR="00934C2D" w:rsidRPr="00A90824" w:rsidRDefault="008A2B16" w:rsidP="00934C2D">
      <w:pPr>
        <w:rPr>
          <w:color w:val="000000"/>
          <w:szCs w:val="24"/>
          <w:lang w:val="sr-Cyrl-RS"/>
        </w:rPr>
      </w:pPr>
      <w:r w:rsidRPr="00A90824">
        <w:rPr>
          <w:color w:val="000000"/>
          <w:szCs w:val="24"/>
          <w:lang w:val="sr-Cyrl-RS"/>
        </w:rPr>
        <w:t xml:space="preserve">Подршка обухвата стварање </w:t>
      </w:r>
      <w:r w:rsidR="002B3087" w:rsidRPr="00A90824">
        <w:rPr>
          <w:color w:val="000000"/>
          <w:szCs w:val="24"/>
          <w:lang w:val="sr-Cyrl-RS"/>
        </w:rPr>
        <w:t xml:space="preserve">образовних програма </w:t>
      </w:r>
      <w:r w:rsidRPr="00A90824">
        <w:rPr>
          <w:color w:val="000000"/>
          <w:szCs w:val="24"/>
          <w:lang w:val="sr-Cyrl-RS"/>
        </w:rPr>
        <w:t>који прате</w:t>
      </w:r>
      <w:r w:rsidR="00934C2D" w:rsidRPr="00A90824">
        <w:rPr>
          <w:color w:val="000000"/>
          <w:szCs w:val="24"/>
          <w:lang w:val="sr-Cyrl-RS"/>
        </w:rPr>
        <w:t xml:space="preserve"> развој нов</w:t>
      </w:r>
      <w:r w:rsidR="00BC48E3" w:rsidRPr="00A90824">
        <w:rPr>
          <w:color w:val="000000"/>
          <w:szCs w:val="24"/>
          <w:lang w:val="sr-Cyrl-RS"/>
        </w:rPr>
        <w:t>их</w:t>
      </w:r>
      <w:r w:rsidR="00934C2D" w:rsidRPr="00A90824">
        <w:rPr>
          <w:color w:val="000000"/>
          <w:szCs w:val="24"/>
          <w:lang w:val="sr-Cyrl-RS"/>
        </w:rPr>
        <w:t xml:space="preserve"> технологиј</w:t>
      </w:r>
      <w:r w:rsidR="00BC48E3" w:rsidRPr="00A90824">
        <w:rPr>
          <w:color w:val="000000"/>
          <w:szCs w:val="24"/>
          <w:lang w:val="sr-Cyrl-RS"/>
        </w:rPr>
        <w:t>а</w:t>
      </w:r>
      <w:r w:rsidR="00934C2D" w:rsidRPr="00A90824">
        <w:rPr>
          <w:color w:val="000000"/>
          <w:szCs w:val="24"/>
          <w:lang w:val="sr-Cyrl-RS"/>
        </w:rPr>
        <w:t xml:space="preserve">, начин интеграције </w:t>
      </w:r>
      <w:r w:rsidR="002B3087" w:rsidRPr="00A90824">
        <w:rPr>
          <w:color w:val="000000"/>
          <w:szCs w:val="24"/>
          <w:lang w:val="sr-Cyrl-RS"/>
        </w:rPr>
        <w:t xml:space="preserve">вештачке интелигенције </w:t>
      </w:r>
      <w:r w:rsidR="00934C2D" w:rsidRPr="00A90824">
        <w:rPr>
          <w:color w:val="000000"/>
          <w:szCs w:val="24"/>
          <w:lang w:val="sr-Cyrl-RS"/>
        </w:rPr>
        <w:t>у</w:t>
      </w:r>
      <w:r w:rsidR="002B3087" w:rsidRPr="00A90824">
        <w:rPr>
          <w:color w:val="000000"/>
          <w:szCs w:val="24"/>
          <w:lang w:val="sr-Cyrl-RS"/>
        </w:rPr>
        <w:t xml:space="preserve"> постојећа</w:t>
      </w:r>
      <w:r w:rsidR="00934C2D" w:rsidRPr="00A90824">
        <w:rPr>
          <w:color w:val="000000"/>
          <w:szCs w:val="24"/>
          <w:lang w:val="sr-Cyrl-RS"/>
        </w:rPr>
        <w:t xml:space="preserve"> решења, потенцијалне ризике и начин превазилажења тих ризика, тренинге из области етике и </w:t>
      </w:r>
      <w:r w:rsidR="00BC48E3" w:rsidRPr="00A90824">
        <w:rPr>
          <w:color w:val="000000"/>
          <w:szCs w:val="24"/>
          <w:lang w:val="sr-Cyrl-RS"/>
        </w:rPr>
        <w:t>правног</w:t>
      </w:r>
      <w:r w:rsidR="00934C2D" w:rsidRPr="00A90824">
        <w:rPr>
          <w:color w:val="000000"/>
          <w:szCs w:val="24"/>
          <w:lang w:val="sr-Cyrl-RS"/>
        </w:rPr>
        <w:t xml:space="preserve"> оквира. </w:t>
      </w:r>
      <w:r w:rsidR="002B3087" w:rsidRPr="00A90824">
        <w:rPr>
          <w:color w:val="000000"/>
          <w:szCs w:val="24"/>
          <w:lang w:val="sr-Cyrl-RS"/>
        </w:rPr>
        <w:t>М</w:t>
      </w:r>
      <w:r w:rsidR="00934C2D" w:rsidRPr="00A90824">
        <w:rPr>
          <w:color w:val="000000"/>
          <w:szCs w:val="24"/>
          <w:lang w:val="sr-Cyrl-RS"/>
        </w:rPr>
        <w:t>одули</w:t>
      </w:r>
      <w:r w:rsidR="002B3087" w:rsidRPr="00A90824">
        <w:rPr>
          <w:color w:val="000000"/>
          <w:szCs w:val="24"/>
          <w:lang w:val="sr-Cyrl-RS"/>
        </w:rPr>
        <w:t xml:space="preserve">, </w:t>
      </w:r>
      <w:r w:rsidR="00934C2D" w:rsidRPr="00A90824">
        <w:rPr>
          <w:color w:val="000000"/>
          <w:szCs w:val="24"/>
          <w:lang w:val="sr-Cyrl-RS"/>
        </w:rPr>
        <w:t xml:space="preserve">курсеви и радионице не </w:t>
      </w:r>
      <w:r w:rsidR="002B3087" w:rsidRPr="00A90824">
        <w:rPr>
          <w:color w:val="000000"/>
          <w:szCs w:val="24"/>
          <w:lang w:val="sr-Cyrl-RS"/>
        </w:rPr>
        <w:t xml:space="preserve">смеју бити </w:t>
      </w:r>
      <w:r w:rsidR="00934C2D" w:rsidRPr="00A90824">
        <w:rPr>
          <w:color w:val="000000"/>
          <w:szCs w:val="24"/>
          <w:lang w:val="sr-Cyrl-RS"/>
        </w:rPr>
        <w:t xml:space="preserve">информативног карактера већ </w:t>
      </w:r>
      <w:r w:rsidR="002B3087" w:rsidRPr="00A90824">
        <w:rPr>
          <w:color w:val="000000"/>
          <w:szCs w:val="24"/>
          <w:lang w:val="sr-Cyrl-RS"/>
        </w:rPr>
        <w:t>садржај мора бити практичан, конкретан уз обавезну евалуацију полазника након одслу</w:t>
      </w:r>
      <w:r w:rsidR="00BC48E3" w:rsidRPr="00A90824">
        <w:rPr>
          <w:color w:val="000000"/>
          <w:szCs w:val="24"/>
          <w:lang w:val="sr-Cyrl-RS"/>
        </w:rPr>
        <w:t>ш</w:t>
      </w:r>
      <w:r w:rsidR="002B3087" w:rsidRPr="00A90824">
        <w:rPr>
          <w:color w:val="000000"/>
          <w:szCs w:val="24"/>
          <w:lang w:val="sr-Cyrl-RS"/>
        </w:rPr>
        <w:t>ане обуке</w:t>
      </w:r>
      <w:r w:rsidR="00934C2D" w:rsidRPr="00A90824">
        <w:rPr>
          <w:color w:val="000000"/>
          <w:szCs w:val="24"/>
          <w:lang w:val="sr-Cyrl-RS"/>
        </w:rPr>
        <w:t xml:space="preserve">. </w:t>
      </w:r>
      <w:r w:rsidR="002B3087" w:rsidRPr="00A90824">
        <w:rPr>
          <w:color w:val="000000"/>
          <w:szCs w:val="24"/>
          <w:lang w:val="sr-Cyrl-RS"/>
        </w:rPr>
        <w:t>Предлоге обука о</w:t>
      </w:r>
      <w:r w:rsidR="00934C2D" w:rsidRPr="00A90824">
        <w:rPr>
          <w:color w:val="000000"/>
          <w:szCs w:val="24"/>
          <w:lang w:val="sr-Cyrl-RS"/>
        </w:rPr>
        <w:t>добр</w:t>
      </w:r>
      <w:r w:rsidR="002B3087" w:rsidRPr="00A90824">
        <w:rPr>
          <w:color w:val="000000"/>
          <w:szCs w:val="24"/>
          <w:lang w:val="sr-Cyrl-RS"/>
        </w:rPr>
        <w:t>ава</w:t>
      </w:r>
      <w:r w:rsidR="00934C2D" w:rsidRPr="00A90824">
        <w:rPr>
          <w:color w:val="000000"/>
          <w:szCs w:val="24"/>
          <w:lang w:val="sr-Cyrl-RS"/>
        </w:rPr>
        <w:t xml:space="preserve"> Савет за вештачку интелигенцију</w:t>
      </w:r>
      <w:r w:rsidR="002B3087" w:rsidRPr="00A90824">
        <w:rPr>
          <w:color w:val="000000"/>
          <w:szCs w:val="24"/>
          <w:lang w:val="sr-Cyrl-RS"/>
        </w:rPr>
        <w:t xml:space="preserve"> након чега пролазе поступак акредитације, односно сертификације</w:t>
      </w:r>
      <w:r w:rsidR="00934C2D" w:rsidRPr="00A90824">
        <w:rPr>
          <w:color w:val="000000"/>
          <w:szCs w:val="24"/>
          <w:lang w:val="sr-Cyrl-RS"/>
        </w:rPr>
        <w:t>.</w:t>
      </w:r>
    </w:p>
    <w:p w14:paraId="1D846541" w14:textId="77777777" w:rsidR="008A2B16" w:rsidRPr="00A90824" w:rsidRDefault="00F6239B" w:rsidP="008A2B16">
      <w:pPr>
        <w:rPr>
          <w:color w:val="000000"/>
          <w:szCs w:val="24"/>
          <w:lang w:val="sr-Cyrl-RS"/>
        </w:rPr>
      </w:pPr>
      <w:r w:rsidRPr="00A90824">
        <w:rPr>
          <w:color w:val="000000"/>
          <w:szCs w:val="24"/>
          <w:lang w:val="sr-Cyrl-RS"/>
        </w:rPr>
        <w:t>Мера обухвата креирање обука и радионица, на даљину и непосредно</w:t>
      </w:r>
      <w:r w:rsidR="008A2B16" w:rsidRPr="00A90824">
        <w:rPr>
          <w:color w:val="000000"/>
          <w:szCs w:val="24"/>
          <w:lang w:val="sr-Cyrl-RS"/>
        </w:rPr>
        <w:t xml:space="preserve">, намењених </w:t>
      </w:r>
      <w:r w:rsidRPr="00A90824">
        <w:rPr>
          <w:color w:val="000000"/>
          <w:szCs w:val="24"/>
          <w:lang w:val="sr-Cyrl-RS"/>
        </w:rPr>
        <w:t xml:space="preserve">ИТ </w:t>
      </w:r>
      <w:r w:rsidR="0056610D" w:rsidRPr="00A90824">
        <w:rPr>
          <w:color w:val="000000"/>
          <w:szCs w:val="24"/>
          <w:lang w:val="sr-Cyrl-RS"/>
        </w:rPr>
        <w:t xml:space="preserve">стручњацима </w:t>
      </w:r>
      <w:r w:rsidRPr="00A90824">
        <w:rPr>
          <w:color w:val="000000"/>
          <w:szCs w:val="24"/>
          <w:lang w:val="sr-Cyrl-RS"/>
        </w:rPr>
        <w:t>и</w:t>
      </w:r>
      <w:r w:rsidR="008A2B16" w:rsidRPr="00A90824">
        <w:rPr>
          <w:color w:val="000000"/>
          <w:szCs w:val="24"/>
          <w:lang w:val="sr-Cyrl-RS"/>
        </w:rPr>
        <w:t xml:space="preserve"> </w:t>
      </w:r>
      <w:r w:rsidR="0056610D" w:rsidRPr="00A90824">
        <w:rPr>
          <w:color w:val="000000"/>
          <w:szCs w:val="24"/>
          <w:lang w:val="sr-Cyrl-RS"/>
        </w:rPr>
        <w:t>другим стручњацима којима је оваква едукација неопходна ради квалитетнијег обављања посла.</w:t>
      </w:r>
      <w:r w:rsidR="008A2B16" w:rsidRPr="00A90824">
        <w:rPr>
          <w:color w:val="000000"/>
          <w:szCs w:val="24"/>
          <w:lang w:val="sr-Cyrl-RS"/>
        </w:rPr>
        <w:t xml:space="preserve"> </w:t>
      </w:r>
      <w:r w:rsidR="0056610D" w:rsidRPr="00A90824">
        <w:rPr>
          <w:color w:val="000000"/>
          <w:szCs w:val="24"/>
          <w:lang w:val="sr-Cyrl-RS"/>
        </w:rPr>
        <w:t>Т</w:t>
      </w:r>
      <w:r w:rsidR="008A2B16" w:rsidRPr="00A90824">
        <w:rPr>
          <w:color w:val="000000"/>
          <w:szCs w:val="24"/>
          <w:lang w:val="sr-Cyrl-RS"/>
        </w:rPr>
        <w:t xml:space="preserve">еме </w:t>
      </w:r>
      <w:r w:rsidR="0056610D" w:rsidRPr="00A90824">
        <w:rPr>
          <w:color w:val="000000"/>
          <w:szCs w:val="24"/>
          <w:lang w:val="sr-Cyrl-RS"/>
        </w:rPr>
        <w:t xml:space="preserve">које је потребно да садрже су </w:t>
      </w:r>
      <w:r w:rsidR="008A2B16" w:rsidRPr="00A90824">
        <w:rPr>
          <w:color w:val="000000"/>
          <w:szCs w:val="24"/>
          <w:lang w:val="sr-Cyrl-RS"/>
        </w:rPr>
        <w:t>у вези са</w:t>
      </w:r>
      <w:r w:rsidRPr="00A90824">
        <w:rPr>
          <w:color w:val="000000"/>
          <w:szCs w:val="24"/>
          <w:lang w:val="sr-Cyrl-RS"/>
        </w:rPr>
        <w:t xml:space="preserve"> развојем и применом</w:t>
      </w:r>
      <w:r w:rsidR="008A2B16" w:rsidRPr="00A90824">
        <w:rPr>
          <w:color w:val="000000"/>
          <w:szCs w:val="24"/>
          <w:lang w:val="sr-Cyrl-RS"/>
        </w:rPr>
        <w:t xml:space="preserve"> вештачк</w:t>
      </w:r>
      <w:r w:rsidR="00650A4D" w:rsidRPr="00A90824">
        <w:rPr>
          <w:color w:val="000000"/>
          <w:szCs w:val="24"/>
          <w:lang w:val="sr-Cyrl-RS"/>
        </w:rPr>
        <w:t>е</w:t>
      </w:r>
      <w:r w:rsidR="008A2B16" w:rsidRPr="00A90824">
        <w:rPr>
          <w:color w:val="000000"/>
          <w:szCs w:val="24"/>
          <w:lang w:val="sr-Cyrl-RS"/>
        </w:rPr>
        <w:t xml:space="preserve"> интелигенциј</w:t>
      </w:r>
      <w:r w:rsidR="00650A4D" w:rsidRPr="00A90824">
        <w:rPr>
          <w:color w:val="000000"/>
          <w:szCs w:val="24"/>
          <w:lang w:val="sr-Cyrl-RS"/>
        </w:rPr>
        <w:t>е</w:t>
      </w:r>
      <w:r w:rsidR="008A2B16" w:rsidRPr="00A90824">
        <w:rPr>
          <w:color w:val="000000"/>
          <w:szCs w:val="24"/>
          <w:lang w:val="sr-Cyrl-RS"/>
        </w:rPr>
        <w:t>, укључујући машинско учење, аутоматизацију и аналитику података</w:t>
      </w:r>
      <w:r w:rsidR="0056610D" w:rsidRPr="00A90824">
        <w:rPr>
          <w:color w:val="000000"/>
          <w:szCs w:val="24"/>
          <w:lang w:val="sr-Cyrl-RS"/>
        </w:rPr>
        <w:t>, спречавање дискриминације</w:t>
      </w:r>
      <w:r w:rsidR="008A2B16" w:rsidRPr="00A90824">
        <w:rPr>
          <w:color w:val="000000"/>
          <w:szCs w:val="24"/>
          <w:lang w:val="sr-Cyrl-RS"/>
        </w:rPr>
        <w:t xml:space="preserve"> и др</w:t>
      </w:r>
      <w:r w:rsidR="0056610D" w:rsidRPr="00A90824">
        <w:rPr>
          <w:color w:val="000000"/>
          <w:szCs w:val="24"/>
          <w:lang w:val="sr-Cyrl-RS"/>
        </w:rPr>
        <w:t>. Потребно је у</w:t>
      </w:r>
      <w:r w:rsidR="008A2B16" w:rsidRPr="00A90824">
        <w:rPr>
          <w:color w:val="000000"/>
          <w:szCs w:val="24"/>
          <w:lang w:val="sr-Cyrl-RS"/>
        </w:rPr>
        <w:t>спостав</w:t>
      </w:r>
      <w:r w:rsidR="0056610D" w:rsidRPr="00A90824">
        <w:rPr>
          <w:color w:val="000000"/>
          <w:szCs w:val="24"/>
          <w:lang w:val="sr-Cyrl-RS"/>
        </w:rPr>
        <w:t>ити сарадњу</w:t>
      </w:r>
      <w:r w:rsidR="008A2B16" w:rsidRPr="00A90824">
        <w:rPr>
          <w:color w:val="000000"/>
          <w:szCs w:val="24"/>
          <w:lang w:val="sr-Cyrl-RS"/>
        </w:rPr>
        <w:t xml:space="preserve"> са привредним коморама и удружењима </w:t>
      </w:r>
      <w:r w:rsidR="0056610D" w:rsidRPr="00A90824">
        <w:rPr>
          <w:color w:val="000000"/>
          <w:szCs w:val="24"/>
          <w:lang w:val="sr-Cyrl-RS"/>
        </w:rPr>
        <w:t xml:space="preserve">ради </w:t>
      </w:r>
      <w:r w:rsidR="008A2B16" w:rsidRPr="00A90824">
        <w:rPr>
          <w:color w:val="000000"/>
          <w:szCs w:val="24"/>
          <w:lang w:val="sr-Cyrl-RS"/>
        </w:rPr>
        <w:t>идентификациј</w:t>
      </w:r>
      <w:r w:rsidR="0056610D" w:rsidRPr="00A90824">
        <w:rPr>
          <w:color w:val="000000"/>
          <w:szCs w:val="24"/>
          <w:lang w:val="sr-Cyrl-RS"/>
        </w:rPr>
        <w:t>е</w:t>
      </w:r>
      <w:r w:rsidR="008A2B16" w:rsidRPr="00A90824">
        <w:rPr>
          <w:color w:val="000000"/>
          <w:szCs w:val="24"/>
          <w:lang w:val="sr-Cyrl-RS"/>
        </w:rPr>
        <w:t xml:space="preserve"> потреба и организацију обука, </w:t>
      </w:r>
      <w:r w:rsidR="0056610D" w:rsidRPr="00A90824">
        <w:rPr>
          <w:color w:val="000000"/>
          <w:szCs w:val="24"/>
          <w:lang w:val="sr-Cyrl-RS"/>
        </w:rPr>
        <w:t xml:space="preserve">као и пружање </w:t>
      </w:r>
      <w:r w:rsidR="008A2B16" w:rsidRPr="00A90824">
        <w:rPr>
          <w:color w:val="000000"/>
          <w:szCs w:val="24"/>
          <w:lang w:val="sr-Cyrl-RS"/>
        </w:rPr>
        <w:t>финансијск</w:t>
      </w:r>
      <w:r w:rsidR="0056610D" w:rsidRPr="00A90824">
        <w:rPr>
          <w:color w:val="000000"/>
          <w:szCs w:val="24"/>
          <w:lang w:val="sr-Cyrl-RS"/>
        </w:rPr>
        <w:t>е</w:t>
      </w:r>
      <w:r w:rsidR="008A2B16" w:rsidRPr="00A90824">
        <w:rPr>
          <w:color w:val="000000"/>
          <w:szCs w:val="24"/>
          <w:lang w:val="sr-Cyrl-RS"/>
        </w:rPr>
        <w:t xml:space="preserve"> и организацион</w:t>
      </w:r>
      <w:r w:rsidR="0056610D" w:rsidRPr="00A90824">
        <w:rPr>
          <w:color w:val="000000"/>
          <w:szCs w:val="24"/>
          <w:lang w:val="sr-Cyrl-RS"/>
        </w:rPr>
        <w:t>е</w:t>
      </w:r>
      <w:r w:rsidR="008A2B16" w:rsidRPr="00A90824">
        <w:rPr>
          <w:color w:val="000000"/>
          <w:szCs w:val="24"/>
          <w:lang w:val="sr-Cyrl-RS"/>
        </w:rPr>
        <w:t xml:space="preserve"> помоћ</w:t>
      </w:r>
      <w:r w:rsidR="0056610D" w:rsidRPr="00A90824">
        <w:rPr>
          <w:color w:val="000000"/>
          <w:szCs w:val="24"/>
          <w:lang w:val="sr-Cyrl-RS"/>
        </w:rPr>
        <w:t>и</w:t>
      </w:r>
      <w:r w:rsidR="008A2B16" w:rsidRPr="00A90824">
        <w:rPr>
          <w:color w:val="000000"/>
          <w:szCs w:val="24"/>
          <w:lang w:val="sr-Cyrl-RS"/>
        </w:rPr>
        <w:t xml:space="preserve"> </w:t>
      </w:r>
      <w:r w:rsidRPr="00A90824">
        <w:rPr>
          <w:color w:val="000000"/>
          <w:szCs w:val="24"/>
          <w:lang w:val="sr-Cyrl-RS"/>
        </w:rPr>
        <w:t>у стварању, развоју и организовању ових курсева и тренинга</w:t>
      </w:r>
      <w:r w:rsidR="0056610D" w:rsidRPr="00A90824">
        <w:rPr>
          <w:color w:val="000000"/>
          <w:szCs w:val="24"/>
          <w:lang w:val="sr-Cyrl-RS"/>
        </w:rPr>
        <w:t xml:space="preserve"> и др</w:t>
      </w:r>
      <w:r w:rsidR="008A2B16" w:rsidRPr="00A90824">
        <w:rPr>
          <w:color w:val="000000"/>
          <w:szCs w:val="24"/>
          <w:lang w:val="sr-Cyrl-RS"/>
        </w:rPr>
        <w:t>.</w:t>
      </w:r>
    </w:p>
    <w:p w14:paraId="7B2D31A1" w14:textId="77777777" w:rsidR="008A2B16" w:rsidRPr="00A90824" w:rsidRDefault="008A2B16" w:rsidP="008A2B16">
      <w:pPr>
        <w:pStyle w:val="Heading4"/>
        <w:rPr>
          <w:color w:val="000000"/>
          <w:szCs w:val="24"/>
        </w:rPr>
      </w:pPr>
      <w:r w:rsidRPr="00A90824">
        <w:rPr>
          <w:color w:val="000000"/>
          <w:szCs w:val="24"/>
        </w:rPr>
        <w:t>Период реализације:</w:t>
      </w:r>
    </w:p>
    <w:p w14:paraId="0FD5E531" w14:textId="77777777" w:rsidR="008A2B16" w:rsidRPr="00A90824" w:rsidRDefault="00075CDD" w:rsidP="008A2B16">
      <w:pPr>
        <w:rPr>
          <w:color w:val="000000"/>
          <w:szCs w:val="24"/>
          <w:lang w:val="sr-Latn-RS"/>
        </w:rPr>
      </w:pPr>
      <w:r w:rsidRPr="00A90824">
        <w:rPr>
          <w:color w:val="000000"/>
          <w:szCs w:val="24"/>
          <w:lang w:val="sr-Cyrl-RS"/>
        </w:rPr>
        <w:t>2025</w:t>
      </w:r>
      <w:r w:rsidR="00512FEE" w:rsidRPr="00A90824">
        <w:rPr>
          <w:color w:val="000000"/>
          <w:szCs w:val="24"/>
          <w:lang w:val="sr-Latn-RS"/>
        </w:rPr>
        <w:t>.</w:t>
      </w:r>
      <w:r w:rsidR="008A2B16" w:rsidRPr="00A90824">
        <w:rPr>
          <w:color w:val="000000"/>
          <w:szCs w:val="24"/>
          <w:lang w:val="sr-Cyrl-RS"/>
        </w:rPr>
        <w:t>-2030</w:t>
      </w:r>
      <w:r w:rsidR="00512FEE" w:rsidRPr="00A90824">
        <w:rPr>
          <w:color w:val="000000"/>
          <w:szCs w:val="24"/>
          <w:lang w:val="sr-Latn-RS"/>
        </w:rPr>
        <w:t>.</w:t>
      </w:r>
    </w:p>
    <w:p w14:paraId="1BC62FB1" w14:textId="77777777" w:rsidR="008A2B16" w:rsidRPr="00A90824" w:rsidRDefault="008A2B16" w:rsidP="008A2B16">
      <w:pPr>
        <w:pStyle w:val="Heading4"/>
        <w:rPr>
          <w:color w:val="000000"/>
          <w:szCs w:val="24"/>
        </w:rPr>
      </w:pPr>
      <w:r w:rsidRPr="00A90824">
        <w:rPr>
          <w:color w:val="000000"/>
          <w:szCs w:val="24"/>
        </w:rPr>
        <w:t>Надлежне институције:</w:t>
      </w:r>
    </w:p>
    <w:p w14:paraId="1D205732" w14:textId="08FB4F44" w:rsidR="008A2B16" w:rsidRPr="00A90824" w:rsidRDefault="008A2B16" w:rsidP="0057164E">
      <w:pPr>
        <w:pStyle w:val="ListParagraph"/>
        <w:numPr>
          <w:ilvl w:val="0"/>
          <w:numId w:val="1"/>
        </w:numPr>
        <w:spacing w:after="60"/>
        <w:ind w:left="992" w:hanging="425"/>
        <w:contextualSpacing w:val="0"/>
        <w:rPr>
          <w:szCs w:val="24"/>
          <w:lang w:val="sr-Cyrl-RS"/>
        </w:rPr>
      </w:pPr>
      <w:r w:rsidRPr="00A90824">
        <w:rPr>
          <w:szCs w:val="24"/>
          <w:lang w:val="sr-Cyrl-RS"/>
        </w:rPr>
        <w:t xml:space="preserve">Министарство надлежно </w:t>
      </w:r>
      <w:r w:rsidR="00EB1873" w:rsidRPr="00A90824">
        <w:rPr>
          <w:szCs w:val="24"/>
          <w:lang w:val="sr-Cyrl-RS"/>
        </w:rPr>
        <w:t>научноистраживачку и иновациону делатност</w:t>
      </w:r>
      <w:r w:rsidRPr="00A90824">
        <w:rPr>
          <w:szCs w:val="24"/>
          <w:lang w:val="sr-Cyrl-RS"/>
        </w:rPr>
        <w:t xml:space="preserve"> (носилац)</w:t>
      </w:r>
    </w:p>
    <w:p w14:paraId="3F22185F" w14:textId="77777777" w:rsidR="00C33659" w:rsidRPr="00A90824" w:rsidRDefault="0057164E" w:rsidP="00C33659">
      <w:pPr>
        <w:pStyle w:val="ListParagraph"/>
        <w:numPr>
          <w:ilvl w:val="0"/>
          <w:numId w:val="1"/>
        </w:numPr>
        <w:spacing w:before="60" w:after="0"/>
        <w:ind w:left="993" w:hanging="426"/>
        <w:contextualSpacing w:val="0"/>
        <w:rPr>
          <w:szCs w:val="24"/>
          <w:lang w:val="sr-Cyrl-RS"/>
        </w:rPr>
      </w:pPr>
      <w:r w:rsidRPr="00A90824">
        <w:rPr>
          <w:szCs w:val="24"/>
          <w:lang w:val="sr-Cyrl-RS"/>
        </w:rPr>
        <w:t>Повереник надлежан за заштиту равноправности (партнер)</w:t>
      </w:r>
    </w:p>
    <w:p w14:paraId="118D271F" w14:textId="71D8450F" w:rsidR="00C33659" w:rsidRPr="00A90824" w:rsidRDefault="00C33659" w:rsidP="0099655F">
      <w:pPr>
        <w:pStyle w:val="ListParagraph"/>
        <w:numPr>
          <w:ilvl w:val="0"/>
          <w:numId w:val="1"/>
        </w:numPr>
        <w:spacing w:before="60" w:after="0"/>
        <w:ind w:left="993" w:hanging="426"/>
        <w:contextualSpacing w:val="0"/>
        <w:rPr>
          <w:szCs w:val="24"/>
          <w:lang w:val="sr-Cyrl-RS"/>
        </w:rPr>
      </w:pPr>
      <w:r w:rsidRPr="00A90824">
        <w:rPr>
          <w:szCs w:val="24"/>
          <w:lang w:val="sr-Cyrl-RS"/>
        </w:rPr>
        <w:t>Канцеларија за дуално образовање и национални оквир квалификација (партнер)</w:t>
      </w:r>
    </w:p>
    <w:p w14:paraId="0A3EBFAD" w14:textId="77777777" w:rsidR="008A2B16" w:rsidRPr="00A90824" w:rsidRDefault="008A2B16" w:rsidP="008A2B16">
      <w:pPr>
        <w:pStyle w:val="Heading4"/>
        <w:rPr>
          <w:color w:val="000000"/>
          <w:szCs w:val="24"/>
        </w:rPr>
      </w:pPr>
      <w:r w:rsidRPr="00A90824">
        <w:rPr>
          <w:color w:val="000000"/>
          <w:szCs w:val="24"/>
        </w:rPr>
        <w:t>Показатељи:</w:t>
      </w:r>
    </w:p>
    <w:p w14:paraId="244BFE74" w14:textId="4412943F" w:rsidR="008A2B16" w:rsidRPr="00A90824" w:rsidRDefault="008A2B16" w:rsidP="00E63B22">
      <w:pPr>
        <w:pStyle w:val="ListParagraph"/>
        <w:numPr>
          <w:ilvl w:val="0"/>
          <w:numId w:val="26"/>
        </w:numPr>
        <w:spacing w:after="60"/>
        <w:ind w:hanging="513"/>
        <w:contextualSpacing w:val="0"/>
        <w:rPr>
          <w:color w:val="000000"/>
          <w:szCs w:val="24"/>
          <w:lang w:val="sr-Cyrl-RS"/>
        </w:rPr>
      </w:pPr>
      <w:r w:rsidRPr="00A90824">
        <w:rPr>
          <w:color w:val="000000"/>
          <w:szCs w:val="24"/>
          <w:lang w:val="sr-Cyrl-RS"/>
        </w:rPr>
        <w:t xml:space="preserve">Број развијених и понуђених курсева на тему вештачке интелигенције од </w:t>
      </w:r>
      <w:r w:rsidR="006A539F" w:rsidRPr="00A90824">
        <w:rPr>
          <w:color w:val="000000"/>
          <w:szCs w:val="24"/>
          <w:lang w:val="sr-Cyrl-RS"/>
        </w:rPr>
        <w:t>посебне организације</w:t>
      </w:r>
      <w:r w:rsidR="0057164E" w:rsidRPr="00A90824">
        <w:rPr>
          <w:color w:val="000000"/>
          <w:szCs w:val="24"/>
          <w:lang w:val="sr-Cyrl-RS"/>
        </w:rPr>
        <w:t xml:space="preserve"> надлежн</w:t>
      </w:r>
      <w:r w:rsidR="006A539F" w:rsidRPr="00A90824">
        <w:rPr>
          <w:color w:val="000000"/>
          <w:szCs w:val="24"/>
          <w:lang w:val="sr-Cyrl-RS"/>
        </w:rPr>
        <w:t>е</w:t>
      </w:r>
      <w:r w:rsidR="0057164E" w:rsidRPr="00A90824">
        <w:rPr>
          <w:color w:val="000000"/>
          <w:szCs w:val="24"/>
          <w:lang w:val="sr-Cyrl-RS"/>
        </w:rPr>
        <w:t xml:space="preserve"> за запошљавање</w:t>
      </w:r>
    </w:p>
    <w:p w14:paraId="126D813C" w14:textId="77777777" w:rsidR="008A2B16" w:rsidRPr="00A90824" w:rsidRDefault="008A2B16" w:rsidP="008A2B16">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0E038D27" w14:textId="553C1DA5" w:rsidR="008A2B16" w:rsidRPr="00A90824" w:rsidRDefault="008A2B16" w:rsidP="008A2B16">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5</w:t>
      </w:r>
      <w:r w:rsidR="000805F2" w:rsidRPr="00A90824">
        <w:rPr>
          <w:color w:val="000000"/>
          <w:szCs w:val="24"/>
          <w:lang w:val="sr-Cyrl-RS"/>
        </w:rPr>
        <w:t xml:space="preserve"> (укупно)</w:t>
      </w:r>
    </w:p>
    <w:p w14:paraId="394AC70B" w14:textId="7B153656" w:rsidR="008A2B16" w:rsidRPr="00A90824" w:rsidRDefault="008A2B16" w:rsidP="008A2B16">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15</w:t>
      </w:r>
      <w:r w:rsidR="000805F2" w:rsidRPr="00A90824">
        <w:rPr>
          <w:color w:val="000000"/>
          <w:szCs w:val="24"/>
          <w:lang w:val="sr-Cyrl-RS"/>
        </w:rPr>
        <w:t xml:space="preserve"> (укупно)</w:t>
      </w:r>
    </w:p>
    <w:p w14:paraId="04C2BB7B" w14:textId="521D9554" w:rsidR="002F1AE5" w:rsidRPr="00A90824" w:rsidRDefault="002F1AE5" w:rsidP="002F1AE5">
      <w:pPr>
        <w:pStyle w:val="Heading3"/>
        <w:rPr>
          <w:color w:val="000000"/>
          <w:sz w:val="24"/>
          <w:szCs w:val="24"/>
        </w:rPr>
      </w:pPr>
      <w:r w:rsidRPr="00A90824">
        <w:rPr>
          <w:color w:val="000000"/>
          <w:sz w:val="24"/>
          <w:szCs w:val="24"/>
        </w:rPr>
        <w:t xml:space="preserve">Мера </w:t>
      </w:r>
      <w:r w:rsidR="009C0EDE" w:rsidRPr="00A90824">
        <w:rPr>
          <w:color w:val="000000"/>
          <w:sz w:val="24"/>
          <w:szCs w:val="24"/>
        </w:rPr>
        <w:t>3</w:t>
      </w:r>
      <w:r w:rsidRPr="00A90824">
        <w:rPr>
          <w:color w:val="000000"/>
          <w:sz w:val="24"/>
          <w:szCs w:val="24"/>
        </w:rPr>
        <w:t xml:space="preserve">.6: Подршка развоју </w:t>
      </w:r>
      <w:r w:rsidRPr="00A90824">
        <w:rPr>
          <w:sz w:val="24"/>
          <w:szCs w:val="24"/>
        </w:rPr>
        <w:t>талената</w:t>
      </w:r>
      <w:r w:rsidR="00C33659" w:rsidRPr="00A90824">
        <w:rPr>
          <w:sz w:val="24"/>
          <w:szCs w:val="24"/>
        </w:rPr>
        <w:t xml:space="preserve"> и пружање услуга каријерног вођења и саветовања </w:t>
      </w:r>
      <w:r w:rsidRPr="00A90824">
        <w:rPr>
          <w:sz w:val="24"/>
          <w:szCs w:val="24"/>
        </w:rPr>
        <w:t xml:space="preserve"> у области вештачке интелигенције</w:t>
      </w:r>
    </w:p>
    <w:p w14:paraId="3D9EFFED" w14:textId="77777777" w:rsidR="002F1AE5" w:rsidRPr="00A90824" w:rsidRDefault="002F1AE5" w:rsidP="002F1AE5">
      <w:pPr>
        <w:pStyle w:val="Heading4"/>
        <w:rPr>
          <w:color w:val="000000"/>
          <w:szCs w:val="24"/>
        </w:rPr>
      </w:pPr>
      <w:r w:rsidRPr="00A90824">
        <w:rPr>
          <w:color w:val="000000"/>
          <w:szCs w:val="24"/>
        </w:rPr>
        <w:t>Опис мере:</w:t>
      </w:r>
    </w:p>
    <w:p w14:paraId="17CD0150" w14:textId="77777777" w:rsidR="002F1AE5" w:rsidRPr="00A90824" w:rsidRDefault="002F1AE5" w:rsidP="009514D6">
      <w:pPr>
        <w:rPr>
          <w:i/>
          <w:iCs/>
          <w:szCs w:val="24"/>
          <w:lang w:val="sr-Cyrl-RS"/>
        </w:rPr>
      </w:pPr>
      <w:r w:rsidRPr="00A90824">
        <w:rPr>
          <w:szCs w:val="24"/>
          <w:lang w:val="sr-Cyrl-RS"/>
        </w:rPr>
        <w:t>Мера обухвата подршк</w:t>
      </w:r>
      <w:r w:rsidR="0080187D" w:rsidRPr="00A90824">
        <w:rPr>
          <w:szCs w:val="24"/>
          <w:lang w:val="sr-Cyrl-RS"/>
        </w:rPr>
        <w:t>у</w:t>
      </w:r>
      <w:r w:rsidRPr="00A90824">
        <w:rPr>
          <w:szCs w:val="24"/>
          <w:lang w:val="sr-Cyrl-RS"/>
        </w:rPr>
        <w:t xml:space="preserve"> </w:t>
      </w:r>
      <w:r w:rsidR="00BC48E3" w:rsidRPr="00A90824">
        <w:rPr>
          <w:szCs w:val="24"/>
          <w:lang w:val="sr-Cyrl-RS"/>
        </w:rPr>
        <w:t xml:space="preserve">у </w:t>
      </w:r>
      <w:r w:rsidR="0080187D" w:rsidRPr="00A90824">
        <w:rPr>
          <w:szCs w:val="24"/>
          <w:lang w:val="sr-Cyrl-RS"/>
        </w:rPr>
        <w:t>припреми и реализацији</w:t>
      </w:r>
      <w:r w:rsidRPr="00A90824">
        <w:rPr>
          <w:szCs w:val="24"/>
          <w:lang w:val="sr-Cyrl-RS"/>
        </w:rPr>
        <w:t xml:space="preserve"> летњих школа </w:t>
      </w:r>
      <w:r w:rsidR="0080187D" w:rsidRPr="00A90824">
        <w:rPr>
          <w:szCs w:val="24"/>
          <w:lang w:val="sr-Cyrl-RS"/>
        </w:rPr>
        <w:t>и других видова неформалног образовања у области</w:t>
      </w:r>
      <w:r w:rsidRPr="00A90824">
        <w:rPr>
          <w:szCs w:val="24"/>
          <w:lang w:val="sr-Cyrl-RS"/>
        </w:rPr>
        <w:t xml:space="preserve"> вештачк</w:t>
      </w:r>
      <w:r w:rsidR="0080187D" w:rsidRPr="00A90824">
        <w:rPr>
          <w:szCs w:val="24"/>
          <w:lang w:val="sr-Cyrl-RS"/>
        </w:rPr>
        <w:t>е</w:t>
      </w:r>
      <w:r w:rsidRPr="00A90824">
        <w:rPr>
          <w:szCs w:val="24"/>
          <w:lang w:val="sr-Cyrl-RS"/>
        </w:rPr>
        <w:t xml:space="preserve"> интелигенције и </w:t>
      </w:r>
      <w:r w:rsidR="0080187D" w:rsidRPr="00A90824">
        <w:rPr>
          <w:szCs w:val="24"/>
          <w:lang w:val="sr-Cyrl-RS"/>
        </w:rPr>
        <w:t xml:space="preserve">посебних менторских </w:t>
      </w:r>
      <w:r w:rsidRPr="00A90824">
        <w:rPr>
          <w:szCs w:val="24"/>
          <w:lang w:val="sr-Cyrl-RS"/>
        </w:rPr>
        <w:t xml:space="preserve">програма </w:t>
      </w:r>
      <w:r w:rsidR="0080187D" w:rsidRPr="00A90824">
        <w:rPr>
          <w:szCs w:val="24"/>
          <w:lang w:val="sr-Cyrl-RS"/>
        </w:rPr>
        <w:t>намењених</w:t>
      </w:r>
      <w:r w:rsidRPr="00A90824">
        <w:rPr>
          <w:szCs w:val="24"/>
          <w:lang w:val="sr-Cyrl-RS"/>
        </w:rPr>
        <w:t xml:space="preserve"> талентован</w:t>
      </w:r>
      <w:r w:rsidR="0080187D" w:rsidRPr="00A90824">
        <w:rPr>
          <w:szCs w:val="24"/>
          <w:lang w:val="sr-Cyrl-RS"/>
        </w:rPr>
        <w:t>им</w:t>
      </w:r>
      <w:r w:rsidRPr="00A90824">
        <w:rPr>
          <w:szCs w:val="24"/>
          <w:lang w:val="sr-Cyrl-RS"/>
        </w:rPr>
        <w:t xml:space="preserve"> и надаре</w:t>
      </w:r>
      <w:r w:rsidR="0080187D" w:rsidRPr="00A90824">
        <w:rPr>
          <w:szCs w:val="24"/>
          <w:lang w:val="sr-Cyrl-RS"/>
        </w:rPr>
        <w:t>ним</w:t>
      </w:r>
      <w:r w:rsidRPr="00A90824">
        <w:rPr>
          <w:szCs w:val="24"/>
          <w:lang w:val="sr-Cyrl-RS"/>
        </w:rPr>
        <w:t xml:space="preserve"> учени</w:t>
      </w:r>
      <w:r w:rsidR="0080187D" w:rsidRPr="00A90824">
        <w:rPr>
          <w:szCs w:val="24"/>
          <w:lang w:val="sr-Cyrl-RS"/>
        </w:rPr>
        <w:t>цима</w:t>
      </w:r>
      <w:r w:rsidRPr="00A90824">
        <w:rPr>
          <w:szCs w:val="24"/>
          <w:lang w:val="sr-Cyrl-RS"/>
        </w:rPr>
        <w:t xml:space="preserve"> и студент</w:t>
      </w:r>
      <w:r w:rsidR="0080187D" w:rsidRPr="00A90824">
        <w:rPr>
          <w:szCs w:val="24"/>
          <w:lang w:val="sr-Cyrl-RS"/>
        </w:rPr>
        <w:t>има</w:t>
      </w:r>
      <w:r w:rsidRPr="00A90824">
        <w:rPr>
          <w:szCs w:val="24"/>
          <w:lang w:val="sr-Cyrl-RS"/>
        </w:rPr>
        <w:t xml:space="preserve"> </w:t>
      </w:r>
      <w:r w:rsidR="0080187D" w:rsidRPr="00A90824">
        <w:rPr>
          <w:szCs w:val="24"/>
          <w:lang w:val="sr-Cyrl-RS"/>
        </w:rPr>
        <w:t>образовних профила у области</w:t>
      </w:r>
      <w:r w:rsidRPr="00A90824">
        <w:rPr>
          <w:szCs w:val="24"/>
          <w:lang w:val="sr-Cyrl-RS"/>
        </w:rPr>
        <w:t xml:space="preserve"> рачунарства и природних наука, уз подршку државних и приватних компанија, </w:t>
      </w:r>
      <w:r w:rsidR="00FE2B73" w:rsidRPr="00A90824">
        <w:rPr>
          <w:szCs w:val="24"/>
          <w:lang w:val="sr-Cyrl-RS"/>
        </w:rPr>
        <w:t>као и</w:t>
      </w:r>
      <w:r w:rsidRPr="00A90824">
        <w:rPr>
          <w:szCs w:val="24"/>
          <w:lang w:val="sr-Cyrl-RS"/>
        </w:rPr>
        <w:t xml:space="preserve"> посебн</w:t>
      </w:r>
      <w:r w:rsidR="00FE2B73" w:rsidRPr="00A90824">
        <w:rPr>
          <w:szCs w:val="24"/>
          <w:lang w:val="sr-Cyrl-RS"/>
        </w:rPr>
        <w:t>их</w:t>
      </w:r>
      <w:r w:rsidRPr="00A90824">
        <w:rPr>
          <w:szCs w:val="24"/>
          <w:lang w:val="sr-Cyrl-RS"/>
        </w:rPr>
        <w:t xml:space="preserve"> програма развоја техничких и лидерских вештина за </w:t>
      </w:r>
      <w:r w:rsidR="00FE2B73" w:rsidRPr="00A90824">
        <w:rPr>
          <w:szCs w:val="24"/>
          <w:lang w:val="sr-Cyrl-RS"/>
        </w:rPr>
        <w:t>ученице и студенткиње са циљем додатног промовисања вештачке интели</w:t>
      </w:r>
      <w:r w:rsidR="00BC48E3" w:rsidRPr="00A90824">
        <w:rPr>
          <w:szCs w:val="24"/>
          <w:lang w:val="sr-Cyrl-RS"/>
        </w:rPr>
        <w:t>генције међу женама</w:t>
      </w:r>
      <w:r w:rsidRPr="00A90824">
        <w:rPr>
          <w:szCs w:val="24"/>
          <w:lang w:val="sr-Cyrl-RS"/>
        </w:rPr>
        <w:t>.</w:t>
      </w:r>
    </w:p>
    <w:p w14:paraId="2EB82837" w14:textId="77777777" w:rsidR="002F1AE5" w:rsidRPr="00A90824" w:rsidRDefault="002F1AE5" w:rsidP="002F1AE5">
      <w:pPr>
        <w:pStyle w:val="Heading4"/>
        <w:rPr>
          <w:color w:val="000000"/>
          <w:szCs w:val="24"/>
        </w:rPr>
      </w:pPr>
      <w:r w:rsidRPr="00A90824">
        <w:rPr>
          <w:color w:val="000000"/>
          <w:szCs w:val="24"/>
        </w:rPr>
        <w:t>Период реализације:</w:t>
      </w:r>
    </w:p>
    <w:p w14:paraId="69EB8AC3" w14:textId="77777777" w:rsidR="002F1AE5" w:rsidRPr="00A90824" w:rsidRDefault="00075CDD" w:rsidP="002F1AE5">
      <w:pPr>
        <w:rPr>
          <w:color w:val="000000"/>
          <w:szCs w:val="24"/>
          <w:lang w:val="sr-Latn-RS"/>
        </w:rPr>
      </w:pPr>
      <w:r w:rsidRPr="00A90824">
        <w:rPr>
          <w:color w:val="000000"/>
          <w:szCs w:val="24"/>
          <w:lang w:val="sr-Cyrl-RS"/>
        </w:rPr>
        <w:t>2025</w:t>
      </w:r>
      <w:r w:rsidR="00512FEE" w:rsidRPr="00A90824">
        <w:rPr>
          <w:color w:val="000000"/>
          <w:szCs w:val="24"/>
          <w:lang w:val="sr-Latn-RS"/>
        </w:rPr>
        <w:t>.</w:t>
      </w:r>
      <w:r w:rsidR="002F1AE5" w:rsidRPr="00A90824">
        <w:rPr>
          <w:color w:val="000000"/>
          <w:szCs w:val="24"/>
          <w:lang w:val="sr-Cyrl-RS"/>
        </w:rPr>
        <w:t>-2030</w:t>
      </w:r>
      <w:r w:rsidR="00512FEE" w:rsidRPr="00A90824">
        <w:rPr>
          <w:color w:val="000000"/>
          <w:szCs w:val="24"/>
          <w:lang w:val="sr-Latn-RS"/>
        </w:rPr>
        <w:t>.</w:t>
      </w:r>
    </w:p>
    <w:p w14:paraId="0C37514E" w14:textId="77777777" w:rsidR="002F1AE5" w:rsidRPr="00A90824" w:rsidRDefault="002F1AE5" w:rsidP="002F1AE5">
      <w:pPr>
        <w:pStyle w:val="Heading4"/>
        <w:rPr>
          <w:color w:val="000000"/>
          <w:szCs w:val="24"/>
        </w:rPr>
      </w:pPr>
      <w:r w:rsidRPr="00A90824">
        <w:rPr>
          <w:color w:val="000000"/>
          <w:szCs w:val="24"/>
        </w:rPr>
        <w:t>Надлежне институције:</w:t>
      </w:r>
    </w:p>
    <w:p w14:paraId="4136D77B" w14:textId="77777777" w:rsidR="00236765" w:rsidRPr="00A90824" w:rsidRDefault="00236765" w:rsidP="00236765">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Институт за вештачку интелигенцију (носилац)</w:t>
      </w:r>
    </w:p>
    <w:p w14:paraId="6FF561B9" w14:textId="77777777" w:rsidR="002F1AE5" w:rsidRPr="00A90824" w:rsidRDefault="0056610D" w:rsidP="002F1AE5">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031B16" w:rsidRPr="00A90824">
        <w:rPr>
          <w:color w:val="000000"/>
          <w:szCs w:val="24"/>
          <w:lang w:val="sr-Cyrl-RS"/>
        </w:rPr>
        <w:t>просвету</w:t>
      </w:r>
      <w:r w:rsidRPr="00A90824">
        <w:rPr>
          <w:color w:val="000000"/>
          <w:szCs w:val="24"/>
          <w:lang w:val="sr-Cyrl-RS"/>
        </w:rPr>
        <w:t xml:space="preserve"> </w:t>
      </w:r>
      <w:r w:rsidR="002F1AE5" w:rsidRPr="00A90824">
        <w:rPr>
          <w:color w:val="000000"/>
          <w:szCs w:val="24"/>
          <w:lang w:val="sr-Cyrl-RS"/>
        </w:rPr>
        <w:t>(</w:t>
      </w:r>
      <w:r w:rsidR="00236765" w:rsidRPr="00A90824">
        <w:rPr>
          <w:color w:val="000000"/>
          <w:szCs w:val="24"/>
          <w:lang w:val="sr-Cyrl-RS"/>
        </w:rPr>
        <w:t>партнер</w:t>
      </w:r>
      <w:r w:rsidR="002F1AE5" w:rsidRPr="00A90824">
        <w:rPr>
          <w:color w:val="000000"/>
          <w:szCs w:val="24"/>
          <w:lang w:val="sr-Cyrl-RS"/>
        </w:rPr>
        <w:t>)</w:t>
      </w:r>
    </w:p>
    <w:p w14:paraId="23343ED2" w14:textId="59F27E7B" w:rsidR="00C33659" w:rsidRPr="00A90824" w:rsidRDefault="00C33659" w:rsidP="00C33659">
      <w:pPr>
        <w:pStyle w:val="ListParagraph"/>
        <w:numPr>
          <w:ilvl w:val="0"/>
          <w:numId w:val="1"/>
        </w:numPr>
        <w:spacing w:after="60"/>
        <w:ind w:left="567" w:hanging="510"/>
        <w:contextualSpacing w:val="0"/>
        <w:rPr>
          <w:szCs w:val="24"/>
          <w:lang w:val="sr-Cyrl-RS"/>
        </w:rPr>
      </w:pPr>
      <w:r w:rsidRPr="00A90824">
        <w:rPr>
          <w:szCs w:val="24"/>
          <w:lang w:val="sr-Cyrl-RS"/>
        </w:rPr>
        <w:t>Канцеларија за дуално образовање и национални оквир квалификација (партнер)</w:t>
      </w:r>
    </w:p>
    <w:p w14:paraId="33B2E075" w14:textId="77777777" w:rsidR="002F1AE5" w:rsidRPr="00A90824" w:rsidRDefault="002F1AE5" w:rsidP="002F1AE5">
      <w:pPr>
        <w:pStyle w:val="Heading4"/>
        <w:rPr>
          <w:szCs w:val="24"/>
        </w:rPr>
      </w:pPr>
      <w:r w:rsidRPr="00A90824">
        <w:rPr>
          <w:szCs w:val="24"/>
        </w:rPr>
        <w:t>Показатељи:</w:t>
      </w:r>
    </w:p>
    <w:p w14:paraId="7059B1DB" w14:textId="77777777" w:rsidR="002F1AE5" w:rsidRPr="00A90824" w:rsidRDefault="0056610D" w:rsidP="00E63B22">
      <w:pPr>
        <w:pStyle w:val="ListParagraph"/>
        <w:numPr>
          <w:ilvl w:val="0"/>
          <w:numId w:val="29"/>
        </w:numPr>
        <w:spacing w:after="60"/>
        <w:ind w:hanging="513"/>
        <w:contextualSpacing w:val="0"/>
        <w:rPr>
          <w:color w:val="000000"/>
          <w:szCs w:val="24"/>
          <w:lang w:val="sr-Cyrl-RS"/>
        </w:rPr>
      </w:pPr>
      <w:r w:rsidRPr="00A90824">
        <w:rPr>
          <w:color w:val="000000"/>
          <w:szCs w:val="24"/>
          <w:lang w:val="sr-Cyrl-RS"/>
        </w:rPr>
        <w:t xml:space="preserve">Број полазника који су </w:t>
      </w:r>
      <w:r w:rsidR="00303E67" w:rsidRPr="00A90824">
        <w:rPr>
          <w:color w:val="000000"/>
          <w:szCs w:val="24"/>
          <w:lang w:val="sr-Cyrl-RS"/>
        </w:rPr>
        <w:t>прошли обуку</w:t>
      </w:r>
    </w:p>
    <w:p w14:paraId="3C091818" w14:textId="77777777" w:rsidR="002F1AE5" w:rsidRPr="00A90824" w:rsidRDefault="002F1AE5" w:rsidP="002F1AE5">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 xml:space="preserve">Почетна вредност: </w:t>
      </w:r>
      <w:r w:rsidR="006A539F" w:rsidRPr="00A90824">
        <w:rPr>
          <w:color w:val="000000"/>
          <w:szCs w:val="24"/>
          <w:lang w:val="sr-Cyrl-RS"/>
        </w:rPr>
        <w:t>нема података</w:t>
      </w:r>
    </w:p>
    <w:p w14:paraId="43EE1C2C" w14:textId="77777777" w:rsidR="002F1AE5" w:rsidRPr="00A90824" w:rsidRDefault="002F1AE5" w:rsidP="002F1AE5">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 xml:space="preserve">Циљна вредност за крај 2027. године: </w:t>
      </w:r>
      <w:r w:rsidR="00303E67" w:rsidRPr="00A90824">
        <w:rPr>
          <w:color w:val="000000"/>
          <w:szCs w:val="24"/>
          <w:lang w:val="sr-Cyrl-RS"/>
        </w:rPr>
        <w:t>500</w:t>
      </w:r>
    </w:p>
    <w:p w14:paraId="20BB9A74" w14:textId="77777777" w:rsidR="002F1AE5" w:rsidRPr="00A90824" w:rsidRDefault="002F1AE5" w:rsidP="002F1AE5">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 xml:space="preserve">Циљна вредност за крај 2030. године: </w:t>
      </w:r>
      <w:r w:rsidR="00303E67" w:rsidRPr="00A90824">
        <w:rPr>
          <w:color w:val="000000"/>
          <w:szCs w:val="24"/>
          <w:lang w:val="sr-Cyrl-RS"/>
        </w:rPr>
        <w:t>1000</w:t>
      </w:r>
    </w:p>
    <w:p w14:paraId="58211F25" w14:textId="77777777" w:rsidR="00235DEA" w:rsidRPr="00A90824" w:rsidRDefault="00235DEA" w:rsidP="00235DEA">
      <w:pPr>
        <w:pStyle w:val="Heading2"/>
        <w:rPr>
          <w:color w:val="000000"/>
          <w:sz w:val="24"/>
          <w:szCs w:val="24"/>
        </w:rPr>
      </w:pPr>
      <w:r w:rsidRPr="00A90824">
        <w:rPr>
          <w:color w:val="000000"/>
          <w:sz w:val="24"/>
          <w:szCs w:val="24"/>
        </w:rPr>
        <w:t xml:space="preserve">Циљ </w:t>
      </w:r>
      <w:r w:rsidR="009C0EDE" w:rsidRPr="00A90824">
        <w:rPr>
          <w:color w:val="000000"/>
          <w:sz w:val="24"/>
          <w:szCs w:val="24"/>
        </w:rPr>
        <w:t>4</w:t>
      </w:r>
      <w:r w:rsidRPr="00A90824">
        <w:rPr>
          <w:color w:val="000000"/>
          <w:sz w:val="24"/>
          <w:szCs w:val="24"/>
        </w:rPr>
        <w:t xml:space="preserve"> – Унапређење инфраструктуре и ресурса неопходних за развој и примену вештачке интелигенције</w:t>
      </w:r>
    </w:p>
    <w:p w14:paraId="09B4A177" w14:textId="3E7BC956" w:rsidR="00235DEA" w:rsidRPr="00A90824" w:rsidRDefault="00235DEA" w:rsidP="00235DEA">
      <w:pPr>
        <w:rPr>
          <w:color w:val="000000"/>
          <w:szCs w:val="24"/>
          <w:lang w:val="sr-Cyrl-RS"/>
        </w:rPr>
      </w:pPr>
      <w:r w:rsidRPr="00A90824">
        <w:rPr>
          <w:color w:val="000000"/>
          <w:szCs w:val="24"/>
          <w:lang w:val="sr-Cyrl-RS"/>
        </w:rPr>
        <w:t xml:space="preserve">Унапређење инфраструктуре и ресурса за развој и примену вештачке интелигенције је неопходно </w:t>
      </w:r>
      <w:r w:rsidR="00E274FB" w:rsidRPr="00A90824">
        <w:rPr>
          <w:color w:val="000000"/>
          <w:szCs w:val="24"/>
          <w:lang w:val="sr-Cyrl-RS"/>
        </w:rPr>
        <w:t>како би се постигао</w:t>
      </w:r>
      <w:r w:rsidRPr="00A90824">
        <w:rPr>
          <w:color w:val="000000"/>
          <w:szCs w:val="24"/>
          <w:lang w:val="sr-Cyrl-RS"/>
        </w:rPr>
        <w:t xml:space="preserve"> значај</w:t>
      </w:r>
      <w:r w:rsidR="00E274FB" w:rsidRPr="00A90824">
        <w:rPr>
          <w:color w:val="000000"/>
          <w:szCs w:val="24"/>
          <w:lang w:val="sr-Cyrl-RS"/>
        </w:rPr>
        <w:t>ан</w:t>
      </w:r>
      <w:r w:rsidRPr="00A90824">
        <w:rPr>
          <w:color w:val="000000"/>
          <w:szCs w:val="24"/>
          <w:lang w:val="sr-Cyrl-RS"/>
        </w:rPr>
        <w:t xml:space="preserve"> </w:t>
      </w:r>
      <w:r w:rsidR="00E274FB" w:rsidRPr="00A90824">
        <w:rPr>
          <w:color w:val="000000"/>
          <w:szCs w:val="24"/>
          <w:lang w:val="sr-Cyrl-RS"/>
        </w:rPr>
        <w:t xml:space="preserve">напредак </w:t>
      </w:r>
      <w:r w:rsidRPr="00A90824">
        <w:rPr>
          <w:color w:val="000000"/>
          <w:szCs w:val="24"/>
          <w:lang w:val="sr-Cyrl-RS"/>
        </w:rPr>
        <w:t>у овој области. Изградња и повезивање екосистема</w:t>
      </w:r>
      <w:r w:rsidR="00E274FB" w:rsidRPr="00A90824">
        <w:rPr>
          <w:color w:val="000000"/>
          <w:szCs w:val="24"/>
          <w:lang w:val="sr-Cyrl-RS"/>
        </w:rPr>
        <w:t xml:space="preserve"> у области</w:t>
      </w:r>
      <w:r w:rsidRPr="00A90824">
        <w:rPr>
          <w:color w:val="000000"/>
          <w:szCs w:val="24"/>
          <w:lang w:val="sr-Cyrl-RS"/>
        </w:rPr>
        <w:t xml:space="preserve"> </w:t>
      </w:r>
      <w:r w:rsidR="00E274FB" w:rsidRPr="00A90824">
        <w:rPr>
          <w:color w:val="000000"/>
          <w:szCs w:val="24"/>
          <w:lang w:val="sr-Cyrl-RS"/>
        </w:rPr>
        <w:t>вештачке интелигенције, како у</w:t>
      </w:r>
      <w:r w:rsidRPr="00A90824">
        <w:rPr>
          <w:color w:val="000000"/>
          <w:szCs w:val="24"/>
          <w:lang w:val="sr-Cyrl-RS"/>
        </w:rPr>
        <w:t xml:space="preserve"> </w:t>
      </w:r>
      <w:r w:rsidR="00306E7A">
        <w:rPr>
          <w:color w:val="000000"/>
          <w:szCs w:val="24"/>
          <w:lang w:val="sr-Cyrl-RS"/>
        </w:rPr>
        <w:t xml:space="preserve">Републици </w:t>
      </w:r>
      <w:r w:rsidRPr="00A90824">
        <w:rPr>
          <w:color w:val="000000"/>
          <w:szCs w:val="24"/>
          <w:lang w:val="sr-Cyrl-RS"/>
        </w:rPr>
        <w:t xml:space="preserve">Србији </w:t>
      </w:r>
      <w:r w:rsidR="00E274FB" w:rsidRPr="00A90824">
        <w:rPr>
          <w:color w:val="000000"/>
          <w:szCs w:val="24"/>
          <w:lang w:val="sr-Cyrl-RS"/>
        </w:rPr>
        <w:t xml:space="preserve">тако </w:t>
      </w:r>
      <w:r w:rsidRPr="00A90824">
        <w:rPr>
          <w:color w:val="000000"/>
          <w:szCs w:val="24"/>
          <w:lang w:val="sr-Cyrl-RS"/>
        </w:rPr>
        <w:t xml:space="preserve">и </w:t>
      </w:r>
      <w:r w:rsidR="00E274FB" w:rsidRPr="00A90824">
        <w:rPr>
          <w:color w:val="000000"/>
          <w:szCs w:val="24"/>
          <w:lang w:val="sr-Cyrl-RS"/>
        </w:rPr>
        <w:t xml:space="preserve">у </w:t>
      </w:r>
      <w:r w:rsidRPr="00A90824">
        <w:rPr>
          <w:color w:val="000000"/>
          <w:szCs w:val="24"/>
          <w:lang w:val="sr-Cyrl-RS"/>
        </w:rPr>
        <w:t>иностранству</w:t>
      </w:r>
      <w:r w:rsidR="00E274FB" w:rsidRPr="00A90824">
        <w:rPr>
          <w:color w:val="000000"/>
          <w:szCs w:val="24"/>
          <w:lang w:val="sr-Cyrl-RS"/>
        </w:rPr>
        <w:t>,</w:t>
      </w:r>
      <w:r w:rsidRPr="00A90824">
        <w:rPr>
          <w:color w:val="000000"/>
          <w:szCs w:val="24"/>
          <w:lang w:val="sr-Cyrl-RS"/>
        </w:rPr>
        <w:t xml:space="preserve"> ствара основ за сарадњу, размену знања и интеграцију решења, што подстиче иновације и приступ напредним технолошким ресурсима. Проширење хардверске инфраструктуре, као што су сервери и специјализовани процесори, омогућава развој система вештачке интелигенције, обраду великих количина података и извршавање сложених модела. Спровођење националног програма за развој језичких технологија за српски језик осигурава да </w:t>
      </w:r>
      <w:r w:rsidR="00E274FB" w:rsidRPr="00A90824">
        <w:rPr>
          <w:color w:val="000000"/>
          <w:szCs w:val="24"/>
          <w:lang w:val="sr-Cyrl-RS"/>
        </w:rPr>
        <w:t xml:space="preserve">оваква </w:t>
      </w:r>
      <w:r w:rsidRPr="00A90824">
        <w:rPr>
          <w:color w:val="000000"/>
          <w:szCs w:val="24"/>
          <w:lang w:val="sr-Cyrl-RS"/>
        </w:rPr>
        <w:t xml:space="preserve">решења буду прилагођена локалном контексту, побољшавајући приступачност и функционалност у раду </w:t>
      </w:r>
      <w:r w:rsidR="00BC48E3" w:rsidRPr="00A90824">
        <w:rPr>
          <w:color w:val="000000"/>
          <w:szCs w:val="24"/>
          <w:lang w:val="sr-Cyrl-RS"/>
        </w:rPr>
        <w:t>н</w:t>
      </w:r>
      <w:r w:rsidRPr="00A90824">
        <w:rPr>
          <w:color w:val="000000"/>
          <w:szCs w:val="24"/>
          <w:lang w:val="sr-Cyrl-RS"/>
        </w:rPr>
        <w:t>а српск</w:t>
      </w:r>
      <w:r w:rsidR="00BC48E3" w:rsidRPr="00A90824">
        <w:rPr>
          <w:color w:val="000000"/>
          <w:szCs w:val="24"/>
          <w:lang w:val="sr-Cyrl-RS"/>
        </w:rPr>
        <w:t>ом</w:t>
      </w:r>
      <w:r w:rsidRPr="00A90824">
        <w:rPr>
          <w:color w:val="000000"/>
          <w:szCs w:val="24"/>
          <w:lang w:val="sr-Cyrl-RS"/>
        </w:rPr>
        <w:t xml:space="preserve"> језик</w:t>
      </w:r>
      <w:r w:rsidR="00BC48E3" w:rsidRPr="00A90824">
        <w:rPr>
          <w:color w:val="000000"/>
          <w:szCs w:val="24"/>
          <w:lang w:val="sr-Cyrl-RS"/>
        </w:rPr>
        <w:t>у</w:t>
      </w:r>
      <w:r w:rsidRPr="00A90824">
        <w:rPr>
          <w:color w:val="000000"/>
          <w:szCs w:val="24"/>
          <w:lang w:val="sr-Cyrl-RS"/>
        </w:rPr>
        <w:t xml:space="preserve">. Ово је неопходно и за очување српске културе и језика. Ове активности стварају чврсту основу за </w:t>
      </w:r>
      <w:r w:rsidR="00E274FB" w:rsidRPr="00A90824">
        <w:rPr>
          <w:color w:val="000000"/>
          <w:szCs w:val="24"/>
          <w:lang w:val="sr-Cyrl-RS"/>
        </w:rPr>
        <w:t xml:space="preserve">даљи </w:t>
      </w:r>
      <w:r w:rsidRPr="00A90824">
        <w:rPr>
          <w:color w:val="000000"/>
          <w:szCs w:val="24"/>
          <w:lang w:val="sr-Cyrl-RS"/>
        </w:rPr>
        <w:t xml:space="preserve">напредак у </w:t>
      </w:r>
      <w:r w:rsidR="00E274FB" w:rsidRPr="00A90824">
        <w:rPr>
          <w:color w:val="000000"/>
          <w:szCs w:val="24"/>
          <w:lang w:val="sr-Cyrl-RS"/>
        </w:rPr>
        <w:t xml:space="preserve">овим </w:t>
      </w:r>
      <w:r w:rsidRPr="00A90824">
        <w:rPr>
          <w:color w:val="000000"/>
          <w:szCs w:val="24"/>
          <w:lang w:val="sr-Cyrl-RS"/>
        </w:rPr>
        <w:t xml:space="preserve">технологијама, подстичу иновације и омогућавају широку примену </w:t>
      </w:r>
      <w:r w:rsidR="00E274FB" w:rsidRPr="00A90824">
        <w:rPr>
          <w:color w:val="000000"/>
          <w:szCs w:val="24"/>
          <w:lang w:val="sr-Cyrl-RS"/>
        </w:rPr>
        <w:t xml:space="preserve">вештачке интелигенције </w:t>
      </w:r>
      <w:r w:rsidRPr="00A90824">
        <w:rPr>
          <w:color w:val="000000"/>
          <w:szCs w:val="24"/>
          <w:lang w:val="sr-Cyrl-RS"/>
        </w:rPr>
        <w:t>у различитим областима.</w:t>
      </w:r>
    </w:p>
    <w:p w14:paraId="59E91CB3" w14:textId="77777777" w:rsidR="00BC3108" w:rsidRPr="00A90824" w:rsidRDefault="00BC3108" w:rsidP="00BC3108">
      <w:pPr>
        <w:pStyle w:val="Heading4"/>
        <w:spacing w:after="0"/>
        <w:rPr>
          <w:szCs w:val="24"/>
        </w:rPr>
      </w:pPr>
      <w:r w:rsidRPr="00A90824">
        <w:rPr>
          <w:szCs w:val="24"/>
        </w:rPr>
        <w:t xml:space="preserve">Период реализације посебног циља: </w:t>
      </w:r>
    </w:p>
    <w:p w14:paraId="1C4EEFEE" w14:textId="77777777" w:rsidR="00BC3108" w:rsidRPr="00A90824" w:rsidRDefault="00BC3108" w:rsidP="00BC3108">
      <w:pPr>
        <w:pStyle w:val="Heading4"/>
        <w:spacing w:before="0"/>
        <w:rPr>
          <w:szCs w:val="24"/>
        </w:rPr>
      </w:pPr>
      <w:r w:rsidRPr="00A90824">
        <w:rPr>
          <w:szCs w:val="24"/>
        </w:rPr>
        <w:t>2025-2030</w:t>
      </w:r>
    </w:p>
    <w:p w14:paraId="1646535D" w14:textId="6590E39F" w:rsidR="00BC3108" w:rsidRPr="00A90824" w:rsidRDefault="00BC3108" w:rsidP="00BC3108">
      <w:pPr>
        <w:pStyle w:val="Heading4"/>
        <w:spacing w:after="0"/>
        <w:rPr>
          <w:szCs w:val="24"/>
        </w:rPr>
      </w:pPr>
      <w:r w:rsidRPr="00A90824">
        <w:rPr>
          <w:szCs w:val="24"/>
        </w:rPr>
        <w:t>Надлежна институција:</w:t>
      </w:r>
    </w:p>
    <w:p w14:paraId="0279396F" w14:textId="2DF4D00D" w:rsidR="00BC3108" w:rsidRPr="00A90824" w:rsidRDefault="00BC3108" w:rsidP="00BC3108">
      <w:pPr>
        <w:rPr>
          <w:szCs w:val="24"/>
          <w:lang w:val="sr-Cyrl-RS"/>
        </w:rPr>
      </w:pPr>
      <w:r w:rsidRPr="00A90824">
        <w:rPr>
          <w:szCs w:val="24"/>
          <w:lang w:val="sr-Cyrl-RS"/>
        </w:rPr>
        <w:t>Министарство надлежно за научноистраживачку делатност</w:t>
      </w:r>
    </w:p>
    <w:p w14:paraId="21023924" w14:textId="20C0B85F" w:rsidR="004A4A72" w:rsidRPr="00A90824" w:rsidRDefault="004A4A72" w:rsidP="00BC3108">
      <w:pPr>
        <w:pStyle w:val="Heading4"/>
        <w:rPr>
          <w:szCs w:val="24"/>
        </w:rPr>
      </w:pPr>
      <w:r w:rsidRPr="00A90824">
        <w:rPr>
          <w:szCs w:val="24"/>
        </w:rPr>
        <w:t>Показатељ:</w:t>
      </w:r>
    </w:p>
    <w:p w14:paraId="6D56D2B9" w14:textId="6C0224B8" w:rsidR="004A4A72" w:rsidRPr="00A90824" w:rsidRDefault="00BC3108" w:rsidP="00E63B22">
      <w:pPr>
        <w:pStyle w:val="ListParagraph"/>
        <w:numPr>
          <w:ilvl w:val="0"/>
          <w:numId w:val="36"/>
        </w:numPr>
        <w:ind w:hanging="371"/>
        <w:rPr>
          <w:szCs w:val="24"/>
          <w:lang w:val="sr-Cyrl-RS"/>
        </w:rPr>
      </w:pPr>
      <w:r w:rsidRPr="00A90824">
        <w:rPr>
          <w:szCs w:val="24"/>
          <w:lang w:val="sr-Cyrl-RS"/>
        </w:rPr>
        <w:t xml:space="preserve">Број </w:t>
      </w:r>
      <w:r w:rsidR="004A4A72" w:rsidRPr="00A90824">
        <w:rPr>
          <w:szCs w:val="24"/>
          <w:lang w:val="sr-Cyrl-RS"/>
        </w:rPr>
        <w:t>чланова екосистема ВИ који развијају и постављају ВИ</w:t>
      </w:r>
    </w:p>
    <w:p w14:paraId="4114AD3C" w14:textId="3E492313" w:rsidR="004A4A72" w:rsidRPr="00A90824" w:rsidRDefault="004A4A72" w:rsidP="00E63B22">
      <w:pPr>
        <w:pStyle w:val="ListParagraph"/>
        <w:numPr>
          <w:ilvl w:val="0"/>
          <w:numId w:val="37"/>
        </w:numPr>
        <w:ind w:left="1418"/>
        <w:rPr>
          <w:szCs w:val="24"/>
          <w:lang w:val="sr-Cyrl-RS"/>
        </w:rPr>
      </w:pPr>
      <w:r w:rsidRPr="00A90824">
        <w:rPr>
          <w:szCs w:val="24"/>
          <w:lang w:val="sr-Cyrl-RS"/>
        </w:rPr>
        <w:t xml:space="preserve">Почетна вредност: 33 </w:t>
      </w:r>
    </w:p>
    <w:p w14:paraId="5146B7FA" w14:textId="759AADBE" w:rsidR="004A4A72" w:rsidRPr="00A90824" w:rsidRDefault="004A4A72" w:rsidP="00E63B22">
      <w:pPr>
        <w:pStyle w:val="ListParagraph"/>
        <w:numPr>
          <w:ilvl w:val="0"/>
          <w:numId w:val="31"/>
        </w:numPr>
        <w:spacing w:after="60"/>
        <w:ind w:left="1418"/>
        <w:rPr>
          <w:szCs w:val="24"/>
          <w:lang w:val="sr-Cyrl-RS"/>
        </w:rPr>
      </w:pPr>
      <w:r w:rsidRPr="00A90824">
        <w:rPr>
          <w:szCs w:val="24"/>
          <w:lang w:val="sr-Cyrl-RS"/>
        </w:rPr>
        <w:t>Ц</w:t>
      </w:r>
      <w:r w:rsidR="00BC3108" w:rsidRPr="00A90824">
        <w:rPr>
          <w:szCs w:val="24"/>
          <w:lang w:val="sr-Cyrl-RS"/>
        </w:rPr>
        <w:t xml:space="preserve">иљна вредност за крај 2027: </w:t>
      </w:r>
      <w:r w:rsidRPr="00A90824">
        <w:rPr>
          <w:szCs w:val="24"/>
          <w:lang w:val="sr-Cyrl-RS"/>
        </w:rPr>
        <w:t xml:space="preserve">100 </w:t>
      </w:r>
      <w:r w:rsidR="00EF7E5C" w:rsidRPr="00A90824">
        <w:rPr>
          <w:szCs w:val="24"/>
          <w:lang w:val="sr-Cyrl-RS"/>
        </w:rPr>
        <w:t>(укупно)</w:t>
      </w:r>
    </w:p>
    <w:p w14:paraId="210CE237" w14:textId="467DDF94" w:rsidR="004A4A72" w:rsidRPr="00A90824" w:rsidRDefault="004A4A72" w:rsidP="00E63B22">
      <w:pPr>
        <w:pStyle w:val="ListParagraph"/>
        <w:numPr>
          <w:ilvl w:val="0"/>
          <w:numId w:val="31"/>
        </w:numPr>
        <w:ind w:left="1418" w:hanging="357"/>
        <w:rPr>
          <w:szCs w:val="24"/>
          <w:lang w:val="sr-Cyrl-RS"/>
        </w:rPr>
      </w:pPr>
      <w:r w:rsidRPr="00A90824">
        <w:rPr>
          <w:szCs w:val="24"/>
          <w:lang w:val="sr-Cyrl-RS"/>
        </w:rPr>
        <w:t>Циљна вредност за крај 20</w:t>
      </w:r>
      <w:r w:rsidR="00BC3108" w:rsidRPr="00A90824">
        <w:rPr>
          <w:szCs w:val="24"/>
          <w:lang w:val="sr-Cyrl-RS"/>
        </w:rPr>
        <w:t>30:</w:t>
      </w:r>
      <w:r w:rsidRPr="00A90824">
        <w:rPr>
          <w:szCs w:val="24"/>
          <w:lang w:val="sr-Cyrl-RS"/>
        </w:rPr>
        <w:t xml:space="preserve"> </w:t>
      </w:r>
      <w:r w:rsidR="00BC3108" w:rsidRPr="00A90824">
        <w:rPr>
          <w:szCs w:val="24"/>
          <w:lang w:val="sr-Cyrl-RS"/>
        </w:rPr>
        <w:t xml:space="preserve"> 2</w:t>
      </w:r>
      <w:r w:rsidRPr="00A90824">
        <w:rPr>
          <w:szCs w:val="24"/>
          <w:lang w:val="sr-Cyrl-RS"/>
        </w:rPr>
        <w:t xml:space="preserve">00 </w:t>
      </w:r>
      <w:r w:rsidR="00EF7E5C" w:rsidRPr="00A90824">
        <w:rPr>
          <w:szCs w:val="24"/>
          <w:lang w:val="sr-Cyrl-RS"/>
        </w:rPr>
        <w:t>(укупно)</w:t>
      </w:r>
    </w:p>
    <w:p w14:paraId="064F1D25" w14:textId="2760EC6E" w:rsidR="004A4A72" w:rsidRPr="00A90824" w:rsidRDefault="004A4A72" w:rsidP="004A4A72">
      <w:pPr>
        <w:rPr>
          <w:szCs w:val="24"/>
          <w:lang w:val="sr-Cyrl-RS"/>
        </w:rPr>
      </w:pPr>
      <w:r w:rsidRPr="00A90824">
        <w:rPr>
          <w:szCs w:val="24"/>
          <w:lang w:val="sr-Cyrl-RS"/>
        </w:rPr>
        <w:t>Према тренутној евиденцији на интернет страници Националне платформе за ВИ</w:t>
      </w:r>
      <w:r w:rsidRPr="00A90824">
        <w:rPr>
          <w:rStyle w:val="FootnoteReference"/>
          <w:szCs w:val="24"/>
          <w:lang w:val="sr-Cyrl-RS"/>
        </w:rPr>
        <w:footnoteReference w:id="9"/>
      </w:r>
      <w:r w:rsidRPr="00A90824">
        <w:rPr>
          <w:szCs w:val="24"/>
          <w:lang w:val="sr-Cyrl-RS"/>
        </w:rPr>
        <w:t xml:space="preserve"> евидентирано је 33 компаније које развијају или постављају вештачку интелигенцију, од </w:t>
      </w:r>
      <w:r w:rsidR="00BC3108" w:rsidRPr="00A90824">
        <w:rPr>
          <w:szCs w:val="24"/>
          <w:lang w:val="sr-Cyrl-RS"/>
        </w:rPr>
        <w:t>чега 20 стартап компанија и 13 већих технолошко развојних компанија</w:t>
      </w:r>
      <w:r w:rsidRPr="00A90824">
        <w:rPr>
          <w:szCs w:val="24"/>
          <w:lang w:val="sr-Cyrl-RS"/>
        </w:rPr>
        <w:t xml:space="preserve">. </w:t>
      </w:r>
    </w:p>
    <w:p w14:paraId="71A30F98" w14:textId="77777777" w:rsidR="00235DEA" w:rsidRPr="00A90824" w:rsidRDefault="00235DEA" w:rsidP="00235DEA">
      <w:pPr>
        <w:pStyle w:val="Heading3"/>
        <w:rPr>
          <w:color w:val="000000"/>
          <w:sz w:val="24"/>
          <w:szCs w:val="24"/>
        </w:rPr>
      </w:pPr>
      <w:r w:rsidRPr="00A90824">
        <w:rPr>
          <w:color w:val="000000"/>
          <w:sz w:val="24"/>
          <w:szCs w:val="24"/>
        </w:rPr>
        <w:t xml:space="preserve">Мера </w:t>
      </w:r>
      <w:r w:rsidR="009C0EDE" w:rsidRPr="00A90824">
        <w:rPr>
          <w:color w:val="000000"/>
          <w:sz w:val="24"/>
          <w:szCs w:val="24"/>
        </w:rPr>
        <w:t>4</w:t>
      </w:r>
      <w:r w:rsidRPr="00A90824">
        <w:rPr>
          <w:color w:val="000000"/>
          <w:sz w:val="24"/>
          <w:szCs w:val="24"/>
        </w:rPr>
        <w:t>.1: Проширење хардверске инфраструктуре</w:t>
      </w:r>
    </w:p>
    <w:p w14:paraId="179A315C" w14:textId="77777777" w:rsidR="00235DEA" w:rsidRPr="00A90824" w:rsidRDefault="00235DEA" w:rsidP="00235DEA">
      <w:pPr>
        <w:pStyle w:val="Heading4"/>
        <w:rPr>
          <w:color w:val="000000"/>
          <w:szCs w:val="24"/>
        </w:rPr>
      </w:pPr>
      <w:r w:rsidRPr="00A90824">
        <w:rPr>
          <w:color w:val="000000"/>
          <w:szCs w:val="24"/>
        </w:rPr>
        <w:t>Опис мере:</w:t>
      </w:r>
    </w:p>
    <w:p w14:paraId="116442B5" w14:textId="7A23C0EE" w:rsidR="00235DEA" w:rsidRPr="00A90824" w:rsidRDefault="00235DEA" w:rsidP="00235DEA">
      <w:pPr>
        <w:rPr>
          <w:color w:val="000000"/>
          <w:szCs w:val="24"/>
          <w:lang w:val="sr-Cyrl-RS"/>
        </w:rPr>
      </w:pPr>
      <w:r w:rsidRPr="00A90824">
        <w:rPr>
          <w:color w:val="000000"/>
          <w:szCs w:val="24"/>
          <w:lang w:val="sr-Cyrl-RS"/>
        </w:rPr>
        <w:t xml:space="preserve">Инвестирање у развој и оптимизацију националних хардверских ресурса за вештачку интелигенцију је </w:t>
      </w:r>
      <w:r w:rsidR="00BC48E3" w:rsidRPr="00A90824">
        <w:rPr>
          <w:color w:val="000000"/>
          <w:szCs w:val="24"/>
          <w:lang w:val="sr-Cyrl-RS"/>
        </w:rPr>
        <w:t>потребно вршити у континуитету</w:t>
      </w:r>
      <w:r w:rsidRPr="00A90824">
        <w:rPr>
          <w:color w:val="000000"/>
          <w:szCs w:val="24"/>
          <w:lang w:val="sr-Cyrl-RS"/>
        </w:rPr>
        <w:t>. Планира</w:t>
      </w:r>
      <w:r w:rsidR="00BC48E3" w:rsidRPr="00A90824">
        <w:rPr>
          <w:color w:val="000000"/>
          <w:szCs w:val="24"/>
          <w:lang w:val="sr-Cyrl-RS"/>
        </w:rPr>
        <w:t>но</w:t>
      </w:r>
      <w:r w:rsidRPr="00A90824">
        <w:rPr>
          <w:color w:val="000000"/>
          <w:szCs w:val="24"/>
          <w:lang w:val="sr-Cyrl-RS"/>
        </w:rPr>
        <w:t xml:space="preserve"> </w:t>
      </w:r>
      <w:r w:rsidR="00BC48E3" w:rsidRPr="00A90824">
        <w:rPr>
          <w:color w:val="000000"/>
          <w:szCs w:val="24"/>
          <w:lang w:val="sr-Cyrl-RS"/>
        </w:rPr>
        <w:t>ј</w:t>
      </w:r>
      <w:r w:rsidRPr="00A90824">
        <w:rPr>
          <w:color w:val="000000"/>
          <w:szCs w:val="24"/>
          <w:lang w:val="sr-Cyrl-RS"/>
        </w:rPr>
        <w:t xml:space="preserve">е проширење постојећих капацитета, као и увођење програма обуке за ефективно коришћење </w:t>
      </w:r>
      <w:r w:rsidR="00E274FB" w:rsidRPr="00A90824">
        <w:rPr>
          <w:color w:val="000000"/>
          <w:szCs w:val="24"/>
          <w:lang w:val="sr-Cyrl-RS"/>
        </w:rPr>
        <w:t>Националне платформе за вештачку интелигенцију</w:t>
      </w:r>
      <w:r w:rsidRPr="00A90824">
        <w:rPr>
          <w:color w:val="000000"/>
          <w:szCs w:val="24"/>
          <w:lang w:val="sr-Cyrl-RS"/>
        </w:rPr>
        <w:t>. Циљ је омогућити стартапима, истраживачима и развојним компанијама приступ технологији без великих трошкова, што би подстакло иновације и развој домаћих решења</w:t>
      </w:r>
      <w:r w:rsidR="00E274FB" w:rsidRPr="00A90824">
        <w:rPr>
          <w:color w:val="000000"/>
          <w:szCs w:val="24"/>
          <w:lang w:val="sr-Cyrl-RS"/>
        </w:rPr>
        <w:t xml:space="preserve"> у овој области</w:t>
      </w:r>
      <w:r w:rsidRPr="00A90824">
        <w:rPr>
          <w:color w:val="000000"/>
          <w:szCs w:val="24"/>
          <w:lang w:val="sr-Cyrl-RS"/>
        </w:rPr>
        <w:t>.</w:t>
      </w:r>
      <w:r w:rsidR="006A539F" w:rsidRPr="00A90824">
        <w:rPr>
          <w:color w:val="000000"/>
          <w:szCs w:val="24"/>
          <w:lang w:val="sr-Cyrl-RS"/>
        </w:rPr>
        <w:t xml:space="preserve"> </w:t>
      </w:r>
      <w:r w:rsidR="00306E7A">
        <w:rPr>
          <w:color w:val="000000"/>
          <w:szCs w:val="24"/>
          <w:lang w:val="sr-Cyrl-RS"/>
        </w:rPr>
        <w:t xml:space="preserve">Република </w:t>
      </w:r>
      <w:r w:rsidRPr="00A90824">
        <w:rPr>
          <w:color w:val="000000"/>
          <w:szCs w:val="24"/>
          <w:lang w:val="sr-Cyrl-RS"/>
        </w:rPr>
        <w:t xml:space="preserve">Србија је прва у региону успоставила </w:t>
      </w:r>
      <w:r w:rsidR="00E274FB" w:rsidRPr="00A90824">
        <w:rPr>
          <w:color w:val="000000"/>
          <w:szCs w:val="24"/>
          <w:lang w:val="sr-Cyrl-RS"/>
        </w:rPr>
        <w:t>Националну платформу за вештачку интелигенцију</w:t>
      </w:r>
      <w:r w:rsidRPr="00A90824">
        <w:rPr>
          <w:color w:val="000000"/>
          <w:szCs w:val="24"/>
          <w:lang w:val="sr-Cyrl-RS"/>
        </w:rPr>
        <w:t xml:space="preserve">, али постоји потреба за њеним даљим проширењем и унапређењем. Због важности развоја </w:t>
      </w:r>
      <w:r w:rsidR="00A70556" w:rsidRPr="00A90824">
        <w:rPr>
          <w:color w:val="000000"/>
          <w:szCs w:val="24"/>
          <w:lang w:val="sr-Cyrl-RS"/>
        </w:rPr>
        <w:t xml:space="preserve">вештачке интелигенције </w:t>
      </w:r>
      <w:r w:rsidRPr="00A90824">
        <w:rPr>
          <w:color w:val="000000"/>
          <w:szCs w:val="24"/>
          <w:lang w:val="sr-Cyrl-RS"/>
        </w:rPr>
        <w:t xml:space="preserve">неопходно је као део критичне инфраструктуре </w:t>
      </w:r>
      <w:r w:rsidR="00A70556" w:rsidRPr="00A90824">
        <w:rPr>
          <w:color w:val="000000"/>
          <w:szCs w:val="24"/>
          <w:lang w:val="sr-Cyrl-RS"/>
        </w:rPr>
        <w:t>обезбедити овакву</w:t>
      </w:r>
      <w:r w:rsidRPr="00A90824">
        <w:rPr>
          <w:color w:val="000000"/>
          <w:szCs w:val="24"/>
          <w:lang w:val="sr-Cyrl-RS"/>
        </w:rPr>
        <w:t xml:space="preserve"> врст</w:t>
      </w:r>
      <w:r w:rsidR="00A70556" w:rsidRPr="00A90824">
        <w:rPr>
          <w:color w:val="000000"/>
          <w:szCs w:val="24"/>
          <w:lang w:val="sr-Cyrl-RS"/>
        </w:rPr>
        <w:t>у</w:t>
      </w:r>
      <w:r w:rsidRPr="00A90824">
        <w:rPr>
          <w:color w:val="000000"/>
          <w:szCs w:val="24"/>
          <w:lang w:val="sr-Cyrl-RS"/>
        </w:rPr>
        <w:t xml:space="preserve"> платформе </w:t>
      </w:r>
      <w:r w:rsidR="00A70556" w:rsidRPr="00A90824">
        <w:rPr>
          <w:color w:val="000000"/>
          <w:szCs w:val="24"/>
          <w:lang w:val="sr-Cyrl-RS"/>
        </w:rPr>
        <w:t>за даљи</w:t>
      </w:r>
      <w:r w:rsidRPr="00A90824">
        <w:rPr>
          <w:color w:val="000000"/>
          <w:szCs w:val="24"/>
          <w:lang w:val="sr-Cyrl-RS"/>
        </w:rPr>
        <w:t xml:space="preserve"> развој и примену технологије</w:t>
      </w:r>
      <w:r w:rsidR="00A70556" w:rsidRPr="00A90824">
        <w:rPr>
          <w:color w:val="000000"/>
          <w:szCs w:val="24"/>
          <w:lang w:val="sr-Cyrl-RS"/>
        </w:rPr>
        <w:t>.</w:t>
      </w:r>
    </w:p>
    <w:p w14:paraId="4E5FDAA4" w14:textId="77777777" w:rsidR="00235DEA" w:rsidRPr="00A90824" w:rsidRDefault="00235DEA" w:rsidP="00235DEA">
      <w:pPr>
        <w:rPr>
          <w:color w:val="000000"/>
          <w:szCs w:val="24"/>
          <w:lang w:val="sr-Cyrl-RS"/>
        </w:rPr>
      </w:pPr>
      <w:r w:rsidRPr="00A90824">
        <w:rPr>
          <w:color w:val="000000"/>
          <w:szCs w:val="24"/>
          <w:lang w:val="sr-Cyrl-RS"/>
        </w:rPr>
        <w:t xml:space="preserve">Мера обухвата анализу постојећих и планирање надоградње циљаних ресурса, повећање рачунарских и графичких капацитета Националне платформе за вештачку интелигенцију, повећање складишних капацитета Државног </w:t>
      </w:r>
      <w:r w:rsidR="00937DC2" w:rsidRPr="00A90824">
        <w:rPr>
          <w:color w:val="000000"/>
          <w:szCs w:val="24"/>
          <w:lang w:val="sr-Cyrl-RS"/>
        </w:rPr>
        <w:t>д</w:t>
      </w:r>
      <w:r w:rsidRPr="00A90824">
        <w:rPr>
          <w:color w:val="000000"/>
          <w:szCs w:val="24"/>
          <w:lang w:val="sr-Cyrl-RS"/>
        </w:rPr>
        <w:t xml:space="preserve">ата </w:t>
      </w:r>
      <w:r w:rsidR="00937DC2" w:rsidRPr="00A90824">
        <w:rPr>
          <w:color w:val="000000"/>
          <w:szCs w:val="24"/>
          <w:lang w:val="sr-Cyrl-RS"/>
        </w:rPr>
        <w:t>ц</w:t>
      </w:r>
      <w:r w:rsidRPr="00A90824">
        <w:rPr>
          <w:color w:val="000000"/>
          <w:szCs w:val="24"/>
          <w:lang w:val="sr-Cyrl-RS"/>
        </w:rPr>
        <w:t>ентра, унапређење у начину коришћења Националне платформе за вештачку интелигенцију и др.</w:t>
      </w:r>
    </w:p>
    <w:p w14:paraId="4E53AAF5" w14:textId="77777777" w:rsidR="00235DEA" w:rsidRPr="00A90824" w:rsidRDefault="00235DEA" w:rsidP="00235DEA">
      <w:pPr>
        <w:pStyle w:val="Heading4"/>
        <w:rPr>
          <w:color w:val="000000"/>
          <w:szCs w:val="24"/>
        </w:rPr>
      </w:pPr>
      <w:r w:rsidRPr="00A90824">
        <w:rPr>
          <w:color w:val="000000"/>
          <w:szCs w:val="24"/>
        </w:rPr>
        <w:t>Период реализације:</w:t>
      </w:r>
    </w:p>
    <w:p w14:paraId="7AD249A0" w14:textId="77777777" w:rsidR="00235DEA" w:rsidRPr="00A90824" w:rsidRDefault="00075CDD" w:rsidP="00235DEA">
      <w:pPr>
        <w:rPr>
          <w:color w:val="000000"/>
          <w:szCs w:val="24"/>
          <w:lang w:val="sr-Latn-RS"/>
        </w:rPr>
      </w:pPr>
      <w:r w:rsidRPr="00A90824">
        <w:rPr>
          <w:color w:val="000000"/>
          <w:szCs w:val="24"/>
          <w:lang w:val="sr-Cyrl-RS"/>
        </w:rPr>
        <w:t>2025</w:t>
      </w:r>
      <w:r w:rsidR="00512FEE" w:rsidRPr="00A90824">
        <w:rPr>
          <w:color w:val="000000"/>
          <w:szCs w:val="24"/>
          <w:lang w:val="sr-Latn-RS"/>
        </w:rPr>
        <w:t>.</w:t>
      </w:r>
      <w:r w:rsidR="00235DEA" w:rsidRPr="00A90824">
        <w:rPr>
          <w:color w:val="000000"/>
          <w:szCs w:val="24"/>
          <w:lang w:val="sr-Cyrl-RS"/>
        </w:rPr>
        <w:t>-2030</w:t>
      </w:r>
      <w:r w:rsidR="00512FEE" w:rsidRPr="00A90824">
        <w:rPr>
          <w:color w:val="000000"/>
          <w:szCs w:val="24"/>
          <w:lang w:val="sr-Latn-RS"/>
        </w:rPr>
        <w:t>.</w:t>
      </w:r>
    </w:p>
    <w:p w14:paraId="705F6A0C" w14:textId="77777777" w:rsidR="00235DEA" w:rsidRPr="00A90824" w:rsidRDefault="00235DEA" w:rsidP="00235DEA">
      <w:pPr>
        <w:pStyle w:val="Heading4"/>
        <w:rPr>
          <w:color w:val="000000"/>
          <w:szCs w:val="24"/>
        </w:rPr>
      </w:pPr>
      <w:r w:rsidRPr="00A90824">
        <w:rPr>
          <w:color w:val="000000"/>
          <w:szCs w:val="24"/>
        </w:rPr>
        <w:t>Надлежне институције:</w:t>
      </w:r>
    </w:p>
    <w:p w14:paraId="17742FFE" w14:textId="77777777" w:rsidR="009514D6" w:rsidRPr="00A90824" w:rsidRDefault="00BB5195" w:rsidP="009514D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Канцеларија</w:t>
      </w:r>
      <w:r w:rsidR="00A70556" w:rsidRPr="00A90824">
        <w:rPr>
          <w:color w:val="000000"/>
          <w:szCs w:val="24"/>
          <w:lang w:val="sr-Cyrl-RS"/>
        </w:rPr>
        <w:t xml:space="preserve"> за </w:t>
      </w:r>
      <w:r w:rsidR="009514D6" w:rsidRPr="00A90824">
        <w:rPr>
          <w:color w:val="000000"/>
          <w:szCs w:val="24"/>
          <w:lang w:val="sr-Cyrl-RS"/>
        </w:rPr>
        <w:t>информационе технологије и електронску</w:t>
      </w:r>
      <w:r w:rsidR="006A539F" w:rsidRPr="00A90824">
        <w:rPr>
          <w:color w:val="000000"/>
          <w:szCs w:val="24"/>
          <w:lang w:val="sr-Cyrl-RS"/>
        </w:rPr>
        <w:t xml:space="preserve"> управу</w:t>
      </w:r>
      <w:r w:rsidR="009514D6" w:rsidRPr="00A90824">
        <w:rPr>
          <w:color w:val="000000"/>
          <w:szCs w:val="24"/>
          <w:lang w:val="sr-Cyrl-RS"/>
        </w:rPr>
        <w:t xml:space="preserve"> (носилац)</w:t>
      </w:r>
    </w:p>
    <w:p w14:paraId="1CB71AD1" w14:textId="77777777" w:rsidR="00AD0911" w:rsidRPr="00A90824" w:rsidRDefault="00AD0911" w:rsidP="00AD0911">
      <w:pPr>
        <w:pStyle w:val="ListParagraph"/>
        <w:numPr>
          <w:ilvl w:val="0"/>
          <w:numId w:val="1"/>
        </w:numPr>
        <w:spacing w:after="60"/>
        <w:ind w:left="567" w:hanging="510"/>
        <w:contextualSpacing w:val="0"/>
        <w:rPr>
          <w:szCs w:val="24"/>
          <w:lang w:val="sr-Cyrl-RS"/>
        </w:rPr>
      </w:pPr>
      <w:r w:rsidRPr="00A90824">
        <w:rPr>
          <w:szCs w:val="24"/>
          <w:lang w:val="sr-Cyrl-RS"/>
        </w:rPr>
        <w:t>Министарство надлежно за послове информационог друштва (партнер)</w:t>
      </w:r>
    </w:p>
    <w:p w14:paraId="4B60A86B" w14:textId="77777777" w:rsidR="00235DEA" w:rsidRPr="00A90824" w:rsidRDefault="00235DEA" w:rsidP="009514D6">
      <w:pPr>
        <w:pStyle w:val="Heading4"/>
        <w:rPr>
          <w:szCs w:val="24"/>
        </w:rPr>
      </w:pPr>
      <w:r w:rsidRPr="00A90824">
        <w:rPr>
          <w:szCs w:val="24"/>
        </w:rPr>
        <w:t>Показатељи:</w:t>
      </w:r>
    </w:p>
    <w:p w14:paraId="5629DB93" w14:textId="77777777" w:rsidR="00235DEA" w:rsidRPr="00A90824" w:rsidRDefault="00235DEA" w:rsidP="00E63B22">
      <w:pPr>
        <w:pStyle w:val="ListParagraph"/>
        <w:numPr>
          <w:ilvl w:val="0"/>
          <w:numId w:val="19"/>
        </w:numPr>
        <w:spacing w:after="60"/>
        <w:ind w:hanging="513"/>
        <w:contextualSpacing w:val="0"/>
        <w:rPr>
          <w:color w:val="000000"/>
          <w:szCs w:val="24"/>
          <w:lang w:val="sr-Cyrl-RS"/>
        </w:rPr>
      </w:pPr>
      <w:r w:rsidRPr="00A90824">
        <w:rPr>
          <w:color w:val="000000"/>
          <w:szCs w:val="24"/>
          <w:lang w:val="sr-Cyrl-RS"/>
        </w:rPr>
        <w:t>Број институција и стартап компанија који приступају Националној платформи за вештачку интелигенцију</w:t>
      </w:r>
    </w:p>
    <w:p w14:paraId="1ED973EA"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70</w:t>
      </w:r>
    </w:p>
    <w:p w14:paraId="1740A5DC"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100</w:t>
      </w:r>
    </w:p>
    <w:p w14:paraId="2627B833" w14:textId="77777777" w:rsidR="00235DEA" w:rsidRPr="00A90824" w:rsidRDefault="00235DEA" w:rsidP="009514D6">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130</w:t>
      </w:r>
    </w:p>
    <w:p w14:paraId="5CD236BF" w14:textId="1F153AD9" w:rsidR="00235DEA" w:rsidRPr="00896C3B" w:rsidRDefault="00235DEA" w:rsidP="00235DEA">
      <w:pPr>
        <w:pStyle w:val="Heading3"/>
        <w:rPr>
          <w:color w:val="000000"/>
          <w:sz w:val="24"/>
          <w:szCs w:val="24"/>
        </w:rPr>
      </w:pPr>
      <w:r w:rsidRPr="00A90824">
        <w:rPr>
          <w:color w:val="000000"/>
          <w:sz w:val="24"/>
          <w:szCs w:val="24"/>
        </w:rPr>
        <w:t xml:space="preserve">Мера </w:t>
      </w:r>
      <w:r w:rsidR="009C0EDE" w:rsidRPr="00A90824">
        <w:rPr>
          <w:color w:val="000000"/>
          <w:sz w:val="24"/>
          <w:szCs w:val="24"/>
        </w:rPr>
        <w:t>4</w:t>
      </w:r>
      <w:r w:rsidRPr="00A90824">
        <w:rPr>
          <w:color w:val="000000"/>
          <w:sz w:val="24"/>
          <w:szCs w:val="24"/>
        </w:rPr>
        <w:t xml:space="preserve">.2: Изградња и повезивање екосистема са </w:t>
      </w:r>
      <w:r w:rsidR="00BC48E3" w:rsidRPr="00896C3B">
        <w:rPr>
          <w:color w:val="000000"/>
          <w:sz w:val="24"/>
          <w:szCs w:val="24"/>
        </w:rPr>
        <w:t>учесницима</w:t>
      </w:r>
      <w:r w:rsidRPr="00896C3B">
        <w:rPr>
          <w:color w:val="000000"/>
          <w:sz w:val="24"/>
          <w:szCs w:val="24"/>
        </w:rPr>
        <w:t xml:space="preserve"> у</w:t>
      </w:r>
      <w:r w:rsidR="00896C3B" w:rsidRPr="00896C3B">
        <w:rPr>
          <w:color w:val="000000"/>
          <w:sz w:val="24"/>
          <w:szCs w:val="24"/>
        </w:rPr>
        <w:t xml:space="preserve"> Републици</w:t>
      </w:r>
      <w:r w:rsidRPr="00896C3B">
        <w:rPr>
          <w:color w:val="000000"/>
          <w:sz w:val="24"/>
          <w:szCs w:val="24"/>
        </w:rPr>
        <w:t xml:space="preserve"> Србији и иностранству</w:t>
      </w:r>
    </w:p>
    <w:p w14:paraId="078B1C66" w14:textId="77777777" w:rsidR="00235DEA" w:rsidRPr="00A90824" w:rsidRDefault="00235DEA" w:rsidP="00235DEA">
      <w:pPr>
        <w:pStyle w:val="Heading4"/>
        <w:rPr>
          <w:color w:val="000000"/>
          <w:szCs w:val="24"/>
        </w:rPr>
      </w:pPr>
      <w:r w:rsidRPr="00A90824">
        <w:rPr>
          <w:color w:val="000000"/>
          <w:szCs w:val="24"/>
        </w:rPr>
        <w:t>Опис мере:</w:t>
      </w:r>
    </w:p>
    <w:p w14:paraId="7ECD34D1" w14:textId="77777777" w:rsidR="006A539F" w:rsidRPr="00A90824" w:rsidRDefault="00235DEA" w:rsidP="00235DEA">
      <w:pPr>
        <w:rPr>
          <w:color w:val="000000"/>
          <w:szCs w:val="24"/>
          <w:lang w:val="sr-Cyrl-RS"/>
        </w:rPr>
      </w:pPr>
      <w:r w:rsidRPr="00A90824">
        <w:rPr>
          <w:color w:val="000000"/>
          <w:szCs w:val="24"/>
          <w:lang w:val="sr-Cyrl-RS"/>
        </w:rPr>
        <w:t>Због своје природе која јој омогућава присуство у свим привредним гранама и у бројним сегментима процеса, вештачка интелигенција захтева холистички приступ, ангажовање различитих ресурса и бројних учесника. Потребно је повезати све учеснике који раде на промоцији, образовању у основним и средњим школама, развоју талената на универзитетима и институтима</w:t>
      </w:r>
      <w:r w:rsidR="00030BED" w:rsidRPr="00A90824">
        <w:rPr>
          <w:color w:val="000000"/>
          <w:szCs w:val="24"/>
          <w:lang w:val="sr-Cyrl-RS"/>
        </w:rPr>
        <w:t xml:space="preserve"> који се баве </w:t>
      </w:r>
      <w:r w:rsidRPr="00A90824">
        <w:rPr>
          <w:color w:val="000000"/>
          <w:szCs w:val="24"/>
          <w:lang w:val="sr-Cyrl-RS"/>
        </w:rPr>
        <w:t>развој</w:t>
      </w:r>
      <w:r w:rsidR="00030BED" w:rsidRPr="00A90824">
        <w:rPr>
          <w:color w:val="000000"/>
          <w:szCs w:val="24"/>
          <w:lang w:val="sr-Cyrl-RS"/>
        </w:rPr>
        <w:t>ем</w:t>
      </w:r>
      <w:r w:rsidRPr="00A90824">
        <w:rPr>
          <w:color w:val="000000"/>
          <w:szCs w:val="24"/>
          <w:lang w:val="sr-Cyrl-RS"/>
        </w:rPr>
        <w:t xml:space="preserve"> и примен</w:t>
      </w:r>
      <w:r w:rsidR="00650A4D" w:rsidRPr="00A90824">
        <w:rPr>
          <w:color w:val="000000"/>
          <w:szCs w:val="24"/>
          <w:lang w:val="sr-Cyrl-RS"/>
        </w:rPr>
        <w:t>ом</w:t>
      </w:r>
      <w:r w:rsidRPr="00A90824">
        <w:rPr>
          <w:color w:val="000000"/>
          <w:szCs w:val="24"/>
          <w:lang w:val="sr-Cyrl-RS"/>
        </w:rPr>
        <w:t xml:space="preserve"> решења</w:t>
      </w:r>
      <w:r w:rsidR="00030BED" w:rsidRPr="00A90824">
        <w:rPr>
          <w:color w:val="000000"/>
          <w:szCs w:val="24"/>
          <w:lang w:val="sr-Cyrl-RS"/>
        </w:rPr>
        <w:t xml:space="preserve"> вештачке интелигенције</w:t>
      </w:r>
      <w:r w:rsidRPr="00A90824">
        <w:rPr>
          <w:color w:val="000000"/>
          <w:szCs w:val="24"/>
          <w:lang w:val="sr-Cyrl-RS"/>
        </w:rPr>
        <w:t xml:space="preserve">. </w:t>
      </w:r>
      <w:r w:rsidR="00030BED" w:rsidRPr="00A90824">
        <w:rPr>
          <w:color w:val="000000"/>
          <w:szCs w:val="24"/>
          <w:lang w:val="sr-Cyrl-RS"/>
        </w:rPr>
        <w:t>Са тим</w:t>
      </w:r>
      <w:r w:rsidRPr="00A90824">
        <w:rPr>
          <w:color w:val="000000"/>
          <w:szCs w:val="24"/>
          <w:lang w:val="sr-Cyrl-RS"/>
        </w:rPr>
        <w:t xml:space="preserve"> циљ</w:t>
      </w:r>
      <w:r w:rsidR="00030BED" w:rsidRPr="00A90824">
        <w:rPr>
          <w:color w:val="000000"/>
          <w:szCs w:val="24"/>
          <w:lang w:val="sr-Cyrl-RS"/>
        </w:rPr>
        <w:t>ем</w:t>
      </w:r>
      <w:r w:rsidRPr="00A90824">
        <w:rPr>
          <w:color w:val="000000"/>
          <w:szCs w:val="24"/>
          <w:lang w:val="sr-Cyrl-RS"/>
        </w:rPr>
        <w:t xml:space="preserve"> потребн</w:t>
      </w:r>
      <w:r w:rsidR="00030BED" w:rsidRPr="00A90824">
        <w:rPr>
          <w:color w:val="000000"/>
          <w:szCs w:val="24"/>
          <w:lang w:val="sr-Cyrl-RS"/>
        </w:rPr>
        <w:t>о је спровести бројне</w:t>
      </w:r>
      <w:r w:rsidRPr="00A90824">
        <w:rPr>
          <w:color w:val="000000"/>
          <w:szCs w:val="24"/>
          <w:lang w:val="sr-Cyrl-RS"/>
        </w:rPr>
        <w:t xml:space="preserve"> активности </w:t>
      </w:r>
      <w:r w:rsidR="00030BED" w:rsidRPr="00A90824">
        <w:rPr>
          <w:color w:val="000000"/>
          <w:szCs w:val="24"/>
          <w:lang w:val="sr-Cyrl-RS"/>
        </w:rPr>
        <w:t xml:space="preserve">које </w:t>
      </w:r>
      <w:r w:rsidR="00BC48E3" w:rsidRPr="00A90824">
        <w:rPr>
          <w:color w:val="000000"/>
          <w:szCs w:val="24"/>
          <w:lang w:val="sr-Cyrl-RS"/>
        </w:rPr>
        <w:t>ћ</w:t>
      </w:r>
      <w:r w:rsidR="00030BED" w:rsidRPr="00A90824">
        <w:rPr>
          <w:color w:val="000000"/>
          <w:szCs w:val="24"/>
          <w:lang w:val="sr-Cyrl-RS"/>
        </w:rPr>
        <w:t>е формирати екосистем</w:t>
      </w:r>
      <w:r w:rsidRPr="00A90824">
        <w:rPr>
          <w:color w:val="000000"/>
          <w:szCs w:val="24"/>
          <w:lang w:val="sr-Cyrl-RS"/>
        </w:rPr>
        <w:t xml:space="preserve"> </w:t>
      </w:r>
      <w:r w:rsidR="00030BED" w:rsidRPr="00A90824">
        <w:rPr>
          <w:color w:val="000000"/>
          <w:szCs w:val="24"/>
          <w:lang w:val="sr-Cyrl-RS"/>
        </w:rPr>
        <w:t>кроз</w:t>
      </w:r>
      <w:r w:rsidRPr="00A90824">
        <w:rPr>
          <w:color w:val="000000"/>
          <w:szCs w:val="24"/>
          <w:lang w:val="sr-Cyrl-RS"/>
        </w:rPr>
        <w:t xml:space="preserve"> стварање платформи за информ</w:t>
      </w:r>
      <w:r w:rsidR="00BC48E3" w:rsidRPr="00A90824">
        <w:rPr>
          <w:color w:val="000000"/>
          <w:szCs w:val="24"/>
          <w:lang w:val="sr-Cyrl-RS"/>
        </w:rPr>
        <w:t>исање</w:t>
      </w:r>
      <w:r w:rsidRPr="00A90824">
        <w:rPr>
          <w:color w:val="000000"/>
          <w:szCs w:val="24"/>
          <w:lang w:val="sr-Cyrl-RS"/>
        </w:rPr>
        <w:t xml:space="preserve"> и повезивање, организовање програма сарадњ</w:t>
      </w:r>
      <w:r w:rsidR="00030BED" w:rsidRPr="00A90824">
        <w:rPr>
          <w:color w:val="000000"/>
          <w:szCs w:val="24"/>
          <w:lang w:val="sr-Cyrl-RS"/>
        </w:rPr>
        <w:t>е</w:t>
      </w:r>
      <w:r w:rsidRPr="00A90824">
        <w:rPr>
          <w:color w:val="000000"/>
          <w:szCs w:val="24"/>
          <w:lang w:val="sr-Cyrl-RS"/>
        </w:rPr>
        <w:t xml:space="preserve">, промоције, као и подршку у приступу фондовима за пројекте </w:t>
      </w:r>
      <w:r w:rsidR="00030BED" w:rsidRPr="00A90824">
        <w:rPr>
          <w:color w:val="000000"/>
          <w:szCs w:val="24"/>
          <w:lang w:val="sr-Cyrl-RS"/>
        </w:rPr>
        <w:t>у овој области.</w:t>
      </w:r>
      <w:r w:rsidR="006A539F" w:rsidRPr="00A90824">
        <w:rPr>
          <w:color w:val="000000"/>
          <w:szCs w:val="24"/>
          <w:lang w:val="sr-Cyrl-RS"/>
        </w:rPr>
        <w:t xml:space="preserve"> </w:t>
      </w:r>
    </w:p>
    <w:p w14:paraId="217025DF" w14:textId="40AA9662" w:rsidR="006A539F" w:rsidRPr="00A90824" w:rsidRDefault="00235DEA" w:rsidP="00235DEA">
      <w:pPr>
        <w:rPr>
          <w:color w:val="000000"/>
          <w:szCs w:val="24"/>
          <w:lang w:val="sr-Cyrl-RS"/>
        </w:rPr>
      </w:pPr>
      <w:r w:rsidRPr="00A90824">
        <w:rPr>
          <w:color w:val="000000"/>
          <w:szCs w:val="24"/>
          <w:lang w:val="sr-Cyrl-RS"/>
        </w:rPr>
        <w:t xml:space="preserve">Поред повезивања на </w:t>
      </w:r>
      <w:r w:rsidR="00030BED" w:rsidRPr="00A90824">
        <w:rPr>
          <w:color w:val="000000"/>
          <w:szCs w:val="24"/>
          <w:lang w:val="sr-Cyrl-RS"/>
        </w:rPr>
        <w:t>националном нивоу</w:t>
      </w:r>
      <w:r w:rsidRPr="00A90824">
        <w:rPr>
          <w:color w:val="000000"/>
          <w:szCs w:val="24"/>
          <w:lang w:val="sr-Cyrl-RS"/>
        </w:rPr>
        <w:t>, потребно је и јача</w:t>
      </w:r>
      <w:r w:rsidR="00BC48E3" w:rsidRPr="00A90824">
        <w:rPr>
          <w:color w:val="000000"/>
          <w:szCs w:val="24"/>
          <w:lang w:val="sr-Cyrl-RS"/>
        </w:rPr>
        <w:t>ти</w:t>
      </w:r>
      <w:r w:rsidRPr="00A90824">
        <w:rPr>
          <w:color w:val="000000"/>
          <w:szCs w:val="24"/>
          <w:lang w:val="sr-Cyrl-RS"/>
        </w:rPr>
        <w:t xml:space="preserve"> сарадњ</w:t>
      </w:r>
      <w:r w:rsidR="00BC48E3" w:rsidRPr="00A90824">
        <w:rPr>
          <w:color w:val="000000"/>
          <w:szCs w:val="24"/>
          <w:lang w:val="sr-Cyrl-RS"/>
        </w:rPr>
        <w:t>у</w:t>
      </w:r>
      <w:r w:rsidRPr="00A90824">
        <w:rPr>
          <w:color w:val="000000"/>
          <w:szCs w:val="24"/>
          <w:lang w:val="sr-Cyrl-RS"/>
        </w:rPr>
        <w:t xml:space="preserve"> између домаћих и међународних актера </w:t>
      </w:r>
      <w:r w:rsidR="00562C18" w:rsidRPr="00A90824">
        <w:rPr>
          <w:color w:val="000000"/>
          <w:szCs w:val="24"/>
          <w:lang w:val="sr-Cyrl-RS"/>
        </w:rPr>
        <w:t>који се баве</w:t>
      </w:r>
      <w:r w:rsidRPr="00A90824">
        <w:rPr>
          <w:color w:val="000000"/>
          <w:szCs w:val="24"/>
          <w:lang w:val="sr-Cyrl-RS"/>
        </w:rPr>
        <w:t xml:space="preserve"> обла</w:t>
      </w:r>
      <w:r w:rsidR="00562C18" w:rsidRPr="00A90824">
        <w:rPr>
          <w:color w:val="000000"/>
          <w:szCs w:val="24"/>
          <w:lang w:val="sr-Cyrl-RS"/>
        </w:rPr>
        <w:t>шћу</w:t>
      </w:r>
      <w:r w:rsidRPr="00A90824">
        <w:rPr>
          <w:color w:val="000000"/>
          <w:szCs w:val="24"/>
          <w:lang w:val="sr-Cyrl-RS"/>
        </w:rPr>
        <w:t xml:space="preserve"> вештачке интелигенције. </w:t>
      </w:r>
      <w:r w:rsidR="00777BAB" w:rsidRPr="00A90824">
        <w:rPr>
          <w:color w:val="000000"/>
          <w:szCs w:val="24"/>
          <w:lang w:val="sr-Cyrl-RS"/>
        </w:rPr>
        <w:t>О</w:t>
      </w:r>
      <w:r w:rsidRPr="00A90824">
        <w:rPr>
          <w:color w:val="000000"/>
          <w:szCs w:val="24"/>
          <w:lang w:val="sr-Cyrl-RS"/>
        </w:rPr>
        <w:t xml:space="preserve">бразовање, развој и примена вештачке интелигенције без </w:t>
      </w:r>
      <w:r w:rsidR="00777BAB" w:rsidRPr="00A90824">
        <w:rPr>
          <w:color w:val="000000"/>
          <w:szCs w:val="24"/>
          <w:lang w:val="sr-Cyrl-RS"/>
        </w:rPr>
        <w:t xml:space="preserve">приступа </w:t>
      </w:r>
      <w:r w:rsidRPr="00A90824">
        <w:rPr>
          <w:color w:val="000000"/>
          <w:szCs w:val="24"/>
          <w:lang w:val="sr-Cyrl-RS"/>
        </w:rPr>
        <w:t>информација</w:t>
      </w:r>
      <w:r w:rsidR="00777BAB" w:rsidRPr="00A90824">
        <w:rPr>
          <w:color w:val="000000"/>
          <w:szCs w:val="24"/>
          <w:lang w:val="sr-Cyrl-RS"/>
        </w:rPr>
        <w:t>ма и међународној институционалној и академској сарадњи</w:t>
      </w:r>
      <w:r w:rsidRPr="00A90824">
        <w:rPr>
          <w:color w:val="000000"/>
          <w:szCs w:val="24"/>
          <w:lang w:val="sr-Cyrl-RS"/>
        </w:rPr>
        <w:t xml:space="preserve"> </w:t>
      </w:r>
      <w:r w:rsidR="00777BAB" w:rsidRPr="00A90824">
        <w:rPr>
          <w:color w:val="000000"/>
          <w:szCs w:val="24"/>
          <w:lang w:val="sr-Cyrl-RS"/>
        </w:rPr>
        <w:t>није могуће</w:t>
      </w:r>
      <w:r w:rsidRPr="00A90824">
        <w:rPr>
          <w:color w:val="000000"/>
          <w:szCs w:val="24"/>
          <w:lang w:val="sr-Cyrl-RS"/>
        </w:rPr>
        <w:t xml:space="preserve">. </w:t>
      </w:r>
      <w:r w:rsidR="00FC7F87" w:rsidRPr="00A90824">
        <w:rPr>
          <w:color w:val="000000"/>
          <w:szCs w:val="24"/>
          <w:lang w:val="sr-Cyrl-RS"/>
        </w:rPr>
        <w:t>Као део ових активности потребно је да</w:t>
      </w:r>
      <w:r w:rsidR="00306E7A">
        <w:rPr>
          <w:color w:val="000000"/>
          <w:szCs w:val="24"/>
          <w:lang w:val="sr-Cyrl-RS"/>
        </w:rPr>
        <w:t xml:space="preserve"> Република</w:t>
      </w:r>
      <w:r w:rsidR="00FC7F87" w:rsidRPr="00A90824">
        <w:rPr>
          <w:color w:val="000000"/>
          <w:szCs w:val="24"/>
          <w:lang w:val="sr-Cyrl-RS"/>
        </w:rPr>
        <w:t xml:space="preserve"> Србија прати и постане део међународних мултилатералних и билатералних иницијатива које ће омогућити бржи развој и повезивање са другим земљама, увек водећи рачуна да развој буде у скл</w:t>
      </w:r>
      <w:r w:rsidR="006C6C5F" w:rsidRPr="00A90824">
        <w:rPr>
          <w:color w:val="000000"/>
          <w:szCs w:val="24"/>
          <w:lang w:val="sr-Cyrl-RS"/>
        </w:rPr>
        <w:t>а</w:t>
      </w:r>
      <w:r w:rsidR="00FC7F87" w:rsidRPr="00A90824">
        <w:rPr>
          <w:color w:val="000000"/>
          <w:szCs w:val="24"/>
          <w:lang w:val="sr-Cyrl-RS"/>
        </w:rPr>
        <w:t>ду са начелима сигурн</w:t>
      </w:r>
      <w:r w:rsidR="00612832" w:rsidRPr="00A90824">
        <w:rPr>
          <w:color w:val="000000"/>
          <w:szCs w:val="24"/>
          <w:lang w:val="sr-Cyrl-RS"/>
        </w:rPr>
        <w:t>ог</w:t>
      </w:r>
      <w:r w:rsidR="00FC7F87" w:rsidRPr="00A90824">
        <w:rPr>
          <w:color w:val="000000"/>
          <w:szCs w:val="24"/>
          <w:lang w:val="sr-Cyrl-RS"/>
        </w:rPr>
        <w:t>, безбедн</w:t>
      </w:r>
      <w:r w:rsidR="00612832" w:rsidRPr="00A90824">
        <w:rPr>
          <w:color w:val="000000"/>
          <w:szCs w:val="24"/>
          <w:lang w:val="sr-Cyrl-RS"/>
        </w:rPr>
        <w:t>ог</w:t>
      </w:r>
      <w:r w:rsidR="00FC7F87" w:rsidRPr="00A90824">
        <w:rPr>
          <w:color w:val="000000"/>
          <w:szCs w:val="24"/>
          <w:lang w:val="sr-Cyrl-RS"/>
        </w:rPr>
        <w:t xml:space="preserve"> и по</w:t>
      </w:r>
      <w:r w:rsidR="00612832" w:rsidRPr="00A90824">
        <w:rPr>
          <w:color w:val="000000"/>
          <w:szCs w:val="24"/>
          <w:lang w:val="sr-Cyrl-RS"/>
        </w:rPr>
        <w:t>узданог развоја и примене веш</w:t>
      </w:r>
      <w:r w:rsidR="006C6C5F" w:rsidRPr="00A90824">
        <w:rPr>
          <w:color w:val="000000"/>
          <w:szCs w:val="24"/>
          <w:lang w:val="sr-Cyrl-RS"/>
        </w:rPr>
        <w:t>т</w:t>
      </w:r>
      <w:r w:rsidR="00612832" w:rsidRPr="00A90824">
        <w:rPr>
          <w:color w:val="000000"/>
          <w:szCs w:val="24"/>
          <w:lang w:val="sr-Cyrl-RS"/>
        </w:rPr>
        <w:t>ачке интелигенције.</w:t>
      </w:r>
    </w:p>
    <w:p w14:paraId="66699DDF" w14:textId="6BD84837" w:rsidR="00235DEA" w:rsidRPr="00A90824" w:rsidRDefault="00235DEA" w:rsidP="00235DEA">
      <w:pPr>
        <w:rPr>
          <w:color w:val="000000"/>
          <w:szCs w:val="24"/>
          <w:lang w:val="sr-Cyrl-RS"/>
        </w:rPr>
      </w:pPr>
      <w:r w:rsidRPr="00A90824">
        <w:rPr>
          <w:color w:val="000000"/>
          <w:szCs w:val="24"/>
          <w:lang w:val="sr-Cyrl-RS"/>
        </w:rPr>
        <w:t xml:space="preserve">Производи који </w:t>
      </w:r>
      <w:r w:rsidR="00562C18" w:rsidRPr="00A90824">
        <w:rPr>
          <w:color w:val="000000"/>
          <w:szCs w:val="24"/>
          <w:lang w:val="sr-Cyrl-RS"/>
        </w:rPr>
        <w:t>се базирају на</w:t>
      </w:r>
      <w:r w:rsidRPr="00A90824">
        <w:rPr>
          <w:color w:val="000000"/>
          <w:szCs w:val="24"/>
          <w:lang w:val="sr-Cyrl-RS"/>
        </w:rPr>
        <w:t xml:space="preserve"> вештачк</w:t>
      </w:r>
      <w:r w:rsidR="00562C18" w:rsidRPr="00A90824">
        <w:rPr>
          <w:color w:val="000000"/>
          <w:szCs w:val="24"/>
          <w:lang w:val="sr-Cyrl-RS"/>
        </w:rPr>
        <w:t>ој</w:t>
      </w:r>
      <w:r w:rsidRPr="00A90824">
        <w:rPr>
          <w:color w:val="000000"/>
          <w:szCs w:val="24"/>
          <w:lang w:val="sr-Cyrl-RS"/>
        </w:rPr>
        <w:t xml:space="preserve"> интелигенциј</w:t>
      </w:r>
      <w:r w:rsidR="00562C18" w:rsidRPr="00A90824">
        <w:rPr>
          <w:color w:val="000000"/>
          <w:szCs w:val="24"/>
          <w:lang w:val="sr-Cyrl-RS"/>
        </w:rPr>
        <w:t>и</w:t>
      </w:r>
      <w:r w:rsidRPr="00A90824">
        <w:rPr>
          <w:color w:val="000000"/>
          <w:szCs w:val="24"/>
          <w:lang w:val="sr-Cyrl-RS"/>
        </w:rPr>
        <w:t xml:space="preserve"> морају да задовољ</w:t>
      </w:r>
      <w:r w:rsidR="00562C18" w:rsidRPr="00A90824">
        <w:rPr>
          <w:color w:val="000000"/>
          <w:szCs w:val="24"/>
          <w:lang w:val="sr-Cyrl-RS"/>
        </w:rPr>
        <w:t>е</w:t>
      </w:r>
      <w:r w:rsidRPr="00A90824">
        <w:rPr>
          <w:color w:val="000000"/>
          <w:szCs w:val="24"/>
          <w:lang w:val="sr-Cyrl-RS"/>
        </w:rPr>
        <w:t xml:space="preserve"> стандарде, принципе, ограничења и правила да би њихова примена била могућа на </w:t>
      </w:r>
      <w:r w:rsidR="00777BAB" w:rsidRPr="00A90824">
        <w:rPr>
          <w:color w:val="000000"/>
          <w:szCs w:val="24"/>
          <w:lang w:val="sr-Cyrl-RS"/>
        </w:rPr>
        <w:t xml:space="preserve">светском </w:t>
      </w:r>
      <w:r w:rsidRPr="00A90824">
        <w:rPr>
          <w:color w:val="000000"/>
          <w:szCs w:val="24"/>
          <w:lang w:val="sr-Cyrl-RS"/>
        </w:rPr>
        <w:t>тржиш</w:t>
      </w:r>
      <w:r w:rsidR="00777BAB" w:rsidRPr="00A90824">
        <w:rPr>
          <w:color w:val="000000"/>
          <w:szCs w:val="24"/>
          <w:lang w:val="sr-Cyrl-RS"/>
        </w:rPr>
        <w:t>ту</w:t>
      </w:r>
      <w:r w:rsidRPr="00A90824">
        <w:rPr>
          <w:color w:val="000000"/>
          <w:szCs w:val="24"/>
          <w:lang w:val="sr-Cyrl-RS"/>
        </w:rPr>
        <w:t xml:space="preserve">. </w:t>
      </w:r>
      <w:r w:rsidR="00777BAB" w:rsidRPr="00A90824">
        <w:rPr>
          <w:color w:val="000000"/>
          <w:szCs w:val="24"/>
          <w:lang w:val="sr-Cyrl-RS"/>
        </w:rPr>
        <w:t>Због тога</w:t>
      </w:r>
      <w:r w:rsidRPr="00A90824">
        <w:rPr>
          <w:color w:val="000000"/>
          <w:szCs w:val="24"/>
          <w:lang w:val="sr-Cyrl-RS"/>
        </w:rPr>
        <w:t xml:space="preserve"> је важно интерни екосистем пове</w:t>
      </w:r>
      <w:r w:rsidR="00777BAB" w:rsidRPr="00A90824">
        <w:rPr>
          <w:color w:val="000000"/>
          <w:szCs w:val="24"/>
          <w:lang w:val="sr-Cyrl-RS"/>
        </w:rPr>
        <w:t>зати</w:t>
      </w:r>
      <w:r w:rsidRPr="00A90824">
        <w:rPr>
          <w:color w:val="000000"/>
          <w:szCs w:val="24"/>
          <w:lang w:val="sr-Cyrl-RS"/>
        </w:rPr>
        <w:t xml:space="preserve"> са екосистемима других земаља и међународним организацијама које омогућавају ово повезивање и размену информација.</w:t>
      </w:r>
      <w:r w:rsidR="00562C18" w:rsidRPr="00A90824">
        <w:rPr>
          <w:color w:val="000000"/>
          <w:szCs w:val="24"/>
          <w:lang w:val="sr-Cyrl-RS"/>
        </w:rPr>
        <w:t xml:space="preserve"> Значајно</w:t>
      </w:r>
      <w:r w:rsidR="00C868BA" w:rsidRPr="00A90824">
        <w:rPr>
          <w:color w:val="000000"/>
          <w:szCs w:val="24"/>
          <w:lang w:val="sr-Cyrl-RS"/>
        </w:rPr>
        <w:t xml:space="preserve"> је</w:t>
      </w:r>
      <w:r w:rsidRPr="00A90824">
        <w:rPr>
          <w:color w:val="000000"/>
          <w:szCs w:val="24"/>
          <w:lang w:val="sr-Cyrl-RS"/>
        </w:rPr>
        <w:t xml:space="preserve"> </w:t>
      </w:r>
      <w:r w:rsidR="00562C18" w:rsidRPr="00A90824">
        <w:rPr>
          <w:color w:val="000000"/>
          <w:szCs w:val="24"/>
          <w:lang w:val="sr-Cyrl-RS"/>
        </w:rPr>
        <w:t xml:space="preserve">и </w:t>
      </w:r>
      <w:r w:rsidRPr="00A90824">
        <w:rPr>
          <w:color w:val="000000"/>
          <w:szCs w:val="24"/>
          <w:lang w:val="sr-Cyrl-RS"/>
        </w:rPr>
        <w:t xml:space="preserve">повезивање са дијаспором </w:t>
      </w:r>
      <w:r w:rsidR="00C868BA" w:rsidRPr="00A90824">
        <w:rPr>
          <w:color w:val="000000"/>
          <w:szCs w:val="24"/>
          <w:lang w:val="sr-Cyrl-RS"/>
        </w:rPr>
        <w:t>у циљу</w:t>
      </w:r>
      <w:r w:rsidRPr="00A90824">
        <w:rPr>
          <w:color w:val="000000"/>
          <w:szCs w:val="24"/>
          <w:lang w:val="sr-Cyrl-RS"/>
        </w:rPr>
        <w:t xml:space="preserve"> промоциј</w:t>
      </w:r>
      <w:r w:rsidR="00C868BA" w:rsidRPr="00A90824">
        <w:rPr>
          <w:color w:val="000000"/>
          <w:szCs w:val="24"/>
          <w:lang w:val="sr-Cyrl-RS"/>
        </w:rPr>
        <w:t>е</w:t>
      </w:r>
      <w:r w:rsidRPr="00A90824">
        <w:rPr>
          <w:color w:val="000000"/>
          <w:szCs w:val="24"/>
          <w:lang w:val="sr-Cyrl-RS"/>
        </w:rPr>
        <w:t xml:space="preserve"> и пласман</w:t>
      </w:r>
      <w:r w:rsidR="00562C18" w:rsidRPr="00A90824">
        <w:rPr>
          <w:color w:val="000000"/>
          <w:szCs w:val="24"/>
          <w:lang w:val="sr-Cyrl-RS"/>
        </w:rPr>
        <w:t>а</w:t>
      </w:r>
      <w:r w:rsidRPr="00A90824">
        <w:rPr>
          <w:color w:val="000000"/>
          <w:szCs w:val="24"/>
          <w:lang w:val="sr-Cyrl-RS"/>
        </w:rPr>
        <w:t xml:space="preserve"> </w:t>
      </w:r>
      <w:r w:rsidR="00306E7A">
        <w:rPr>
          <w:color w:val="000000"/>
          <w:szCs w:val="24"/>
          <w:lang w:val="sr-Cyrl-RS"/>
        </w:rPr>
        <w:t xml:space="preserve">Републике </w:t>
      </w:r>
      <w:r w:rsidRPr="00A90824">
        <w:rPr>
          <w:color w:val="000000"/>
          <w:szCs w:val="24"/>
          <w:lang w:val="sr-Cyrl-RS"/>
        </w:rPr>
        <w:t>Србије и екосистема који развија и примењује вештачку интелигенцију.</w:t>
      </w:r>
    </w:p>
    <w:p w14:paraId="7CDA673F" w14:textId="77777777" w:rsidR="00235DEA" w:rsidRPr="00A90824" w:rsidRDefault="00235DEA" w:rsidP="00235DEA">
      <w:pPr>
        <w:rPr>
          <w:color w:val="000000"/>
          <w:szCs w:val="24"/>
          <w:lang w:val="sr-Cyrl-RS"/>
        </w:rPr>
      </w:pPr>
      <w:r w:rsidRPr="00A90824">
        <w:rPr>
          <w:color w:val="000000"/>
          <w:szCs w:val="24"/>
          <w:lang w:val="sr-Cyrl-RS"/>
        </w:rPr>
        <w:t xml:space="preserve">Мера обухвата израду годишњег извештаја о стању екосистема вештачке интелигенције, изградњу платформе за повезивање и умрежавање чланова екосистема, пружање подршке развоју специфичних професионалних организација у вези са развојем и имплементацијом </w:t>
      </w:r>
      <w:r w:rsidR="00084DF5" w:rsidRPr="00A90824">
        <w:rPr>
          <w:color w:val="000000"/>
          <w:szCs w:val="24"/>
          <w:lang w:val="sr-Cyrl-RS"/>
        </w:rPr>
        <w:t>ове технологије</w:t>
      </w:r>
      <w:r w:rsidRPr="00A90824">
        <w:rPr>
          <w:color w:val="000000"/>
          <w:szCs w:val="24"/>
          <w:lang w:val="sr-Cyrl-RS"/>
        </w:rPr>
        <w:t xml:space="preserve">, подршку за организовање сусрета и форума за умрежавање, подршку иницијатива које подстичу међународну сарадњу од значаја на регионалном, континенталном и глобалном нивоу, укључујући догађаје са дијаспором, подршку даљем развоју независне националне кровне организације </w:t>
      </w:r>
      <w:r w:rsidR="00084DF5" w:rsidRPr="00A90824">
        <w:rPr>
          <w:color w:val="000000"/>
          <w:szCs w:val="24"/>
          <w:lang w:val="sr-Cyrl-RS"/>
        </w:rPr>
        <w:t>за област вештачке интелигенције</w:t>
      </w:r>
      <w:r w:rsidRPr="00A90824">
        <w:rPr>
          <w:color w:val="000000"/>
          <w:szCs w:val="24"/>
          <w:lang w:val="sr-Cyrl-RS"/>
        </w:rPr>
        <w:t>, подршку програмима и пројектима који промовишу међународну видљивост Републике Србије у вези са вештачком интелигенцијом</w:t>
      </w:r>
      <w:r w:rsidR="002F1AE5" w:rsidRPr="00A90824">
        <w:rPr>
          <w:color w:val="000000"/>
          <w:szCs w:val="24"/>
          <w:lang w:val="sr-Cyrl-RS"/>
        </w:rPr>
        <w:t>, подршка организовању семинара и конференција посвећених вештачкој интелигенцији и рачунарским технологијама</w:t>
      </w:r>
      <w:r w:rsidRPr="00A90824">
        <w:rPr>
          <w:color w:val="000000"/>
          <w:szCs w:val="24"/>
          <w:lang w:val="sr-Cyrl-RS"/>
        </w:rPr>
        <w:t xml:space="preserve"> и др.</w:t>
      </w:r>
    </w:p>
    <w:p w14:paraId="61B7EA06" w14:textId="77777777" w:rsidR="00235DEA" w:rsidRPr="00A90824" w:rsidRDefault="00235DEA" w:rsidP="00235DEA">
      <w:pPr>
        <w:pStyle w:val="Heading4"/>
        <w:rPr>
          <w:color w:val="000000"/>
          <w:szCs w:val="24"/>
        </w:rPr>
      </w:pPr>
      <w:r w:rsidRPr="00A90824">
        <w:rPr>
          <w:color w:val="000000"/>
          <w:szCs w:val="24"/>
        </w:rPr>
        <w:t>Период реализације:</w:t>
      </w:r>
    </w:p>
    <w:p w14:paraId="6799D80C" w14:textId="77777777" w:rsidR="00235DEA" w:rsidRPr="00A90824" w:rsidRDefault="00075CDD" w:rsidP="00235DEA">
      <w:pPr>
        <w:rPr>
          <w:color w:val="000000"/>
          <w:szCs w:val="24"/>
          <w:lang w:val="sr-Latn-RS"/>
        </w:rPr>
      </w:pPr>
      <w:r w:rsidRPr="00A90824">
        <w:rPr>
          <w:color w:val="000000"/>
          <w:szCs w:val="24"/>
          <w:lang w:val="sr-Cyrl-RS"/>
        </w:rPr>
        <w:t>2025</w:t>
      </w:r>
      <w:r w:rsidR="00512FEE" w:rsidRPr="00A90824">
        <w:rPr>
          <w:color w:val="000000"/>
          <w:szCs w:val="24"/>
          <w:lang w:val="sr-Latn-RS"/>
        </w:rPr>
        <w:t>.</w:t>
      </w:r>
      <w:r w:rsidR="00235DEA" w:rsidRPr="00A90824">
        <w:rPr>
          <w:color w:val="000000"/>
          <w:szCs w:val="24"/>
          <w:lang w:val="sr-Cyrl-RS"/>
        </w:rPr>
        <w:t>-2030</w:t>
      </w:r>
      <w:r w:rsidR="00512FEE" w:rsidRPr="00A90824">
        <w:rPr>
          <w:color w:val="000000"/>
          <w:szCs w:val="24"/>
          <w:lang w:val="sr-Latn-RS"/>
        </w:rPr>
        <w:t>.</w:t>
      </w:r>
    </w:p>
    <w:p w14:paraId="14022578" w14:textId="77777777" w:rsidR="00235DEA" w:rsidRPr="00A90824" w:rsidRDefault="00235DEA" w:rsidP="00235DEA">
      <w:pPr>
        <w:pStyle w:val="Heading4"/>
        <w:rPr>
          <w:color w:val="000000"/>
          <w:szCs w:val="24"/>
        </w:rPr>
      </w:pPr>
      <w:r w:rsidRPr="00A90824">
        <w:rPr>
          <w:color w:val="000000"/>
          <w:szCs w:val="24"/>
        </w:rPr>
        <w:t>Надлежне институције:</w:t>
      </w:r>
    </w:p>
    <w:p w14:paraId="31642FA8" w14:textId="77777777" w:rsidR="00BB5195" w:rsidRPr="00A90824" w:rsidRDefault="00BB5195" w:rsidP="00235DEA">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w:t>
      </w:r>
      <w:r w:rsidR="00236765" w:rsidRPr="00A90824">
        <w:rPr>
          <w:color w:val="000000"/>
          <w:szCs w:val="24"/>
          <w:lang w:val="sr-Cyrl-RS"/>
        </w:rPr>
        <w:t xml:space="preserve">надлежно за </w:t>
      </w:r>
      <w:r w:rsidRPr="00A90824">
        <w:rPr>
          <w:color w:val="000000"/>
          <w:szCs w:val="24"/>
          <w:lang w:val="sr-Cyrl-RS"/>
        </w:rPr>
        <w:t>привред</w:t>
      </w:r>
      <w:r w:rsidR="00236765" w:rsidRPr="00A90824">
        <w:rPr>
          <w:color w:val="000000"/>
          <w:szCs w:val="24"/>
          <w:lang w:val="sr-Cyrl-RS"/>
        </w:rPr>
        <w:t>у</w:t>
      </w:r>
      <w:r w:rsidRPr="00A90824">
        <w:rPr>
          <w:color w:val="000000"/>
          <w:szCs w:val="24"/>
          <w:lang w:val="sr-Cyrl-RS"/>
        </w:rPr>
        <w:t xml:space="preserve"> (носилац)</w:t>
      </w:r>
    </w:p>
    <w:p w14:paraId="6B85094F" w14:textId="42DE0BF9" w:rsidR="00BB5195" w:rsidRPr="00A90824" w:rsidRDefault="00BB5195" w:rsidP="00BB5195">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Привредна комора Србије</w:t>
      </w:r>
      <w:r w:rsidR="00CC5AD2" w:rsidRPr="00A90824">
        <w:rPr>
          <w:color w:val="000000"/>
          <w:szCs w:val="24"/>
          <w:lang w:val="sr-Cyrl-RS"/>
        </w:rPr>
        <w:t xml:space="preserve"> – </w:t>
      </w:r>
      <w:r w:rsidR="00CC5AD2" w:rsidRPr="00A90824">
        <w:rPr>
          <w:szCs w:val="24"/>
          <w:lang w:val="sr-Cyrl-RS"/>
        </w:rPr>
        <w:t>Центар за дигиталну трансформацију</w:t>
      </w:r>
      <w:r w:rsidRPr="00A90824">
        <w:rPr>
          <w:szCs w:val="24"/>
          <w:lang w:val="sr-Cyrl-RS"/>
        </w:rPr>
        <w:t xml:space="preserve"> (партнер</w:t>
      </w:r>
      <w:r w:rsidRPr="00A90824">
        <w:rPr>
          <w:color w:val="000000"/>
          <w:szCs w:val="24"/>
          <w:lang w:val="sr-Cyrl-RS"/>
        </w:rPr>
        <w:t>)</w:t>
      </w:r>
    </w:p>
    <w:p w14:paraId="69C30E43" w14:textId="77777777" w:rsidR="00235DEA" w:rsidRPr="00A90824" w:rsidRDefault="00235DEA" w:rsidP="00235DEA">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236765" w:rsidRPr="00A90824">
        <w:rPr>
          <w:color w:val="000000"/>
          <w:szCs w:val="24"/>
          <w:lang w:val="sr-Cyrl-RS"/>
        </w:rPr>
        <w:t>научноистраживачку и иновациону делатност (партнер)</w:t>
      </w:r>
    </w:p>
    <w:p w14:paraId="7B071633" w14:textId="77777777" w:rsidR="00235DEA" w:rsidRPr="00A90824" w:rsidRDefault="00235DEA" w:rsidP="00235DEA">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спољне послове (партнер)</w:t>
      </w:r>
    </w:p>
    <w:p w14:paraId="59EB9803" w14:textId="77777777" w:rsidR="00235DEA" w:rsidRPr="00A90824" w:rsidRDefault="00235DEA" w:rsidP="00235DEA">
      <w:pPr>
        <w:pStyle w:val="Heading4"/>
        <w:rPr>
          <w:color w:val="000000"/>
          <w:szCs w:val="24"/>
        </w:rPr>
      </w:pPr>
      <w:r w:rsidRPr="00A90824">
        <w:rPr>
          <w:color w:val="000000"/>
          <w:szCs w:val="24"/>
        </w:rPr>
        <w:t>Показатељи:</w:t>
      </w:r>
    </w:p>
    <w:p w14:paraId="3E33A419" w14:textId="77777777" w:rsidR="00235DEA" w:rsidRPr="00A90824" w:rsidRDefault="00235DEA" w:rsidP="00E63B22">
      <w:pPr>
        <w:pStyle w:val="ListParagraph"/>
        <w:numPr>
          <w:ilvl w:val="0"/>
          <w:numId w:val="17"/>
        </w:numPr>
        <w:spacing w:after="60"/>
        <w:ind w:hanging="513"/>
        <w:contextualSpacing w:val="0"/>
        <w:rPr>
          <w:color w:val="000000"/>
          <w:szCs w:val="24"/>
          <w:lang w:val="sr-Cyrl-RS"/>
        </w:rPr>
      </w:pPr>
      <w:r w:rsidRPr="00A90824">
        <w:rPr>
          <w:color w:val="000000"/>
          <w:szCs w:val="24"/>
          <w:lang w:val="sr-Cyrl-RS"/>
        </w:rPr>
        <w:t xml:space="preserve">Број стартапова који се баве </w:t>
      </w:r>
      <w:r w:rsidR="006A539F" w:rsidRPr="00A90824">
        <w:rPr>
          <w:color w:val="000000"/>
          <w:szCs w:val="24"/>
          <w:lang w:val="sr-Cyrl-RS"/>
        </w:rPr>
        <w:t>вештачком интелигенцијом</w:t>
      </w:r>
      <w:r w:rsidRPr="00A90824">
        <w:rPr>
          <w:color w:val="000000"/>
          <w:szCs w:val="24"/>
          <w:lang w:val="sr-Cyrl-RS"/>
        </w:rPr>
        <w:t xml:space="preserve"> у</w:t>
      </w:r>
      <w:r w:rsidR="006A539F" w:rsidRPr="00A90824">
        <w:rPr>
          <w:color w:val="000000"/>
          <w:szCs w:val="24"/>
          <w:lang w:val="sr-Cyrl-RS"/>
        </w:rPr>
        <w:t xml:space="preserve"> Републици</w:t>
      </w:r>
      <w:r w:rsidRPr="00A90824">
        <w:rPr>
          <w:color w:val="000000"/>
          <w:szCs w:val="24"/>
          <w:lang w:val="sr-Cyrl-RS"/>
        </w:rPr>
        <w:t xml:space="preserve"> Србији</w:t>
      </w:r>
    </w:p>
    <w:p w14:paraId="5E2B3A55"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40</w:t>
      </w:r>
    </w:p>
    <w:p w14:paraId="3B69B442"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80</w:t>
      </w:r>
    </w:p>
    <w:p w14:paraId="61351899"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150</w:t>
      </w:r>
    </w:p>
    <w:p w14:paraId="4CFD9081" w14:textId="77777777" w:rsidR="00235DEA" w:rsidRPr="00A90824" w:rsidRDefault="00235DEA" w:rsidP="00E63B22">
      <w:pPr>
        <w:pStyle w:val="ListParagraph"/>
        <w:numPr>
          <w:ilvl w:val="0"/>
          <w:numId w:val="17"/>
        </w:numPr>
        <w:spacing w:before="120" w:after="60"/>
        <w:ind w:hanging="513"/>
        <w:contextualSpacing w:val="0"/>
        <w:rPr>
          <w:color w:val="000000"/>
          <w:szCs w:val="24"/>
          <w:lang w:val="sr-Cyrl-RS"/>
        </w:rPr>
      </w:pPr>
      <w:r w:rsidRPr="00A90824">
        <w:rPr>
          <w:color w:val="000000"/>
          <w:szCs w:val="24"/>
          <w:lang w:val="sr-Cyrl-RS"/>
        </w:rPr>
        <w:t>Број образовних програма и обука реализованих за подизања компетенција за промоцију и пласман решења развијених у екосистему Републике Србије</w:t>
      </w:r>
    </w:p>
    <w:p w14:paraId="369D866C"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543AA3BE" w14:textId="09035119" w:rsidR="00235DEA" w:rsidRPr="00A90824" w:rsidRDefault="00235DEA" w:rsidP="00235DEA">
      <w:pPr>
        <w:pStyle w:val="ListParagraph"/>
        <w:numPr>
          <w:ilvl w:val="0"/>
          <w:numId w:val="1"/>
        </w:numPr>
        <w:spacing w:after="60"/>
        <w:ind w:left="1701" w:hanging="510"/>
        <w:contextualSpacing w:val="0"/>
        <w:rPr>
          <w:szCs w:val="24"/>
          <w:lang w:val="sr-Cyrl-RS"/>
        </w:rPr>
      </w:pPr>
      <w:r w:rsidRPr="00A90824">
        <w:rPr>
          <w:color w:val="000000"/>
          <w:szCs w:val="24"/>
          <w:lang w:val="sr-Cyrl-RS"/>
        </w:rPr>
        <w:t xml:space="preserve">Циљна вредност за крај 2027. године: </w:t>
      </w:r>
      <w:r w:rsidRPr="00A90824">
        <w:rPr>
          <w:szCs w:val="24"/>
          <w:lang w:val="sr-Cyrl-RS"/>
        </w:rPr>
        <w:t xml:space="preserve">4 </w:t>
      </w:r>
      <w:r w:rsidR="00F51B4B" w:rsidRPr="00A90824">
        <w:rPr>
          <w:szCs w:val="24"/>
          <w:lang w:val="sr-Cyrl-RS"/>
        </w:rPr>
        <w:t>(укупно)</w:t>
      </w:r>
    </w:p>
    <w:p w14:paraId="68A886F0" w14:textId="47D31CE8" w:rsidR="00235DEA" w:rsidRPr="00A90824" w:rsidRDefault="00235DEA" w:rsidP="00235DEA">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2030. године: 10</w:t>
      </w:r>
      <w:r w:rsidR="00F51B4B" w:rsidRPr="00A90824">
        <w:rPr>
          <w:szCs w:val="24"/>
          <w:lang w:val="sr-Cyrl-RS"/>
        </w:rPr>
        <w:t xml:space="preserve"> (укупно)</w:t>
      </w:r>
    </w:p>
    <w:p w14:paraId="244D9A01" w14:textId="77777777" w:rsidR="00235DEA" w:rsidRPr="00A90824" w:rsidRDefault="00235DEA" w:rsidP="00235DEA">
      <w:pPr>
        <w:pStyle w:val="Heading3"/>
        <w:rPr>
          <w:color w:val="000000"/>
          <w:sz w:val="24"/>
          <w:szCs w:val="24"/>
        </w:rPr>
      </w:pPr>
      <w:r w:rsidRPr="00A90824">
        <w:rPr>
          <w:color w:val="000000"/>
          <w:sz w:val="24"/>
          <w:szCs w:val="24"/>
        </w:rPr>
        <w:t xml:space="preserve">Мера </w:t>
      </w:r>
      <w:r w:rsidR="009C0EDE" w:rsidRPr="00A90824">
        <w:rPr>
          <w:color w:val="000000"/>
          <w:sz w:val="24"/>
          <w:szCs w:val="24"/>
        </w:rPr>
        <w:t>4</w:t>
      </w:r>
      <w:r w:rsidRPr="00A90824">
        <w:rPr>
          <w:color w:val="000000"/>
          <w:sz w:val="24"/>
          <w:szCs w:val="24"/>
        </w:rPr>
        <w:t>.3: Спровођење националног програма за развој језичких технологија за српски језик</w:t>
      </w:r>
    </w:p>
    <w:p w14:paraId="5019D2A8" w14:textId="77777777" w:rsidR="00235DEA" w:rsidRPr="00A90824" w:rsidRDefault="00235DEA" w:rsidP="00235DEA">
      <w:pPr>
        <w:pStyle w:val="Heading4"/>
        <w:rPr>
          <w:color w:val="000000"/>
          <w:szCs w:val="24"/>
        </w:rPr>
      </w:pPr>
      <w:r w:rsidRPr="00A90824">
        <w:rPr>
          <w:color w:val="000000"/>
          <w:szCs w:val="24"/>
        </w:rPr>
        <w:t>Опис мере:</w:t>
      </w:r>
    </w:p>
    <w:p w14:paraId="09B35D03" w14:textId="77777777" w:rsidR="00235DEA" w:rsidRPr="00A90824" w:rsidRDefault="00235DEA" w:rsidP="00235DEA">
      <w:pPr>
        <w:rPr>
          <w:color w:val="000000"/>
          <w:szCs w:val="24"/>
          <w:lang w:val="sr-Cyrl-RS"/>
        </w:rPr>
      </w:pPr>
      <w:r w:rsidRPr="00A90824">
        <w:rPr>
          <w:color w:val="000000"/>
          <w:szCs w:val="24"/>
          <w:lang w:val="sr-Cyrl-RS"/>
        </w:rPr>
        <w:t>Језичке технологије омогућавају корисницима да комуницирају с</w:t>
      </w:r>
      <w:r w:rsidR="00562C18" w:rsidRPr="00A90824">
        <w:rPr>
          <w:color w:val="000000"/>
          <w:szCs w:val="24"/>
          <w:lang w:val="sr-Cyrl-RS"/>
        </w:rPr>
        <w:t>а</w:t>
      </w:r>
      <w:r w:rsidRPr="00A90824">
        <w:rPr>
          <w:color w:val="000000"/>
          <w:szCs w:val="24"/>
          <w:lang w:val="sr-Cyrl-RS"/>
        </w:rPr>
        <w:t xml:space="preserve"> рачунарима, уређајима или системима користећи природни језик, што смањује потребу за специфичним техничким знањем или обуком. Самим тим, оне олакшавају интеракцију с</w:t>
      </w:r>
      <w:r w:rsidR="00534FC3" w:rsidRPr="00A90824">
        <w:rPr>
          <w:color w:val="000000"/>
          <w:szCs w:val="24"/>
          <w:lang w:val="sr-Cyrl-RS"/>
        </w:rPr>
        <w:t>а</w:t>
      </w:r>
      <w:r w:rsidRPr="00A90824">
        <w:rPr>
          <w:color w:val="000000"/>
          <w:szCs w:val="24"/>
          <w:lang w:val="sr-Cyrl-RS"/>
        </w:rPr>
        <w:t xml:space="preserve"> уређајима као што су паметни телефони или кућни </w:t>
      </w:r>
      <w:r w:rsidR="00534FC3" w:rsidRPr="00A90824">
        <w:rPr>
          <w:color w:val="000000"/>
          <w:szCs w:val="24"/>
          <w:lang w:val="sr-Cyrl-RS"/>
        </w:rPr>
        <w:t>апарати</w:t>
      </w:r>
      <w:r w:rsidRPr="00A90824">
        <w:rPr>
          <w:color w:val="000000"/>
          <w:szCs w:val="24"/>
          <w:lang w:val="sr-Cyrl-RS"/>
        </w:rPr>
        <w:t>, чиме се повећава њихова употребљивост и доступност шир</w:t>
      </w:r>
      <w:r w:rsidR="00534FC3" w:rsidRPr="00A90824">
        <w:rPr>
          <w:color w:val="000000"/>
          <w:szCs w:val="24"/>
          <w:lang w:val="sr-Cyrl-RS"/>
        </w:rPr>
        <w:t>ој популацији</w:t>
      </w:r>
      <w:r w:rsidRPr="00A90824">
        <w:rPr>
          <w:color w:val="000000"/>
          <w:szCs w:val="24"/>
          <w:lang w:val="sr-Cyrl-RS"/>
        </w:rPr>
        <w:t xml:space="preserve">. Национални програм за развој језичких технологија усмерен је на развој дигиталне инфраструктуре за српски језик која ће развој језичких технологија учинити ефикаснијим и економичнијим, </w:t>
      </w:r>
      <w:r w:rsidR="00534FC3" w:rsidRPr="00A90824">
        <w:rPr>
          <w:color w:val="000000"/>
          <w:szCs w:val="24"/>
          <w:lang w:val="sr-Cyrl-RS"/>
        </w:rPr>
        <w:t>уз поштовање</w:t>
      </w:r>
      <w:r w:rsidRPr="00A90824">
        <w:rPr>
          <w:color w:val="000000"/>
          <w:szCs w:val="24"/>
          <w:lang w:val="sr-Cyrl-RS"/>
        </w:rPr>
        <w:t xml:space="preserve"> језичк</w:t>
      </w:r>
      <w:r w:rsidR="002337C8" w:rsidRPr="00A90824">
        <w:rPr>
          <w:color w:val="000000"/>
          <w:szCs w:val="24"/>
          <w:lang w:val="sr-Cyrl-RS"/>
        </w:rPr>
        <w:t>их</w:t>
      </w:r>
      <w:r w:rsidRPr="00A90824">
        <w:rPr>
          <w:color w:val="000000"/>
          <w:szCs w:val="24"/>
          <w:lang w:val="sr-Cyrl-RS"/>
        </w:rPr>
        <w:t xml:space="preserve"> </w:t>
      </w:r>
      <w:r w:rsidR="002337C8" w:rsidRPr="00A90824">
        <w:rPr>
          <w:color w:val="000000"/>
          <w:szCs w:val="24"/>
          <w:lang w:val="sr-Cyrl-RS"/>
        </w:rPr>
        <w:t>специфичности</w:t>
      </w:r>
      <w:r w:rsidRPr="00A90824">
        <w:rPr>
          <w:color w:val="000000"/>
          <w:szCs w:val="24"/>
          <w:lang w:val="sr-Cyrl-RS"/>
        </w:rPr>
        <w:t xml:space="preserve"> српског језика. </w:t>
      </w:r>
      <w:r w:rsidR="002337C8" w:rsidRPr="00A90824">
        <w:rPr>
          <w:color w:val="000000"/>
          <w:szCs w:val="24"/>
          <w:lang w:val="sr-Cyrl-RS"/>
        </w:rPr>
        <w:t>Тиме</w:t>
      </w:r>
      <w:r w:rsidRPr="00A90824">
        <w:rPr>
          <w:color w:val="000000"/>
          <w:szCs w:val="24"/>
          <w:lang w:val="sr-Cyrl-RS"/>
        </w:rPr>
        <w:t xml:space="preserve"> ће српски језик </w:t>
      </w:r>
      <w:r w:rsidR="002337C8" w:rsidRPr="00A90824">
        <w:rPr>
          <w:color w:val="000000"/>
          <w:szCs w:val="24"/>
          <w:lang w:val="sr-Cyrl-RS"/>
        </w:rPr>
        <w:t xml:space="preserve">бити </w:t>
      </w:r>
      <w:r w:rsidRPr="00A90824">
        <w:rPr>
          <w:color w:val="000000"/>
          <w:szCs w:val="24"/>
          <w:lang w:val="sr-Cyrl-RS"/>
        </w:rPr>
        <w:t>присутнији и утицајнији у дигиталном добу</w:t>
      </w:r>
      <w:r w:rsidR="002A4F7B" w:rsidRPr="00A90824">
        <w:rPr>
          <w:color w:val="000000"/>
          <w:szCs w:val="24"/>
          <w:lang w:val="sr-Cyrl-RS"/>
        </w:rPr>
        <w:t>,</w:t>
      </w:r>
      <w:r w:rsidR="002337C8" w:rsidRPr="00A90824">
        <w:rPr>
          <w:color w:val="000000"/>
          <w:szCs w:val="24"/>
          <w:lang w:val="sr-Cyrl-RS"/>
        </w:rPr>
        <w:t xml:space="preserve"> а самим тим и присутнији у популацији која га користи</w:t>
      </w:r>
      <w:r w:rsidRPr="00A90824">
        <w:rPr>
          <w:color w:val="000000"/>
          <w:szCs w:val="24"/>
          <w:lang w:val="sr-Cyrl-RS"/>
        </w:rPr>
        <w:t>.</w:t>
      </w:r>
    </w:p>
    <w:p w14:paraId="4103F7BC" w14:textId="77777777" w:rsidR="00235DEA" w:rsidRPr="00A90824" w:rsidRDefault="00235DEA" w:rsidP="00235DEA">
      <w:pPr>
        <w:rPr>
          <w:color w:val="000000"/>
          <w:szCs w:val="24"/>
          <w:lang w:val="sr-Cyrl-RS"/>
        </w:rPr>
      </w:pPr>
      <w:r w:rsidRPr="00A90824">
        <w:rPr>
          <w:color w:val="000000"/>
          <w:szCs w:val="24"/>
          <w:lang w:val="sr-Cyrl-RS"/>
        </w:rPr>
        <w:t xml:space="preserve">Важан елемент у развоју система говорне комуникације човек-машина представљају језички модели који омогућавају да се кориснички упити или изјаве на </w:t>
      </w:r>
      <w:r w:rsidR="00EA09D2" w:rsidRPr="00A90824">
        <w:rPr>
          <w:color w:val="000000"/>
          <w:szCs w:val="24"/>
          <w:lang w:val="sr-Cyrl-RS"/>
        </w:rPr>
        <w:t xml:space="preserve">одређеном </w:t>
      </w:r>
      <w:r w:rsidRPr="00A90824">
        <w:rPr>
          <w:color w:val="000000"/>
          <w:szCs w:val="24"/>
          <w:lang w:val="sr-Cyrl-RS"/>
        </w:rPr>
        <w:t xml:space="preserve">језику правилно разумеју, узимајући у обзир контекст, те да се на основу тога генеришу одговори или </w:t>
      </w:r>
      <w:r w:rsidR="00EA09D2" w:rsidRPr="00A90824">
        <w:rPr>
          <w:color w:val="000000"/>
          <w:szCs w:val="24"/>
          <w:lang w:val="sr-Cyrl-RS"/>
        </w:rPr>
        <w:t xml:space="preserve">друге </w:t>
      </w:r>
      <w:r w:rsidRPr="00A90824">
        <w:rPr>
          <w:color w:val="000000"/>
          <w:szCs w:val="24"/>
          <w:lang w:val="sr-Cyrl-RS"/>
        </w:rPr>
        <w:t xml:space="preserve">акције </w:t>
      </w:r>
      <w:r w:rsidR="00EA09D2" w:rsidRPr="00A90824">
        <w:rPr>
          <w:color w:val="000000"/>
          <w:szCs w:val="24"/>
          <w:lang w:val="sr-Cyrl-RS"/>
        </w:rPr>
        <w:t>у односу на</w:t>
      </w:r>
      <w:r w:rsidRPr="00A90824">
        <w:rPr>
          <w:color w:val="000000"/>
          <w:szCs w:val="24"/>
          <w:lang w:val="sr-Cyrl-RS"/>
        </w:rPr>
        <w:t xml:space="preserve"> кориснички захтев. Поред формирања језичких ресурса у текстуалном формату, неопходних за развој оваквих језичких модела, мера обухвата успостављање партнерстава са технолошким компанијама и академским установама, организацију специјализованих програма обуке за развој </w:t>
      </w:r>
      <w:r w:rsidR="00EA09D2" w:rsidRPr="00A90824">
        <w:rPr>
          <w:color w:val="000000"/>
          <w:szCs w:val="24"/>
          <w:lang w:val="sr-Cyrl-RS"/>
        </w:rPr>
        <w:t xml:space="preserve">вештачке интелигенције </w:t>
      </w:r>
      <w:r w:rsidRPr="00A90824">
        <w:rPr>
          <w:color w:val="000000"/>
          <w:szCs w:val="24"/>
          <w:lang w:val="sr-Cyrl-RS"/>
        </w:rPr>
        <w:t>и језичких технологија, дигитализацију архивских докумената и повезивање јединствене платформе за претраживање дигиталне архивске грађе, имплементацију пилот пројеката у државним органима и др.</w:t>
      </w:r>
    </w:p>
    <w:p w14:paraId="5043B140" w14:textId="77777777" w:rsidR="00235DEA" w:rsidRPr="00A90824" w:rsidRDefault="00235DEA" w:rsidP="00235DEA">
      <w:pPr>
        <w:pStyle w:val="Heading4"/>
        <w:rPr>
          <w:color w:val="000000"/>
          <w:szCs w:val="24"/>
        </w:rPr>
      </w:pPr>
      <w:r w:rsidRPr="00A90824">
        <w:rPr>
          <w:color w:val="000000"/>
          <w:szCs w:val="24"/>
        </w:rPr>
        <w:t>Период реализације:</w:t>
      </w:r>
    </w:p>
    <w:p w14:paraId="4FF3C8CE" w14:textId="77777777" w:rsidR="00235DEA" w:rsidRPr="00A90824" w:rsidRDefault="00075CDD" w:rsidP="00235DEA">
      <w:pPr>
        <w:rPr>
          <w:color w:val="000000"/>
          <w:szCs w:val="24"/>
          <w:lang w:val="sr-Latn-RS"/>
        </w:rPr>
      </w:pPr>
      <w:r w:rsidRPr="00A90824">
        <w:rPr>
          <w:color w:val="000000"/>
          <w:szCs w:val="24"/>
          <w:lang w:val="sr-Cyrl-RS"/>
        </w:rPr>
        <w:t>2025</w:t>
      </w:r>
      <w:r w:rsidR="00512FEE" w:rsidRPr="00A90824">
        <w:rPr>
          <w:color w:val="000000"/>
          <w:szCs w:val="24"/>
          <w:lang w:val="sr-Latn-RS"/>
        </w:rPr>
        <w:t>.</w:t>
      </w:r>
      <w:r w:rsidR="00235DEA" w:rsidRPr="00A90824">
        <w:rPr>
          <w:color w:val="000000"/>
          <w:szCs w:val="24"/>
          <w:lang w:val="sr-Cyrl-RS"/>
        </w:rPr>
        <w:t>-2030</w:t>
      </w:r>
      <w:r w:rsidR="00512FEE" w:rsidRPr="00A90824">
        <w:rPr>
          <w:color w:val="000000"/>
          <w:szCs w:val="24"/>
          <w:lang w:val="sr-Latn-RS"/>
        </w:rPr>
        <w:t>.</w:t>
      </w:r>
    </w:p>
    <w:p w14:paraId="566B5788" w14:textId="77777777" w:rsidR="00235DEA" w:rsidRPr="00A90824" w:rsidRDefault="00235DEA" w:rsidP="00235DEA">
      <w:pPr>
        <w:pStyle w:val="Heading4"/>
        <w:rPr>
          <w:color w:val="000000"/>
          <w:szCs w:val="24"/>
        </w:rPr>
      </w:pPr>
      <w:r w:rsidRPr="00A90824">
        <w:rPr>
          <w:color w:val="000000"/>
          <w:szCs w:val="24"/>
        </w:rPr>
        <w:t>Надлежне институције:</w:t>
      </w:r>
    </w:p>
    <w:p w14:paraId="6F09EE4B" w14:textId="77777777" w:rsidR="00235DEA" w:rsidRPr="00A90824" w:rsidRDefault="00235DEA" w:rsidP="00235DEA">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A74649" w:rsidRPr="00A90824">
        <w:rPr>
          <w:color w:val="000000"/>
          <w:szCs w:val="24"/>
          <w:lang w:val="sr-Cyrl-RS"/>
        </w:rPr>
        <w:t xml:space="preserve">научноистраживачку и иновациону делатност </w:t>
      </w:r>
      <w:r w:rsidRPr="00A90824">
        <w:rPr>
          <w:color w:val="000000"/>
          <w:szCs w:val="24"/>
          <w:lang w:val="sr-Cyrl-RS"/>
        </w:rPr>
        <w:t>(носилац)</w:t>
      </w:r>
    </w:p>
    <w:p w14:paraId="6B07B70B" w14:textId="77777777" w:rsidR="00A74649" w:rsidRPr="00A90824" w:rsidRDefault="00A74649" w:rsidP="00235DEA">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w:t>
      </w:r>
      <w:r w:rsidR="00236765" w:rsidRPr="00A90824">
        <w:rPr>
          <w:color w:val="000000"/>
          <w:szCs w:val="24"/>
          <w:lang w:val="sr-Cyrl-RS"/>
        </w:rPr>
        <w:t xml:space="preserve">надлежно за </w:t>
      </w:r>
      <w:r w:rsidRPr="00A90824">
        <w:rPr>
          <w:color w:val="000000"/>
          <w:szCs w:val="24"/>
          <w:lang w:val="sr-Cyrl-RS"/>
        </w:rPr>
        <w:t>државн</w:t>
      </w:r>
      <w:r w:rsidR="00236765" w:rsidRPr="00A90824">
        <w:rPr>
          <w:color w:val="000000"/>
          <w:szCs w:val="24"/>
          <w:lang w:val="sr-Cyrl-RS"/>
        </w:rPr>
        <w:t>у</w:t>
      </w:r>
      <w:r w:rsidRPr="00A90824">
        <w:rPr>
          <w:color w:val="000000"/>
          <w:szCs w:val="24"/>
          <w:lang w:val="sr-Cyrl-RS"/>
        </w:rPr>
        <w:t xml:space="preserve"> управ</w:t>
      </w:r>
      <w:r w:rsidR="00236765" w:rsidRPr="00A90824">
        <w:rPr>
          <w:color w:val="000000"/>
          <w:szCs w:val="24"/>
          <w:lang w:val="sr-Cyrl-RS"/>
        </w:rPr>
        <w:t>у</w:t>
      </w:r>
      <w:r w:rsidRPr="00A90824">
        <w:rPr>
          <w:color w:val="000000"/>
          <w:szCs w:val="24"/>
          <w:lang w:val="sr-Cyrl-RS"/>
        </w:rPr>
        <w:t xml:space="preserve"> и локалн</w:t>
      </w:r>
      <w:r w:rsidR="00236765" w:rsidRPr="00A90824">
        <w:rPr>
          <w:color w:val="000000"/>
          <w:szCs w:val="24"/>
          <w:lang w:val="sr-Cyrl-RS"/>
        </w:rPr>
        <w:t>у</w:t>
      </w:r>
      <w:r w:rsidRPr="00A90824">
        <w:rPr>
          <w:color w:val="000000"/>
          <w:szCs w:val="24"/>
          <w:lang w:val="sr-Cyrl-RS"/>
        </w:rPr>
        <w:t xml:space="preserve"> самоуправ</w:t>
      </w:r>
      <w:r w:rsidR="00236765" w:rsidRPr="00A90824">
        <w:rPr>
          <w:color w:val="000000"/>
          <w:szCs w:val="24"/>
          <w:lang w:val="sr-Cyrl-RS"/>
        </w:rPr>
        <w:t>у</w:t>
      </w:r>
      <w:r w:rsidRPr="00A90824">
        <w:rPr>
          <w:color w:val="000000"/>
          <w:szCs w:val="24"/>
          <w:lang w:val="sr-Cyrl-RS"/>
        </w:rPr>
        <w:t xml:space="preserve"> (партнер)</w:t>
      </w:r>
    </w:p>
    <w:p w14:paraId="22060E52" w14:textId="77777777" w:rsidR="00031B16" w:rsidRPr="00A90824" w:rsidRDefault="00031B16" w:rsidP="00031B1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културу (партнер)</w:t>
      </w:r>
    </w:p>
    <w:p w14:paraId="5D6013DD" w14:textId="77777777" w:rsidR="00A74649" w:rsidRPr="00A90824" w:rsidRDefault="00A74649" w:rsidP="00235DEA">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Народна библиотека Србије (партнер)</w:t>
      </w:r>
    </w:p>
    <w:p w14:paraId="49E6E857" w14:textId="77777777" w:rsidR="00031B16" w:rsidRPr="00A90824" w:rsidRDefault="00031B16" w:rsidP="00235DEA">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Институт за српски језик САНУ (партнер)</w:t>
      </w:r>
    </w:p>
    <w:p w14:paraId="3A6C3064" w14:textId="77777777" w:rsidR="00031B16" w:rsidRPr="00A90824" w:rsidRDefault="00031B16" w:rsidP="00235DEA">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Институт за вештачку интелигенцију (партнер)</w:t>
      </w:r>
    </w:p>
    <w:p w14:paraId="63893D8C" w14:textId="77777777" w:rsidR="00235DEA" w:rsidRPr="00A90824" w:rsidRDefault="00A74649" w:rsidP="00235DEA">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Канцеларија</w:t>
      </w:r>
      <w:r w:rsidR="006A539F" w:rsidRPr="00A90824">
        <w:rPr>
          <w:color w:val="000000"/>
          <w:szCs w:val="24"/>
          <w:lang w:val="sr-Cyrl-RS"/>
        </w:rPr>
        <w:t xml:space="preserve"> за информационе технологије и електронску управу </w:t>
      </w:r>
      <w:r w:rsidR="00235DEA" w:rsidRPr="00A90824">
        <w:rPr>
          <w:color w:val="000000"/>
          <w:szCs w:val="24"/>
          <w:lang w:val="sr-Cyrl-RS"/>
        </w:rPr>
        <w:t>(партнер)</w:t>
      </w:r>
    </w:p>
    <w:p w14:paraId="230B202B" w14:textId="77777777" w:rsidR="00235DEA" w:rsidRPr="00A90824" w:rsidRDefault="00235DEA" w:rsidP="00235DEA">
      <w:pPr>
        <w:pStyle w:val="Heading4"/>
        <w:rPr>
          <w:color w:val="000000"/>
          <w:szCs w:val="24"/>
        </w:rPr>
      </w:pPr>
      <w:r w:rsidRPr="00A90824">
        <w:rPr>
          <w:color w:val="000000"/>
          <w:szCs w:val="24"/>
        </w:rPr>
        <w:t>Показатељи:</w:t>
      </w:r>
    </w:p>
    <w:p w14:paraId="7CDDD235" w14:textId="77777777" w:rsidR="00235DEA" w:rsidRPr="00A90824" w:rsidRDefault="00235DEA" w:rsidP="00E63B22">
      <w:pPr>
        <w:pStyle w:val="ListParagraph"/>
        <w:numPr>
          <w:ilvl w:val="0"/>
          <w:numId w:val="18"/>
        </w:numPr>
        <w:spacing w:after="60"/>
        <w:ind w:hanging="513"/>
        <w:contextualSpacing w:val="0"/>
        <w:rPr>
          <w:color w:val="000000"/>
          <w:szCs w:val="24"/>
          <w:lang w:val="sr-Cyrl-RS"/>
        </w:rPr>
      </w:pPr>
      <w:r w:rsidRPr="00A90824">
        <w:rPr>
          <w:color w:val="000000"/>
          <w:szCs w:val="24"/>
          <w:lang w:val="sr-Cyrl-RS"/>
        </w:rPr>
        <w:t>Број анотираних текстуалних корпуса објављених на годишњем нивоу, са метаподацима који указују на величину (у речима) и врсте анотација (нпр. синтаксичке, семантичке)</w:t>
      </w:r>
    </w:p>
    <w:p w14:paraId="64D62B1F" w14:textId="77777777" w:rsidR="00235DEA" w:rsidRPr="00A90824" w:rsidRDefault="00235DEA" w:rsidP="006A539F">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r w:rsidRPr="00A90824">
        <w:rPr>
          <w:rStyle w:val="FootnoteReference"/>
          <w:color w:val="000000"/>
          <w:szCs w:val="24"/>
          <w:lang w:val="sr-Cyrl-RS"/>
        </w:rPr>
        <w:footnoteReference w:id="10"/>
      </w:r>
    </w:p>
    <w:p w14:paraId="07412573"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10 (укупне величине 1.000.000 речи)</w:t>
      </w:r>
    </w:p>
    <w:p w14:paraId="69465071"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20 (укупне величине 2.000.000 речи)</w:t>
      </w:r>
    </w:p>
    <w:p w14:paraId="4988EA93" w14:textId="77777777" w:rsidR="00235DEA" w:rsidRPr="00A90824" w:rsidRDefault="00235DEA" w:rsidP="00E63B22">
      <w:pPr>
        <w:pStyle w:val="ListParagraph"/>
        <w:numPr>
          <w:ilvl w:val="0"/>
          <w:numId w:val="18"/>
        </w:numPr>
        <w:spacing w:before="120" w:after="60"/>
        <w:ind w:hanging="513"/>
        <w:contextualSpacing w:val="0"/>
        <w:rPr>
          <w:color w:val="000000"/>
          <w:szCs w:val="24"/>
          <w:lang w:val="sr-Cyrl-RS"/>
        </w:rPr>
      </w:pPr>
      <w:r w:rsidRPr="00A90824">
        <w:rPr>
          <w:color w:val="000000"/>
          <w:szCs w:val="24"/>
          <w:lang w:val="sr-Cyrl-RS"/>
        </w:rPr>
        <w:t>Број неанотираних текстуалних корпуса објављених на годишњем нивоу, са назначеном величином (изражена бројем речи)</w:t>
      </w:r>
    </w:p>
    <w:p w14:paraId="249BD5FB"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r w:rsidR="002C52A3" w:rsidRPr="00A90824">
        <w:rPr>
          <w:rStyle w:val="FootnoteReference"/>
          <w:color w:val="000000"/>
          <w:szCs w:val="24"/>
          <w:lang w:val="sr-Cyrl-RS"/>
        </w:rPr>
        <w:footnoteReference w:id="11"/>
      </w:r>
    </w:p>
    <w:p w14:paraId="096CCA17"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200.000.000</w:t>
      </w:r>
    </w:p>
    <w:p w14:paraId="2D9187E8"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500.000.000</w:t>
      </w:r>
    </w:p>
    <w:p w14:paraId="4317A7EC" w14:textId="77777777" w:rsidR="00235DEA" w:rsidRPr="00A90824" w:rsidRDefault="00235DEA" w:rsidP="00E63B22">
      <w:pPr>
        <w:pStyle w:val="ListParagraph"/>
        <w:numPr>
          <w:ilvl w:val="0"/>
          <w:numId w:val="18"/>
        </w:numPr>
        <w:spacing w:before="120" w:after="60"/>
        <w:ind w:hanging="513"/>
        <w:contextualSpacing w:val="0"/>
        <w:rPr>
          <w:color w:val="000000"/>
          <w:szCs w:val="24"/>
          <w:lang w:val="sr-Cyrl-RS"/>
        </w:rPr>
      </w:pPr>
      <w:r w:rsidRPr="00A90824">
        <w:rPr>
          <w:color w:val="000000"/>
          <w:szCs w:val="24"/>
          <w:lang w:val="sr-Cyrl-RS"/>
        </w:rPr>
        <w:t>Укупан број сати аудио материјала објављеног на годишњем нивоу, са наведеним подацима да ли је материјал анотиран (са транскрипцијама, ознакама говорника и сл.) или неанотиран</w:t>
      </w:r>
    </w:p>
    <w:p w14:paraId="7D91DE00"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r w:rsidR="002C52A3" w:rsidRPr="00A90824">
        <w:rPr>
          <w:rStyle w:val="FootnoteReference"/>
          <w:color w:val="000000"/>
          <w:szCs w:val="24"/>
          <w:lang w:val="sr-Cyrl-RS"/>
        </w:rPr>
        <w:footnoteReference w:id="12"/>
      </w:r>
    </w:p>
    <w:p w14:paraId="5FFE9AF6"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1.000</w:t>
      </w:r>
    </w:p>
    <w:p w14:paraId="458BBE09"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2.000</w:t>
      </w:r>
    </w:p>
    <w:p w14:paraId="1D0643FA" w14:textId="77777777" w:rsidR="00235DEA" w:rsidRPr="00A90824" w:rsidRDefault="00235DEA" w:rsidP="00E63B22">
      <w:pPr>
        <w:pStyle w:val="ListParagraph"/>
        <w:numPr>
          <w:ilvl w:val="0"/>
          <w:numId w:val="18"/>
        </w:numPr>
        <w:spacing w:before="120" w:after="60"/>
        <w:ind w:hanging="513"/>
        <w:contextualSpacing w:val="0"/>
        <w:rPr>
          <w:color w:val="000000"/>
          <w:szCs w:val="24"/>
          <w:lang w:val="sr-Cyrl-RS"/>
        </w:rPr>
      </w:pPr>
      <w:r w:rsidRPr="00A90824">
        <w:rPr>
          <w:color w:val="000000"/>
          <w:szCs w:val="24"/>
          <w:lang w:val="sr-Cyrl-RS"/>
        </w:rPr>
        <w:t>Број пословних процеса унутар државне управе чија оптимизација се успешно пилотира применом језичких технологија</w:t>
      </w:r>
    </w:p>
    <w:p w14:paraId="146A8618"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55A70A01"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15</w:t>
      </w:r>
    </w:p>
    <w:p w14:paraId="0437A68D"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30</w:t>
      </w:r>
    </w:p>
    <w:p w14:paraId="65FD2F0F" w14:textId="77777777" w:rsidR="00235DEA" w:rsidRPr="00A90824" w:rsidRDefault="00235DEA" w:rsidP="00E63B22">
      <w:pPr>
        <w:pStyle w:val="ListParagraph"/>
        <w:numPr>
          <w:ilvl w:val="0"/>
          <w:numId w:val="18"/>
        </w:numPr>
        <w:spacing w:before="120" w:after="60"/>
        <w:ind w:hanging="513"/>
        <w:contextualSpacing w:val="0"/>
        <w:rPr>
          <w:color w:val="000000"/>
          <w:szCs w:val="24"/>
          <w:lang w:val="sr-Cyrl-RS"/>
        </w:rPr>
      </w:pPr>
      <w:r w:rsidRPr="00A90824">
        <w:rPr>
          <w:color w:val="000000"/>
          <w:szCs w:val="24"/>
          <w:lang w:val="sr-Cyrl-RS"/>
        </w:rPr>
        <w:t>Број државних службеника који заврше програм сертификације сваке године, са праћењем њихове примене нових вештина у раду</w:t>
      </w:r>
    </w:p>
    <w:p w14:paraId="3D03495C"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42223260"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500</w:t>
      </w:r>
    </w:p>
    <w:p w14:paraId="34F3728E"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1000</w:t>
      </w:r>
    </w:p>
    <w:p w14:paraId="7A7E77B7" w14:textId="77777777" w:rsidR="00235DEA" w:rsidRPr="00A90824" w:rsidRDefault="00235DEA" w:rsidP="00E63B22">
      <w:pPr>
        <w:pStyle w:val="ListParagraph"/>
        <w:numPr>
          <w:ilvl w:val="0"/>
          <w:numId w:val="18"/>
        </w:numPr>
        <w:spacing w:before="120" w:after="60"/>
        <w:ind w:hanging="513"/>
        <w:contextualSpacing w:val="0"/>
        <w:rPr>
          <w:color w:val="000000"/>
          <w:szCs w:val="24"/>
          <w:lang w:val="sr-Cyrl-RS"/>
        </w:rPr>
      </w:pPr>
      <w:r w:rsidRPr="00A90824">
        <w:rPr>
          <w:color w:val="000000"/>
          <w:szCs w:val="24"/>
          <w:lang w:val="sr-Cyrl-RS"/>
        </w:rPr>
        <w:t xml:space="preserve">Број </w:t>
      </w:r>
      <w:r w:rsidR="005F40F2" w:rsidRPr="00A90824">
        <w:rPr>
          <w:color w:val="000000"/>
          <w:szCs w:val="24"/>
          <w:lang w:val="sr-Cyrl-RS"/>
        </w:rPr>
        <w:t>стручњака ван</w:t>
      </w:r>
      <w:r w:rsidRPr="00A90824">
        <w:rPr>
          <w:color w:val="000000"/>
          <w:szCs w:val="24"/>
          <w:lang w:val="sr-Cyrl-RS"/>
        </w:rPr>
        <w:t xml:space="preserve"> јавне управе који заврше програм сертификације сваке године, са праћењем њиховог доприноса пројектима у области језичких технологија</w:t>
      </w:r>
    </w:p>
    <w:p w14:paraId="60C3A848"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4D1BB549"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500</w:t>
      </w:r>
    </w:p>
    <w:p w14:paraId="3B069746" w14:textId="77777777" w:rsidR="00235DEA" w:rsidRPr="00A90824" w:rsidRDefault="00235DEA" w:rsidP="00235DE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1000</w:t>
      </w:r>
    </w:p>
    <w:p w14:paraId="06E62589" w14:textId="77777777" w:rsidR="00A0311A" w:rsidRPr="00A90824" w:rsidRDefault="00A0311A" w:rsidP="00A0311A">
      <w:pPr>
        <w:pStyle w:val="Heading2"/>
        <w:rPr>
          <w:color w:val="000000"/>
          <w:sz w:val="24"/>
          <w:szCs w:val="24"/>
        </w:rPr>
      </w:pPr>
      <w:bookmarkStart w:id="47" w:name="_Toc174901939"/>
      <w:r w:rsidRPr="00A90824">
        <w:rPr>
          <w:color w:val="000000"/>
          <w:sz w:val="24"/>
          <w:szCs w:val="24"/>
        </w:rPr>
        <w:t xml:space="preserve">Циљ </w:t>
      </w:r>
      <w:r w:rsidR="009C0EDE" w:rsidRPr="00A90824">
        <w:rPr>
          <w:color w:val="000000"/>
          <w:sz w:val="24"/>
          <w:szCs w:val="24"/>
        </w:rPr>
        <w:t>5</w:t>
      </w:r>
      <w:r w:rsidRPr="00A90824">
        <w:rPr>
          <w:color w:val="000000"/>
          <w:sz w:val="24"/>
          <w:szCs w:val="24"/>
        </w:rPr>
        <w:t xml:space="preserve"> – </w:t>
      </w:r>
      <w:r w:rsidR="003170A1" w:rsidRPr="00A90824">
        <w:rPr>
          <w:color w:val="000000"/>
          <w:sz w:val="24"/>
          <w:szCs w:val="24"/>
        </w:rPr>
        <w:t xml:space="preserve">Коришћење података као значајног ресурса </w:t>
      </w:r>
      <w:r w:rsidRPr="00A90824">
        <w:rPr>
          <w:color w:val="000000"/>
          <w:sz w:val="24"/>
          <w:szCs w:val="24"/>
        </w:rPr>
        <w:t xml:space="preserve">за развој вештачке интелигенције </w:t>
      </w:r>
    </w:p>
    <w:p w14:paraId="463AA8B9" w14:textId="77777777" w:rsidR="00A0311A" w:rsidRPr="00A90824" w:rsidRDefault="00A0311A" w:rsidP="00A0311A">
      <w:pPr>
        <w:rPr>
          <w:color w:val="000000"/>
          <w:szCs w:val="24"/>
          <w:lang w:val="sr-Cyrl-RS"/>
        </w:rPr>
      </w:pPr>
      <w:r w:rsidRPr="00A90824">
        <w:rPr>
          <w:color w:val="000000"/>
          <w:szCs w:val="24"/>
          <w:lang w:val="sr-Cyrl-RS"/>
        </w:rPr>
        <w:t xml:space="preserve">Подаци су кључни ресурс за развој вештачке интелигенције. Без њих није могуће развијати моделе и системе. Изградња капацитета за управљање и инжењеринг података у управи је неопходна јер осигурава да подаци буду адекватно прикупљени, обрађени и заштићени, што је неопходно за развој и примену </w:t>
      </w:r>
      <w:r w:rsidR="00562C18" w:rsidRPr="00A90824">
        <w:rPr>
          <w:color w:val="000000"/>
          <w:szCs w:val="24"/>
          <w:lang w:val="sr-Cyrl-RS"/>
        </w:rPr>
        <w:t xml:space="preserve">оваквих </w:t>
      </w:r>
      <w:r w:rsidRPr="00A90824">
        <w:rPr>
          <w:color w:val="000000"/>
          <w:szCs w:val="24"/>
          <w:lang w:val="sr-Cyrl-RS"/>
        </w:rPr>
        <w:t xml:space="preserve">модела и система. Стандардизација формата података осигурава њихову компатибилност и лаку интеграцију између различитих система, што побољшава квалитет и корисност података у развоју вештачке интелигенције, омогућава лакши развој система и омогућава непристрасност и гаранцију </w:t>
      </w:r>
      <w:r w:rsidR="00562C18" w:rsidRPr="00A90824">
        <w:rPr>
          <w:color w:val="000000"/>
          <w:szCs w:val="24"/>
          <w:lang w:val="sr-Cyrl-RS"/>
        </w:rPr>
        <w:t xml:space="preserve">примене </w:t>
      </w:r>
      <w:r w:rsidRPr="00A90824">
        <w:rPr>
          <w:color w:val="000000"/>
          <w:szCs w:val="24"/>
          <w:lang w:val="sr-Cyrl-RS"/>
        </w:rPr>
        <w:t>етичких принципа. Поред капацитета и стандардизације, потребно је омогући</w:t>
      </w:r>
      <w:r w:rsidR="00650A4D" w:rsidRPr="00A90824">
        <w:rPr>
          <w:color w:val="000000"/>
          <w:szCs w:val="24"/>
          <w:lang w:val="sr-Cyrl-RS"/>
        </w:rPr>
        <w:t>ти</w:t>
      </w:r>
      <w:r w:rsidRPr="00A90824">
        <w:rPr>
          <w:color w:val="000000"/>
          <w:szCs w:val="24"/>
          <w:lang w:val="sr-Cyrl-RS"/>
        </w:rPr>
        <w:t xml:space="preserve"> и лакши приступ подацима па је неопходно подстицати отварање великих скупова података како у државном тако и у приватном сектору.</w:t>
      </w:r>
    </w:p>
    <w:p w14:paraId="02085867" w14:textId="77777777" w:rsidR="00BC3108" w:rsidRPr="00A90824" w:rsidRDefault="00BC3108" w:rsidP="00BC3108">
      <w:pPr>
        <w:pStyle w:val="Heading4"/>
        <w:rPr>
          <w:szCs w:val="24"/>
        </w:rPr>
      </w:pPr>
      <w:r w:rsidRPr="00A90824">
        <w:rPr>
          <w:szCs w:val="24"/>
        </w:rPr>
        <w:t xml:space="preserve">Период реализације посебног циља: </w:t>
      </w:r>
    </w:p>
    <w:p w14:paraId="15340F0F" w14:textId="5B44CB02" w:rsidR="00BC3108" w:rsidRPr="00A90824" w:rsidRDefault="00BC3108" w:rsidP="00BC3108">
      <w:pPr>
        <w:rPr>
          <w:szCs w:val="24"/>
          <w:lang w:val="sr-Cyrl-RS"/>
        </w:rPr>
      </w:pPr>
      <w:r w:rsidRPr="00A90824">
        <w:rPr>
          <w:szCs w:val="24"/>
          <w:lang w:val="sr-Cyrl-RS"/>
        </w:rPr>
        <w:t>2025-2030.</w:t>
      </w:r>
    </w:p>
    <w:p w14:paraId="1F2E5FA8" w14:textId="77777777" w:rsidR="00BC3108" w:rsidRPr="00A90824" w:rsidRDefault="00BC3108" w:rsidP="00BC3108">
      <w:pPr>
        <w:pStyle w:val="Heading4"/>
        <w:spacing w:after="0"/>
        <w:rPr>
          <w:szCs w:val="24"/>
        </w:rPr>
      </w:pPr>
      <w:r w:rsidRPr="00A90824">
        <w:rPr>
          <w:szCs w:val="24"/>
        </w:rPr>
        <w:t>Надлежна институција:</w:t>
      </w:r>
    </w:p>
    <w:p w14:paraId="51188406" w14:textId="77777777" w:rsidR="00BC3108" w:rsidRPr="00A90824" w:rsidRDefault="00BC3108" w:rsidP="00BC3108">
      <w:pPr>
        <w:rPr>
          <w:szCs w:val="24"/>
          <w:lang w:val="sr-Cyrl-RS"/>
        </w:rPr>
      </w:pPr>
      <w:r w:rsidRPr="00A90824">
        <w:rPr>
          <w:szCs w:val="24"/>
          <w:lang w:val="sr-Cyrl-RS"/>
        </w:rPr>
        <w:t>Министарство надлежно за научноистраживачку делатност</w:t>
      </w:r>
    </w:p>
    <w:p w14:paraId="50D07A9E" w14:textId="20455E82" w:rsidR="00244984" w:rsidRPr="00A90824" w:rsidRDefault="00244984" w:rsidP="00244984">
      <w:pPr>
        <w:pStyle w:val="Heading4"/>
        <w:rPr>
          <w:szCs w:val="24"/>
        </w:rPr>
      </w:pPr>
      <w:r w:rsidRPr="00A90824">
        <w:rPr>
          <w:szCs w:val="24"/>
        </w:rPr>
        <w:t>Показатељ:</w:t>
      </w:r>
    </w:p>
    <w:p w14:paraId="68FCE0CE" w14:textId="2359FCBB" w:rsidR="00244984" w:rsidRPr="00A90824" w:rsidRDefault="00BC3108" w:rsidP="00E63B22">
      <w:pPr>
        <w:pStyle w:val="ListParagraph"/>
        <w:numPr>
          <w:ilvl w:val="0"/>
          <w:numId w:val="38"/>
        </w:numPr>
        <w:ind w:left="567" w:hanging="371"/>
        <w:rPr>
          <w:szCs w:val="24"/>
          <w:lang w:val="sr-Cyrl-RS"/>
        </w:rPr>
      </w:pPr>
      <w:r w:rsidRPr="00A90824">
        <w:rPr>
          <w:szCs w:val="24"/>
          <w:lang w:val="sr-Cyrl-RS"/>
        </w:rPr>
        <w:t>Примена решења</w:t>
      </w:r>
      <w:r w:rsidR="00244984" w:rsidRPr="00A90824">
        <w:rPr>
          <w:szCs w:val="24"/>
          <w:lang w:val="sr-Cyrl-RS"/>
        </w:rPr>
        <w:t xml:space="preserve"> ВИ на тржишту</w:t>
      </w:r>
      <w:r w:rsidR="00306E7A">
        <w:rPr>
          <w:szCs w:val="24"/>
          <w:lang w:val="sr-Cyrl-RS"/>
        </w:rPr>
        <w:t xml:space="preserve"> </w:t>
      </w:r>
      <w:r w:rsidR="00306E7A">
        <w:rPr>
          <w:color w:val="000000"/>
          <w:szCs w:val="24"/>
          <w:lang w:val="sr-Cyrl-RS"/>
        </w:rPr>
        <w:t>Републике</w:t>
      </w:r>
      <w:r w:rsidR="00244984" w:rsidRPr="00A90824">
        <w:rPr>
          <w:szCs w:val="24"/>
          <w:lang w:val="sr-Cyrl-RS"/>
        </w:rPr>
        <w:t xml:space="preserve"> Србије које користе јавне и отворене податке</w:t>
      </w:r>
    </w:p>
    <w:p w14:paraId="61A8C2B4" w14:textId="349DD4C8" w:rsidR="00244984" w:rsidRPr="00A90824" w:rsidRDefault="00244984" w:rsidP="00E63B22">
      <w:pPr>
        <w:pStyle w:val="ListParagraph"/>
        <w:numPr>
          <w:ilvl w:val="0"/>
          <w:numId w:val="31"/>
        </w:numPr>
        <w:spacing w:after="60"/>
        <w:ind w:left="1560"/>
        <w:rPr>
          <w:szCs w:val="24"/>
          <w:lang w:val="sr-Cyrl-RS"/>
        </w:rPr>
      </w:pPr>
      <w:r w:rsidRPr="00A90824">
        <w:rPr>
          <w:szCs w:val="24"/>
          <w:lang w:val="sr-Cyrl-RS"/>
        </w:rPr>
        <w:t xml:space="preserve">Почетна вредност: 0 </w:t>
      </w:r>
    </w:p>
    <w:p w14:paraId="22425B05" w14:textId="49078815" w:rsidR="00244984" w:rsidRPr="00A90824" w:rsidRDefault="00244984" w:rsidP="00E63B22">
      <w:pPr>
        <w:pStyle w:val="ListParagraph"/>
        <w:numPr>
          <w:ilvl w:val="0"/>
          <w:numId w:val="31"/>
        </w:numPr>
        <w:spacing w:after="60"/>
        <w:ind w:left="1560"/>
        <w:rPr>
          <w:szCs w:val="24"/>
          <w:lang w:val="sr-Cyrl-RS"/>
        </w:rPr>
      </w:pPr>
      <w:r w:rsidRPr="00A90824">
        <w:rPr>
          <w:szCs w:val="24"/>
          <w:lang w:val="sr-Cyrl-RS"/>
        </w:rPr>
        <w:t>Циљна вредност за крај 2027</w:t>
      </w:r>
      <w:r w:rsidR="00BC3108" w:rsidRPr="00A90824">
        <w:rPr>
          <w:szCs w:val="24"/>
          <w:lang w:val="sr-Cyrl-RS"/>
        </w:rPr>
        <w:t>:</w:t>
      </w:r>
      <w:r w:rsidRPr="00A90824">
        <w:rPr>
          <w:szCs w:val="24"/>
          <w:lang w:val="sr-Cyrl-RS"/>
        </w:rPr>
        <w:t xml:space="preserve"> </w:t>
      </w:r>
      <w:r w:rsidR="00BC3108" w:rsidRPr="00A90824">
        <w:rPr>
          <w:szCs w:val="24"/>
          <w:lang w:val="sr-Cyrl-RS"/>
        </w:rPr>
        <w:t>3 (укупно)</w:t>
      </w:r>
    </w:p>
    <w:p w14:paraId="66AA8A4F" w14:textId="5D27EF65" w:rsidR="00244984" w:rsidRPr="00A90824" w:rsidRDefault="00BC3108" w:rsidP="00E63B22">
      <w:pPr>
        <w:pStyle w:val="ListParagraph"/>
        <w:numPr>
          <w:ilvl w:val="0"/>
          <w:numId w:val="31"/>
        </w:numPr>
        <w:ind w:left="1560" w:hanging="357"/>
        <w:rPr>
          <w:szCs w:val="24"/>
          <w:lang w:val="sr-Cyrl-RS"/>
        </w:rPr>
      </w:pPr>
      <w:r w:rsidRPr="00A90824">
        <w:rPr>
          <w:szCs w:val="24"/>
          <w:lang w:val="sr-Cyrl-RS"/>
        </w:rPr>
        <w:t>Циљна вредност за крај 2030:</w:t>
      </w:r>
      <w:r w:rsidR="00244984" w:rsidRPr="00A90824">
        <w:rPr>
          <w:szCs w:val="24"/>
          <w:lang w:val="sr-Cyrl-RS"/>
        </w:rPr>
        <w:t xml:space="preserve"> </w:t>
      </w:r>
      <w:r w:rsidRPr="00A90824">
        <w:rPr>
          <w:szCs w:val="24"/>
          <w:lang w:val="sr-Cyrl-RS"/>
        </w:rPr>
        <w:t>20 (укупно)</w:t>
      </w:r>
    </w:p>
    <w:p w14:paraId="5367A4A3" w14:textId="77777777" w:rsidR="00A0311A" w:rsidRPr="00A90824" w:rsidRDefault="00A0311A" w:rsidP="00A0311A">
      <w:pPr>
        <w:pStyle w:val="Heading3"/>
        <w:rPr>
          <w:color w:val="000000"/>
          <w:sz w:val="24"/>
          <w:szCs w:val="24"/>
        </w:rPr>
      </w:pPr>
      <w:r w:rsidRPr="00A90824">
        <w:rPr>
          <w:color w:val="000000"/>
          <w:sz w:val="24"/>
          <w:szCs w:val="24"/>
        </w:rPr>
        <w:t xml:space="preserve">Мера </w:t>
      </w:r>
      <w:r w:rsidR="009C0EDE" w:rsidRPr="00A90824">
        <w:rPr>
          <w:color w:val="000000"/>
          <w:sz w:val="24"/>
          <w:szCs w:val="24"/>
        </w:rPr>
        <w:t>5</w:t>
      </w:r>
      <w:r w:rsidRPr="00A90824">
        <w:rPr>
          <w:color w:val="000000"/>
          <w:sz w:val="24"/>
          <w:szCs w:val="24"/>
        </w:rPr>
        <w:t>.1: Изградња капацитета за управљање и инжењеринг података у управи</w:t>
      </w:r>
    </w:p>
    <w:p w14:paraId="4A23DC7A" w14:textId="77777777" w:rsidR="00A0311A" w:rsidRPr="00A90824" w:rsidRDefault="00A0311A" w:rsidP="00A0311A">
      <w:pPr>
        <w:pStyle w:val="Heading4"/>
        <w:rPr>
          <w:color w:val="000000"/>
          <w:szCs w:val="24"/>
        </w:rPr>
      </w:pPr>
      <w:r w:rsidRPr="00A90824">
        <w:rPr>
          <w:color w:val="000000"/>
          <w:szCs w:val="24"/>
        </w:rPr>
        <w:t>Опис мере:</w:t>
      </w:r>
    </w:p>
    <w:p w14:paraId="5CCE174D" w14:textId="77777777" w:rsidR="00A0311A" w:rsidRPr="00A90824" w:rsidRDefault="00A0311A" w:rsidP="00A0311A">
      <w:pPr>
        <w:rPr>
          <w:color w:val="000000"/>
          <w:szCs w:val="24"/>
          <w:lang w:val="sr-Cyrl-RS"/>
        </w:rPr>
      </w:pPr>
      <w:r w:rsidRPr="00A90824">
        <w:rPr>
          <w:color w:val="000000"/>
          <w:szCs w:val="24"/>
          <w:lang w:val="sr-Cyrl-RS"/>
        </w:rPr>
        <w:t xml:space="preserve">Ова мера је усмерена на унапређење капацитета за управљање и </w:t>
      </w:r>
      <w:r w:rsidR="002A2BD8" w:rsidRPr="00A90824">
        <w:rPr>
          <w:color w:val="000000"/>
          <w:szCs w:val="24"/>
          <w:lang w:val="sr-Cyrl-RS"/>
        </w:rPr>
        <w:t xml:space="preserve">обраду </w:t>
      </w:r>
      <w:r w:rsidRPr="00A90824">
        <w:rPr>
          <w:color w:val="000000"/>
          <w:szCs w:val="24"/>
          <w:lang w:val="sr-Cyrl-RS"/>
        </w:rPr>
        <w:t xml:space="preserve">података у </w:t>
      </w:r>
      <w:r w:rsidR="002A2BD8" w:rsidRPr="00A90824">
        <w:rPr>
          <w:color w:val="000000"/>
          <w:szCs w:val="24"/>
          <w:lang w:val="sr-Cyrl-RS"/>
        </w:rPr>
        <w:t>јавној управи</w:t>
      </w:r>
      <w:r w:rsidRPr="00A90824">
        <w:rPr>
          <w:color w:val="000000"/>
          <w:szCs w:val="24"/>
          <w:lang w:val="sr-Cyrl-RS"/>
        </w:rPr>
        <w:t>, што је основни предуслов за примену вештачке интелигенције у различитим сегментима јавног сектора. С обзиром на то да без адекватно</w:t>
      </w:r>
      <w:r w:rsidR="00562C18" w:rsidRPr="00A90824">
        <w:rPr>
          <w:color w:val="000000"/>
          <w:szCs w:val="24"/>
          <w:lang w:val="sr-Cyrl-RS"/>
        </w:rPr>
        <w:t>г</w:t>
      </w:r>
      <w:r w:rsidRPr="00A90824">
        <w:rPr>
          <w:color w:val="000000"/>
          <w:szCs w:val="24"/>
          <w:lang w:val="sr-Cyrl-RS"/>
        </w:rPr>
        <w:t xml:space="preserve"> </w:t>
      </w:r>
      <w:r w:rsidR="00562C18" w:rsidRPr="00A90824">
        <w:rPr>
          <w:color w:val="000000"/>
          <w:szCs w:val="24"/>
          <w:lang w:val="sr-Cyrl-RS"/>
        </w:rPr>
        <w:t xml:space="preserve">и законитог </w:t>
      </w:r>
      <w:r w:rsidRPr="00A90824">
        <w:rPr>
          <w:color w:val="000000"/>
          <w:szCs w:val="24"/>
          <w:lang w:val="sr-Cyrl-RS"/>
        </w:rPr>
        <w:t>управља</w:t>
      </w:r>
      <w:r w:rsidR="00562C18" w:rsidRPr="00A90824">
        <w:rPr>
          <w:color w:val="000000"/>
          <w:szCs w:val="24"/>
          <w:lang w:val="sr-Cyrl-RS"/>
        </w:rPr>
        <w:t>ња</w:t>
      </w:r>
      <w:r w:rsidRPr="00A90824">
        <w:rPr>
          <w:color w:val="000000"/>
          <w:szCs w:val="24"/>
          <w:lang w:val="sr-Cyrl-RS"/>
        </w:rPr>
        <w:t xml:space="preserve"> пода</w:t>
      </w:r>
      <w:r w:rsidR="00562C18" w:rsidRPr="00A90824">
        <w:rPr>
          <w:color w:val="000000"/>
          <w:szCs w:val="24"/>
          <w:lang w:val="sr-Cyrl-RS"/>
        </w:rPr>
        <w:t>цима</w:t>
      </w:r>
      <w:r w:rsidRPr="00A90824">
        <w:rPr>
          <w:color w:val="000000"/>
          <w:szCs w:val="24"/>
          <w:lang w:val="sr-Cyrl-RS"/>
        </w:rPr>
        <w:t xml:space="preserve"> примен</w:t>
      </w:r>
      <w:r w:rsidR="00562C18" w:rsidRPr="00A90824">
        <w:rPr>
          <w:color w:val="000000"/>
          <w:szCs w:val="24"/>
          <w:lang w:val="sr-Cyrl-RS"/>
        </w:rPr>
        <w:t>а</w:t>
      </w:r>
      <w:r w:rsidRPr="00A90824">
        <w:rPr>
          <w:color w:val="000000"/>
          <w:szCs w:val="24"/>
          <w:lang w:val="sr-Cyrl-RS"/>
        </w:rPr>
        <w:t xml:space="preserve"> вештачке интелигенције ни</w:t>
      </w:r>
      <w:r w:rsidR="00562C18" w:rsidRPr="00A90824">
        <w:rPr>
          <w:color w:val="000000"/>
          <w:szCs w:val="24"/>
          <w:lang w:val="sr-Cyrl-RS"/>
        </w:rPr>
        <w:t>је</w:t>
      </w:r>
      <w:r w:rsidRPr="00A90824">
        <w:rPr>
          <w:color w:val="000000"/>
          <w:szCs w:val="24"/>
          <w:lang w:val="sr-Cyrl-RS"/>
        </w:rPr>
        <w:t xml:space="preserve"> могућ</w:t>
      </w:r>
      <w:r w:rsidR="002A4F7B" w:rsidRPr="00A90824">
        <w:rPr>
          <w:color w:val="000000"/>
          <w:szCs w:val="24"/>
          <w:lang w:val="sr-Cyrl-RS"/>
        </w:rPr>
        <w:t>а</w:t>
      </w:r>
      <w:r w:rsidRPr="00A90824">
        <w:rPr>
          <w:color w:val="000000"/>
          <w:szCs w:val="24"/>
          <w:lang w:val="sr-Cyrl-RS"/>
        </w:rPr>
        <w:t>, ова мера има за циљ да повеже постојећ</w:t>
      </w:r>
      <w:r w:rsidR="00746F4A" w:rsidRPr="00A90824">
        <w:rPr>
          <w:color w:val="000000"/>
          <w:szCs w:val="24"/>
          <w:lang w:val="sr-Cyrl-RS"/>
        </w:rPr>
        <w:t>а</w:t>
      </w:r>
      <w:r w:rsidRPr="00A90824">
        <w:rPr>
          <w:color w:val="000000"/>
          <w:szCs w:val="24"/>
          <w:lang w:val="sr-Cyrl-RS"/>
        </w:rPr>
        <w:t xml:space="preserve"> </w:t>
      </w:r>
      <w:r w:rsidR="00746F4A" w:rsidRPr="00A90824">
        <w:rPr>
          <w:color w:val="000000"/>
          <w:szCs w:val="24"/>
          <w:lang w:val="sr-Cyrl-RS"/>
        </w:rPr>
        <w:t>софтверска решења</w:t>
      </w:r>
      <w:r w:rsidRPr="00A90824">
        <w:rPr>
          <w:color w:val="000000"/>
          <w:szCs w:val="24"/>
          <w:lang w:val="sr-Cyrl-RS"/>
        </w:rPr>
        <w:t xml:space="preserve"> и створи јединствену, централизовану платформу која ће омогућити ефикасније издвајање, трансформацију и учитавање података (</w:t>
      </w:r>
      <w:r w:rsidR="00605E42" w:rsidRPr="00A90824">
        <w:rPr>
          <w:color w:val="000000"/>
          <w:szCs w:val="24"/>
          <w:lang w:val="sr-Cyrl-RS"/>
        </w:rPr>
        <w:t>ЕТЛ</w:t>
      </w:r>
      <w:r w:rsidRPr="00A90824">
        <w:rPr>
          <w:color w:val="000000"/>
          <w:szCs w:val="24"/>
          <w:lang w:val="sr-Cyrl-RS"/>
        </w:rPr>
        <w:t xml:space="preserve">). Кроз миграцију података у </w:t>
      </w:r>
      <w:r w:rsidR="00562C18" w:rsidRPr="00A90824">
        <w:rPr>
          <w:color w:val="000000"/>
          <w:szCs w:val="24"/>
          <w:lang w:val="sr-Cyrl-RS"/>
        </w:rPr>
        <w:t>Д</w:t>
      </w:r>
      <w:r w:rsidRPr="00A90824">
        <w:rPr>
          <w:color w:val="000000"/>
          <w:szCs w:val="24"/>
          <w:lang w:val="sr-Cyrl-RS"/>
        </w:rPr>
        <w:t>ржавни дата центар повећа</w:t>
      </w:r>
      <w:r w:rsidR="00562C18" w:rsidRPr="00A90824">
        <w:rPr>
          <w:color w:val="000000"/>
          <w:szCs w:val="24"/>
          <w:lang w:val="sr-Cyrl-RS"/>
        </w:rPr>
        <w:t>ће се</w:t>
      </w:r>
      <w:r w:rsidRPr="00A90824">
        <w:rPr>
          <w:color w:val="000000"/>
          <w:szCs w:val="24"/>
          <w:lang w:val="sr-Cyrl-RS"/>
        </w:rPr>
        <w:t xml:space="preserve"> ефикасност, смањи</w:t>
      </w:r>
      <w:r w:rsidR="00562C18" w:rsidRPr="00A90824">
        <w:rPr>
          <w:color w:val="000000"/>
          <w:szCs w:val="24"/>
          <w:lang w:val="sr-Cyrl-RS"/>
        </w:rPr>
        <w:t>ће се</w:t>
      </w:r>
      <w:r w:rsidRPr="00A90824">
        <w:rPr>
          <w:color w:val="000000"/>
          <w:szCs w:val="24"/>
          <w:lang w:val="sr-Cyrl-RS"/>
        </w:rPr>
        <w:t xml:space="preserve"> оперативн</w:t>
      </w:r>
      <w:r w:rsidR="00562C18" w:rsidRPr="00A90824">
        <w:rPr>
          <w:color w:val="000000"/>
          <w:szCs w:val="24"/>
          <w:lang w:val="sr-Cyrl-RS"/>
        </w:rPr>
        <w:t>и</w:t>
      </w:r>
      <w:r w:rsidRPr="00A90824">
        <w:rPr>
          <w:color w:val="000000"/>
          <w:szCs w:val="24"/>
          <w:lang w:val="sr-Cyrl-RS"/>
        </w:rPr>
        <w:t xml:space="preserve"> трошков</w:t>
      </w:r>
      <w:r w:rsidR="00562C18" w:rsidRPr="00A90824">
        <w:rPr>
          <w:color w:val="000000"/>
          <w:szCs w:val="24"/>
          <w:lang w:val="sr-Cyrl-RS"/>
        </w:rPr>
        <w:t>и</w:t>
      </w:r>
      <w:r w:rsidRPr="00A90824">
        <w:rPr>
          <w:color w:val="000000"/>
          <w:szCs w:val="24"/>
          <w:lang w:val="sr-Cyrl-RS"/>
        </w:rPr>
        <w:t xml:space="preserve"> и осигура</w:t>
      </w:r>
      <w:r w:rsidR="00562C18" w:rsidRPr="00A90824">
        <w:rPr>
          <w:color w:val="000000"/>
          <w:szCs w:val="24"/>
          <w:lang w:val="sr-Cyrl-RS"/>
        </w:rPr>
        <w:t>ти</w:t>
      </w:r>
      <w:r w:rsidRPr="00A90824">
        <w:rPr>
          <w:color w:val="000000"/>
          <w:szCs w:val="24"/>
          <w:lang w:val="sr-Cyrl-RS"/>
        </w:rPr>
        <w:t xml:space="preserve"> већ</w:t>
      </w:r>
      <w:r w:rsidR="00562C18" w:rsidRPr="00A90824">
        <w:rPr>
          <w:color w:val="000000"/>
          <w:szCs w:val="24"/>
          <w:lang w:val="sr-Cyrl-RS"/>
        </w:rPr>
        <w:t>а</w:t>
      </w:r>
      <w:r w:rsidRPr="00A90824">
        <w:rPr>
          <w:color w:val="000000"/>
          <w:szCs w:val="24"/>
          <w:lang w:val="sr-Cyrl-RS"/>
        </w:rPr>
        <w:t xml:space="preserve"> сигурност </w:t>
      </w:r>
      <w:r w:rsidR="00746F4A" w:rsidRPr="00A90824">
        <w:rPr>
          <w:color w:val="000000"/>
          <w:szCs w:val="24"/>
          <w:lang w:val="sr-Cyrl-RS"/>
        </w:rPr>
        <w:t xml:space="preserve">и поузданост </w:t>
      </w:r>
      <w:r w:rsidRPr="00A90824">
        <w:rPr>
          <w:color w:val="000000"/>
          <w:szCs w:val="24"/>
          <w:lang w:val="sr-Cyrl-RS"/>
        </w:rPr>
        <w:t>података.</w:t>
      </w:r>
    </w:p>
    <w:p w14:paraId="6960BCC9" w14:textId="77777777" w:rsidR="00A0311A" w:rsidRPr="00A90824" w:rsidRDefault="00746F4A" w:rsidP="00A0311A">
      <w:pPr>
        <w:rPr>
          <w:color w:val="000000"/>
          <w:szCs w:val="24"/>
          <w:lang w:val="sr-Cyrl-RS"/>
        </w:rPr>
      </w:pPr>
      <w:r w:rsidRPr="00A90824">
        <w:rPr>
          <w:color w:val="000000"/>
          <w:szCs w:val="24"/>
          <w:lang w:val="sr-Cyrl-RS"/>
        </w:rPr>
        <w:t>Р</w:t>
      </w:r>
      <w:r w:rsidR="00A0311A" w:rsidRPr="00A90824">
        <w:rPr>
          <w:color w:val="000000"/>
          <w:szCs w:val="24"/>
          <w:lang w:val="sr-Cyrl-RS"/>
        </w:rPr>
        <w:t>азвој кадровских капацитета такође је један од жељених циљева ове мер</w:t>
      </w:r>
      <w:r w:rsidR="00532DE1" w:rsidRPr="00A90824">
        <w:rPr>
          <w:color w:val="000000"/>
          <w:szCs w:val="24"/>
          <w:lang w:val="sr-Cyrl-RS"/>
        </w:rPr>
        <w:t>е</w:t>
      </w:r>
      <w:r w:rsidR="00A0311A" w:rsidRPr="00A90824">
        <w:rPr>
          <w:color w:val="000000"/>
          <w:szCs w:val="24"/>
          <w:lang w:val="sr-Cyrl-RS"/>
        </w:rPr>
        <w:t xml:space="preserve">, </w:t>
      </w:r>
      <w:r w:rsidR="00532DE1" w:rsidRPr="00A90824">
        <w:rPr>
          <w:color w:val="000000"/>
          <w:szCs w:val="24"/>
          <w:lang w:val="sr-Cyrl-RS"/>
        </w:rPr>
        <w:t>уз развој програма стручног усавршавања</w:t>
      </w:r>
      <w:r w:rsidR="00A0311A" w:rsidRPr="00A90824">
        <w:rPr>
          <w:color w:val="000000"/>
          <w:szCs w:val="24"/>
          <w:lang w:val="sr-Cyrl-RS"/>
        </w:rPr>
        <w:t xml:space="preserve"> службеника у </w:t>
      </w:r>
      <w:r w:rsidR="00532DE1" w:rsidRPr="00A90824">
        <w:rPr>
          <w:color w:val="000000"/>
          <w:szCs w:val="24"/>
          <w:lang w:val="sr-Cyrl-RS"/>
        </w:rPr>
        <w:t xml:space="preserve">јавној </w:t>
      </w:r>
      <w:r w:rsidR="00A0311A" w:rsidRPr="00A90824">
        <w:rPr>
          <w:color w:val="000000"/>
          <w:szCs w:val="24"/>
          <w:lang w:val="sr-Cyrl-RS"/>
        </w:rPr>
        <w:t>управи</w:t>
      </w:r>
      <w:r w:rsidR="00532DE1" w:rsidRPr="00A90824">
        <w:rPr>
          <w:color w:val="000000"/>
          <w:szCs w:val="24"/>
          <w:lang w:val="sr-Cyrl-RS"/>
        </w:rPr>
        <w:t>, како би се</w:t>
      </w:r>
      <w:r w:rsidR="00A0311A" w:rsidRPr="00A90824">
        <w:rPr>
          <w:color w:val="000000"/>
          <w:szCs w:val="24"/>
          <w:lang w:val="sr-Cyrl-RS"/>
        </w:rPr>
        <w:t xml:space="preserve"> оспособи</w:t>
      </w:r>
      <w:r w:rsidR="00532DE1" w:rsidRPr="00A90824">
        <w:rPr>
          <w:color w:val="000000"/>
          <w:szCs w:val="24"/>
          <w:lang w:val="sr-Cyrl-RS"/>
        </w:rPr>
        <w:t>л</w:t>
      </w:r>
      <w:r w:rsidR="00A0311A" w:rsidRPr="00A90824">
        <w:rPr>
          <w:color w:val="000000"/>
          <w:szCs w:val="24"/>
          <w:lang w:val="sr-Cyrl-RS"/>
        </w:rPr>
        <w:t>и за ефикасно управљање великим скуповима података и примену најсавременијих технологија у области вештачке интелигенције. Поред техничких унапређења, постављање стандарда за управљање подацима гарантује виши ниво заштите података, приватности и етичког коришћења информација.</w:t>
      </w:r>
      <w:r w:rsidR="00532DE1" w:rsidRPr="00A90824">
        <w:rPr>
          <w:color w:val="000000"/>
          <w:szCs w:val="24"/>
          <w:lang w:val="sr-Cyrl-RS"/>
        </w:rPr>
        <w:t xml:space="preserve"> </w:t>
      </w:r>
      <w:r w:rsidR="00A0311A" w:rsidRPr="00A90824">
        <w:rPr>
          <w:color w:val="000000"/>
          <w:szCs w:val="24"/>
          <w:lang w:val="sr-Cyrl-RS"/>
        </w:rPr>
        <w:t xml:space="preserve">Изградња ових капацитета </w:t>
      </w:r>
      <w:r w:rsidR="00532DE1" w:rsidRPr="00A90824">
        <w:rPr>
          <w:color w:val="000000"/>
          <w:szCs w:val="24"/>
          <w:lang w:val="sr-Cyrl-RS"/>
        </w:rPr>
        <w:t>дај</w:t>
      </w:r>
      <w:r w:rsidR="00562C18" w:rsidRPr="00A90824">
        <w:rPr>
          <w:color w:val="000000"/>
          <w:szCs w:val="24"/>
          <w:lang w:val="sr-Cyrl-RS"/>
        </w:rPr>
        <w:t>е</w:t>
      </w:r>
      <w:r w:rsidR="00A0311A" w:rsidRPr="00A90824">
        <w:rPr>
          <w:color w:val="000000"/>
          <w:szCs w:val="24"/>
          <w:lang w:val="sr-Cyrl-RS"/>
        </w:rPr>
        <w:t xml:space="preserve"> технолошку основу за ефикасну имплементацију вештачке интелигенције</w:t>
      </w:r>
      <w:r w:rsidR="00532DE1" w:rsidRPr="00A90824">
        <w:rPr>
          <w:color w:val="000000"/>
          <w:szCs w:val="24"/>
          <w:lang w:val="sr-Cyrl-RS"/>
        </w:rPr>
        <w:t xml:space="preserve"> у управи</w:t>
      </w:r>
      <w:r w:rsidR="00A0311A" w:rsidRPr="00A90824">
        <w:rPr>
          <w:color w:val="000000"/>
          <w:szCs w:val="24"/>
          <w:lang w:val="sr-Cyrl-RS"/>
        </w:rPr>
        <w:t>.</w:t>
      </w:r>
    </w:p>
    <w:p w14:paraId="3F3766BA" w14:textId="77777777" w:rsidR="00A0311A" w:rsidRPr="00A90824" w:rsidRDefault="00A0311A" w:rsidP="00A0311A">
      <w:pPr>
        <w:rPr>
          <w:color w:val="000000"/>
          <w:szCs w:val="24"/>
          <w:lang w:val="sr-Cyrl-RS"/>
        </w:rPr>
      </w:pPr>
      <w:r w:rsidRPr="00A90824">
        <w:rPr>
          <w:color w:val="000000"/>
          <w:szCs w:val="24"/>
          <w:lang w:val="sr-Cyrl-RS"/>
        </w:rPr>
        <w:t xml:space="preserve">Мера обухвата развој интероперабилности уз интеграцију различитих информационих система у </w:t>
      </w:r>
      <w:r w:rsidR="00532DE1" w:rsidRPr="00A90824">
        <w:rPr>
          <w:color w:val="000000"/>
          <w:szCs w:val="24"/>
          <w:lang w:val="sr-Cyrl-RS"/>
        </w:rPr>
        <w:t>јавном сектору</w:t>
      </w:r>
      <w:r w:rsidRPr="00A90824">
        <w:rPr>
          <w:color w:val="000000"/>
          <w:szCs w:val="24"/>
          <w:lang w:val="sr-Cyrl-RS"/>
        </w:rPr>
        <w:t>, миграцију постојећих база података и апликација у Државни дата центар, оптимизацију процеса екстракције, трансформације и учитавања (</w:t>
      </w:r>
      <w:r w:rsidR="00605E42" w:rsidRPr="00A90824">
        <w:rPr>
          <w:color w:val="000000"/>
          <w:szCs w:val="24"/>
          <w:lang w:val="sr-Cyrl-RS"/>
        </w:rPr>
        <w:t>ЕТЛ</w:t>
      </w:r>
      <w:r w:rsidRPr="00A90824">
        <w:rPr>
          <w:color w:val="000000"/>
          <w:szCs w:val="24"/>
          <w:lang w:val="sr-Cyrl-RS"/>
        </w:rPr>
        <w:t>) података за ефикасније коришћење ресурса, обуку и развој кадр</w:t>
      </w:r>
      <w:r w:rsidR="00532DE1" w:rsidRPr="00A90824">
        <w:rPr>
          <w:color w:val="000000"/>
          <w:szCs w:val="24"/>
          <w:lang w:val="sr-Cyrl-RS"/>
        </w:rPr>
        <w:t>ов</w:t>
      </w:r>
      <w:r w:rsidRPr="00A90824">
        <w:rPr>
          <w:color w:val="000000"/>
          <w:szCs w:val="24"/>
          <w:lang w:val="sr-Cyrl-RS"/>
        </w:rPr>
        <w:t xml:space="preserve">а за управљање подацима уз помоћ специјализованих тренинг програма за запослене у управи, стварање стандарда за управљање подацима и примену стандарда који обезбеђују сигурност, приватност и квалитет, </w:t>
      </w:r>
      <w:r w:rsidR="00605E42" w:rsidRPr="00A90824">
        <w:rPr>
          <w:color w:val="000000"/>
          <w:szCs w:val="24"/>
          <w:lang w:val="sr-Cyrl-RS"/>
        </w:rPr>
        <w:t>правни</w:t>
      </w:r>
      <w:r w:rsidRPr="00A90824">
        <w:rPr>
          <w:color w:val="000000"/>
          <w:szCs w:val="24"/>
          <w:lang w:val="sr-Cyrl-RS"/>
        </w:rPr>
        <w:t xml:space="preserve"> оквир за коришћење вештачких и синтетичких података и др.</w:t>
      </w:r>
    </w:p>
    <w:p w14:paraId="4B6CC323" w14:textId="77777777" w:rsidR="00A0311A" w:rsidRPr="00A90824" w:rsidRDefault="00A0311A" w:rsidP="00A0311A">
      <w:pPr>
        <w:pStyle w:val="Heading4"/>
        <w:rPr>
          <w:color w:val="000000"/>
          <w:szCs w:val="24"/>
        </w:rPr>
      </w:pPr>
      <w:r w:rsidRPr="00A90824">
        <w:rPr>
          <w:color w:val="000000"/>
          <w:szCs w:val="24"/>
        </w:rPr>
        <w:t>Период реализације:</w:t>
      </w:r>
    </w:p>
    <w:p w14:paraId="26870031" w14:textId="77777777" w:rsidR="00A0311A" w:rsidRPr="00A90824" w:rsidRDefault="00075CDD" w:rsidP="00A0311A">
      <w:pPr>
        <w:rPr>
          <w:color w:val="000000"/>
          <w:szCs w:val="24"/>
          <w:lang w:val="sr-Latn-RS"/>
        </w:rPr>
      </w:pPr>
      <w:r w:rsidRPr="00A90824">
        <w:rPr>
          <w:color w:val="000000"/>
          <w:szCs w:val="24"/>
          <w:lang w:val="sr-Cyrl-RS"/>
        </w:rPr>
        <w:t>2025</w:t>
      </w:r>
      <w:r w:rsidR="00512FEE" w:rsidRPr="00A90824">
        <w:rPr>
          <w:color w:val="000000"/>
          <w:szCs w:val="24"/>
          <w:lang w:val="sr-Latn-RS"/>
        </w:rPr>
        <w:t>.</w:t>
      </w:r>
      <w:r w:rsidR="00A0311A" w:rsidRPr="00A90824">
        <w:rPr>
          <w:color w:val="000000"/>
          <w:szCs w:val="24"/>
          <w:lang w:val="sr-Cyrl-RS"/>
        </w:rPr>
        <w:t>-2030</w:t>
      </w:r>
      <w:r w:rsidR="00512FEE" w:rsidRPr="00A90824">
        <w:rPr>
          <w:color w:val="000000"/>
          <w:szCs w:val="24"/>
          <w:lang w:val="sr-Latn-RS"/>
        </w:rPr>
        <w:t>.</w:t>
      </w:r>
    </w:p>
    <w:p w14:paraId="241F0F8D" w14:textId="77777777" w:rsidR="00A0311A" w:rsidRPr="00A90824" w:rsidRDefault="00A0311A" w:rsidP="00A0311A">
      <w:pPr>
        <w:pStyle w:val="Heading4"/>
        <w:rPr>
          <w:color w:val="000000"/>
          <w:szCs w:val="24"/>
        </w:rPr>
      </w:pPr>
      <w:r w:rsidRPr="00A90824">
        <w:rPr>
          <w:color w:val="000000"/>
          <w:szCs w:val="24"/>
        </w:rPr>
        <w:t>Надлежне институције:</w:t>
      </w:r>
    </w:p>
    <w:p w14:paraId="56A44D18" w14:textId="77777777" w:rsidR="00A74649" w:rsidRPr="00A90824" w:rsidRDefault="00031B16" w:rsidP="00CA2ECF">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Канцеларија за информационе технологије и електронску управу </w:t>
      </w:r>
      <w:r w:rsidR="00A74649" w:rsidRPr="00A90824">
        <w:rPr>
          <w:color w:val="000000"/>
          <w:szCs w:val="24"/>
          <w:lang w:val="sr-Cyrl-RS"/>
        </w:rPr>
        <w:t>(носилац)</w:t>
      </w:r>
    </w:p>
    <w:p w14:paraId="782E6662" w14:textId="77777777" w:rsidR="00031B16" w:rsidRPr="00A90824" w:rsidRDefault="00031B16" w:rsidP="00CA2ECF">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Национална академија за јавну управу (партнер)</w:t>
      </w:r>
    </w:p>
    <w:p w14:paraId="271AC78C" w14:textId="77777777" w:rsidR="00A74649" w:rsidRPr="00A90824" w:rsidRDefault="00031B16" w:rsidP="00CA2ECF">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државну управу </w:t>
      </w:r>
      <w:r w:rsidR="00A74649" w:rsidRPr="00A90824">
        <w:rPr>
          <w:color w:val="000000"/>
          <w:szCs w:val="24"/>
          <w:lang w:val="sr-Cyrl-RS"/>
        </w:rPr>
        <w:t>(партнер)</w:t>
      </w:r>
    </w:p>
    <w:p w14:paraId="496608C5" w14:textId="77777777" w:rsidR="00A0311A" w:rsidRPr="00A90824" w:rsidRDefault="00A0311A" w:rsidP="00A0311A">
      <w:pPr>
        <w:pStyle w:val="Heading4"/>
        <w:rPr>
          <w:szCs w:val="24"/>
        </w:rPr>
      </w:pPr>
      <w:r w:rsidRPr="00A90824">
        <w:rPr>
          <w:szCs w:val="24"/>
        </w:rPr>
        <w:t>Показатељи:</w:t>
      </w:r>
    </w:p>
    <w:p w14:paraId="6A6B4F45" w14:textId="77777777" w:rsidR="00A0311A" w:rsidRPr="00A90824" w:rsidRDefault="00A0311A" w:rsidP="00E63B22">
      <w:pPr>
        <w:pStyle w:val="ListParagraph"/>
        <w:numPr>
          <w:ilvl w:val="0"/>
          <w:numId w:val="14"/>
        </w:numPr>
        <w:spacing w:after="60"/>
        <w:ind w:hanging="513"/>
        <w:contextualSpacing w:val="0"/>
        <w:rPr>
          <w:szCs w:val="24"/>
          <w:lang w:val="sr-Cyrl-RS"/>
        </w:rPr>
      </w:pPr>
      <w:r w:rsidRPr="00A90824">
        <w:rPr>
          <w:szCs w:val="24"/>
          <w:lang w:val="sr-Cyrl-RS"/>
        </w:rPr>
        <w:t>Годишњи број обучених службеника за управљање подацима</w:t>
      </w:r>
    </w:p>
    <w:p w14:paraId="31CD04E0" w14:textId="77777777" w:rsidR="00A0311A" w:rsidRPr="00A90824" w:rsidRDefault="00A0311A" w:rsidP="00A0311A">
      <w:pPr>
        <w:pStyle w:val="ListParagraph"/>
        <w:numPr>
          <w:ilvl w:val="0"/>
          <w:numId w:val="1"/>
        </w:numPr>
        <w:spacing w:after="60"/>
        <w:ind w:left="1701" w:hanging="510"/>
        <w:contextualSpacing w:val="0"/>
        <w:rPr>
          <w:szCs w:val="24"/>
          <w:lang w:val="sr-Cyrl-RS"/>
        </w:rPr>
      </w:pPr>
      <w:r w:rsidRPr="00A90824">
        <w:rPr>
          <w:szCs w:val="24"/>
          <w:lang w:val="sr-Cyrl-RS"/>
        </w:rPr>
        <w:t>Почетна вредност: 0</w:t>
      </w:r>
    </w:p>
    <w:p w14:paraId="2140D40D" w14:textId="79C5297C" w:rsidR="00A0311A" w:rsidRPr="00A90824" w:rsidRDefault="00A0311A" w:rsidP="00A0311A">
      <w:pPr>
        <w:pStyle w:val="ListParagraph"/>
        <w:numPr>
          <w:ilvl w:val="0"/>
          <w:numId w:val="1"/>
        </w:numPr>
        <w:spacing w:after="60"/>
        <w:ind w:left="1701" w:hanging="510"/>
        <w:contextualSpacing w:val="0"/>
        <w:rPr>
          <w:szCs w:val="24"/>
          <w:lang w:val="sr-Cyrl-RS"/>
        </w:rPr>
      </w:pPr>
      <w:r w:rsidRPr="00A90824">
        <w:rPr>
          <w:szCs w:val="24"/>
          <w:lang w:val="sr-Cyrl-RS"/>
        </w:rPr>
        <w:t xml:space="preserve">Циљна вредност за крај 2027. године: </w:t>
      </w:r>
      <w:r w:rsidR="00CD6FF3" w:rsidRPr="00A90824">
        <w:rPr>
          <w:szCs w:val="24"/>
          <w:lang w:val="sr-Cyrl-RS"/>
        </w:rPr>
        <w:t>300</w:t>
      </w:r>
    </w:p>
    <w:p w14:paraId="4F13C5EC" w14:textId="7DB37BB9" w:rsidR="00A0311A" w:rsidRPr="00A90824" w:rsidRDefault="00A0311A" w:rsidP="00A0311A">
      <w:pPr>
        <w:pStyle w:val="ListParagraph"/>
        <w:numPr>
          <w:ilvl w:val="0"/>
          <w:numId w:val="1"/>
        </w:numPr>
        <w:spacing w:after="60"/>
        <w:ind w:left="1701" w:hanging="510"/>
        <w:contextualSpacing w:val="0"/>
        <w:rPr>
          <w:szCs w:val="24"/>
          <w:lang w:val="sr-Cyrl-RS"/>
        </w:rPr>
      </w:pPr>
      <w:r w:rsidRPr="00A90824">
        <w:rPr>
          <w:szCs w:val="24"/>
          <w:lang w:val="sr-Cyrl-RS"/>
        </w:rPr>
        <w:t xml:space="preserve">Циљна вредност за крај 2030. године: </w:t>
      </w:r>
      <w:r w:rsidR="00CD6FF3" w:rsidRPr="00A90824">
        <w:rPr>
          <w:szCs w:val="24"/>
          <w:lang w:val="sr-Cyrl-RS"/>
        </w:rPr>
        <w:t>600</w:t>
      </w:r>
    </w:p>
    <w:p w14:paraId="2EDC519F" w14:textId="77777777" w:rsidR="00A0311A" w:rsidRPr="00A90824" w:rsidRDefault="00A0311A" w:rsidP="00A0311A">
      <w:pPr>
        <w:pStyle w:val="Heading3"/>
        <w:rPr>
          <w:color w:val="000000"/>
          <w:sz w:val="24"/>
          <w:szCs w:val="24"/>
        </w:rPr>
      </w:pPr>
      <w:r w:rsidRPr="00A90824">
        <w:rPr>
          <w:color w:val="000000"/>
          <w:sz w:val="24"/>
          <w:szCs w:val="24"/>
        </w:rPr>
        <w:t xml:space="preserve">Мера </w:t>
      </w:r>
      <w:r w:rsidR="009C0EDE" w:rsidRPr="00A90824">
        <w:rPr>
          <w:color w:val="000000"/>
          <w:sz w:val="24"/>
          <w:szCs w:val="24"/>
        </w:rPr>
        <w:t>5</w:t>
      </w:r>
      <w:r w:rsidRPr="00A90824">
        <w:rPr>
          <w:color w:val="000000"/>
          <w:sz w:val="24"/>
          <w:szCs w:val="24"/>
        </w:rPr>
        <w:t xml:space="preserve">.2: Отварање и коришћење великих скупова податка за потребе </w:t>
      </w:r>
      <w:r w:rsidR="00F36F28" w:rsidRPr="00A90824">
        <w:rPr>
          <w:color w:val="000000"/>
          <w:sz w:val="24"/>
          <w:szCs w:val="24"/>
        </w:rPr>
        <w:t>вештачке интелигенције</w:t>
      </w:r>
    </w:p>
    <w:p w14:paraId="55340DDD" w14:textId="77777777" w:rsidR="00A0311A" w:rsidRPr="00A90824" w:rsidRDefault="00A0311A" w:rsidP="00A0311A">
      <w:pPr>
        <w:pStyle w:val="Heading4"/>
        <w:rPr>
          <w:color w:val="000000"/>
          <w:szCs w:val="24"/>
        </w:rPr>
      </w:pPr>
      <w:r w:rsidRPr="00A90824">
        <w:rPr>
          <w:color w:val="000000"/>
          <w:szCs w:val="24"/>
        </w:rPr>
        <w:t>Опис мере:</w:t>
      </w:r>
    </w:p>
    <w:p w14:paraId="4904AD9A" w14:textId="77777777" w:rsidR="00A0311A" w:rsidRPr="00A90824" w:rsidRDefault="00A0311A" w:rsidP="00A0311A">
      <w:pPr>
        <w:rPr>
          <w:color w:val="000000"/>
          <w:szCs w:val="24"/>
          <w:lang w:val="sr-Cyrl-RS"/>
        </w:rPr>
      </w:pPr>
      <w:r w:rsidRPr="00A90824">
        <w:rPr>
          <w:color w:val="000000"/>
          <w:szCs w:val="24"/>
          <w:lang w:val="sr-Cyrl-RS"/>
        </w:rPr>
        <w:t xml:space="preserve">Ова мера је усмерена на стварање </w:t>
      </w:r>
      <w:r w:rsidR="00BF0364" w:rsidRPr="00A90824">
        <w:rPr>
          <w:color w:val="000000"/>
          <w:szCs w:val="24"/>
          <w:lang w:val="sr-Cyrl-RS"/>
        </w:rPr>
        <w:t xml:space="preserve">правног оквира </w:t>
      </w:r>
      <w:r w:rsidRPr="00A90824">
        <w:rPr>
          <w:color w:val="000000"/>
          <w:szCs w:val="24"/>
          <w:lang w:val="sr-Cyrl-RS"/>
        </w:rPr>
        <w:t xml:space="preserve">и техничких предуслова за коришћење великих скупова података у циљу развоја вештачке интелигенције. </w:t>
      </w:r>
      <w:r w:rsidR="0088742D" w:rsidRPr="00A90824">
        <w:rPr>
          <w:color w:val="000000"/>
          <w:szCs w:val="24"/>
          <w:lang w:val="sr-Cyrl-RS"/>
        </w:rPr>
        <w:t xml:space="preserve">Унапређење </w:t>
      </w:r>
      <w:r w:rsidRPr="00A90824">
        <w:rPr>
          <w:color w:val="000000"/>
          <w:szCs w:val="24"/>
          <w:lang w:val="sr-Cyrl-RS"/>
        </w:rPr>
        <w:t>закон</w:t>
      </w:r>
      <w:r w:rsidR="0088742D" w:rsidRPr="00A90824">
        <w:rPr>
          <w:color w:val="000000"/>
          <w:szCs w:val="24"/>
          <w:lang w:val="sr-Cyrl-RS"/>
        </w:rPr>
        <w:t>а</w:t>
      </w:r>
      <w:r w:rsidRPr="00A90824">
        <w:rPr>
          <w:color w:val="000000"/>
          <w:szCs w:val="24"/>
          <w:lang w:val="sr-Cyrl-RS"/>
        </w:rPr>
        <w:t xml:space="preserve"> и етичких смерница омогућиће безбедно дељење и коришћење података, осигуравајући интегритет и </w:t>
      </w:r>
      <w:r w:rsidR="00605E42" w:rsidRPr="00A90824">
        <w:rPr>
          <w:color w:val="000000"/>
          <w:szCs w:val="24"/>
          <w:lang w:val="sr-Cyrl-RS"/>
        </w:rPr>
        <w:t>заштиту података</w:t>
      </w:r>
      <w:r w:rsidRPr="00A90824">
        <w:rPr>
          <w:color w:val="000000"/>
          <w:szCs w:val="24"/>
          <w:lang w:val="sr-Cyrl-RS"/>
        </w:rPr>
        <w:t xml:space="preserve"> у процесима обраде. Истовремено, изградња и унапређење платформе за отварање, интеграцију и управљање великим сетовима података </w:t>
      </w:r>
      <w:r w:rsidR="00605E42" w:rsidRPr="00A90824">
        <w:rPr>
          <w:color w:val="000000"/>
          <w:szCs w:val="24"/>
          <w:lang w:val="sr-Cyrl-RS"/>
        </w:rPr>
        <w:t>пружиће</w:t>
      </w:r>
      <w:r w:rsidRPr="00A90824">
        <w:rPr>
          <w:color w:val="000000"/>
          <w:szCs w:val="24"/>
          <w:lang w:val="sr-Cyrl-RS"/>
        </w:rPr>
        <w:t xml:space="preserve"> ефикаснији проток и приступ подацима, што је кључно за имплементацију напредних алгоритама вештачке интелигенције.</w:t>
      </w:r>
    </w:p>
    <w:p w14:paraId="5384D060" w14:textId="77777777" w:rsidR="00A0311A" w:rsidRPr="00A90824" w:rsidRDefault="00605E42" w:rsidP="00A0311A">
      <w:pPr>
        <w:rPr>
          <w:color w:val="000000"/>
          <w:szCs w:val="24"/>
          <w:lang w:val="sr-Cyrl-RS"/>
        </w:rPr>
      </w:pPr>
      <w:r w:rsidRPr="00A90824">
        <w:rPr>
          <w:color w:val="000000"/>
          <w:szCs w:val="24"/>
          <w:lang w:val="sr-Cyrl-RS"/>
        </w:rPr>
        <w:t>Тиме се</w:t>
      </w:r>
      <w:r w:rsidR="00A0311A" w:rsidRPr="00A90824">
        <w:rPr>
          <w:color w:val="000000"/>
          <w:szCs w:val="24"/>
          <w:lang w:val="sr-Cyrl-RS"/>
        </w:rPr>
        <w:t xml:space="preserve"> ствара основ за бржи развој и комерцијалну употребу </w:t>
      </w:r>
      <w:r w:rsidR="0088742D" w:rsidRPr="00A90824">
        <w:rPr>
          <w:color w:val="000000"/>
          <w:szCs w:val="24"/>
          <w:lang w:val="sr-Cyrl-RS"/>
        </w:rPr>
        <w:t xml:space="preserve">вештачке интелигенције </w:t>
      </w:r>
      <w:r w:rsidR="00A0311A" w:rsidRPr="00A90824">
        <w:rPr>
          <w:color w:val="000000"/>
          <w:szCs w:val="24"/>
          <w:lang w:val="sr-Cyrl-RS"/>
        </w:rPr>
        <w:t xml:space="preserve">у јавном и приватном сектору. Сарадња са привредом допринеће значајном проширењу доступних ресурса, што ће подстаћи иновације и нове приступе у </w:t>
      </w:r>
      <w:r w:rsidR="0088742D" w:rsidRPr="00A90824">
        <w:rPr>
          <w:color w:val="000000"/>
          <w:szCs w:val="24"/>
          <w:lang w:val="sr-Cyrl-RS"/>
        </w:rPr>
        <w:t xml:space="preserve">овој </w:t>
      </w:r>
      <w:r w:rsidR="00A0311A" w:rsidRPr="00A90824">
        <w:rPr>
          <w:color w:val="000000"/>
          <w:szCs w:val="24"/>
          <w:lang w:val="sr-Cyrl-RS"/>
        </w:rPr>
        <w:t xml:space="preserve">области. Ова мера </w:t>
      </w:r>
      <w:r w:rsidR="0088742D" w:rsidRPr="00A90824">
        <w:rPr>
          <w:color w:val="000000"/>
          <w:szCs w:val="24"/>
          <w:lang w:val="sr-Cyrl-RS"/>
        </w:rPr>
        <w:t xml:space="preserve">захтева </w:t>
      </w:r>
      <w:r w:rsidR="00A0311A" w:rsidRPr="00A90824">
        <w:rPr>
          <w:color w:val="000000"/>
          <w:szCs w:val="24"/>
          <w:lang w:val="sr-Cyrl-RS"/>
        </w:rPr>
        <w:t xml:space="preserve">активно укључивање </w:t>
      </w:r>
      <w:r w:rsidR="0088742D" w:rsidRPr="00A90824">
        <w:rPr>
          <w:color w:val="000000"/>
          <w:szCs w:val="24"/>
          <w:lang w:val="sr-Cyrl-RS"/>
        </w:rPr>
        <w:t xml:space="preserve">свих </w:t>
      </w:r>
      <w:r w:rsidR="00A0311A" w:rsidRPr="00A90824">
        <w:rPr>
          <w:color w:val="000000"/>
          <w:szCs w:val="24"/>
          <w:lang w:val="sr-Cyrl-RS"/>
        </w:rPr>
        <w:t xml:space="preserve">заинтересованих страна </w:t>
      </w:r>
      <w:r w:rsidR="0088742D" w:rsidRPr="00A90824">
        <w:rPr>
          <w:color w:val="000000"/>
          <w:szCs w:val="24"/>
          <w:lang w:val="sr-Cyrl-RS"/>
        </w:rPr>
        <w:t>при креирању</w:t>
      </w:r>
      <w:r w:rsidR="00A0311A" w:rsidRPr="00A90824">
        <w:rPr>
          <w:color w:val="000000"/>
          <w:szCs w:val="24"/>
          <w:lang w:val="sr-Cyrl-RS"/>
        </w:rPr>
        <w:t xml:space="preserve"> етичких стандарда и правн</w:t>
      </w:r>
      <w:r w:rsidR="0088742D" w:rsidRPr="00A90824">
        <w:rPr>
          <w:color w:val="000000"/>
          <w:szCs w:val="24"/>
          <w:lang w:val="sr-Cyrl-RS"/>
        </w:rPr>
        <w:t>ог оквира</w:t>
      </w:r>
      <w:r w:rsidR="00A0311A" w:rsidRPr="00A90824">
        <w:rPr>
          <w:color w:val="000000"/>
          <w:szCs w:val="24"/>
          <w:lang w:val="sr-Cyrl-RS"/>
        </w:rPr>
        <w:t xml:space="preserve"> везан</w:t>
      </w:r>
      <w:r w:rsidR="00B34652" w:rsidRPr="00A90824">
        <w:rPr>
          <w:color w:val="000000"/>
          <w:szCs w:val="24"/>
          <w:lang w:val="sr-Cyrl-RS"/>
        </w:rPr>
        <w:t>ог</w:t>
      </w:r>
      <w:r w:rsidR="00A0311A" w:rsidRPr="00A90824">
        <w:rPr>
          <w:color w:val="000000"/>
          <w:szCs w:val="24"/>
          <w:lang w:val="sr-Cyrl-RS"/>
        </w:rPr>
        <w:t xml:space="preserve"> за употребу великих скупова података за потреб</w:t>
      </w:r>
      <w:r w:rsidR="0088742D" w:rsidRPr="00A90824">
        <w:rPr>
          <w:color w:val="000000"/>
          <w:szCs w:val="24"/>
          <w:lang w:val="sr-Cyrl-RS"/>
        </w:rPr>
        <w:t>е примене решења вештачке интелигенције</w:t>
      </w:r>
      <w:r w:rsidR="00A0311A" w:rsidRPr="00A90824">
        <w:rPr>
          <w:color w:val="000000"/>
          <w:szCs w:val="24"/>
          <w:lang w:val="sr-Cyrl-RS"/>
        </w:rPr>
        <w:t>.</w:t>
      </w:r>
    </w:p>
    <w:p w14:paraId="293ACE24" w14:textId="77777777" w:rsidR="00A0311A" w:rsidRPr="00A90824" w:rsidRDefault="00A0311A" w:rsidP="00A0311A">
      <w:pPr>
        <w:rPr>
          <w:color w:val="000000"/>
          <w:szCs w:val="24"/>
          <w:lang w:val="sr-Cyrl-RS"/>
        </w:rPr>
      </w:pPr>
      <w:r w:rsidRPr="00A90824">
        <w:rPr>
          <w:color w:val="000000"/>
          <w:szCs w:val="24"/>
          <w:lang w:val="sr-Cyrl-RS"/>
        </w:rPr>
        <w:t xml:space="preserve">Мера обухвата </w:t>
      </w:r>
      <w:r w:rsidR="0088742D" w:rsidRPr="00A90824">
        <w:rPr>
          <w:color w:val="000000"/>
          <w:szCs w:val="24"/>
          <w:lang w:val="sr-Cyrl-RS"/>
        </w:rPr>
        <w:t>и</w:t>
      </w:r>
      <w:r w:rsidRPr="00A90824">
        <w:rPr>
          <w:color w:val="000000"/>
          <w:szCs w:val="24"/>
          <w:lang w:val="sr-Cyrl-RS"/>
        </w:rPr>
        <w:t xml:space="preserve"> изградњу и унапређење платформе за отварање, интеграцију и управљање великим и отвореним сетовима података, </w:t>
      </w:r>
      <w:r w:rsidR="002F1AE5" w:rsidRPr="00A90824">
        <w:rPr>
          <w:color w:val="000000"/>
          <w:szCs w:val="24"/>
          <w:lang w:val="sr-Cyrl-RS"/>
        </w:rPr>
        <w:t>промоциј</w:t>
      </w:r>
      <w:r w:rsidR="0088742D" w:rsidRPr="00A90824">
        <w:rPr>
          <w:color w:val="000000"/>
          <w:szCs w:val="24"/>
          <w:lang w:val="sr-Cyrl-RS"/>
        </w:rPr>
        <w:t>у</w:t>
      </w:r>
      <w:r w:rsidR="002F1AE5" w:rsidRPr="00A90824">
        <w:rPr>
          <w:color w:val="000000"/>
          <w:szCs w:val="24"/>
          <w:lang w:val="sr-Cyrl-RS"/>
        </w:rPr>
        <w:t xml:space="preserve"> и подршк</w:t>
      </w:r>
      <w:r w:rsidR="0088742D" w:rsidRPr="00A90824">
        <w:rPr>
          <w:color w:val="000000"/>
          <w:szCs w:val="24"/>
          <w:lang w:val="sr-Cyrl-RS"/>
        </w:rPr>
        <w:t>у</w:t>
      </w:r>
      <w:r w:rsidR="002F1AE5" w:rsidRPr="00A90824">
        <w:rPr>
          <w:color w:val="000000"/>
          <w:szCs w:val="24"/>
          <w:lang w:val="sr-Cyrl-RS"/>
        </w:rPr>
        <w:t xml:space="preserve"> сарадњи на заједничким иницијативама </w:t>
      </w:r>
      <w:r w:rsidR="0088742D" w:rsidRPr="00A90824">
        <w:rPr>
          <w:color w:val="000000"/>
          <w:szCs w:val="24"/>
          <w:lang w:val="sr-Cyrl-RS"/>
        </w:rPr>
        <w:t xml:space="preserve">поновне </w:t>
      </w:r>
      <w:r w:rsidR="002F1AE5" w:rsidRPr="00A90824">
        <w:rPr>
          <w:color w:val="000000"/>
          <w:szCs w:val="24"/>
          <w:lang w:val="sr-Cyrl-RS"/>
        </w:rPr>
        <w:t>употребе отворених података</w:t>
      </w:r>
      <w:r w:rsidR="0088742D" w:rsidRPr="00A90824">
        <w:rPr>
          <w:color w:val="000000"/>
          <w:szCs w:val="24"/>
          <w:lang w:val="sr-Cyrl-RS"/>
        </w:rPr>
        <w:t xml:space="preserve"> </w:t>
      </w:r>
      <w:r w:rsidRPr="00A90824">
        <w:rPr>
          <w:color w:val="000000"/>
          <w:szCs w:val="24"/>
          <w:lang w:val="sr-Cyrl-RS"/>
        </w:rPr>
        <w:t>и др.</w:t>
      </w:r>
    </w:p>
    <w:p w14:paraId="5002F7B2" w14:textId="77777777" w:rsidR="00A0311A" w:rsidRPr="00A90824" w:rsidRDefault="00A0311A" w:rsidP="00A0311A">
      <w:pPr>
        <w:pStyle w:val="Heading4"/>
        <w:rPr>
          <w:color w:val="000000"/>
          <w:szCs w:val="24"/>
        </w:rPr>
      </w:pPr>
      <w:r w:rsidRPr="00A90824">
        <w:rPr>
          <w:color w:val="000000"/>
          <w:szCs w:val="24"/>
        </w:rPr>
        <w:t>Период реализације:</w:t>
      </w:r>
    </w:p>
    <w:p w14:paraId="1CE53F7C" w14:textId="77777777" w:rsidR="00A0311A" w:rsidRPr="00A90824" w:rsidRDefault="00075CDD" w:rsidP="00A0311A">
      <w:pPr>
        <w:rPr>
          <w:color w:val="000000"/>
          <w:szCs w:val="24"/>
          <w:lang w:val="sr-Latn-RS"/>
        </w:rPr>
      </w:pPr>
      <w:r w:rsidRPr="00A90824">
        <w:rPr>
          <w:color w:val="000000"/>
          <w:szCs w:val="24"/>
          <w:lang w:val="sr-Cyrl-RS"/>
        </w:rPr>
        <w:t>2025</w:t>
      </w:r>
      <w:r w:rsidR="00512FEE" w:rsidRPr="00A90824">
        <w:rPr>
          <w:color w:val="000000"/>
          <w:szCs w:val="24"/>
          <w:lang w:val="sr-Latn-RS"/>
        </w:rPr>
        <w:t>.</w:t>
      </w:r>
      <w:r w:rsidR="00A0311A" w:rsidRPr="00A90824">
        <w:rPr>
          <w:color w:val="000000"/>
          <w:szCs w:val="24"/>
          <w:lang w:val="sr-Cyrl-RS"/>
        </w:rPr>
        <w:t>-2030</w:t>
      </w:r>
      <w:r w:rsidR="00512FEE" w:rsidRPr="00A90824">
        <w:rPr>
          <w:color w:val="000000"/>
          <w:szCs w:val="24"/>
          <w:lang w:val="sr-Latn-RS"/>
        </w:rPr>
        <w:t>.</w:t>
      </w:r>
    </w:p>
    <w:p w14:paraId="21C12707" w14:textId="77777777" w:rsidR="00A0311A" w:rsidRPr="00A90824" w:rsidRDefault="00A0311A" w:rsidP="00A0311A">
      <w:pPr>
        <w:pStyle w:val="Heading4"/>
        <w:rPr>
          <w:color w:val="000000"/>
          <w:szCs w:val="24"/>
        </w:rPr>
      </w:pPr>
      <w:r w:rsidRPr="00A90824">
        <w:rPr>
          <w:color w:val="000000"/>
          <w:szCs w:val="24"/>
        </w:rPr>
        <w:t>Надлежне институције:</w:t>
      </w:r>
    </w:p>
    <w:p w14:paraId="0A030D1D" w14:textId="310EA102" w:rsidR="00A74649" w:rsidRPr="00A90824" w:rsidRDefault="00A74649" w:rsidP="00A74649">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031B16" w:rsidRPr="00A90824">
        <w:rPr>
          <w:color w:val="000000"/>
          <w:szCs w:val="24"/>
          <w:lang w:val="sr-Cyrl-RS"/>
        </w:rPr>
        <w:t>електронску управу</w:t>
      </w:r>
      <w:r w:rsidR="00F51B4B" w:rsidRPr="00A90824">
        <w:rPr>
          <w:color w:val="000000"/>
          <w:szCs w:val="24"/>
          <w:lang w:val="sr-Cyrl-RS"/>
        </w:rPr>
        <w:t xml:space="preserve"> (носилац)</w:t>
      </w:r>
    </w:p>
    <w:p w14:paraId="321AD5A5" w14:textId="77777777" w:rsidR="005F40F2" w:rsidRPr="00A90824" w:rsidRDefault="00A74649" w:rsidP="005F40F2">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Канцеларија</w:t>
      </w:r>
      <w:r w:rsidR="005F40F2" w:rsidRPr="00A90824">
        <w:rPr>
          <w:color w:val="000000"/>
          <w:szCs w:val="24"/>
          <w:lang w:val="sr-Cyrl-RS"/>
        </w:rPr>
        <w:t xml:space="preserve"> за информационе технологије и електронску управу </w:t>
      </w:r>
      <w:r w:rsidR="0088742D" w:rsidRPr="00A90824">
        <w:rPr>
          <w:color w:val="000000"/>
          <w:szCs w:val="24"/>
          <w:lang w:val="sr-Cyrl-RS"/>
        </w:rPr>
        <w:t>(партнер)</w:t>
      </w:r>
    </w:p>
    <w:p w14:paraId="4A82F90D" w14:textId="77777777" w:rsidR="00A74649" w:rsidRPr="00A90824" w:rsidRDefault="00A74649" w:rsidP="005F40F2">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привреде (партнер)</w:t>
      </w:r>
    </w:p>
    <w:p w14:paraId="1D9946F5" w14:textId="77777777" w:rsidR="00A74649" w:rsidRPr="00A90824" w:rsidRDefault="00A74649" w:rsidP="005F40F2">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Привредна комора Србије (партнер)</w:t>
      </w:r>
    </w:p>
    <w:p w14:paraId="1C43F9AD" w14:textId="77777777" w:rsidR="00A0311A" w:rsidRPr="00A90824" w:rsidRDefault="00A0311A" w:rsidP="005F40F2">
      <w:pPr>
        <w:pStyle w:val="Heading4"/>
        <w:rPr>
          <w:color w:val="000000"/>
          <w:szCs w:val="24"/>
        </w:rPr>
      </w:pPr>
      <w:r w:rsidRPr="00A90824">
        <w:rPr>
          <w:color w:val="000000"/>
          <w:szCs w:val="24"/>
        </w:rPr>
        <w:t>Показатељи:</w:t>
      </w:r>
    </w:p>
    <w:p w14:paraId="76CE1F10" w14:textId="77777777" w:rsidR="00A0311A" w:rsidRPr="00A90824" w:rsidRDefault="00A0311A" w:rsidP="00E63B22">
      <w:pPr>
        <w:pStyle w:val="ListParagraph"/>
        <w:numPr>
          <w:ilvl w:val="0"/>
          <w:numId w:val="15"/>
        </w:numPr>
        <w:spacing w:after="60"/>
        <w:ind w:hanging="513"/>
        <w:contextualSpacing w:val="0"/>
        <w:rPr>
          <w:color w:val="000000"/>
          <w:szCs w:val="24"/>
          <w:lang w:val="sr-Cyrl-RS"/>
        </w:rPr>
      </w:pPr>
      <w:r w:rsidRPr="00A90824">
        <w:rPr>
          <w:color w:val="000000"/>
          <w:szCs w:val="24"/>
          <w:lang w:val="sr-Cyrl-RS"/>
        </w:rPr>
        <w:t>Број скупова података постављених на платформи за управљање подацима</w:t>
      </w:r>
    </w:p>
    <w:p w14:paraId="5C8A9203" w14:textId="77777777" w:rsidR="00A0311A" w:rsidRPr="00A90824" w:rsidRDefault="00A0311A" w:rsidP="00A0311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4B1057D4" w14:textId="77777777" w:rsidR="00A0311A" w:rsidRPr="00A90824" w:rsidRDefault="00A0311A" w:rsidP="00A0311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20</w:t>
      </w:r>
    </w:p>
    <w:p w14:paraId="4D063895" w14:textId="77777777" w:rsidR="00A0311A" w:rsidRPr="00A90824" w:rsidRDefault="00A0311A" w:rsidP="00A0311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50</w:t>
      </w:r>
    </w:p>
    <w:p w14:paraId="02B57A6F" w14:textId="77777777" w:rsidR="00A0311A" w:rsidRPr="00A90824" w:rsidRDefault="00A0311A" w:rsidP="00E63B22">
      <w:pPr>
        <w:pStyle w:val="ListParagraph"/>
        <w:numPr>
          <w:ilvl w:val="0"/>
          <w:numId w:val="15"/>
        </w:numPr>
        <w:spacing w:before="120" w:after="60"/>
        <w:ind w:hanging="513"/>
        <w:contextualSpacing w:val="0"/>
        <w:rPr>
          <w:color w:val="000000"/>
          <w:szCs w:val="24"/>
          <w:lang w:val="sr-Cyrl-RS"/>
        </w:rPr>
      </w:pPr>
      <w:r w:rsidRPr="00A90824">
        <w:rPr>
          <w:color w:val="000000"/>
          <w:szCs w:val="24"/>
          <w:lang w:val="sr-Cyrl-RS"/>
        </w:rPr>
        <w:t>Број склопљених партнерстава са приватним сектором у сврхе отварања података</w:t>
      </w:r>
    </w:p>
    <w:p w14:paraId="0726A0B0" w14:textId="77777777" w:rsidR="00A0311A" w:rsidRPr="00A90824" w:rsidRDefault="00A0311A" w:rsidP="00A0311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6FEF216E" w14:textId="44D9ABA5" w:rsidR="00A0311A" w:rsidRPr="00A90824" w:rsidRDefault="00A0311A" w:rsidP="00A0311A">
      <w:pPr>
        <w:pStyle w:val="ListParagraph"/>
        <w:numPr>
          <w:ilvl w:val="0"/>
          <w:numId w:val="1"/>
        </w:numPr>
        <w:spacing w:after="60"/>
        <w:ind w:left="1701" w:hanging="510"/>
        <w:contextualSpacing w:val="0"/>
        <w:rPr>
          <w:szCs w:val="24"/>
          <w:lang w:val="sr-Cyrl-RS"/>
        </w:rPr>
      </w:pPr>
      <w:r w:rsidRPr="00A90824">
        <w:rPr>
          <w:color w:val="000000"/>
          <w:szCs w:val="24"/>
          <w:lang w:val="sr-Cyrl-RS"/>
        </w:rPr>
        <w:t xml:space="preserve">Циљна вредност за крај 2027. године: </w:t>
      </w:r>
      <w:r w:rsidRPr="00A90824">
        <w:rPr>
          <w:szCs w:val="24"/>
          <w:lang w:val="sr-Cyrl-RS"/>
        </w:rPr>
        <w:t>15</w:t>
      </w:r>
      <w:r w:rsidR="00D54E40" w:rsidRPr="00A90824">
        <w:rPr>
          <w:szCs w:val="24"/>
          <w:lang w:val="sr-Cyrl-RS"/>
        </w:rPr>
        <w:t xml:space="preserve"> (укупно)</w:t>
      </w:r>
    </w:p>
    <w:p w14:paraId="43E27136" w14:textId="639EC538" w:rsidR="00A0311A" w:rsidRPr="00A90824" w:rsidRDefault="00A0311A" w:rsidP="00A0311A">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2030. године: 30</w:t>
      </w:r>
      <w:r w:rsidR="00D54E40" w:rsidRPr="00A90824">
        <w:rPr>
          <w:szCs w:val="24"/>
          <w:lang w:val="sr-Cyrl-RS"/>
        </w:rPr>
        <w:t xml:space="preserve"> (укупно)</w:t>
      </w:r>
    </w:p>
    <w:p w14:paraId="611E03B3" w14:textId="77777777" w:rsidR="00A0311A" w:rsidRPr="00A90824" w:rsidRDefault="00A0311A" w:rsidP="00A0311A">
      <w:pPr>
        <w:pStyle w:val="Heading3"/>
        <w:rPr>
          <w:color w:val="000000"/>
          <w:sz w:val="24"/>
          <w:szCs w:val="24"/>
        </w:rPr>
      </w:pPr>
      <w:r w:rsidRPr="00A90824">
        <w:rPr>
          <w:color w:val="000000"/>
          <w:sz w:val="24"/>
          <w:szCs w:val="24"/>
        </w:rPr>
        <w:t xml:space="preserve">Мера </w:t>
      </w:r>
      <w:r w:rsidR="009C0EDE" w:rsidRPr="00A90824">
        <w:rPr>
          <w:color w:val="000000"/>
          <w:sz w:val="24"/>
          <w:szCs w:val="24"/>
        </w:rPr>
        <w:t>5</w:t>
      </w:r>
      <w:r w:rsidRPr="00A90824">
        <w:rPr>
          <w:color w:val="000000"/>
          <w:sz w:val="24"/>
          <w:szCs w:val="24"/>
        </w:rPr>
        <w:t>.3: Стандардизација управљања подацима у адекватним форматима у јавном сектору</w:t>
      </w:r>
    </w:p>
    <w:p w14:paraId="5780D71F" w14:textId="77777777" w:rsidR="00A0311A" w:rsidRPr="00A90824" w:rsidRDefault="00A0311A" w:rsidP="00A0311A">
      <w:pPr>
        <w:pStyle w:val="Heading4"/>
        <w:rPr>
          <w:color w:val="000000"/>
          <w:szCs w:val="24"/>
        </w:rPr>
      </w:pPr>
      <w:r w:rsidRPr="00A90824">
        <w:rPr>
          <w:color w:val="000000"/>
          <w:szCs w:val="24"/>
        </w:rPr>
        <w:t>Опис мере:</w:t>
      </w:r>
    </w:p>
    <w:p w14:paraId="04C9AC16" w14:textId="77777777" w:rsidR="00A0311A" w:rsidRPr="00A90824" w:rsidRDefault="004446B7" w:rsidP="00A0311A">
      <w:pPr>
        <w:rPr>
          <w:color w:val="000000"/>
          <w:szCs w:val="24"/>
          <w:lang w:val="sr-Cyrl-RS"/>
        </w:rPr>
      </w:pPr>
      <w:r w:rsidRPr="00A90824">
        <w:rPr>
          <w:color w:val="000000"/>
          <w:szCs w:val="24"/>
          <w:lang w:val="sr-Cyrl-RS"/>
        </w:rPr>
        <w:t>Мера омогућава</w:t>
      </w:r>
      <w:r w:rsidR="00A0311A" w:rsidRPr="00A90824">
        <w:rPr>
          <w:color w:val="000000"/>
          <w:szCs w:val="24"/>
          <w:lang w:val="sr-Cyrl-RS"/>
        </w:rPr>
        <w:t xml:space="preserve"> управљање подацима које ће довести до стандардизације приликом њиховог пројектовања, стварања, чувања и употребе. Потребно је направити програме који ће јавн</w:t>
      </w:r>
      <w:r w:rsidR="00C90459" w:rsidRPr="00A90824">
        <w:rPr>
          <w:color w:val="000000"/>
          <w:szCs w:val="24"/>
          <w:lang w:val="sr-Cyrl-RS"/>
        </w:rPr>
        <w:t xml:space="preserve">ом сектору </w:t>
      </w:r>
      <w:r w:rsidR="00A0311A" w:rsidRPr="00A90824">
        <w:rPr>
          <w:color w:val="000000"/>
          <w:szCs w:val="24"/>
          <w:lang w:val="sr-Cyrl-RS"/>
        </w:rPr>
        <w:t xml:space="preserve">омогућити алате и знање </w:t>
      </w:r>
      <w:r w:rsidR="00C90459" w:rsidRPr="00A90824">
        <w:rPr>
          <w:color w:val="000000"/>
          <w:szCs w:val="24"/>
          <w:lang w:val="sr-Cyrl-RS"/>
        </w:rPr>
        <w:t>који су им потребни</w:t>
      </w:r>
      <w:r w:rsidR="00A0311A" w:rsidRPr="00A90824">
        <w:rPr>
          <w:color w:val="000000"/>
          <w:szCs w:val="24"/>
          <w:lang w:val="sr-Cyrl-RS"/>
        </w:rPr>
        <w:t xml:space="preserve"> за организацију и припрему података у форматима који су компатибилни са технологијама вештачке интелигенције. </w:t>
      </w:r>
    </w:p>
    <w:p w14:paraId="47DB8A14" w14:textId="241BF854" w:rsidR="00A0311A" w:rsidRPr="00A90824" w:rsidRDefault="00A0311A" w:rsidP="00A0311A">
      <w:pPr>
        <w:rPr>
          <w:color w:val="000000"/>
          <w:szCs w:val="24"/>
          <w:lang w:val="sr-Cyrl-RS"/>
        </w:rPr>
      </w:pPr>
      <w:r w:rsidRPr="00A90824">
        <w:rPr>
          <w:color w:val="000000"/>
          <w:szCs w:val="24"/>
          <w:lang w:val="sr-Cyrl-RS"/>
        </w:rPr>
        <w:t xml:space="preserve">Мера обухвата стандардизацију чувања података на начин који ће омогућити њихову лаку употребу за развој и примену вештачке интелигенције, израду платформе за поновну употребу података, организацију радионица, обука и консултација са стручњацима за податке како би се подаци трансформисали и учинили доступним за ефикасну аналитику и аутоматизацију процеса помоћу </w:t>
      </w:r>
      <w:r w:rsidR="004446B7" w:rsidRPr="00A90824">
        <w:rPr>
          <w:color w:val="000000"/>
          <w:szCs w:val="24"/>
          <w:lang w:val="sr-Cyrl-RS"/>
        </w:rPr>
        <w:t>вештачке интелигенције</w:t>
      </w:r>
      <w:r w:rsidR="002F1AE5" w:rsidRPr="00A90824">
        <w:rPr>
          <w:color w:val="000000"/>
          <w:szCs w:val="24"/>
          <w:lang w:val="sr-Cyrl-RS"/>
        </w:rPr>
        <w:t xml:space="preserve"> и др.</w:t>
      </w:r>
    </w:p>
    <w:p w14:paraId="4C4D030C" w14:textId="77777777" w:rsidR="00A0311A" w:rsidRPr="00A90824" w:rsidRDefault="00A0311A" w:rsidP="00A0311A">
      <w:pPr>
        <w:pStyle w:val="Heading4"/>
        <w:rPr>
          <w:color w:val="000000"/>
          <w:szCs w:val="24"/>
        </w:rPr>
      </w:pPr>
      <w:r w:rsidRPr="00A90824">
        <w:rPr>
          <w:color w:val="000000"/>
          <w:szCs w:val="24"/>
        </w:rPr>
        <w:t>Период реализације:</w:t>
      </w:r>
    </w:p>
    <w:p w14:paraId="417ABEC6" w14:textId="77777777" w:rsidR="00A0311A" w:rsidRPr="00A90824" w:rsidRDefault="00075CDD" w:rsidP="00A0311A">
      <w:pPr>
        <w:rPr>
          <w:color w:val="000000"/>
          <w:szCs w:val="24"/>
          <w:lang w:val="sr-Latn-RS"/>
        </w:rPr>
      </w:pPr>
      <w:r w:rsidRPr="00A90824">
        <w:rPr>
          <w:color w:val="000000"/>
          <w:szCs w:val="24"/>
          <w:lang w:val="sr-Cyrl-RS"/>
        </w:rPr>
        <w:t>2025</w:t>
      </w:r>
      <w:r w:rsidR="00512FEE" w:rsidRPr="00A90824">
        <w:rPr>
          <w:color w:val="000000"/>
          <w:szCs w:val="24"/>
          <w:lang w:val="sr-Latn-RS"/>
        </w:rPr>
        <w:t>.</w:t>
      </w:r>
      <w:r w:rsidR="00A0311A" w:rsidRPr="00A90824">
        <w:rPr>
          <w:color w:val="000000"/>
          <w:szCs w:val="24"/>
          <w:lang w:val="sr-Cyrl-RS"/>
        </w:rPr>
        <w:t>-2030</w:t>
      </w:r>
      <w:r w:rsidR="00512FEE" w:rsidRPr="00A90824">
        <w:rPr>
          <w:color w:val="000000"/>
          <w:szCs w:val="24"/>
          <w:lang w:val="sr-Latn-RS"/>
        </w:rPr>
        <w:t>.</w:t>
      </w:r>
    </w:p>
    <w:p w14:paraId="1CF57C7C" w14:textId="77777777" w:rsidR="00A0311A" w:rsidRPr="00A90824" w:rsidRDefault="00A0311A" w:rsidP="00A0311A">
      <w:pPr>
        <w:pStyle w:val="Heading4"/>
        <w:rPr>
          <w:color w:val="000000"/>
          <w:szCs w:val="24"/>
        </w:rPr>
      </w:pPr>
      <w:r w:rsidRPr="00A90824">
        <w:rPr>
          <w:color w:val="000000"/>
          <w:szCs w:val="24"/>
        </w:rPr>
        <w:t>Надлежне институције:</w:t>
      </w:r>
    </w:p>
    <w:p w14:paraId="10B570A0" w14:textId="77777777" w:rsidR="00CA2ECF" w:rsidRPr="00A90824" w:rsidRDefault="00A74649" w:rsidP="00CC2053">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Канцеларија</w:t>
      </w:r>
      <w:r w:rsidR="005F40F2" w:rsidRPr="00A90824">
        <w:rPr>
          <w:color w:val="000000"/>
          <w:szCs w:val="24"/>
          <w:lang w:val="sr-Cyrl-RS"/>
        </w:rPr>
        <w:t xml:space="preserve"> за информационе технологије и електронску управу </w:t>
      </w:r>
      <w:r w:rsidR="00CA2ECF" w:rsidRPr="00A90824">
        <w:rPr>
          <w:color w:val="000000"/>
          <w:szCs w:val="24"/>
          <w:lang w:val="sr-Cyrl-RS"/>
        </w:rPr>
        <w:t>(носилац)</w:t>
      </w:r>
    </w:p>
    <w:p w14:paraId="1BAE59DB" w14:textId="77777777" w:rsidR="00CA2ECF" w:rsidRPr="00A90824" w:rsidRDefault="00CA2ECF" w:rsidP="00CA2ECF">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031B16" w:rsidRPr="00A90824">
        <w:rPr>
          <w:color w:val="000000"/>
          <w:szCs w:val="24"/>
          <w:lang w:val="sr-Cyrl-RS"/>
        </w:rPr>
        <w:t>електронску управу</w:t>
      </w:r>
      <w:r w:rsidRPr="00A90824">
        <w:rPr>
          <w:color w:val="000000"/>
          <w:szCs w:val="24"/>
          <w:lang w:val="sr-Cyrl-RS"/>
        </w:rPr>
        <w:t xml:space="preserve"> (партнер)</w:t>
      </w:r>
    </w:p>
    <w:p w14:paraId="0AB9F516" w14:textId="77777777" w:rsidR="00A74649" w:rsidRPr="00A90824" w:rsidRDefault="00A74649" w:rsidP="00CA2ECF">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w:t>
      </w:r>
      <w:r w:rsidR="00031B16" w:rsidRPr="00A90824">
        <w:rPr>
          <w:color w:val="000000"/>
          <w:szCs w:val="24"/>
          <w:lang w:val="sr-Cyrl-RS"/>
        </w:rPr>
        <w:t xml:space="preserve">надлежно за </w:t>
      </w:r>
      <w:r w:rsidRPr="00A90824">
        <w:rPr>
          <w:color w:val="000000"/>
          <w:szCs w:val="24"/>
          <w:lang w:val="sr-Cyrl-RS"/>
        </w:rPr>
        <w:t>државн</w:t>
      </w:r>
      <w:r w:rsidR="00031B16" w:rsidRPr="00A90824">
        <w:rPr>
          <w:color w:val="000000"/>
          <w:szCs w:val="24"/>
          <w:lang w:val="sr-Cyrl-RS"/>
        </w:rPr>
        <w:t>у</w:t>
      </w:r>
      <w:r w:rsidRPr="00A90824">
        <w:rPr>
          <w:color w:val="000000"/>
          <w:szCs w:val="24"/>
          <w:lang w:val="sr-Cyrl-RS"/>
        </w:rPr>
        <w:t xml:space="preserve"> управ</w:t>
      </w:r>
      <w:r w:rsidR="00031B16" w:rsidRPr="00A90824">
        <w:rPr>
          <w:color w:val="000000"/>
          <w:szCs w:val="24"/>
          <w:lang w:val="sr-Cyrl-RS"/>
        </w:rPr>
        <w:t>у и локалну самоуправу (партнер)</w:t>
      </w:r>
    </w:p>
    <w:p w14:paraId="1AFC0E42" w14:textId="77777777" w:rsidR="00A303FB" w:rsidRPr="00A90824" w:rsidRDefault="00A303FB" w:rsidP="00CA2ECF">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Савет за вештачку интелигенцију</w:t>
      </w:r>
      <w:r w:rsidR="00031B16" w:rsidRPr="00A90824">
        <w:rPr>
          <w:color w:val="000000"/>
          <w:szCs w:val="24"/>
          <w:lang w:val="sr-Cyrl-RS"/>
        </w:rPr>
        <w:t xml:space="preserve"> (партнер)</w:t>
      </w:r>
    </w:p>
    <w:p w14:paraId="52BBB578" w14:textId="77777777" w:rsidR="00A0311A" w:rsidRPr="00A90824" w:rsidRDefault="00A0311A" w:rsidP="00A0311A">
      <w:pPr>
        <w:pStyle w:val="Heading4"/>
        <w:rPr>
          <w:color w:val="000000"/>
          <w:szCs w:val="24"/>
        </w:rPr>
      </w:pPr>
      <w:r w:rsidRPr="00A90824">
        <w:rPr>
          <w:color w:val="000000"/>
          <w:szCs w:val="24"/>
        </w:rPr>
        <w:t>Показатељи:</w:t>
      </w:r>
    </w:p>
    <w:p w14:paraId="062D9EFA" w14:textId="77777777" w:rsidR="00A0311A" w:rsidRPr="00A90824" w:rsidRDefault="00A0311A" w:rsidP="00E63B22">
      <w:pPr>
        <w:pStyle w:val="ListParagraph"/>
        <w:numPr>
          <w:ilvl w:val="0"/>
          <w:numId w:val="16"/>
        </w:numPr>
        <w:spacing w:after="60"/>
        <w:ind w:hanging="513"/>
        <w:contextualSpacing w:val="0"/>
        <w:rPr>
          <w:color w:val="000000"/>
          <w:szCs w:val="24"/>
          <w:lang w:val="sr-Cyrl-RS"/>
        </w:rPr>
      </w:pPr>
      <w:r w:rsidRPr="00A90824">
        <w:rPr>
          <w:color w:val="000000"/>
          <w:szCs w:val="24"/>
          <w:lang w:val="sr-Cyrl-RS"/>
        </w:rPr>
        <w:t>Број јавних институција које учествују у програму подршке.</w:t>
      </w:r>
    </w:p>
    <w:p w14:paraId="1F38A341" w14:textId="77777777" w:rsidR="00A0311A" w:rsidRPr="00A90824" w:rsidRDefault="00A0311A" w:rsidP="00A0311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5ADBC48F" w14:textId="77777777" w:rsidR="00A0311A" w:rsidRPr="00A90824" w:rsidRDefault="00A0311A" w:rsidP="00A0311A">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15</w:t>
      </w:r>
    </w:p>
    <w:p w14:paraId="3C109AE2" w14:textId="77777777" w:rsidR="00A0311A" w:rsidRPr="00A90824" w:rsidRDefault="00A0311A" w:rsidP="001F10B7">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30</w:t>
      </w:r>
    </w:p>
    <w:p w14:paraId="6412B062" w14:textId="77777777" w:rsidR="00BE0C76" w:rsidRPr="00A90824" w:rsidRDefault="006323AB" w:rsidP="006323AB">
      <w:pPr>
        <w:pStyle w:val="Heading2"/>
        <w:rPr>
          <w:color w:val="000000"/>
          <w:sz w:val="24"/>
          <w:szCs w:val="24"/>
        </w:rPr>
      </w:pPr>
      <w:bookmarkStart w:id="48" w:name="_Toc174901949"/>
      <w:bookmarkStart w:id="49" w:name="_Hlk184761682"/>
      <w:bookmarkEnd w:id="47"/>
      <w:r w:rsidRPr="00A90824">
        <w:rPr>
          <w:color w:val="000000"/>
          <w:sz w:val="24"/>
          <w:szCs w:val="24"/>
        </w:rPr>
        <w:t xml:space="preserve">Циљ </w:t>
      </w:r>
      <w:r w:rsidR="00235DEA" w:rsidRPr="00A90824">
        <w:rPr>
          <w:color w:val="000000"/>
          <w:sz w:val="24"/>
          <w:szCs w:val="24"/>
        </w:rPr>
        <w:t>6</w:t>
      </w:r>
      <w:r w:rsidRPr="00A90824">
        <w:rPr>
          <w:color w:val="000000"/>
          <w:sz w:val="24"/>
          <w:szCs w:val="24"/>
        </w:rPr>
        <w:t xml:space="preserve"> - </w:t>
      </w:r>
      <w:r w:rsidR="00BE0C76" w:rsidRPr="00A90824">
        <w:rPr>
          <w:color w:val="000000"/>
          <w:sz w:val="24"/>
          <w:szCs w:val="24"/>
        </w:rPr>
        <w:t xml:space="preserve">Повећање примене вештачке интелигенције у </w:t>
      </w:r>
      <w:r w:rsidR="00073408" w:rsidRPr="00A90824">
        <w:rPr>
          <w:color w:val="000000"/>
          <w:sz w:val="24"/>
          <w:szCs w:val="24"/>
        </w:rPr>
        <w:t xml:space="preserve">приоритетним </w:t>
      </w:r>
      <w:r w:rsidR="00BE0C76" w:rsidRPr="00A90824">
        <w:rPr>
          <w:color w:val="000000"/>
          <w:sz w:val="24"/>
          <w:szCs w:val="24"/>
        </w:rPr>
        <w:t>сегментима друштва и привреде</w:t>
      </w:r>
      <w:bookmarkEnd w:id="48"/>
    </w:p>
    <w:bookmarkEnd w:id="49"/>
    <w:p w14:paraId="3C05891A" w14:textId="77777777" w:rsidR="00E4544D" w:rsidRPr="00A90824" w:rsidRDefault="00E4544D" w:rsidP="00EE0EE3">
      <w:pPr>
        <w:rPr>
          <w:color w:val="000000"/>
          <w:szCs w:val="24"/>
          <w:lang w:val="sr-Cyrl-RS"/>
        </w:rPr>
      </w:pPr>
      <w:r w:rsidRPr="00A90824">
        <w:rPr>
          <w:color w:val="000000"/>
          <w:szCs w:val="24"/>
          <w:lang w:val="sr-Cyrl-RS"/>
        </w:rPr>
        <w:t xml:space="preserve">Решења која садрже вештачку интелигенцију примењују се у </w:t>
      </w:r>
      <w:r w:rsidR="00705362" w:rsidRPr="00A90824">
        <w:rPr>
          <w:color w:val="000000"/>
          <w:szCs w:val="24"/>
          <w:lang w:val="sr-Cyrl-RS"/>
        </w:rPr>
        <w:t xml:space="preserve">свакодневном </w:t>
      </w:r>
      <w:r w:rsidRPr="00A90824">
        <w:rPr>
          <w:color w:val="000000"/>
          <w:szCs w:val="24"/>
          <w:lang w:val="sr-Cyrl-RS"/>
        </w:rPr>
        <w:t xml:space="preserve">животу, део су тржишта и економског циклуса. </w:t>
      </w:r>
      <w:r w:rsidR="00705362" w:rsidRPr="00A90824">
        <w:rPr>
          <w:color w:val="000000"/>
          <w:szCs w:val="24"/>
          <w:lang w:val="sr-Cyrl-RS"/>
        </w:rPr>
        <w:t>Њеном применом</w:t>
      </w:r>
      <w:r w:rsidRPr="00A90824">
        <w:rPr>
          <w:color w:val="000000"/>
          <w:szCs w:val="24"/>
          <w:lang w:val="sr-Cyrl-RS"/>
        </w:rPr>
        <w:t xml:space="preserve"> олакша</w:t>
      </w:r>
      <w:r w:rsidR="00705362" w:rsidRPr="00A90824">
        <w:rPr>
          <w:color w:val="000000"/>
          <w:szCs w:val="24"/>
          <w:lang w:val="sr-Cyrl-RS"/>
        </w:rPr>
        <w:t>ва се</w:t>
      </w:r>
      <w:r w:rsidRPr="00A90824">
        <w:rPr>
          <w:color w:val="000000"/>
          <w:szCs w:val="24"/>
          <w:lang w:val="sr-Cyrl-RS"/>
        </w:rPr>
        <w:t xml:space="preserve"> рад у областима где </w:t>
      </w:r>
      <w:r w:rsidR="00705362" w:rsidRPr="00A90824">
        <w:rPr>
          <w:color w:val="000000"/>
          <w:szCs w:val="24"/>
          <w:lang w:val="sr-Cyrl-RS"/>
        </w:rPr>
        <w:t>је то могуће</w:t>
      </w:r>
      <w:r w:rsidRPr="00A90824">
        <w:rPr>
          <w:color w:val="000000"/>
          <w:szCs w:val="24"/>
          <w:lang w:val="sr-Cyrl-RS"/>
        </w:rPr>
        <w:t xml:space="preserve">. Појединци и компаније које примењују ова решења </w:t>
      </w:r>
      <w:r w:rsidR="00705362" w:rsidRPr="00A90824">
        <w:rPr>
          <w:color w:val="000000"/>
          <w:szCs w:val="24"/>
          <w:lang w:val="sr-Cyrl-RS"/>
        </w:rPr>
        <w:t>поред</w:t>
      </w:r>
      <w:r w:rsidRPr="00A90824">
        <w:rPr>
          <w:color w:val="000000"/>
          <w:szCs w:val="24"/>
          <w:lang w:val="sr-Cyrl-RS"/>
        </w:rPr>
        <w:t xml:space="preserve"> користи у обављању посла </w:t>
      </w:r>
      <w:r w:rsidR="00705362" w:rsidRPr="00A90824">
        <w:rPr>
          <w:color w:val="000000"/>
          <w:szCs w:val="24"/>
          <w:lang w:val="sr-Cyrl-RS"/>
        </w:rPr>
        <w:t>треба да имају и</w:t>
      </w:r>
      <w:r w:rsidRPr="00A90824">
        <w:rPr>
          <w:color w:val="000000"/>
          <w:szCs w:val="24"/>
          <w:lang w:val="sr-Cyrl-RS"/>
        </w:rPr>
        <w:t xml:space="preserve"> економску корист у експлоатацији оваквих решења. Посебно је важно примењивати решења из области вештачке интелигенције у </w:t>
      </w:r>
      <w:r w:rsidR="00705362" w:rsidRPr="00A90824">
        <w:rPr>
          <w:color w:val="000000"/>
          <w:szCs w:val="24"/>
          <w:lang w:val="sr-Cyrl-RS"/>
        </w:rPr>
        <w:t xml:space="preserve">јавној управи, привреди, пољопривреди, </w:t>
      </w:r>
      <w:r w:rsidR="00884BC6" w:rsidRPr="00A90824">
        <w:rPr>
          <w:color w:val="000000"/>
          <w:szCs w:val="24"/>
          <w:lang w:val="sr-Cyrl-RS"/>
        </w:rPr>
        <w:t xml:space="preserve">грађевинарству, </w:t>
      </w:r>
      <w:r w:rsidR="00705362" w:rsidRPr="00A90824">
        <w:rPr>
          <w:color w:val="000000"/>
          <w:szCs w:val="24"/>
          <w:lang w:val="sr-Cyrl-RS"/>
        </w:rPr>
        <w:t>заштити животне средине, здравству и биотехнологијама и другим сферама друштва</w:t>
      </w:r>
      <w:r w:rsidRPr="00A90824">
        <w:rPr>
          <w:color w:val="000000"/>
          <w:szCs w:val="24"/>
          <w:lang w:val="sr-Cyrl-RS"/>
        </w:rPr>
        <w:t>. Интеграција вештачке интелигенције у ов</w:t>
      </w:r>
      <w:r w:rsidR="00705362" w:rsidRPr="00A90824">
        <w:rPr>
          <w:color w:val="000000"/>
          <w:szCs w:val="24"/>
          <w:lang w:val="sr-Cyrl-RS"/>
        </w:rPr>
        <w:t>им</w:t>
      </w:r>
      <w:r w:rsidRPr="00A90824">
        <w:rPr>
          <w:color w:val="000000"/>
          <w:szCs w:val="24"/>
          <w:lang w:val="sr-Cyrl-RS"/>
        </w:rPr>
        <w:t xml:space="preserve"> области</w:t>
      </w:r>
      <w:r w:rsidR="00705362" w:rsidRPr="00A90824">
        <w:rPr>
          <w:color w:val="000000"/>
          <w:szCs w:val="24"/>
          <w:lang w:val="sr-Cyrl-RS"/>
        </w:rPr>
        <w:t>ма</w:t>
      </w:r>
      <w:r w:rsidRPr="00A90824">
        <w:rPr>
          <w:color w:val="000000"/>
          <w:szCs w:val="24"/>
          <w:lang w:val="sr-Cyrl-RS"/>
        </w:rPr>
        <w:t xml:space="preserve"> има за циљ </w:t>
      </w:r>
      <w:r w:rsidR="00705362" w:rsidRPr="00A90824">
        <w:rPr>
          <w:color w:val="000000"/>
          <w:szCs w:val="24"/>
          <w:lang w:val="sr-Cyrl-RS"/>
        </w:rPr>
        <w:t xml:space="preserve">побољшање укупног функционисања друштва и </w:t>
      </w:r>
      <w:r w:rsidRPr="00A90824">
        <w:rPr>
          <w:color w:val="000000"/>
          <w:szCs w:val="24"/>
          <w:lang w:val="sr-Cyrl-RS"/>
        </w:rPr>
        <w:t xml:space="preserve">свеобухватан технолошки напредак. </w:t>
      </w:r>
    </w:p>
    <w:p w14:paraId="422A6125" w14:textId="77777777" w:rsidR="00BC3108" w:rsidRPr="00A90824" w:rsidRDefault="00BC3108" w:rsidP="00BC3108">
      <w:pPr>
        <w:pStyle w:val="Heading4"/>
        <w:spacing w:after="0"/>
        <w:rPr>
          <w:szCs w:val="24"/>
        </w:rPr>
      </w:pPr>
      <w:r w:rsidRPr="00A90824">
        <w:rPr>
          <w:szCs w:val="24"/>
        </w:rPr>
        <w:t xml:space="preserve">Период реализације посебног циља: </w:t>
      </w:r>
    </w:p>
    <w:p w14:paraId="0440986E" w14:textId="77777777" w:rsidR="00BC3108" w:rsidRPr="00A90824" w:rsidRDefault="00BC3108" w:rsidP="00BC3108">
      <w:pPr>
        <w:pStyle w:val="Heading4"/>
        <w:spacing w:before="0" w:after="0"/>
        <w:rPr>
          <w:szCs w:val="24"/>
        </w:rPr>
      </w:pPr>
      <w:r w:rsidRPr="00A90824">
        <w:rPr>
          <w:szCs w:val="24"/>
        </w:rPr>
        <w:t>2025-2030</w:t>
      </w:r>
    </w:p>
    <w:p w14:paraId="53DDBDBF" w14:textId="77777777" w:rsidR="00BC3108" w:rsidRPr="00A90824" w:rsidRDefault="00BC3108" w:rsidP="00BC3108">
      <w:pPr>
        <w:pStyle w:val="Heading4"/>
        <w:spacing w:after="0"/>
        <w:rPr>
          <w:szCs w:val="24"/>
        </w:rPr>
      </w:pPr>
      <w:r w:rsidRPr="00A90824">
        <w:rPr>
          <w:szCs w:val="24"/>
        </w:rPr>
        <w:t>Надлежна институција:</w:t>
      </w:r>
    </w:p>
    <w:p w14:paraId="7CC53840" w14:textId="77777777" w:rsidR="00BC3108" w:rsidRPr="00A90824" w:rsidRDefault="00BC3108" w:rsidP="00BC3108">
      <w:pPr>
        <w:rPr>
          <w:szCs w:val="24"/>
          <w:lang w:val="sr-Cyrl-RS"/>
        </w:rPr>
      </w:pPr>
      <w:r w:rsidRPr="00A90824">
        <w:rPr>
          <w:szCs w:val="24"/>
          <w:lang w:val="sr-Cyrl-RS"/>
        </w:rPr>
        <w:t>Министарство надлежно за научноистраживачку делатност</w:t>
      </w:r>
    </w:p>
    <w:p w14:paraId="74464794" w14:textId="607DB2D1" w:rsidR="00244984" w:rsidRPr="00A90824" w:rsidRDefault="00244984" w:rsidP="00BC3108">
      <w:pPr>
        <w:pStyle w:val="Heading4"/>
        <w:rPr>
          <w:szCs w:val="24"/>
        </w:rPr>
      </w:pPr>
      <w:r w:rsidRPr="00A90824">
        <w:rPr>
          <w:szCs w:val="24"/>
        </w:rPr>
        <w:t>Показатељ:</w:t>
      </w:r>
    </w:p>
    <w:p w14:paraId="18A00FC0" w14:textId="08AA9B0E" w:rsidR="00244984" w:rsidRPr="00A90824" w:rsidRDefault="00244984" w:rsidP="00E63B22">
      <w:pPr>
        <w:pStyle w:val="ListParagraph"/>
        <w:numPr>
          <w:ilvl w:val="0"/>
          <w:numId w:val="39"/>
        </w:numPr>
        <w:ind w:hanging="371"/>
        <w:rPr>
          <w:szCs w:val="24"/>
          <w:lang w:val="sr-Cyrl-RS"/>
        </w:rPr>
      </w:pPr>
      <w:r w:rsidRPr="00A90824">
        <w:rPr>
          <w:szCs w:val="24"/>
          <w:lang w:val="sr-Cyrl-RS"/>
        </w:rPr>
        <w:t xml:space="preserve">Број решења </w:t>
      </w:r>
      <w:r w:rsidR="00BC3108" w:rsidRPr="00A90824">
        <w:rPr>
          <w:szCs w:val="24"/>
          <w:lang w:val="sr-Cyrl-RS"/>
        </w:rPr>
        <w:t>ВИ која се примењују у</w:t>
      </w:r>
      <w:r w:rsidRPr="00A90824">
        <w:rPr>
          <w:szCs w:val="24"/>
          <w:lang w:val="sr-Cyrl-RS"/>
        </w:rPr>
        <w:t xml:space="preserve"> ј</w:t>
      </w:r>
      <w:r w:rsidR="00BC3108" w:rsidRPr="00A90824">
        <w:rPr>
          <w:szCs w:val="24"/>
          <w:lang w:val="sr-Cyrl-RS"/>
        </w:rPr>
        <w:t>авном сектору</w:t>
      </w:r>
    </w:p>
    <w:p w14:paraId="4F88E93A" w14:textId="6227BB4E" w:rsidR="00244984" w:rsidRPr="00A90824" w:rsidRDefault="00244984" w:rsidP="00E63B22">
      <w:pPr>
        <w:pStyle w:val="ListParagraph"/>
        <w:numPr>
          <w:ilvl w:val="0"/>
          <w:numId w:val="31"/>
        </w:numPr>
        <w:spacing w:after="60"/>
        <w:ind w:left="1560"/>
        <w:rPr>
          <w:szCs w:val="24"/>
          <w:lang w:val="sr-Cyrl-RS"/>
        </w:rPr>
      </w:pPr>
      <w:r w:rsidRPr="00A90824">
        <w:rPr>
          <w:szCs w:val="24"/>
          <w:lang w:val="sr-Cyrl-RS"/>
        </w:rPr>
        <w:t>Почетна вредност: 10</w:t>
      </w:r>
    </w:p>
    <w:p w14:paraId="526843EA" w14:textId="2B0ED4F0" w:rsidR="00244984" w:rsidRPr="00A90824" w:rsidRDefault="00244984" w:rsidP="00E63B22">
      <w:pPr>
        <w:pStyle w:val="ListParagraph"/>
        <w:numPr>
          <w:ilvl w:val="0"/>
          <w:numId w:val="31"/>
        </w:numPr>
        <w:spacing w:after="60"/>
        <w:ind w:left="1560"/>
        <w:rPr>
          <w:szCs w:val="24"/>
          <w:lang w:val="sr-Cyrl-RS"/>
        </w:rPr>
      </w:pPr>
      <w:r w:rsidRPr="00A90824">
        <w:rPr>
          <w:szCs w:val="24"/>
          <w:lang w:val="sr-Cyrl-RS"/>
        </w:rPr>
        <w:t>Циљна вредност за крај 2027</w:t>
      </w:r>
      <w:r w:rsidR="0099655F" w:rsidRPr="00A90824">
        <w:rPr>
          <w:szCs w:val="24"/>
          <w:lang w:val="sr-Cyrl-RS"/>
        </w:rPr>
        <w:t>:</w:t>
      </w:r>
      <w:r w:rsidRPr="00A90824">
        <w:rPr>
          <w:szCs w:val="24"/>
          <w:lang w:val="sr-Cyrl-RS"/>
        </w:rPr>
        <w:t xml:space="preserve"> 25 </w:t>
      </w:r>
      <w:r w:rsidR="00BC3108" w:rsidRPr="00A90824">
        <w:rPr>
          <w:szCs w:val="24"/>
          <w:lang w:val="sr-Cyrl-RS"/>
        </w:rPr>
        <w:t>(укупно)</w:t>
      </w:r>
    </w:p>
    <w:p w14:paraId="309E9D61" w14:textId="68F79711" w:rsidR="00BC3108" w:rsidRPr="00A90824" w:rsidRDefault="00244984" w:rsidP="00E63B22">
      <w:pPr>
        <w:pStyle w:val="ListParagraph"/>
        <w:numPr>
          <w:ilvl w:val="0"/>
          <w:numId w:val="31"/>
        </w:numPr>
        <w:ind w:left="1560" w:hanging="357"/>
        <w:rPr>
          <w:szCs w:val="24"/>
          <w:lang w:val="sr-Cyrl-RS"/>
        </w:rPr>
      </w:pPr>
      <w:r w:rsidRPr="00A90824">
        <w:rPr>
          <w:szCs w:val="24"/>
          <w:lang w:val="sr-Cyrl-RS"/>
        </w:rPr>
        <w:t>Циљна вредност за крај 2030</w:t>
      </w:r>
      <w:r w:rsidR="0099655F" w:rsidRPr="00A90824">
        <w:rPr>
          <w:szCs w:val="24"/>
          <w:lang w:val="sr-Cyrl-RS"/>
        </w:rPr>
        <w:t>:</w:t>
      </w:r>
      <w:r w:rsidRPr="00A90824">
        <w:rPr>
          <w:szCs w:val="24"/>
          <w:lang w:val="sr-Cyrl-RS"/>
        </w:rPr>
        <w:t xml:space="preserve"> 50 </w:t>
      </w:r>
      <w:r w:rsidR="00BC3108" w:rsidRPr="00A90824">
        <w:rPr>
          <w:szCs w:val="24"/>
          <w:lang w:val="sr-Cyrl-RS"/>
        </w:rPr>
        <w:t>(укупно)</w:t>
      </w:r>
    </w:p>
    <w:p w14:paraId="3B697AB2" w14:textId="77777777" w:rsidR="00BE0C76" w:rsidRPr="00A90824" w:rsidRDefault="006323AB" w:rsidP="00F62B1B">
      <w:pPr>
        <w:pStyle w:val="Heading3"/>
        <w:rPr>
          <w:color w:val="000000"/>
          <w:sz w:val="24"/>
          <w:szCs w:val="24"/>
        </w:rPr>
      </w:pPr>
      <w:bookmarkStart w:id="50" w:name="_Toc174901950"/>
      <w:r w:rsidRPr="00A90824">
        <w:rPr>
          <w:color w:val="000000"/>
          <w:sz w:val="24"/>
          <w:szCs w:val="24"/>
        </w:rPr>
        <w:t xml:space="preserve">Мера </w:t>
      </w:r>
      <w:r w:rsidR="00235DEA" w:rsidRPr="00A90824">
        <w:rPr>
          <w:color w:val="000000"/>
          <w:sz w:val="24"/>
          <w:szCs w:val="24"/>
        </w:rPr>
        <w:t>6</w:t>
      </w:r>
      <w:r w:rsidRPr="00A90824">
        <w:rPr>
          <w:color w:val="000000"/>
          <w:sz w:val="24"/>
          <w:szCs w:val="24"/>
        </w:rPr>
        <w:t xml:space="preserve">.1: </w:t>
      </w:r>
      <w:r w:rsidR="00BE0C76" w:rsidRPr="00A90824">
        <w:rPr>
          <w:color w:val="000000"/>
          <w:sz w:val="24"/>
          <w:szCs w:val="24"/>
        </w:rPr>
        <w:t xml:space="preserve">Подстицаји за примену </w:t>
      </w:r>
      <w:r w:rsidR="00280B24" w:rsidRPr="00A90824">
        <w:rPr>
          <w:color w:val="000000"/>
          <w:sz w:val="24"/>
          <w:szCs w:val="24"/>
        </w:rPr>
        <w:t>вештачке интелигенције</w:t>
      </w:r>
      <w:r w:rsidR="00BE0C76" w:rsidRPr="00A90824">
        <w:rPr>
          <w:color w:val="000000"/>
          <w:sz w:val="24"/>
          <w:szCs w:val="24"/>
        </w:rPr>
        <w:t xml:space="preserve"> у јавном сектору</w:t>
      </w:r>
      <w:bookmarkEnd w:id="50"/>
    </w:p>
    <w:p w14:paraId="5894C6BE" w14:textId="77777777" w:rsidR="00BE0C76" w:rsidRPr="00A90824" w:rsidRDefault="00BE0C76" w:rsidP="00E35B80">
      <w:pPr>
        <w:pStyle w:val="Heading4"/>
        <w:rPr>
          <w:color w:val="000000"/>
          <w:szCs w:val="24"/>
        </w:rPr>
      </w:pPr>
      <w:r w:rsidRPr="00A90824">
        <w:rPr>
          <w:color w:val="000000"/>
          <w:szCs w:val="24"/>
        </w:rPr>
        <w:t>Опис мере:</w:t>
      </w:r>
    </w:p>
    <w:p w14:paraId="5E995D2F" w14:textId="77777777" w:rsidR="009E44DD" w:rsidRPr="00A90824" w:rsidRDefault="00BE0C76" w:rsidP="00BE0C76">
      <w:pPr>
        <w:rPr>
          <w:color w:val="000000"/>
          <w:szCs w:val="24"/>
          <w:lang w:val="sr-Cyrl-RS"/>
        </w:rPr>
      </w:pPr>
      <w:r w:rsidRPr="00A90824">
        <w:rPr>
          <w:color w:val="000000"/>
          <w:szCs w:val="24"/>
          <w:lang w:val="sr-Cyrl-RS"/>
        </w:rPr>
        <w:t>Овом мером ће бити пружена директна подршк</w:t>
      </w:r>
      <w:r w:rsidR="00986938" w:rsidRPr="00A90824">
        <w:rPr>
          <w:color w:val="000000"/>
          <w:szCs w:val="24"/>
          <w:lang w:val="sr-Cyrl-RS"/>
        </w:rPr>
        <w:t>а кроз подстицаје у</w:t>
      </w:r>
      <w:r w:rsidRPr="00A90824">
        <w:rPr>
          <w:color w:val="000000"/>
          <w:szCs w:val="24"/>
          <w:lang w:val="sr-Cyrl-RS"/>
        </w:rPr>
        <w:t xml:space="preserve"> секторима енергетике, транспорта, </w:t>
      </w:r>
      <w:r w:rsidR="00DD79F2" w:rsidRPr="00A90824">
        <w:rPr>
          <w:color w:val="000000"/>
          <w:szCs w:val="24"/>
          <w:lang w:val="sr-Cyrl-RS"/>
        </w:rPr>
        <w:t xml:space="preserve">грађевинарства, </w:t>
      </w:r>
      <w:r w:rsidR="00705362" w:rsidRPr="00A90824">
        <w:rPr>
          <w:color w:val="000000"/>
          <w:szCs w:val="24"/>
          <w:lang w:val="sr-Cyrl-RS"/>
        </w:rPr>
        <w:t xml:space="preserve">информационе </w:t>
      </w:r>
      <w:r w:rsidRPr="00A90824">
        <w:rPr>
          <w:color w:val="000000"/>
          <w:szCs w:val="24"/>
          <w:lang w:val="sr-Cyrl-RS"/>
        </w:rPr>
        <w:t xml:space="preserve">безбедности и других приоритетних сектора у циљу убрзаног усвајања и имплементације вештачке интелигенције. У транспорту, </w:t>
      </w:r>
      <w:r w:rsidR="00986938" w:rsidRPr="00A90824">
        <w:rPr>
          <w:color w:val="000000"/>
          <w:szCs w:val="24"/>
          <w:lang w:val="sr-Cyrl-RS"/>
        </w:rPr>
        <w:t xml:space="preserve">вештачка интелигенција </w:t>
      </w:r>
      <w:r w:rsidRPr="00A90824">
        <w:rPr>
          <w:color w:val="000000"/>
          <w:szCs w:val="24"/>
          <w:lang w:val="sr-Cyrl-RS"/>
        </w:rPr>
        <w:t xml:space="preserve">може помоћи у оптимизацији саобраћајних токова и смањењу емисије штетних гасова, у оквиру енергетике </w:t>
      </w:r>
      <w:r w:rsidR="0028099D" w:rsidRPr="00A90824">
        <w:rPr>
          <w:color w:val="000000"/>
          <w:szCs w:val="24"/>
          <w:lang w:val="sr-Cyrl-RS"/>
        </w:rPr>
        <w:t xml:space="preserve">ће </w:t>
      </w:r>
      <w:r w:rsidRPr="00A90824">
        <w:rPr>
          <w:color w:val="000000"/>
          <w:szCs w:val="24"/>
          <w:lang w:val="sr-Cyrl-RS"/>
        </w:rPr>
        <w:t xml:space="preserve">омогућити ефикасније искоришћење енергетских ресурса, одржавање опреме и </w:t>
      </w:r>
      <w:r w:rsidR="00986938" w:rsidRPr="00A90824">
        <w:rPr>
          <w:color w:val="000000"/>
          <w:szCs w:val="24"/>
          <w:lang w:val="sr-Cyrl-RS"/>
        </w:rPr>
        <w:t xml:space="preserve">побољшање </w:t>
      </w:r>
      <w:r w:rsidRPr="00A90824">
        <w:rPr>
          <w:color w:val="000000"/>
          <w:szCs w:val="24"/>
          <w:lang w:val="sr-Cyrl-RS"/>
        </w:rPr>
        <w:t>ефикасност</w:t>
      </w:r>
      <w:r w:rsidR="00986938" w:rsidRPr="00A90824">
        <w:rPr>
          <w:color w:val="000000"/>
          <w:szCs w:val="24"/>
          <w:lang w:val="sr-Cyrl-RS"/>
        </w:rPr>
        <w:t>и</w:t>
      </w:r>
      <w:r w:rsidR="0028099D" w:rsidRPr="00A90824">
        <w:rPr>
          <w:color w:val="000000"/>
          <w:szCs w:val="24"/>
          <w:lang w:val="sr-Cyrl-RS"/>
        </w:rPr>
        <w:t>, а у области грађевинарства значајно допринети оптимизацији трошкова изградње и одрж</w:t>
      </w:r>
      <w:r w:rsidR="006C6C5F" w:rsidRPr="00A90824">
        <w:rPr>
          <w:color w:val="000000"/>
          <w:szCs w:val="24"/>
          <w:lang w:val="sr-Cyrl-RS"/>
        </w:rPr>
        <w:t>а</w:t>
      </w:r>
      <w:r w:rsidR="0028099D" w:rsidRPr="00A90824">
        <w:rPr>
          <w:color w:val="000000"/>
          <w:szCs w:val="24"/>
          <w:lang w:val="sr-Cyrl-RS"/>
        </w:rPr>
        <w:t>вања инфраструктурних објеката.</w:t>
      </w:r>
      <w:r w:rsidR="004F4A64" w:rsidRPr="00A90824">
        <w:rPr>
          <w:color w:val="000000"/>
          <w:szCs w:val="24"/>
          <w:lang w:val="sr-Cyrl-RS"/>
        </w:rPr>
        <w:t xml:space="preserve"> У</w:t>
      </w:r>
      <w:r w:rsidR="009E44DD" w:rsidRPr="00A90824">
        <w:rPr>
          <w:color w:val="000000"/>
          <w:szCs w:val="24"/>
          <w:lang w:val="sr-Cyrl-RS"/>
        </w:rPr>
        <w:t xml:space="preserve"> складу са циљевима и посвећености сигурној, безбедној и поузданој примени вештачке интелигенције, у току примене и развоја ове мере, водиће се рачуна о процени утицаја у вези са применом вештачке интелигенције на системе који се могу идентификовати као системи високог ризика.</w:t>
      </w:r>
    </w:p>
    <w:p w14:paraId="3C98BF13" w14:textId="77777777" w:rsidR="00BE0C76" w:rsidRPr="00A90824" w:rsidRDefault="00BE0C76" w:rsidP="00E35B80">
      <w:pPr>
        <w:pStyle w:val="Heading4"/>
        <w:rPr>
          <w:color w:val="000000"/>
          <w:szCs w:val="24"/>
        </w:rPr>
      </w:pPr>
      <w:r w:rsidRPr="00A90824">
        <w:rPr>
          <w:color w:val="000000"/>
          <w:szCs w:val="24"/>
        </w:rPr>
        <w:t>Период реализације:</w:t>
      </w:r>
    </w:p>
    <w:p w14:paraId="4AE6FE10" w14:textId="77777777" w:rsidR="00BE0C76" w:rsidRPr="00A90824" w:rsidRDefault="00075CDD" w:rsidP="00BE0C76">
      <w:pPr>
        <w:rPr>
          <w:color w:val="000000"/>
          <w:szCs w:val="24"/>
          <w:lang w:val="sr-Latn-RS"/>
        </w:rPr>
      </w:pPr>
      <w:r w:rsidRPr="00A90824">
        <w:rPr>
          <w:color w:val="000000"/>
          <w:szCs w:val="24"/>
          <w:lang w:val="sr-Cyrl-RS"/>
        </w:rPr>
        <w:t>2025</w:t>
      </w:r>
      <w:r w:rsidR="00512FEE" w:rsidRPr="00A90824">
        <w:rPr>
          <w:color w:val="000000"/>
          <w:szCs w:val="24"/>
          <w:lang w:val="sr-Latn-RS"/>
        </w:rPr>
        <w:t>.</w:t>
      </w:r>
      <w:r w:rsidR="00BE0C76" w:rsidRPr="00A90824">
        <w:rPr>
          <w:color w:val="000000"/>
          <w:szCs w:val="24"/>
          <w:lang w:val="sr-Cyrl-RS"/>
        </w:rPr>
        <w:t>-2030</w:t>
      </w:r>
      <w:r w:rsidR="00512FEE" w:rsidRPr="00A90824">
        <w:rPr>
          <w:color w:val="000000"/>
          <w:szCs w:val="24"/>
          <w:lang w:val="sr-Latn-RS"/>
        </w:rPr>
        <w:t>.</w:t>
      </w:r>
    </w:p>
    <w:p w14:paraId="1AAD9491" w14:textId="77777777" w:rsidR="00BE0C76" w:rsidRPr="00A90824" w:rsidRDefault="00BE0C76" w:rsidP="00E35B80">
      <w:pPr>
        <w:pStyle w:val="Heading4"/>
        <w:rPr>
          <w:color w:val="000000"/>
          <w:szCs w:val="24"/>
        </w:rPr>
      </w:pPr>
      <w:r w:rsidRPr="00A90824">
        <w:rPr>
          <w:color w:val="000000"/>
          <w:szCs w:val="24"/>
        </w:rPr>
        <w:t>Надлежне институције:</w:t>
      </w:r>
    </w:p>
    <w:p w14:paraId="10292F9B" w14:textId="77777777" w:rsidR="00BE0C76" w:rsidRPr="00A90824" w:rsidRDefault="00BE0C7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финансије (носилац)</w:t>
      </w:r>
    </w:p>
    <w:p w14:paraId="1714183D" w14:textId="77777777" w:rsidR="00BE0C76" w:rsidRPr="00A90824" w:rsidRDefault="00BE0C7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привреду (партнер)</w:t>
      </w:r>
    </w:p>
    <w:p w14:paraId="78F2A836" w14:textId="77777777" w:rsidR="00BE0C76" w:rsidRPr="00A90824" w:rsidRDefault="004F4A64">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w:t>
      </w:r>
      <w:r w:rsidR="00BE0C76" w:rsidRPr="00A90824">
        <w:rPr>
          <w:color w:val="000000"/>
          <w:szCs w:val="24"/>
          <w:lang w:val="sr-Cyrl-RS"/>
        </w:rPr>
        <w:t>и</w:t>
      </w:r>
      <w:r w:rsidRPr="00A90824">
        <w:rPr>
          <w:color w:val="000000"/>
          <w:szCs w:val="24"/>
          <w:lang w:val="sr-Cyrl-RS"/>
        </w:rPr>
        <w:t>ни</w:t>
      </w:r>
      <w:r w:rsidR="00BE0C76" w:rsidRPr="00A90824">
        <w:rPr>
          <w:color w:val="000000"/>
          <w:szCs w:val="24"/>
          <w:lang w:val="sr-Cyrl-RS"/>
        </w:rPr>
        <w:t>старство надлежно за енергетику (партнер)</w:t>
      </w:r>
    </w:p>
    <w:p w14:paraId="102C0779" w14:textId="77777777" w:rsidR="00BE0C76" w:rsidRPr="00A90824" w:rsidRDefault="00BE0C7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саобраћај (партнер)</w:t>
      </w:r>
    </w:p>
    <w:p w14:paraId="04275725" w14:textId="77777777" w:rsidR="00DD79F2" w:rsidRPr="00A90824" w:rsidRDefault="00DD79F2">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грађевинарство (партнер)</w:t>
      </w:r>
    </w:p>
    <w:p w14:paraId="7446E408" w14:textId="77777777" w:rsidR="00E46DD4" w:rsidRPr="00A90824" w:rsidRDefault="00E46DD4">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пољопривреду</w:t>
      </w:r>
      <w:r w:rsidR="00986938" w:rsidRPr="00A90824">
        <w:rPr>
          <w:color w:val="000000"/>
          <w:szCs w:val="24"/>
          <w:lang w:val="sr-Cyrl-RS"/>
        </w:rPr>
        <w:t xml:space="preserve"> </w:t>
      </w:r>
      <w:r w:rsidRPr="00A90824">
        <w:rPr>
          <w:color w:val="000000"/>
          <w:szCs w:val="24"/>
          <w:lang w:val="sr-Cyrl-RS"/>
        </w:rPr>
        <w:t>(партнер)</w:t>
      </w:r>
    </w:p>
    <w:p w14:paraId="5EA6EC95" w14:textId="77777777" w:rsidR="00E46DD4" w:rsidRPr="00A90824" w:rsidRDefault="00E46DD4">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заштиту животне средине (партнер)</w:t>
      </w:r>
    </w:p>
    <w:p w14:paraId="44CEFCB3" w14:textId="77777777" w:rsidR="00031B16" w:rsidRPr="00A90824" w:rsidRDefault="00031B1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научноистраживачку и иновациону делатност (партнер)</w:t>
      </w:r>
    </w:p>
    <w:p w14:paraId="53C1406F" w14:textId="77777777" w:rsidR="00A303FB" w:rsidRPr="00A90824" w:rsidRDefault="00A303FB">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Ин</w:t>
      </w:r>
      <w:r w:rsidR="00512FEE" w:rsidRPr="00A90824">
        <w:rPr>
          <w:color w:val="000000"/>
          <w:szCs w:val="24"/>
          <w:lang w:val="sr-Cyrl-RS"/>
        </w:rPr>
        <w:t>ститут</w:t>
      </w:r>
      <w:r w:rsidRPr="00A90824">
        <w:rPr>
          <w:color w:val="000000"/>
          <w:szCs w:val="24"/>
          <w:lang w:val="sr-Cyrl-RS"/>
        </w:rPr>
        <w:t xml:space="preserve"> за вештачку интелигенцију</w:t>
      </w:r>
      <w:r w:rsidR="00031B16" w:rsidRPr="00A90824">
        <w:rPr>
          <w:color w:val="000000"/>
          <w:szCs w:val="24"/>
          <w:lang w:val="sr-Cyrl-RS"/>
        </w:rPr>
        <w:t xml:space="preserve"> (партнер)</w:t>
      </w:r>
    </w:p>
    <w:p w14:paraId="37D1C142" w14:textId="77777777" w:rsidR="00A303FB" w:rsidRPr="00A90824" w:rsidRDefault="00A303FB">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Савет за вештачку интелигенцију</w:t>
      </w:r>
      <w:r w:rsidR="00031B16" w:rsidRPr="00A90824">
        <w:rPr>
          <w:color w:val="000000"/>
          <w:szCs w:val="24"/>
          <w:lang w:val="sr-Cyrl-RS"/>
        </w:rPr>
        <w:t xml:space="preserve"> (партнер)</w:t>
      </w:r>
    </w:p>
    <w:p w14:paraId="04EFE024" w14:textId="77777777" w:rsidR="00215B37" w:rsidRPr="00A90824" w:rsidRDefault="00A303FB" w:rsidP="00215B37">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Фон</w:t>
      </w:r>
      <w:r w:rsidR="00512FEE" w:rsidRPr="00A90824">
        <w:rPr>
          <w:color w:val="000000"/>
          <w:szCs w:val="24"/>
          <w:lang w:val="sr-Cyrl-RS"/>
        </w:rPr>
        <w:t>д</w:t>
      </w:r>
      <w:r w:rsidR="005F40F2" w:rsidRPr="00A90824">
        <w:rPr>
          <w:color w:val="000000"/>
          <w:szCs w:val="24"/>
          <w:lang w:val="sr-Cyrl-RS"/>
        </w:rPr>
        <w:t xml:space="preserve"> </w:t>
      </w:r>
      <w:r w:rsidR="00215B37" w:rsidRPr="00A90824">
        <w:rPr>
          <w:color w:val="000000"/>
          <w:szCs w:val="24"/>
          <w:lang w:val="sr-Cyrl-RS"/>
        </w:rPr>
        <w:t>за иновациону делатност (партнер)</w:t>
      </w:r>
    </w:p>
    <w:p w14:paraId="01766C6B" w14:textId="77777777" w:rsidR="004F4A64" w:rsidRPr="00A90824" w:rsidRDefault="4D8FA496" w:rsidP="004F4A64">
      <w:pPr>
        <w:pStyle w:val="Heading4"/>
        <w:rPr>
          <w:color w:val="000000"/>
          <w:szCs w:val="24"/>
        </w:rPr>
      </w:pPr>
      <w:r w:rsidRPr="00A90824">
        <w:rPr>
          <w:color w:val="000000"/>
          <w:szCs w:val="24"/>
        </w:rPr>
        <w:t>Показатељи:</w:t>
      </w:r>
    </w:p>
    <w:p w14:paraId="372A0636" w14:textId="77777777" w:rsidR="00EA16E6" w:rsidRPr="00A90824" w:rsidRDefault="00EA16E6" w:rsidP="00E63B22">
      <w:pPr>
        <w:pStyle w:val="ListParagraph"/>
        <w:numPr>
          <w:ilvl w:val="0"/>
          <w:numId w:val="24"/>
        </w:numPr>
        <w:spacing w:after="60"/>
        <w:ind w:hanging="513"/>
        <w:contextualSpacing w:val="0"/>
        <w:rPr>
          <w:color w:val="000000"/>
          <w:szCs w:val="24"/>
          <w:lang w:val="sr-Cyrl-RS"/>
        </w:rPr>
      </w:pPr>
      <w:r w:rsidRPr="00A90824">
        <w:rPr>
          <w:color w:val="000000"/>
          <w:szCs w:val="24"/>
          <w:lang w:val="sr-Cyrl-RS"/>
        </w:rPr>
        <w:t xml:space="preserve">Број пројеката у јавном сектору који су добили финансијску подршку за решења која укључују </w:t>
      </w:r>
      <w:r w:rsidR="00986938" w:rsidRPr="00A90824">
        <w:rPr>
          <w:color w:val="000000"/>
          <w:szCs w:val="24"/>
          <w:lang w:val="sr-Cyrl-RS"/>
        </w:rPr>
        <w:t>примену вештачке интелигенције</w:t>
      </w:r>
    </w:p>
    <w:p w14:paraId="623D0814" w14:textId="77777777" w:rsidR="00EA16E6" w:rsidRPr="00A90824" w:rsidRDefault="1AC0A725">
      <w:pPr>
        <w:pStyle w:val="ListParagraph"/>
        <w:numPr>
          <w:ilvl w:val="0"/>
          <w:numId w:val="1"/>
        </w:numPr>
        <w:spacing w:after="60"/>
        <w:ind w:left="1701" w:hanging="510"/>
        <w:rPr>
          <w:color w:val="000000"/>
          <w:szCs w:val="24"/>
          <w:lang w:val="sr-Cyrl-RS"/>
        </w:rPr>
      </w:pPr>
      <w:r w:rsidRPr="00A90824">
        <w:rPr>
          <w:color w:val="000000"/>
          <w:szCs w:val="24"/>
          <w:lang w:val="sr-Cyrl-RS"/>
        </w:rPr>
        <w:t xml:space="preserve">Почетна вредност: </w:t>
      </w:r>
      <w:r w:rsidR="7D317A14" w:rsidRPr="00A90824">
        <w:rPr>
          <w:color w:val="000000"/>
          <w:szCs w:val="24"/>
          <w:lang w:val="sr-Cyrl-RS"/>
        </w:rPr>
        <w:t>0</w:t>
      </w:r>
    </w:p>
    <w:p w14:paraId="5A6BD0FD" w14:textId="5B7F2B7D" w:rsidR="00EA16E6" w:rsidRPr="00A90824" w:rsidRDefault="1AC0A725">
      <w:pPr>
        <w:pStyle w:val="ListParagraph"/>
        <w:numPr>
          <w:ilvl w:val="0"/>
          <w:numId w:val="1"/>
        </w:numPr>
        <w:spacing w:after="60"/>
        <w:ind w:left="1701" w:hanging="510"/>
        <w:rPr>
          <w:szCs w:val="24"/>
          <w:lang w:val="sr-Cyrl-RS"/>
        </w:rPr>
      </w:pPr>
      <w:r w:rsidRPr="00A90824">
        <w:rPr>
          <w:color w:val="000000"/>
          <w:szCs w:val="24"/>
          <w:lang w:val="sr-Cyrl-RS"/>
        </w:rPr>
        <w:t>Циљана вредност за крај 2027. године:</w:t>
      </w:r>
      <w:r w:rsidR="04A4ED9F" w:rsidRPr="00A90824">
        <w:rPr>
          <w:color w:val="000000"/>
          <w:szCs w:val="24"/>
          <w:lang w:val="sr-Cyrl-RS"/>
        </w:rPr>
        <w:t xml:space="preserve"> </w:t>
      </w:r>
      <w:r w:rsidR="04A4ED9F" w:rsidRPr="00A90824">
        <w:rPr>
          <w:szCs w:val="24"/>
          <w:lang w:val="sr-Cyrl-RS"/>
        </w:rPr>
        <w:t>20</w:t>
      </w:r>
      <w:r w:rsidR="00D54E40" w:rsidRPr="00A90824">
        <w:rPr>
          <w:szCs w:val="24"/>
          <w:lang w:val="sr-Cyrl-RS"/>
        </w:rPr>
        <w:t xml:space="preserve"> (укупно)</w:t>
      </w:r>
    </w:p>
    <w:p w14:paraId="753D5F0F" w14:textId="081D9580" w:rsidR="00EA16E6" w:rsidRPr="00A90824" w:rsidRDefault="1AC0A725" w:rsidP="005F40F2">
      <w:pPr>
        <w:pStyle w:val="ListParagraph"/>
        <w:numPr>
          <w:ilvl w:val="0"/>
          <w:numId w:val="1"/>
        </w:numPr>
        <w:snapToGrid w:val="0"/>
        <w:spacing w:after="120"/>
        <w:ind w:left="1701" w:hanging="510"/>
        <w:contextualSpacing w:val="0"/>
        <w:rPr>
          <w:szCs w:val="24"/>
          <w:lang w:val="sr-Cyrl-RS"/>
        </w:rPr>
      </w:pPr>
      <w:r w:rsidRPr="00A90824">
        <w:rPr>
          <w:szCs w:val="24"/>
          <w:lang w:val="sr-Cyrl-RS"/>
        </w:rPr>
        <w:t>Циљана вредност за крај 2030. године:</w:t>
      </w:r>
      <w:r w:rsidR="4AAB2F31" w:rsidRPr="00A90824">
        <w:rPr>
          <w:szCs w:val="24"/>
          <w:lang w:val="sr-Cyrl-RS"/>
        </w:rPr>
        <w:t xml:space="preserve"> 50</w:t>
      </w:r>
      <w:r w:rsidR="00D54E40" w:rsidRPr="00A90824">
        <w:rPr>
          <w:szCs w:val="24"/>
          <w:lang w:val="sr-Cyrl-RS"/>
        </w:rPr>
        <w:t xml:space="preserve"> (укупно)</w:t>
      </w:r>
    </w:p>
    <w:p w14:paraId="4E74CAE5" w14:textId="77777777" w:rsidR="00EA16E6" w:rsidRPr="00A90824" w:rsidRDefault="00EA16E6" w:rsidP="00E63B22">
      <w:pPr>
        <w:pStyle w:val="ListParagraph"/>
        <w:numPr>
          <w:ilvl w:val="0"/>
          <w:numId w:val="24"/>
        </w:numPr>
        <w:snapToGrid w:val="0"/>
        <w:spacing w:before="120" w:after="60"/>
        <w:ind w:left="1077" w:hanging="510"/>
        <w:contextualSpacing w:val="0"/>
        <w:rPr>
          <w:szCs w:val="24"/>
          <w:lang w:val="sr-Cyrl-RS"/>
        </w:rPr>
      </w:pPr>
      <w:r w:rsidRPr="00A90824">
        <w:rPr>
          <w:szCs w:val="24"/>
          <w:lang w:val="sr-Cyrl-RS"/>
        </w:rPr>
        <w:t xml:space="preserve">Број </w:t>
      </w:r>
      <w:r w:rsidR="005F40F2" w:rsidRPr="00A90824">
        <w:rPr>
          <w:szCs w:val="24"/>
          <w:lang w:val="sr-Cyrl-RS"/>
        </w:rPr>
        <w:t xml:space="preserve">GovTech </w:t>
      </w:r>
      <w:r w:rsidRPr="00A90824">
        <w:rPr>
          <w:szCs w:val="24"/>
          <w:lang w:val="sr-Cyrl-RS"/>
        </w:rPr>
        <w:t xml:space="preserve">пројеката </w:t>
      </w:r>
      <w:r w:rsidR="00791D11" w:rsidRPr="00A90824">
        <w:rPr>
          <w:szCs w:val="24"/>
          <w:lang w:val="sr-Cyrl-RS"/>
        </w:rPr>
        <w:t>Фонда за иновациону делатност</w:t>
      </w:r>
      <w:r w:rsidRPr="00A90824">
        <w:rPr>
          <w:szCs w:val="24"/>
          <w:lang w:val="sr-Cyrl-RS"/>
        </w:rPr>
        <w:t xml:space="preserve"> </w:t>
      </w:r>
      <w:r w:rsidR="00986938" w:rsidRPr="00A90824">
        <w:rPr>
          <w:szCs w:val="24"/>
          <w:lang w:val="sr-Cyrl-RS"/>
        </w:rPr>
        <w:t>у области вештачке интелигенције</w:t>
      </w:r>
    </w:p>
    <w:p w14:paraId="71988430" w14:textId="77777777" w:rsidR="00EA16E6" w:rsidRPr="00A90824" w:rsidRDefault="1AC0A725">
      <w:pPr>
        <w:pStyle w:val="ListParagraph"/>
        <w:numPr>
          <w:ilvl w:val="0"/>
          <w:numId w:val="1"/>
        </w:numPr>
        <w:spacing w:after="60"/>
        <w:ind w:left="1701" w:hanging="510"/>
        <w:rPr>
          <w:szCs w:val="24"/>
          <w:lang w:val="sr-Cyrl-RS"/>
        </w:rPr>
      </w:pPr>
      <w:r w:rsidRPr="00A90824">
        <w:rPr>
          <w:szCs w:val="24"/>
          <w:lang w:val="sr-Cyrl-RS"/>
        </w:rPr>
        <w:t xml:space="preserve">Почетна вредност: </w:t>
      </w:r>
      <w:r w:rsidR="3689AC45" w:rsidRPr="00A90824">
        <w:rPr>
          <w:szCs w:val="24"/>
          <w:lang w:val="sr-Cyrl-RS"/>
        </w:rPr>
        <w:t>19</w:t>
      </w:r>
    </w:p>
    <w:p w14:paraId="03140CD8" w14:textId="6509E7C1" w:rsidR="00EA16E6" w:rsidRPr="00A90824" w:rsidRDefault="1AC0A725">
      <w:pPr>
        <w:pStyle w:val="ListParagraph"/>
        <w:numPr>
          <w:ilvl w:val="0"/>
          <w:numId w:val="1"/>
        </w:numPr>
        <w:spacing w:after="60"/>
        <w:ind w:left="1701" w:hanging="510"/>
        <w:rPr>
          <w:szCs w:val="24"/>
          <w:lang w:val="sr-Cyrl-RS"/>
        </w:rPr>
      </w:pPr>
      <w:r w:rsidRPr="00A90824">
        <w:rPr>
          <w:szCs w:val="24"/>
          <w:lang w:val="sr-Cyrl-RS"/>
        </w:rPr>
        <w:t>Циљана вредност за крај 2027. године:</w:t>
      </w:r>
      <w:r w:rsidR="1AF79319" w:rsidRPr="00A90824">
        <w:rPr>
          <w:szCs w:val="24"/>
          <w:lang w:val="sr-Cyrl-RS"/>
        </w:rPr>
        <w:t xml:space="preserve"> 30</w:t>
      </w:r>
      <w:r w:rsidR="00D54E40" w:rsidRPr="00A90824">
        <w:rPr>
          <w:szCs w:val="24"/>
          <w:lang w:val="sr-Cyrl-RS"/>
        </w:rPr>
        <w:t xml:space="preserve"> (укупно)</w:t>
      </w:r>
    </w:p>
    <w:p w14:paraId="333D610F" w14:textId="0E274086" w:rsidR="00EA16E6" w:rsidRPr="00A90824" w:rsidRDefault="1AC0A725">
      <w:pPr>
        <w:pStyle w:val="ListParagraph"/>
        <w:numPr>
          <w:ilvl w:val="0"/>
          <w:numId w:val="1"/>
        </w:numPr>
        <w:spacing w:after="60"/>
        <w:ind w:left="1701" w:hanging="510"/>
        <w:rPr>
          <w:szCs w:val="24"/>
          <w:lang w:val="sr-Cyrl-RS"/>
        </w:rPr>
      </w:pPr>
      <w:r w:rsidRPr="00A90824">
        <w:rPr>
          <w:szCs w:val="24"/>
          <w:lang w:val="sr-Cyrl-RS"/>
        </w:rPr>
        <w:t>Циљана вредност за крај 2030. године:</w:t>
      </w:r>
      <w:r w:rsidR="6DA2AE74" w:rsidRPr="00A90824">
        <w:rPr>
          <w:szCs w:val="24"/>
          <w:lang w:val="sr-Cyrl-RS"/>
        </w:rPr>
        <w:t xml:space="preserve"> 50</w:t>
      </w:r>
      <w:r w:rsidR="00D54E40" w:rsidRPr="00A90824">
        <w:rPr>
          <w:szCs w:val="24"/>
          <w:lang w:val="sr-Cyrl-RS"/>
        </w:rPr>
        <w:t xml:space="preserve"> (укупно)</w:t>
      </w:r>
    </w:p>
    <w:p w14:paraId="54C144D5" w14:textId="77777777" w:rsidR="00DD79F2" w:rsidRPr="00A90824" w:rsidRDefault="00DD79F2" w:rsidP="00DD79F2">
      <w:pPr>
        <w:pStyle w:val="Heading3"/>
        <w:rPr>
          <w:color w:val="000000"/>
          <w:sz w:val="24"/>
          <w:szCs w:val="24"/>
        </w:rPr>
      </w:pPr>
      <w:bookmarkStart w:id="51" w:name="_Toc174901951"/>
      <w:r w:rsidRPr="00A90824">
        <w:rPr>
          <w:color w:val="000000"/>
          <w:sz w:val="24"/>
          <w:szCs w:val="24"/>
        </w:rPr>
        <w:t>Мера 6.2: Подстицаји за примену вештачке интелигенције у раду јавне управе</w:t>
      </w:r>
    </w:p>
    <w:p w14:paraId="157A7BB2" w14:textId="77777777" w:rsidR="00DD79F2" w:rsidRPr="00A90824" w:rsidRDefault="00DD79F2" w:rsidP="00DD79F2">
      <w:pPr>
        <w:pStyle w:val="Heading4"/>
        <w:rPr>
          <w:color w:val="000000"/>
          <w:szCs w:val="24"/>
        </w:rPr>
      </w:pPr>
      <w:r w:rsidRPr="00A90824">
        <w:rPr>
          <w:color w:val="000000"/>
          <w:szCs w:val="24"/>
        </w:rPr>
        <w:t>Опис мере:</w:t>
      </w:r>
    </w:p>
    <w:p w14:paraId="16E806C0" w14:textId="77777777" w:rsidR="00DD79F2" w:rsidRPr="00A90824" w:rsidRDefault="00DD79F2" w:rsidP="00DD79F2">
      <w:pPr>
        <w:rPr>
          <w:color w:val="000000"/>
          <w:szCs w:val="24"/>
          <w:lang w:val="sr-Cyrl-RS"/>
        </w:rPr>
      </w:pPr>
      <w:r w:rsidRPr="00A90824">
        <w:rPr>
          <w:color w:val="000000"/>
          <w:szCs w:val="24"/>
          <w:lang w:val="sr-Cyrl-RS"/>
        </w:rPr>
        <w:t>Предложена мера предвиђа стварање посебних процедура и механизама који ће олакшати увођење решења која садрже вештачку интелигенцију у управи, обезбеђујући јасне смернице и подршку за њихово увођење и примену.</w:t>
      </w:r>
    </w:p>
    <w:p w14:paraId="5E57B83C" w14:textId="77777777" w:rsidR="00DD79F2" w:rsidRPr="00A90824" w:rsidRDefault="00DD79F2" w:rsidP="00DD79F2">
      <w:pPr>
        <w:rPr>
          <w:color w:val="000000"/>
          <w:szCs w:val="24"/>
          <w:lang w:val="sr-Cyrl-RS"/>
        </w:rPr>
      </w:pPr>
      <w:r w:rsidRPr="00A90824">
        <w:rPr>
          <w:color w:val="000000"/>
          <w:szCs w:val="24"/>
          <w:lang w:val="sr-Cyrl-RS"/>
        </w:rPr>
        <w:t xml:space="preserve">Потребно је створити програме који имају сличан приступ GovTech пројектима. Неопходно је припремити секторске препоруке за примену вештачке интелигенције </w:t>
      </w:r>
      <w:r w:rsidR="002A4F7B" w:rsidRPr="00A90824">
        <w:rPr>
          <w:color w:val="000000"/>
          <w:szCs w:val="24"/>
          <w:lang w:val="sr-Cyrl-RS"/>
        </w:rPr>
        <w:t xml:space="preserve">и </w:t>
      </w:r>
      <w:r w:rsidRPr="00A90824">
        <w:rPr>
          <w:color w:val="000000"/>
          <w:szCs w:val="24"/>
          <w:lang w:val="sr-Cyrl-RS"/>
        </w:rPr>
        <w:t>имплементирати у органима управе и корисницима њихове услуге учинити приступачним, а управу бржом и ефикаснијом.</w:t>
      </w:r>
    </w:p>
    <w:p w14:paraId="6643B062" w14:textId="77777777" w:rsidR="00DD79F2" w:rsidRPr="00A90824" w:rsidRDefault="00DD79F2" w:rsidP="00DD79F2">
      <w:pPr>
        <w:rPr>
          <w:color w:val="000000"/>
          <w:szCs w:val="24"/>
          <w:lang w:val="sr-Cyrl-RS"/>
        </w:rPr>
      </w:pPr>
      <w:r w:rsidRPr="00A90824">
        <w:rPr>
          <w:color w:val="000000"/>
          <w:szCs w:val="24"/>
          <w:lang w:val="sr-Cyrl-RS"/>
        </w:rPr>
        <w:t>Мера обухвата циљане подстицаје за примену решења вештачке интелигенције у раду државне администрације, развијање и усвајање стандардизованих процедура за набавку и имплементацију оваквих решења у јавном сектору, организовање обука и радионица за запослене у јавној управи о предностима и примени ових технологија, имплементацију пилот-пројеката вештачке интелигенције за оптимизацију постојећих пословних процеса у изабраним јавним институцијама, стварање партнерстава са технолошким компанијама за развој прилагођених решења која адресирају специфичне потребе јавног сектора, развијање секторских препорука за ефикасну употребу вештачке интелигенције у јавном сектору и др.</w:t>
      </w:r>
    </w:p>
    <w:p w14:paraId="4DD29098" w14:textId="77777777" w:rsidR="00DD79F2" w:rsidRPr="00A90824" w:rsidRDefault="00DD79F2" w:rsidP="00DD79F2">
      <w:pPr>
        <w:pStyle w:val="Heading4"/>
        <w:rPr>
          <w:color w:val="000000"/>
          <w:szCs w:val="24"/>
        </w:rPr>
      </w:pPr>
      <w:r w:rsidRPr="00A90824">
        <w:rPr>
          <w:color w:val="000000"/>
          <w:szCs w:val="24"/>
        </w:rPr>
        <w:t>Период реализације:</w:t>
      </w:r>
    </w:p>
    <w:p w14:paraId="2201EDC3" w14:textId="77777777" w:rsidR="00DD79F2" w:rsidRPr="00A90824" w:rsidRDefault="00DD79F2" w:rsidP="00DD79F2">
      <w:pPr>
        <w:rPr>
          <w:color w:val="000000"/>
          <w:szCs w:val="24"/>
          <w:lang w:val="sr-Cyrl-RS"/>
        </w:rPr>
      </w:pPr>
      <w:r w:rsidRPr="00A90824">
        <w:rPr>
          <w:color w:val="000000"/>
          <w:szCs w:val="24"/>
          <w:lang w:val="sr-Cyrl-RS"/>
        </w:rPr>
        <w:t>2025</w:t>
      </w:r>
      <w:r w:rsidR="00512FEE" w:rsidRPr="00A90824">
        <w:rPr>
          <w:color w:val="000000"/>
          <w:szCs w:val="24"/>
          <w:lang w:val="sr-Cyrl-RS"/>
        </w:rPr>
        <w:t>.</w:t>
      </w:r>
      <w:r w:rsidRPr="00A90824">
        <w:rPr>
          <w:color w:val="000000"/>
          <w:szCs w:val="24"/>
          <w:lang w:val="sr-Cyrl-RS"/>
        </w:rPr>
        <w:t>-2030</w:t>
      </w:r>
      <w:r w:rsidR="00512FEE" w:rsidRPr="00A90824">
        <w:rPr>
          <w:color w:val="000000"/>
          <w:szCs w:val="24"/>
          <w:lang w:val="sr-Cyrl-RS"/>
        </w:rPr>
        <w:t>.</w:t>
      </w:r>
    </w:p>
    <w:p w14:paraId="3F0B23D0" w14:textId="77777777" w:rsidR="00DD79F2" w:rsidRPr="00A90824" w:rsidRDefault="00DD79F2" w:rsidP="00DD79F2">
      <w:pPr>
        <w:pStyle w:val="Heading4"/>
        <w:rPr>
          <w:color w:val="000000"/>
          <w:szCs w:val="24"/>
        </w:rPr>
      </w:pPr>
      <w:r w:rsidRPr="00A90824">
        <w:rPr>
          <w:color w:val="000000"/>
          <w:szCs w:val="24"/>
        </w:rPr>
        <w:t>Надлежне институције:</w:t>
      </w:r>
    </w:p>
    <w:p w14:paraId="2969B177" w14:textId="77777777" w:rsidR="00031B16" w:rsidRPr="00A90824" w:rsidRDefault="00031B16" w:rsidP="00031B1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научноистраживачку и иновациону делатност (носилац)</w:t>
      </w:r>
    </w:p>
    <w:p w14:paraId="56C9DFF8" w14:textId="77777777" w:rsidR="00DD79F2" w:rsidRPr="00A90824" w:rsidRDefault="00DD79F2" w:rsidP="00DD79F2">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w:t>
      </w:r>
      <w:r w:rsidR="00031B16" w:rsidRPr="00A90824">
        <w:rPr>
          <w:color w:val="000000"/>
          <w:szCs w:val="24"/>
          <w:lang w:val="sr-Cyrl-RS"/>
        </w:rPr>
        <w:t xml:space="preserve">надлежно за </w:t>
      </w:r>
      <w:r w:rsidR="00A303FB" w:rsidRPr="00A90824">
        <w:rPr>
          <w:color w:val="000000"/>
          <w:szCs w:val="24"/>
          <w:lang w:val="sr-Cyrl-RS"/>
        </w:rPr>
        <w:t>државн</w:t>
      </w:r>
      <w:r w:rsidR="00031B16" w:rsidRPr="00A90824">
        <w:rPr>
          <w:color w:val="000000"/>
          <w:szCs w:val="24"/>
          <w:lang w:val="sr-Cyrl-RS"/>
        </w:rPr>
        <w:t>у</w:t>
      </w:r>
      <w:r w:rsidR="00A303FB" w:rsidRPr="00A90824">
        <w:rPr>
          <w:color w:val="000000"/>
          <w:szCs w:val="24"/>
          <w:lang w:val="sr-Cyrl-RS"/>
        </w:rPr>
        <w:t xml:space="preserve"> управ</w:t>
      </w:r>
      <w:r w:rsidR="00031B16" w:rsidRPr="00A90824">
        <w:rPr>
          <w:color w:val="000000"/>
          <w:szCs w:val="24"/>
          <w:lang w:val="sr-Cyrl-RS"/>
        </w:rPr>
        <w:t>у</w:t>
      </w:r>
      <w:r w:rsidR="00A303FB" w:rsidRPr="00A90824">
        <w:rPr>
          <w:color w:val="000000"/>
          <w:szCs w:val="24"/>
          <w:lang w:val="sr-Cyrl-RS"/>
        </w:rPr>
        <w:t xml:space="preserve"> и локалн</w:t>
      </w:r>
      <w:r w:rsidR="00031B16" w:rsidRPr="00A90824">
        <w:rPr>
          <w:color w:val="000000"/>
          <w:szCs w:val="24"/>
          <w:lang w:val="sr-Cyrl-RS"/>
        </w:rPr>
        <w:t>у</w:t>
      </w:r>
      <w:r w:rsidR="00A303FB" w:rsidRPr="00A90824">
        <w:rPr>
          <w:color w:val="000000"/>
          <w:szCs w:val="24"/>
          <w:lang w:val="sr-Cyrl-RS"/>
        </w:rPr>
        <w:t xml:space="preserve"> самоуправ</w:t>
      </w:r>
      <w:r w:rsidR="00031B16" w:rsidRPr="00A90824">
        <w:rPr>
          <w:color w:val="000000"/>
          <w:szCs w:val="24"/>
          <w:lang w:val="sr-Cyrl-RS"/>
        </w:rPr>
        <w:t xml:space="preserve">у </w:t>
      </w:r>
      <w:r w:rsidRPr="00A90824">
        <w:rPr>
          <w:color w:val="000000"/>
          <w:szCs w:val="24"/>
          <w:lang w:val="sr-Cyrl-RS"/>
        </w:rPr>
        <w:t>(</w:t>
      </w:r>
      <w:r w:rsidR="00031B16" w:rsidRPr="00A90824">
        <w:rPr>
          <w:color w:val="000000"/>
          <w:szCs w:val="24"/>
          <w:lang w:val="sr-Cyrl-RS"/>
        </w:rPr>
        <w:t>партнер</w:t>
      </w:r>
      <w:r w:rsidRPr="00A90824">
        <w:rPr>
          <w:color w:val="000000"/>
          <w:szCs w:val="24"/>
          <w:lang w:val="sr-Cyrl-RS"/>
        </w:rPr>
        <w:t>)</w:t>
      </w:r>
    </w:p>
    <w:p w14:paraId="19A220B6" w14:textId="77777777" w:rsidR="00031B16" w:rsidRPr="00A90824" w:rsidRDefault="00031B16" w:rsidP="00031B1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привреду (партнер)</w:t>
      </w:r>
    </w:p>
    <w:p w14:paraId="7BCDA401" w14:textId="77777777" w:rsidR="00031B16" w:rsidRPr="00A90824" w:rsidRDefault="00031B16" w:rsidP="00031B1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енергетику (партнер)</w:t>
      </w:r>
    </w:p>
    <w:p w14:paraId="1B19BBEB" w14:textId="77777777" w:rsidR="00031B16" w:rsidRPr="00A90824" w:rsidRDefault="00031B16" w:rsidP="00031B1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саобраћај (партнер)</w:t>
      </w:r>
    </w:p>
    <w:p w14:paraId="454ADC18" w14:textId="77777777" w:rsidR="00031B16" w:rsidRPr="00A90824" w:rsidRDefault="00031B16" w:rsidP="00031B1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грађевинарство (партнер)</w:t>
      </w:r>
    </w:p>
    <w:p w14:paraId="63EA679F" w14:textId="77777777" w:rsidR="00031B16" w:rsidRPr="00A90824" w:rsidRDefault="00031B16" w:rsidP="00031B1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пољопривреду (партнер)</w:t>
      </w:r>
    </w:p>
    <w:p w14:paraId="329635F9" w14:textId="77777777" w:rsidR="00031B16" w:rsidRPr="00A90824" w:rsidRDefault="00031B16" w:rsidP="00031B1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заштиту животне средине (партнер)</w:t>
      </w:r>
    </w:p>
    <w:p w14:paraId="47A16AEC" w14:textId="77777777" w:rsidR="00031B16" w:rsidRPr="00A90824" w:rsidRDefault="00031B16" w:rsidP="00A303FB">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Канцеларија за информационе технологије и електронску управу (партнер)</w:t>
      </w:r>
    </w:p>
    <w:p w14:paraId="168FB4EE" w14:textId="77777777" w:rsidR="00A303FB" w:rsidRPr="00A90824" w:rsidRDefault="00A303FB" w:rsidP="00A303FB">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Национална академија за јавну управу</w:t>
      </w:r>
      <w:r w:rsidR="00031B16" w:rsidRPr="00A90824">
        <w:rPr>
          <w:color w:val="000000"/>
          <w:szCs w:val="24"/>
          <w:lang w:val="sr-Cyrl-RS"/>
        </w:rPr>
        <w:t xml:space="preserve"> </w:t>
      </w:r>
      <w:r w:rsidR="00DD79F2" w:rsidRPr="00A90824">
        <w:rPr>
          <w:color w:val="000000"/>
          <w:szCs w:val="24"/>
          <w:lang w:val="sr-Cyrl-RS"/>
        </w:rPr>
        <w:t>(партнер)</w:t>
      </w:r>
      <w:r w:rsidRPr="00A90824">
        <w:rPr>
          <w:color w:val="000000"/>
          <w:szCs w:val="24"/>
          <w:lang w:val="sr-Cyrl-RS"/>
        </w:rPr>
        <w:t xml:space="preserve"> </w:t>
      </w:r>
    </w:p>
    <w:p w14:paraId="221CD618" w14:textId="77777777" w:rsidR="00DD79F2" w:rsidRPr="00A90824" w:rsidRDefault="00031B16" w:rsidP="00DD79F2">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Фонд за иновациону делатност (партнер)</w:t>
      </w:r>
    </w:p>
    <w:p w14:paraId="474E2312" w14:textId="77777777" w:rsidR="00031B16" w:rsidRPr="00A90824" w:rsidRDefault="00031B16" w:rsidP="00DD79F2">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Институт за вештачку интелигенцију (партнер)</w:t>
      </w:r>
    </w:p>
    <w:p w14:paraId="1BA446E7" w14:textId="77777777" w:rsidR="00DD79F2" w:rsidRPr="00A90824" w:rsidRDefault="00DD79F2" w:rsidP="00DD79F2">
      <w:pPr>
        <w:pStyle w:val="Heading4"/>
        <w:rPr>
          <w:color w:val="000000"/>
          <w:szCs w:val="24"/>
        </w:rPr>
      </w:pPr>
      <w:r w:rsidRPr="00A90824">
        <w:rPr>
          <w:color w:val="000000"/>
          <w:szCs w:val="24"/>
        </w:rPr>
        <w:t>Показатељи:</w:t>
      </w:r>
    </w:p>
    <w:p w14:paraId="0840CBD6" w14:textId="77777777" w:rsidR="00DD79F2" w:rsidRPr="00A90824" w:rsidRDefault="00DD79F2" w:rsidP="00E63B22">
      <w:pPr>
        <w:pStyle w:val="ListParagraph"/>
        <w:numPr>
          <w:ilvl w:val="0"/>
          <w:numId w:val="27"/>
        </w:numPr>
        <w:spacing w:after="60"/>
        <w:ind w:hanging="513"/>
        <w:contextualSpacing w:val="0"/>
        <w:rPr>
          <w:color w:val="000000"/>
          <w:szCs w:val="24"/>
          <w:lang w:val="sr-Cyrl-RS"/>
        </w:rPr>
      </w:pPr>
      <w:r w:rsidRPr="00A90824">
        <w:rPr>
          <w:color w:val="000000"/>
          <w:szCs w:val="24"/>
          <w:lang w:val="sr-Cyrl-RS"/>
        </w:rPr>
        <w:t>Степен задовољства грађана услугама које користе решења базирана на вештачкој интелигенцији (низак, средњи, висок)</w:t>
      </w:r>
    </w:p>
    <w:p w14:paraId="38D881E5" w14:textId="77777777" w:rsidR="00DD79F2" w:rsidRPr="00A90824" w:rsidRDefault="00DD79F2" w:rsidP="00DD79F2">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НИЗАК</w:t>
      </w:r>
    </w:p>
    <w:p w14:paraId="64FC0E06" w14:textId="77777777" w:rsidR="00DD79F2" w:rsidRPr="00A90824" w:rsidRDefault="00DD79F2" w:rsidP="00DD79F2">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СРЕДЊИ</w:t>
      </w:r>
    </w:p>
    <w:p w14:paraId="34B2E23C" w14:textId="77777777" w:rsidR="00DD79F2" w:rsidRPr="00A90824" w:rsidRDefault="00DD79F2" w:rsidP="00DD79F2">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ВИСОК</w:t>
      </w:r>
    </w:p>
    <w:p w14:paraId="4D9DDA68" w14:textId="77777777" w:rsidR="00DD79F2" w:rsidRPr="00A90824" w:rsidRDefault="00DD79F2" w:rsidP="00E63B22">
      <w:pPr>
        <w:pStyle w:val="ListParagraph"/>
        <w:numPr>
          <w:ilvl w:val="0"/>
          <w:numId w:val="27"/>
        </w:numPr>
        <w:spacing w:before="120" w:after="60"/>
        <w:ind w:hanging="513"/>
        <w:contextualSpacing w:val="0"/>
        <w:rPr>
          <w:color w:val="000000"/>
          <w:szCs w:val="24"/>
          <w:lang w:val="sr-Cyrl-RS"/>
        </w:rPr>
      </w:pPr>
      <w:r w:rsidRPr="00A90824">
        <w:rPr>
          <w:color w:val="000000"/>
          <w:szCs w:val="24"/>
          <w:lang w:val="sr-Cyrl-RS"/>
        </w:rPr>
        <w:t>Проценат запослених у јавном сектору који су прошли обуку за коришћење алата вештачке интелигенције</w:t>
      </w:r>
    </w:p>
    <w:p w14:paraId="3BD0B3FA" w14:textId="77777777" w:rsidR="00DD79F2" w:rsidRPr="00A90824" w:rsidRDefault="00DD79F2" w:rsidP="00DD79F2">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509562BF" w14:textId="77777777" w:rsidR="00DD79F2" w:rsidRPr="00A90824" w:rsidRDefault="00DD79F2" w:rsidP="00DD79F2">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20%</w:t>
      </w:r>
    </w:p>
    <w:p w14:paraId="0DFA2CEE" w14:textId="77777777" w:rsidR="00DD79F2" w:rsidRPr="00A90824" w:rsidRDefault="00DD79F2" w:rsidP="00F62B1B">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60%</w:t>
      </w:r>
    </w:p>
    <w:p w14:paraId="519A5D62" w14:textId="77777777" w:rsidR="00DD79F2" w:rsidRPr="00A90824" w:rsidRDefault="00DD79F2" w:rsidP="00DD79F2">
      <w:pPr>
        <w:pStyle w:val="Heading3"/>
        <w:rPr>
          <w:color w:val="000000"/>
          <w:sz w:val="24"/>
          <w:szCs w:val="24"/>
        </w:rPr>
      </w:pPr>
      <w:bookmarkStart w:id="52" w:name="_Hlk184761724"/>
      <w:r w:rsidRPr="00A90824">
        <w:rPr>
          <w:color w:val="000000"/>
          <w:sz w:val="24"/>
          <w:szCs w:val="24"/>
        </w:rPr>
        <w:t xml:space="preserve">Мера 6.3: Подстицаји за примену вештачке интелигенције у </w:t>
      </w:r>
      <w:r w:rsidR="00F67320" w:rsidRPr="00A90824">
        <w:rPr>
          <w:color w:val="000000"/>
          <w:sz w:val="24"/>
          <w:szCs w:val="24"/>
        </w:rPr>
        <w:t>образовним институцијама</w:t>
      </w:r>
    </w:p>
    <w:p w14:paraId="29FD57E9" w14:textId="77777777" w:rsidR="00DD79F2" w:rsidRPr="00A90824" w:rsidRDefault="00DD79F2" w:rsidP="00DD79F2">
      <w:pPr>
        <w:pStyle w:val="Heading4"/>
        <w:rPr>
          <w:color w:val="000000"/>
          <w:szCs w:val="24"/>
        </w:rPr>
      </w:pPr>
      <w:r w:rsidRPr="00A90824">
        <w:rPr>
          <w:color w:val="000000"/>
          <w:szCs w:val="24"/>
        </w:rPr>
        <w:t>Опис мере:</w:t>
      </w:r>
    </w:p>
    <w:p w14:paraId="77226147" w14:textId="77777777" w:rsidR="00DD79F2" w:rsidRPr="00A90824" w:rsidRDefault="00DD79F2" w:rsidP="00DD79F2">
      <w:pPr>
        <w:rPr>
          <w:color w:val="000000"/>
          <w:szCs w:val="24"/>
          <w:lang w:val="sr-Cyrl-RS"/>
        </w:rPr>
      </w:pPr>
      <w:r w:rsidRPr="00A90824">
        <w:rPr>
          <w:color w:val="000000"/>
          <w:szCs w:val="24"/>
          <w:lang w:val="sr-Cyrl-RS"/>
        </w:rPr>
        <w:t xml:space="preserve">Мера обухвата </w:t>
      </w:r>
      <w:r w:rsidR="00F67320" w:rsidRPr="00A90824">
        <w:rPr>
          <w:color w:val="000000"/>
          <w:szCs w:val="24"/>
          <w:lang w:val="sr-Cyrl-RS"/>
        </w:rPr>
        <w:t>примену</w:t>
      </w:r>
      <w:r w:rsidRPr="00A90824">
        <w:rPr>
          <w:color w:val="000000"/>
          <w:szCs w:val="24"/>
          <w:lang w:val="sr-Cyrl-RS"/>
        </w:rPr>
        <w:t xml:space="preserve"> </w:t>
      </w:r>
      <w:r w:rsidR="00F67320" w:rsidRPr="00A90824">
        <w:rPr>
          <w:color w:val="000000"/>
          <w:szCs w:val="24"/>
          <w:lang w:val="sr-Cyrl-RS"/>
        </w:rPr>
        <w:t xml:space="preserve">софтвера и </w:t>
      </w:r>
      <w:r w:rsidRPr="00A90824">
        <w:rPr>
          <w:color w:val="000000"/>
          <w:szCs w:val="24"/>
          <w:lang w:val="sr-Cyrl-RS"/>
        </w:rPr>
        <w:t xml:space="preserve">алата </w:t>
      </w:r>
      <w:r w:rsidR="00F67320" w:rsidRPr="00A90824">
        <w:rPr>
          <w:color w:val="000000"/>
          <w:szCs w:val="24"/>
          <w:lang w:val="sr-Cyrl-RS"/>
        </w:rPr>
        <w:t>из области ВИ</w:t>
      </w:r>
      <w:r w:rsidRPr="00A90824">
        <w:rPr>
          <w:color w:val="000000"/>
          <w:szCs w:val="24"/>
          <w:lang w:val="sr-Cyrl-RS"/>
        </w:rPr>
        <w:t xml:space="preserve"> за унапређење курсева, обуку </w:t>
      </w:r>
      <w:r w:rsidR="00165062" w:rsidRPr="00A90824">
        <w:rPr>
          <w:color w:val="000000"/>
          <w:szCs w:val="24"/>
          <w:lang w:val="sr-Cyrl-RS"/>
        </w:rPr>
        <w:t>наставног особља</w:t>
      </w:r>
      <w:r w:rsidR="00F67320" w:rsidRPr="00A90824">
        <w:rPr>
          <w:color w:val="000000"/>
          <w:szCs w:val="24"/>
          <w:lang w:val="sr-Cyrl-RS"/>
        </w:rPr>
        <w:t>, ученика</w:t>
      </w:r>
      <w:r w:rsidRPr="00A90824">
        <w:rPr>
          <w:color w:val="000000"/>
          <w:szCs w:val="24"/>
          <w:lang w:val="sr-Cyrl-RS"/>
        </w:rPr>
        <w:t xml:space="preserve"> и студената за коришћење вештачке интелигенције у наставном процесу, организовање радионица и тренинга за употребу алата вештачке интелигенције у настави, успостављање образовних програма засниваних на примени вештачке интелигенције у различитим областима, извођење наставе применом учила које користе вештачку интелигенцију (на пример робот или софтвер), опремање високошколских установа неопходном опремом и др.</w:t>
      </w:r>
    </w:p>
    <w:p w14:paraId="7CFAE69D" w14:textId="77777777" w:rsidR="00DD79F2" w:rsidRPr="00A90824" w:rsidRDefault="00DD79F2" w:rsidP="00DD79F2">
      <w:pPr>
        <w:rPr>
          <w:color w:val="000000"/>
          <w:szCs w:val="24"/>
          <w:lang w:val="sr-Cyrl-RS"/>
        </w:rPr>
      </w:pPr>
      <w:r w:rsidRPr="00A90824">
        <w:rPr>
          <w:color w:val="000000"/>
          <w:szCs w:val="24"/>
          <w:lang w:val="sr-Cyrl-RS"/>
        </w:rPr>
        <w:t xml:space="preserve">Неопходно је подстицати примену решења која користе вештачку интелигенцију у оквиру рада </w:t>
      </w:r>
      <w:r w:rsidR="00F279F5" w:rsidRPr="00A90824">
        <w:rPr>
          <w:color w:val="000000"/>
          <w:szCs w:val="24"/>
          <w:lang w:val="sr-Cyrl-RS"/>
        </w:rPr>
        <w:t>образовних</w:t>
      </w:r>
      <w:r w:rsidRPr="00A90824">
        <w:rPr>
          <w:color w:val="000000"/>
          <w:szCs w:val="24"/>
          <w:lang w:val="sr-Cyrl-RS"/>
        </w:rPr>
        <w:t xml:space="preserve"> институција. Ово ће обезбедити </w:t>
      </w:r>
      <w:r w:rsidR="00F279F5" w:rsidRPr="00A90824">
        <w:rPr>
          <w:color w:val="000000"/>
          <w:szCs w:val="24"/>
          <w:lang w:val="sr-Cyrl-RS"/>
        </w:rPr>
        <w:t xml:space="preserve">ефикаснији наставни процес </w:t>
      </w:r>
      <w:r w:rsidRPr="00A90824">
        <w:rPr>
          <w:color w:val="000000"/>
          <w:szCs w:val="24"/>
          <w:lang w:val="sr-Cyrl-RS"/>
        </w:rPr>
        <w:t xml:space="preserve">и </w:t>
      </w:r>
      <w:r w:rsidR="00F279F5" w:rsidRPr="00A90824">
        <w:rPr>
          <w:color w:val="000000"/>
          <w:szCs w:val="24"/>
          <w:lang w:val="sr-Cyrl-RS"/>
        </w:rPr>
        <w:t>већу спремност нових генерација за коришћење ВИ и развој система ВИ</w:t>
      </w:r>
      <w:r w:rsidRPr="00A90824">
        <w:rPr>
          <w:color w:val="000000"/>
          <w:szCs w:val="24"/>
          <w:lang w:val="sr-Cyrl-RS"/>
        </w:rPr>
        <w:t>.</w:t>
      </w:r>
    </w:p>
    <w:p w14:paraId="406DFEC2" w14:textId="77777777" w:rsidR="00DD79F2" w:rsidRPr="00A90824" w:rsidRDefault="00DD79F2" w:rsidP="00DD79F2">
      <w:pPr>
        <w:rPr>
          <w:color w:val="000000"/>
          <w:szCs w:val="24"/>
          <w:lang w:val="sr-Cyrl-RS"/>
        </w:rPr>
      </w:pPr>
      <w:r w:rsidRPr="00A90824">
        <w:rPr>
          <w:color w:val="000000"/>
          <w:szCs w:val="24"/>
          <w:lang w:val="sr-Cyrl-RS"/>
        </w:rPr>
        <w:t xml:space="preserve">Мера обухвата улагање у напредну инфраструктуру и опрему у </w:t>
      </w:r>
      <w:r w:rsidR="00F279F5" w:rsidRPr="00A90824">
        <w:rPr>
          <w:color w:val="000000"/>
          <w:szCs w:val="24"/>
          <w:lang w:val="sr-Cyrl-RS"/>
        </w:rPr>
        <w:t>образовним институцијама</w:t>
      </w:r>
      <w:r w:rsidRPr="00A90824">
        <w:rPr>
          <w:color w:val="000000"/>
          <w:szCs w:val="24"/>
          <w:lang w:val="sr-Cyrl-RS"/>
        </w:rPr>
        <w:t>, организовање радионица и тренинга за употребу алата вештачке интелигенције у настави</w:t>
      </w:r>
      <w:r w:rsidR="00F279F5" w:rsidRPr="00A90824">
        <w:rPr>
          <w:color w:val="000000"/>
          <w:szCs w:val="24"/>
          <w:lang w:val="sr-Cyrl-RS"/>
        </w:rPr>
        <w:t xml:space="preserve"> </w:t>
      </w:r>
      <w:r w:rsidRPr="00A90824">
        <w:rPr>
          <w:color w:val="000000"/>
          <w:szCs w:val="24"/>
          <w:lang w:val="sr-Cyrl-RS"/>
        </w:rPr>
        <w:t>и др.</w:t>
      </w:r>
    </w:p>
    <w:p w14:paraId="56D33DB4" w14:textId="77777777" w:rsidR="00DD79F2" w:rsidRPr="00A90824" w:rsidRDefault="00DD79F2" w:rsidP="00DD79F2">
      <w:pPr>
        <w:pStyle w:val="Heading4"/>
        <w:rPr>
          <w:color w:val="000000"/>
          <w:szCs w:val="24"/>
        </w:rPr>
      </w:pPr>
      <w:r w:rsidRPr="00A90824">
        <w:rPr>
          <w:color w:val="000000"/>
          <w:szCs w:val="24"/>
        </w:rPr>
        <w:t>Период реализације:</w:t>
      </w:r>
    </w:p>
    <w:p w14:paraId="00F30B72" w14:textId="77777777" w:rsidR="00DD79F2" w:rsidRPr="00A90824" w:rsidRDefault="00DD79F2" w:rsidP="00DD79F2">
      <w:pPr>
        <w:rPr>
          <w:color w:val="000000"/>
          <w:szCs w:val="24"/>
          <w:lang w:val="sr-Cyrl-RS"/>
        </w:rPr>
      </w:pPr>
      <w:r w:rsidRPr="00A90824">
        <w:rPr>
          <w:color w:val="000000"/>
          <w:szCs w:val="24"/>
          <w:lang w:val="sr-Cyrl-RS"/>
        </w:rPr>
        <w:t>2025</w:t>
      </w:r>
      <w:r w:rsidR="00512FEE" w:rsidRPr="00A90824">
        <w:rPr>
          <w:color w:val="000000"/>
          <w:szCs w:val="24"/>
          <w:lang w:val="sr-Cyrl-RS"/>
        </w:rPr>
        <w:t>.</w:t>
      </w:r>
      <w:r w:rsidRPr="00A90824">
        <w:rPr>
          <w:color w:val="000000"/>
          <w:szCs w:val="24"/>
          <w:lang w:val="sr-Cyrl-RS"/>
        </w:rPr>
        <w:t>-2030</w:t>
      </w:r>
      <w:r w:rsidR="00512FEE" w:rsidRPr="00A90824">
        <w:rPr>
          <w:color w:val="000000"/>
          <w:szCs w:val="24"/>
          <w:lang w:val="sr-Cyrl-RS"/>
        </w:rPr>
        <w:t>.</w:t>
      </w:r>
    </w:p>
    <w:p w14:paraId="070ABADB" w14:textId="77777777" w:rsidR="00DD79F2" w:rsidRPr="00A90824" w:rsidRDefault="00DD79F2" w:rsidP="00DD79F2">
      <w:pPr>
        <w:pStyle w:val="Heading4"/>
        <w:rPr>
          <w:color w:val="000000"/>
          <w:szCs w:val="24"/>
        </w:rPr>
      </w:pPr>
      <w:r w:rsidRPr="00A90824">
        <w:rPr>
          <w:color w:val="000000"/>
          <w:szCs w:val="24"/>
        </w:rPr>
        <w:t>Надлежне институције:</w:t>
      </w:r>
    </w:p>
    <w:p w14:paraId="41AF1E01" w14:textId="77777777" w:rsidR="00DD79F2" w:rsidRPr="00A90824" w:rsidRDefault="00A303FB" w:rsidP="00A303FB">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просвету (носилац)</w:t>
      </w:r>
      <w:r w:rsidRPr="00A90824" w:rsidDel="00A303FB">
        <w:rPr>
          <w:rStyle w:val="CommentReference"/>
          <w:sz w:val="24"/>
          <w:szCs w:val="24"/>
          <w:lang w:val="sr-Cyrl-RS"/>
        </w:rPr>
        <w:t xml:space="preserve"> </w:t>
      </w:r>
    </w:p>
    <w:p w14:paraId="761EE56A" w14:textId="77777777" w:rsidR="00031B16" w:rsidRPr="00A90824" w:rsidRDefault="00031B16" w:rsidP="00031B1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научноистраживачку и иновациону делатност (партнер)</w:t>
      </w:r>
    </w:p>
    <w:p w14:paraId="1A53FBF6" w14:textId="77777777" w:rsidR="00DD79F2" w:rsidRPr="00A90824" w:rsidRDefault="00A303FB" w:rsidP="00A303FB">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Институт за вештачку интелигенције (партнер)</w:t>
      </w:r>
    </w:p>
    <w:p w14:paraId="22F5C7F0" w14:textId="77777777" w:rsidR="00DD79F2" w:rsidRPr="00A90824" w:rsidRDefault="00D963E1" w:rsidP="00DD79F2">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Научно-истраживачке и високошколске установе</w:t>
      </w:r>
      <w:r w:rsidR="00DD79F2" w:rsidRPr="00A90824">
        <w:rPr>
          <w:color w:val="000000"/>
          <w:szCs w:val="24"/>
          <w:lang w:val="sr-Cyrl-RS"/>
        </w:rPr>
        <w:t xml:space="preserve"> (партнер)</w:t>
      </w:r>
    </w:p>
    <w:p w14:paraId="4A04052C" w14:textId="77777777" w:rsidR="00DD79F2" w:rsidRPr="00A90824" w:rsidRDefault="00DD79F2" w:rsidP="00DD79F2">
      <w:pPr>
        <w:pStyle w:val="Heading4"/>
        <w:rPr>
          <w:color w:val="000000"/>
          <w:szCs w:val="24"/>
        </w:rPr>
      </w:pPr>
      <w:r w:rsidRPr="00A90824">
        <w:rPr>
          <w:color w:val="000000"/>
          <w:szCs w:val="24"/>
        </w:rPr>
        <w:t>Показатељи:</w:t>
      </w:r>
    </w:p>
    <w:p w14:paraId="174751A9" w14:textId="77777777" w:rsidR="00DD79F2" w:rsidRPr="00A90824" w:rsidRDefault="00DD79F2" w:rsidP="00E63B22">
      <w:pPr>
        <w:pStyle w:val="ListParagraph"/>
        <w:numPr>
          <w:ilvl w:val="0"/>
          <w:numId w:val="28"/>
        </w:numPr>
        <w:spacing w:after="60"/>
        <w:ind w:hanging="513"/>
        <w:contextualSpacing w:val="0"/>
        <w:rPr>
          <w:color w:val="000000"/>
          <w:szCs w:val="24"/>
          <w:lang w:val="sr-Cyrl-RS"/>
        </w:rPr>
      </w:pPr>
      <w:r w:rsidRPr="00A90824">
        <w:rPr>
          <w:color w:val="000000"/>
          <w:szCs w:val="24"/>
          <w:lang w:val="sr-Cyrl-RS"/>
        </w:rPr>
        <w:t xml:space="preserve">Проценат образовних </w:t>
      </w:r>
      <w:r w:rsidR="00F279F5" w:rsidRPr="00A90824">
        <w:rPr>
          <w:color w:val="000000"/>
          <w:szCs w:val="24"/>
          <w:lang w:val="sr-Cyrl-RS"/>
        </w:rPr>
        <w:t>институцијама</w:t>
      </w:r>
      <w:r w:rsidRPr="00A90824">
        <w:rPr>
          <w:color w:val="000000"/>
          <w:szCs w:val="24"/>
          <w:lang w:val="sr-Cyrl-RS"/>
        </w:rPr>
        <w:t xml:space="preserve"> које активно користе вештачку интелигенцију у настави</w:t>
      </w:r>
    </w:p>
    <w:p w14:paraId="261490B8" w14:textId="77777777" w:rsidR="00DD79F2" w:rsidRPr="00A90824" w:rsidRDefault="00DD79F2" w:rsidP="00DD79F2">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нема података</w:t>
      </w:r>
    </w:p>
    <w:p w14:paraId="7E00B1E4" w14:textId="77777777" w:rsidR="00DD79F2" w:rsidRPr="00A90824" w:rsidRDefault="00DD79F2" w:rsidP="00DD79F2">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50%</w:t>
      </w:r>
    </w:p>
    <w:p w14:paraId="7BB569DE" w14:textId="77777777" w:rsidR="00DD79F2" w:rsidRPr="00A90824" w:rsidRDefault="00DD79F2" w:rsidP="00DD79F2">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100%</w:t>
      </w:r>
    </w:p>
    <w:p w14:paraId="79AB552B" w14:textId="77777777" w:rsidR="00DD79F2" w:rsidRPr="00A90824" w:rsidRDefault="00DD79F2" w:rsidP="00E63B22">
      <w:pPr>
        <w:pStyle w:val="ListParagraph"/>
        <w:numPr>
          <w:ilvl w:val="0"/>
          <w:numId w:val="28"/>
        </w:numPr>
        <w:spacing w:before="120" w:after="60"/>
        <w:ind w:hanging="513"/>
        <w:contextualSpacing w:val="0"/>
        <w:rPr>
          <w:strike/>
          <w:color w:val="000000"/>
          <w:szCs w:val="24"/>
          <w:lang w:val="sr-Cyrl-RS"/>
        </w:rPr>
      </w:pPr>
      <w:r w:rsidRPr="00A90824">
        <w:rPr>
          <w:color w:val="000000"/>
          <w:szCs w:val="24"/>
          <w:lang w:val="sr-Cyrl-RS"/>
        </w:rPr>
        <w:t>Финансијска вредност реализованих пројеката који помажу примену решења из области вештачке интелигенције у образовним установама</w:t>
      </w:r>
    </w:p>
    <w:p w14:paraId="3CEF45A3" w14:textId="77777777" w:rsidR="00DD79F2" w:rsidRPr="00A90824" w:rsidRDefault="00DD79F2" w:rsidP="00DD79F2">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 xml:space="preserve">Почетна вредност: </w:t>
      </w:r>
      <w:r w:rsidR="00DE40BB" w:rsidRPr="00A90824">
        <w:rPr>
          <w:color w:val="000000"/>
          <w:szCs w:val="24"/>
          <w:lang w:val="sr-Cyrl-RS"/>
        </w:rPr>
        <w:t>нема података</w:t>
      </w:r>
    </w:p>
    <w:p w14:paraId="424F5129" w14:textId="77777777" w:rsidR="00DD79F2" w:rsidRPr="00A90824" w:rsidRDefault="00DD79F2" w:rsidP="00DD79F2">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1.200.000.000,00 РСД</w:t>
      </w:r>
    </w:p>
    <w:p w14:paraId="77E96EA7" w14:textId="4F11F2D7" w:rsidR="00DD79F2" w:rsidRDefault="00DD79F2" w:rsidP="00CB5C3E">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3.600.000.000,00 РСД</w:t>
      </w:r>
    </w:p>
    <w:p w14:paraId="7E9E0B14" w14:textId="0C82B3D0" w:rsidR="00896C3B" w:rsidRDefault="00896C3B" w:rsidP="00896C3B">
      <w:pPr>
        <w:spacing w:after="60"/>
        <w:rPr>
          <w:color w:val="000000"/>
          <w:szCs w:val="24"/>
          <w:lang w:val="sr-Cyrl-RS"/>
        </w:rPr>
      </w:pPr>
    </w:p>
    <w:p w14:paraId="0D38F388" w14:textId="77777777" w:rsidR="00896C3B" w:rsidRPr="00896C3B" w:rsidRDefault="00896C3B" w:rsidP="00896C3B">
      <w:pPr>
        <w:spacing w:after="60"/>
        <w:rPr>
          <w:color w:val="000000"/>
          <w:szCs w:val="24"/>
          <w:lang w:val="sr-Cyrl-RS"/>
        </w:rPr>
      </w:pPr>
    </w:p>
    <w:bookmarkEnd w:id="52"/>
    <w:p w14:paraId="5146F7ED" w14:textId="77777777" w:rsidR="005A3DBD" w:rsidRPr="00A90824" w:rsidRDefault="005A3DBD" w:rsidP="005A3DBD">
      <w:pPr>
        <w:pStyle w:val="Heading3"/>
        <w:rPr>
          <w:color w:val="000000"/>
          <w:sz w:val="24"/>
          <w:szCs w:val="24"/>
        </w:rPr>
      </w:pPr>
      <w:r w:rsidRPr="00A90824">
        <w:rPr>
          <w:color w:val="000000"/>
          <w:sz w:val="24"/>
          <w:szCs w:val="24"/>
        </w:rPr>
        <w:t>Мера 6.4: Подстицаји за примену вештачке интелигенције у привреди</w:t>
      </w:r>
    </w:p>
    <w:p w14:paraId="2AA2114C" w14:textId="77777777" w:rsidR="005A3DBD" w:rsidRPr="00A90824" w:rsidRDefault="005A3DBD" w:rsidP="005A3DBD">
      <w:pPr>
        <w:pStyle w:val="Heading4"/>
        <w:rPr>
          <w:color w:val="000000"/>
          <w:szCs w:val="24"/>
        </w:rPr>
      </w:pPr>
      <w:r w:rsidRPr="00A90824">
        <w:rPr>
          <w:color w:val="000000"/>
          <w:szCs w:val="24"/>
        </w:rPr>
        <w:t>Опис мере:</w:t>
      </w:r>
    </w:p>
    <w:p w14:paraId="267E4E0D" w14:textId="77777777" w:rsidR="005A3DBD" w:rsidRPr="00A90824" w:rsidRDefault="005A3DBD" w:rsidP="005A3DBD">
      <w:pPr>
        <w:rPr>
          <w:color w:val="000000"/>
          <w:szCs w:val="24"/>
          <w:lang w:val="sr-Cyrl-RS"/>
        </w:rPr>
      </w:pPr>
      <w:r w:rsidRPr="00A90824">
        <w:rPr>
          <w:color w:val="000000"/>
          <w:szCs w:val="24"/>
          <w:lang w:val="sr-Cyrl-RS"/>
        </w:rPr>
        <w:t>Привреда прати трендове и трансформише се како би остала конкурентна у дигиталној ери. Недостатак разумевања вештачке интелигенције, као и ограничена способност тестирања и примене вештачке интелигенције у постојећим операцијама представљају значајне изазове.</w:t>
      </w:r>
    </w:p>
    <w:p w14:paraId="56852076" w14:textId="77777777" w:rsidR="005A3DBD" w:rsidRPr="00A90824" w:rsidRDefault="005A3DBD" w:rsidP="005A3DBD">
      <w:pPr>
        <w:rPr>
          <w:color w:val="000000"/>
          <w:szCs w:val="24"/>
          <w:lang w:val="sr-Cyrl-RS"/>
        </w:rPr>
      </w:pPr>
      <w:r w:rsidRPr="00A90824">
        <w:rPr>
          <w:color w:val="000000"/>
          <w:szCs w:val="24"/>
          <w:lang w:val="sr-Cyrl-RS"/>
        </w:rPr>
        <w:t>Ова мера усмерена је на финансијску и стручну подршку привредном сектору у његовој трансформацији и адаптацији на технологије које примењују вештачку интелигенцију. Развој јединствене платформе за тестирање оваквих решења у реалним радним окружењима омогућава одређене симулације и прилагођавање потребама привреде</w:t>
      </w:r>
      <w:r w:rsidR="002A4F7B" w:rsidRPr="00A90824">
        <w:rPr>
          <w:color w:val="000000"/>
          <w:szCs w:val="24"/>
          <w:lang w:val="sr-Cyrl-RS"/>
        </w:rPr>
        <w:t xml:space="preserve"> као</w:t>
      </w:r>
      <w:r w:rsidRPr="00A90824">
        <w:rPr>
          <w:color w:val="000000"/>
          <w:szCs w:val="24"/>
          <w:lang w:val="sr-Cyrl-RS"/>
        </w:rPr>
        <w:t xml:space="preserve"> и механизам за усвајање нових технологија.</w:t>
      </w:r>
    </w:p>
    <w:p w14:paraId="4C3B439B" w14:textId="77777777" w:rsidR="005A3DBD" w:rsidRPr="00A90824" w:rsidRDefault="005A3DBD" w:rsidP="005A3DBD">
      <w:pPr>
        <w:rPr>
          <w:color w:val="000000"/>
          <w:szCs w:val="24"/>
          <w:lang w:val="sr-Cyrl-RS"/>
        </w:rPr>
      </w:pPr>
      <w:r w:rsidRPr="00A90824">
        <w:rPr>
          <w:color w:val="000000"/>
          <w:szCs w:val="24"/>
          <w:lang w:val="sr-Cyrl-RS"/>
        </w:rPr>
        <w:t xml:space="preserve">Мера обухвата финансијске подстицаје за примену решења која користе вештачку интелигенцију у привреди, финансијску подршку за компаније и пројекте кроз које истражују, развијају и примењују вештачку интелигенцију, финансијске подстицаје за помоћ привреди у организационом усаглашавању пословања са новим трендовима и процесима, подстицање и подршка примени у извозу сервиса и производа базираних на вештачкој интелигенцији, нарочито оних развијених буџетским </w:t>
      </w:r>
      <w:r w:rsidR="00AC29D1" w:rsidRPr="00A90824">
        <w:rPr>
          <w:color w:val="000000"/>
          <w:szCs w:val="24"/>
          <w:lang w:val="sr-Cyrl-RS"/>
        </w:rPr>
        <w:t>средствима</w:t>
      </w:r>
      <w:r w:rsidRPr="00A90824">
        <w:rPr>
          <w:color w:val="000000"/>
          <w:szCs w:val="24"/>
          <w:lang w:val="sr-Cyrl-RS"/>
        </w:rPr>
        <w:t xml:space="preserve"> Републике Србије и др.</w:t>
      </w:r>
    </w:p>
    <w:p w14:paraId="189D6B00" w14:textId="77777777" w:rsidR="005A3DBD" w:rsidRPr="00A90824" w:rsidRDefault="005A3DBD" w:rsidP="005A3DBD">
      <w:pPr>
        <w:pStyle w:val="Heading4"/>
        <w:rPr>
          <w:color w:val="000000"/>
          <w:szCs w:val="24"/>
        </w:rPr>
      </w:pPr>
      <w:r w:rsidRPr="00A90824">
        <w:rPr>
          <w:color w:val="000000"/>
          <w:szCs w:val="24"/>
        </w:rPr>
        <w:t>Период реализације:</w:t>
      </w:r>
    </w:p>
    <w:p w14:paraId="6A1EA2BC" w14:textId="77777777" w:rsidR="005A3DBD" w:rsidRPr="00A90824" w:rsidRDefault="005A3DBD" w:rsidP="005A3DBD">
      <w:pPr>
        <w:rPr>
          <w:color w:val="000000"/>
          <w:szCs w:val="24"/>
          <w:lang w:val="sr-Cyrl-RS"/>
        </w:rPr>
      </w:pPr>
      <w:r w:rsidRPr="00A90824">
        <w:rPr>
          <w:color w:val="000000"/>
          <w:szCs w:val="24"/>
          <w:lang w:val="sr-Cyrl-RS"/>
        </w:rPr>
        <w:t>2025</w:t>
      </w:r>
      <w:r w:rsidR="00512FEE" w:rsidRPr="00A90824">
        <w:rPr>
          <w:color w:val="000000"/>
          <w:szCs w:val="24"/>
          <w:lang w:val="sr-Cyrl-RS"/>
        </w:rPr>
        <w:t>.</w:t>
      </w:r>
      <w:r w:rsidRPr="00A90824">
        <w:rPr>
          <w:color w:val="000000"/>
          <w:szCs w:val="24"/>
          <w:lang w:val="sr-Cyrl-RS"/>
        </w:rPr>
        <w:t>-2030</w:t>
      </w:r>
      <w:r w:rsidR="00512FEE" w:rsidRPr="00A90824">
        <w:rPr>
          <w:color w:val="000000"/>
          <w:szCs w:val="24"/>
          <w:lang w:val="sr-Cyrl-RS"/>
        </w:rPr>
        <w:t>.</w:t>
      </w:r>
    </w:p>
    <w:p w14:paraId="3455E7EE" w14:textId="77777777" w:rsidR="005A3DBD" w:rsidRPr="00A90824" w:rsidRDefault="005A3DBD" w:rsidP="005A3DBD">
      <w:pPr>
        <w:pStyle w:val="Heading4"/>
        <w:rPr>
          <w:color w:val="000000"/>
          <w:szCs w:val="24"/>
        </w:rPr>
      </w:pPr>
      <w:r w:rsidRPr="00A90824">
        <w:rPr>
          <w:color w:val="000000"/>
          <w:szCs w:val="24"/>
        </w:rPr>
        <w:t>Надлежне институције:</w:t>
      </w:r>
    </w:p>
    <w:p w14:paraId="5EAF62EF" w14:textId="77777777" w:rsidR="00A303FB" w:rsidRPr="00A90824" w:rsidRDefault="00A303FB" w:rsidP="00A303FB">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привреду (носилац)</w:t>
      </w:r>
    </w:p>
    <w:p w14:paraId="097363FD" w14:textId="77777777" w:rsidR="005A3DBD" w:rsidRPr="00A90824" w:rsidRDefault="00031B16" w:rsidP="005A3DBD">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научноистраживачку и иновациону делатност </w:t>
      </w:r>
      <w:r w:rsidR="005A3DBD" w:rsidRPr="00A90824">
        <w:rPr>
          <w:color w:val="000000"/>
          <w:szCs w:val="24"/>
          <w:lang w:val="sr-Cyrl-RS"/>
        </w:rPr>
        <w:t>(</w:t>
      </w:r>
      <w:r w:rsidR="00A303FB" w:rsidRPr="00A90824">
        <w:rPr>
          <w:color w:val="000000"/>
          <w:szCs w:val="24"/>
          <w:lang w:val="sr-Cyrl-RS"/>
        </w:rPr>
        <w:t>партнер</w:t>
      </w:r>
      <w:r w:rsidRPr="00A90824">
        <w:rPr>
          <w:color w:val="000000"/>
          <w:szCs w:val="24"/>
          <w:lang w:val="sr-Cyrl-RS"/>
        </w:rPr>
        <w:t>)</w:t>
      </w:r>
    </w:p>
    <w:p w14:paraId="2ACF8960" w14:textId="77777777" w:rsidR="005A3DBD" w:rsidRPr="00A90824" w:rsidRDefault="005A3DBD" w:rsidP="005A3DBD">
      <w:pPr>
        <w:pStyle w:val="ListParagraph"/>
        <w:numPr>
          <w:ilvl w:val="0"/>
          <w:numId w:val="1"/>
        </w:numPr>
        <w:spacing w:after="60"/>
        <w:ind w:left="567" w:hanging="510"/>
        <w:contextualSpacing w:val="0"/>
        <w:rPr>
          <w:szCs w:val="24"/>
          <w:lang w:val="sr-Cyrl-RS"/>
        </w:rPr>
      </w:pPr>
      <w:r w:rsidRPr="00A90824">
        <w:rPr>
          <w:szCs w:val="24"/>
          <w:lang w:val="sr-Cyrl-RS"/>
        </w:rPr>
        <w:t>Министарство надлежно за пољопривреду (партнер)</w:t>
      </w:r>
    </w:p>
    <w:p w14:paraId="76D5DEA5" w14:textId="77777777" w:rsidR="00215B37" w:rsidRPr="00A90824" w:rsidRDefault="00DE40BB" w:rsidP="00215B37">
      <w:pPr>
        <w:pStyle w:val="ListParagraph"/>
        <w:numPr>
          <w:ilvl w:val="0"/>
          <w:numId w:val="1"/>
        </w:numPr>
        <w:spacing w:after="60"/>
        <w:ind w:left="567" w:hanging="510"/>
        <w:contextualSpacing w:val="0"/>
        <w:rPr>
          <w:szCs w:val="24"/>
          <w:lang w:val="sr-Cyrl-RS"/>
        </w:rPr>
      </w:pPr>
      <w:r w:rsidRPr="00A90824">
        <w:rPr>
          <w:szCs w:val="24"/>
          <w:lang w:val="sr-Cyrl-RS"/>
        </w:rPr>
        <w:t>Посебна организација надлежна</w:t>
      </w:r>
      <w:r w:rsidR="00215B37" w:rsidRPr="00A90824">
        <w:rPr>
          <w:szCs w:val="24"/>
          <w:lang w:val="sr-Cyrl-RS"/>
        </w:rPr>
        <w:t xml:space="preserve"> за запошљавање (партнер)</w:t>
      </w:r>
    </w:p>
    <w:p w14:paraId="06C87DB6" w14:textId="135F97FF" w:rsidR="00C33659" w:rsidRPr="00A90824" w:rsidRDefault="00C33659" w:rsidP="00215B37">
      <w:pPr>
        <w:pStyle w:val="ListParagraph"/>
        <w:numPr>
          <w:ilvl w:val="0"/>
          <w:numId w:val="1"/>
        </w:numPr>
        <w:spacing w:after="60"/>
        <w:ind w:left="567" w:hanging="510"/>
        <w:contextualSpacing w:val="0"/>
        <w:rPr>
          <w:szCs w:val="24"/>
          <w:lang w:val="sr-Cyrl-RS"/>
        </w:rPr>
      </w:pPr>
      <w:r w:rsidRPr="00A90824">
        <w:rPr>
          <w:szCs w:val="24"/>
          <w:lang w:val="sr-Cyrl-RS"/>
        </w:rPr>
        <w:t>П</w:t>
      </w:r>
      <w:r w:rsidR="00FF5839" w:rsidRPr="00A90824">
        <w:rPr>
          <w:szCs w:val="24"/>
          <w:lang w:val="sr-Cyrl-RS"/>
        </w:rPr>
        <w:t>ривредна комора Србије</w:t>
      </w:r>
      <w:r w:rsidR="00CC5AD2" w:rsidRPr="00A90824">
        <w:rPr>
          <w:szCs w:val="24"/>
          <w:lang w:val="sr-Cyrl-RS"/>
        </w:rPr>
        <w:t xml:space="preserve"> – Центар за дигиталну трансформацију</w:t>
      </w:r>
      <w:r w:rsidR="00FF5839" w:rsidRPr="00A90824">
        <w:rPr>
          <w:szCs w:val="24"/>
          <w:lang w:val="sr-Cyrl-RS"/>
        </w:rPr>
        <w:t xml:space="preserve"> (п</w:t>
      </w:r>
      <w:r w:rsidR="00FF5839" w:rsidRPr="00A90824">
        <w:rPr>
          <w:szCs w:val="24"/>
          <w:lang w:val="sr-Latn-RS"/>
        </w:rPr>
        <w:t>a</w:t>
      </w:r>
      <w:r w:rsidRPr="00A90824">
        <w:rPr>
          <w:szCs w:val="24"/>
          <w:lang w:val="sr-Cyrl-RS"/>
        </w:rPr>
        <w:t>ртнер</w:t>
      </w:r>
      <w:r w:rsidR="00214DA4" w:rsidRPr="00A90824">
        <w:rPr>
          <w:szCs w:val="24"/>
          <w:lang w:val="sr-Cyrl-RS"/>
        </w:rPr>
        <w:t>)</w:t>
      </w:r>
    </w:p>
    <w:p w14:paraId="05CB57AE" w14:textId="77777777" w:rsidR="005A3DBD" w:rsidRPr="00A90824" w:rsidRDefault="005A3DBD" w:rsidP="005A3DBD">
      <w:pPr>
        <w:pStyle w:val="Heading4"/>
        <w:rPr>
          <w:szCs w:val="24"/>
        </w:rPr>
      </w:pPr>
      <w:r w:rsidRPr="00A90824">
        <w:rPr>
          <w:szCs w:val="24"/>
        </w:rPr>
        <w:t>Показатељи:</w:t>
      </w:r>
    </w:p>
    <w:p w14:paraId="64EF6BE0" w14:textId="77777777" w:rsidR="005A3DBD" w:rsidRPr="00A90824" w:rsidRDefault="005A3DBD" w:rsidP="00E63B22">
      <w:pPr>
        <w:pStyle w:val="ListParagraph"/>
        <w:numPr>
          <w:ilvl w:val="0"/>
          <w:numId w:val="13"/>
        </w:numPr>
        <w:spacing w:after="60"/>
        <w:ind w:hanging="513"/>
        <w:contextualSpacing w:val="0"/>
        <w:rPr>
          <w:szCs w:val="24"/>
          <w:lang w:val="sr-Cyrl-RS"/>
        </w:rPr>
      </w:pPr>
      <w:r w:rsidRPr="00A90824">
        <w:rPr>
          <w:szCs w:val="24"/>
          <w:lang w:val="sr-Cyrl-RS"/>
        </w:rPr>
        <w:t>Број компанија из традиционалних сектора које су увеле вештачку интелигенцију у своје пословне процесе.</w:t>
      </w:r>
    </w:p>
    <w:p w14:paraId="500A5D05" w14:textId="77777777" w:rsidR="005A3DBD" w:rsidRPr="00A90824" w:rsidRDefault="005A3DBD" w:rsidP="005A3DBD">
      <w:pPr>
        <w:pStyle w:val="ListParagraph"/>
        <w:numPr>
          <w:ilvl w:val="0"/>
          <w:numId w:val="1"/>
        </w:numPr>
        <w:spacing w:after="60"/>
        <w:ind w:left="1701" w:hanging="510"/>
        <w:contextualSpacing w:val="0"/>
        <w:rPr>
          <w:szCs w:val="24"/>
          <w:lang w:val="sr-Cyrl-RS"/>
        </w:rPr>
      </w:pPr>
      <w:r w:rsidRPr="00A90824">
        <w:rPr>
          <w:szCs w:val="24"/>
          <w:lang w:val="sr-Cyrl-RS"/>
        </w:rPr>
        <w:t>Почетна вредност: 50</w:t>
      </w:r>
    </w:p>
    <w:p w14:paraId="389F7131" w14:textId="77777777" w:rsidR="005A3DBD" w:rsidRPr="00A90824" w:rsidRDefault="005A3DBD" w:rsidP="005A3DBD">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2027. године: 1000</w:t>
      </w:r>
    </w:p>
    <w:p w14:paraId="57C63F9D" w14:textId="77777777" w:rsidR="005A3DBD" w:rsidRPr="00A90824" w:rsidRDefault="005A3DBD" w:rsidP="005A3DBD">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2030. године: 2500</w:t>
      </w:r>
    </w:p>
    <w:p w14:paraId="6B834991" w14:textId="5360EB95" w:rsidR="005A3DBD" w:rsidRPr="00A90824" w:rsidRDefault="005A3DBD" w:rsidP="00E63B22">
      <w:pPr>
        <w:pStyle w:val="ListParagraph"/>
        <w:numPr>
          <w:ilvl w:val="0"/>
          <w:numId w:val="13"/>
        </w:numPr>
        <w:spacing w:before="120" w:after="60"/>
        <w:ind w:hanging="513"/>
        <w:contextualSpacing w:val="0"/>
        <w:rPr>
          <w:szCs w:val="24"/>
          <w:lang w:val="sr-Cyrl-RS"/>
        </w:rPr>
      </w:pPr>
      <w:r w:rsidRPr="00A90824">
        <w:rPr>
          <w:szCs w:val="24"/>
          <w:lang w:val="sr-Cyrl-RS"/>
        </w:rPr>
        <w:t xml:space="preserve">Број компанија које </w:t>
      </w:r>
      <w:r w:rsidR="00D54E40" w:rsidRPr="00A90824">
        <w:rPr>
          <w:szCs w:val="24"/>
          <w:lang w:val="sr-Cyrl-RS"/>
        </w:rPr>
        <w:t>су дошле</w:t>
      </w:r>
      <w:r w:rsidRPr="00A90824">
        <w:rPr>
          <w:szCs w:val="24"/>
          <w:lang w:val="sr-Cyrl-RS"/>
        </w:rPr>
        <w:t xml:space="preserve"> до решења из области вештачке интелигенције путем платформе за спајање</w:t>
      </w:r>
    </w:p>
    <w:p w14:paraId="26AA3038" w14:textId="77777777" w:rsidR="005A3DBD" w:rsidRPr="00A90824" w:rsidRDefault="005A3DBD" w:rsidP="005A3DBD">
      <w:pPr>
        <w:pStyle w:val="ListParagraph"/>
        <w:numPr>
          <w:ilvl w:val="0"/>
          <w:numId w:val="1"/>
        </w:numPr>
        <w:spacing w:after="60"/>
        <w:ind w:left="1701" w:hanging="510"/>
        <w:contextualSpacing w:val="0"/>
        <w:rPr>
          <w:szCs w:val="24"/>
          <w:lang w:val="sr-Cyrl-RS"/>
        </w:rPr>
      </w:pPr>
      <w:r w:rsidRPr="00A90824">
        <w:rPr>
          <w:szCs w:val="24"/>
          <w:lang w:val="sr-Cyrl-RS"/>
        </w:rPr>
        <w:t>Почетна вредност: 0</w:t>
      </w:r>
    </w:p>
    <w:p w14:paraId="6A08A796" w14:textId="2B5E9116" w:rsidR="005A3DBD" w:rsidRPr="00A90824" w:rsidRDefault="005A3DBD" w:rsidP="005A3DBD">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2027. године: 100</w:t>
      </w:r>
      <w:r w:rsidR="00D54E40" w:rsidRPr="00A90824">
        <w:rPr>
          <w:szCs w:val="24"/>
          <w:lang w:val="sr-Cyrl-RS"/>
        </w:rPr>
        <w:t xml:space="preserve"> (укупно)</w:t>
      </w:r>
    </w:p>
    <w:p w14:paraId="69121E20" w14:textId="1DCB1E20" w:rsidR="005A3DBD" w:rsidRPr="00A90824" w:rsidRDefault="005A3DBD" w:rsidP="005A3DBD">
      <w:pPr>
        <w:pStyle w:val="ListParagraph"/>
        <w:numPr>
          <w:ilvl w:val="0"/>
          <w:numId w:val="1"/>
        </w:numPr>
        <w:spacing w:after="60"/>
        <w:ind w:left="1701" w:hanging="510"/>
        <w:contextualSpacing w:val="0"/>
        <w:rPr>
          <w:szCs w:val="24"/>
          <w:lang w:val="sr-Cyrl-RS"/>
        </w:rPr>
      </w:pPr>
      <w:r w:rsidRPr="00A90824">
        <w:rPr>
          <w:szCs w:val="24"/>
          <w:lang w:val="sr-Cyrl-RS"/>
        </w:rPr>
        <w:t>Циљна вредност за крај 2030. године: 200</w:t>
      </w:r>
      <w:r w:rsidR="00D54E40" w:rsidRPr="00A90824">
        <w:rPr>
          <w:szCs w:val="24"/>
          <w:lang w:val="sr-Cyrl-RS"/>
        </w:rPr>
        <w:t xml:space="preserve"> (укупно)</w:t>
      </w:r>
    </w:p>
    <w:p w14:paraId="771A9C65" w14:textId="77777777" w:rsidR="005A3DBD" w:rsidRPr="00A90824" w:rsidRDefault="005A3DBD" w:rsidP="00E63B22">
      <w:pPr>
        <w:pStyle w:val="ListParagraph"/>
        <w:numPr>
          <w:ilvl w:val="0"/>
          <w:numId w:val="13"/>
        </w:numPr>
        <w:spacing w:before="120" w:after="60"/>
        <w:ind w:hanging="513"/>
        <w:contextualSpacing w:val="0"/>
        <w:rPr>
          <w:szCs w:val="24"/>
          <w:lang w:val="sr-Cyrl-RS"/>
        </w:rPr>
      </w:pPr>
      <w:r w:rsidRPr="00A90824">
        <w:rPr>
          <w:szCs w:val="24"/>
          <w:lang w:val="sr-Cyrl-RS"/>
        </w:rPr>
        <w:t>Успостављена база консултаната (</w:t>
      </w:r>
      <w:r w:rsidR="00DE40BB" w:rsidRPr="00A90824">
        <w:rPr>
          <w:szCs w:val="24"/>
          <w:lang w:val="sr-Cyrl-RS"/>
        </w:rPr>
        <w:t>стручњака</w:t>
      </w:r>
      <w:r w:rsidRPr="00A90824">
        <w:rPr>
          <w:szCs w:val="24"/>
          <w:lang w:val="sr-Cyrl-RS"/>
        </w:rPr>
        <w:t xml:space="preserve"> у области вештачке интелигенције) који су пружали помоћ у имплементацији решења базираних на вештачкој интелигенцији у пословне процесе компанија као и база доступних решења</w:t>
      </w:r>
    </w:p>
    <w:p w14:paraId="52EEC8AD" w14:textId="1A76916B" w:rsidR="005A3DBD" w:rsidRPr="00A90824" w:rsidRDefault="00D54E40" w:rsidP="005A3DBD">
      <w:pPr>
        <w:pStyle w:val="ListParagraph"/>
        <w:numPr>
          <w:ilvl w:val="0"/>
          <w:numId w:val="1"/>
        </w:numPr>
        <w:spacing w:after="60"/>
        <w:ind w:left="1701" w:hanging="510"/>
        <w:contextualSpacing w:val="0"/>
        <w:rPr>
          <w:szCs w:val="24"/>
          <w:lang w:val="sr-Cyrl-RS"/>
        </w:rPr>
      </w:pPr>
      <w:r w:rsidRPr="00A90824">
        <w:rPr>
          <w:szCs w:val="24"/>
          <w:lang w:val="sr-Cyrl-RS"/>
        </w:rPr>
        <w:t>Почетна вредност: не</w:t>
      </w:r>
    </w:p>
    <w:p w14:paraId="2D956399" w14:textId="2526FC30" w:rsidR="005A3DBD" w:rsidRPr="00A90824" w:rsidRDefault="005A3DBD" w:rsidP="005A3DBD">
      <w:pPr>
        <w:pStyle w:val="ListParagraph"/>
        <w:numPr>
          <w:ilvl w:val="0"/>
          <w:numId w:val="1"/>
        </w:numPr>
        <w:spacing w:after="60"/>
        <w:ind w:left="1701" w:hanging="510"/>
        <w:contextualSpacing w:val="0"/>
        <w:rPr>
          <w:szCs w:val="24"/>
          <w:lang w:val="sr-Cyrl-RS"/>
        </w:rPr>
      </w:pPr>
      <w:r w:rsidRPr="00A90824">
        <w:rPr>
          <w:szCs w:val="24"/>
          <w:lang w:val="sr-Cyrl-RS"/>
        </w:rPr>
        <w:t xml:space="preserve">Циљна вредност за крај 2027. године: </w:t>
      </w:r>
      <w:r w:rsidR="00D54E40" w:rsidRPr="00A90824">
        <w:rPr>
          <w:szCs w:val="24"/>
          <w:lang w:val="sr-Cyrl-RS"/>
        </w:rPr>
        <w:t>да</w:t>
      </w:r>
    </w:p>
    <w:p w14:paraId="377B2D3E" w14:textId="77777777" w:rsidR="005A3DBD" w:rsidRPr="00A90824" w:rsidRDefault="005A3DBD" w:rsidP="00E63B22">
      <w:pPr>
        <w:pStyle w:val="ListParagraph"/>
        <w:numPr>
          <w:ilvl w:val="0"/>
          <w:numId w:val="13"/>
        </w:numPr>
        <w:spacing w:before="120" w:after="60"/>
        <w:ind w:hanging="513"/>
        <w:contextualSpacing w:val="0"/>
        <w:rPr>
          <w:color w:val="000000"/>
          <w:szCs w:val="24"/>
          <w:lang w:val="sr-Cyrl-RS"/>
        </w:rPr>
      </w:pPr>
      <w:r w:rsidRPr="00A90824">
        <w:rPr>
          <w:color w:val="000000"/>
          <w:szCs w:val="24"/>
          <w:lang w:val="sr-Cyrl-RS"/>
        </w:rPr>
        <w:t>Број доквалификованих радника који раде у окружењу које користи вештачку интелигенцију</w:t>
      </w:r>
    </w:p>
    <w:p w14:paraId="0B838708" w14:textId="77777777" w:rsidR="005A3DBD" w:rsidRPr="00A90824" w:rsidRDefault="005A3DBD" w:rsidP="005A3DBD">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4FDFF9C6" w14:textId="77777777" w:rsidR="005A3DBD" w:rsidRPr="00A90824" w:rsidRDefault="005A3DBD" w:rsidP="005A3DBD">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2027. године: 200</w:t>
      </w:r>
    </w:p>
    <w:p w14:paraId="5E7DFFCA" w14:textId="77777777" w:rsidR="00DD79F2" w:rsidRPr="00A90824" w:rsidRDefault="005A3DBD" w:rsidP="00CB5C3E">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Циљна вредност за крај 2030. године: 5000</w:t>
      </w:r>
    </w:p>
    <w:p w14:paraId="22CAC093" w14:textId="77777777" w:rsidR="0028099D" w:rsidRPr="00A90824" w:rsidRDefault="0028099D" w:rsidP="0028099D">
      <w:pPr>
        <w:pStyle w:val="Heading3"/>
        <w:rPr>
          <w:color w:val="000000"/>
          <w:sz w:val="24"/>
          <w:szCs w:val="24"/>
        </w:rPr>
      </w:pPr>
      <w:r w:rsidRPr="00A90824">
        <w:rPr>
          <w:color w:val="000000"/>
          <w:sz w:val="24"/>
          <w:szCs w:val="24"/>
        </w:rPr>
        <w:t>Мера 6.5: Подстицање развоја решења из области информационе безбедности која примењују вештачку интелигенцију</w:t>
      </w:r>
    </w:p>
    <w:p w14:paraId="574A9939" w14:textId="77777777" w:rsidR="0028099D" w:rsidRPr="00A90824" w:rsidRDefault="0028099D" w:rsidP="0028099D">
      <w:pPr>
        <w:pStyle w:val="Heading4"/>
        <w:rPr>
          <w:color w:val="000000"/>
          <w:szCs w:val="24"/>
        </w:rPr>
      </w:pPr>
      <w:r w:rsidRPr="00A90824">
        <w:rPr>
          <w:color w:val="000000"/>
          <w:szCs w:val="24"/>
        </w:rPr>
        <w:t>Опис мере:</w:t>
      </w:r>
    </w:p>
    <w:p w14:paraId="63E50708" w14:textId="77777777" w:rsidR="0028099D" w:rsidRPr="00A90824" w:rsidRDefault="0028099D" w:rsidP="0028099D">
      <w:pPr>
        <w:rPr>
          <w:color w:val="000000"/>
          <w:szCs w:val="24"/>
          <w:lang w:val="sr-Cyrl-RS"/>
        </w:rPr>
      </w:pPr>
      <w:r w:rsidRPr="00A90824">
        <w:rPr>
          <w:color w:val="000000"/>
          <w:szCs w:val="24"/>
          <w:lang w:val="sr-Cyrl-RS"/>
        </w:rPr>
        <w:t>Мера се остварује кроз финансирање пројеката и истраживања усмерених на иновације у области сајбер безбедности које користе вештачку интелигенцију. То укључује и развој напредних система за откривање и одбрану од сајбер напада који користе вештачку интелигенцију, као и унапређивање способности система вештачке интелигенције да заштити критичну информациону инфраструктуру.</w:t>
      </w:r>
    </w:p>
    <w:p w14:paraId="644BAA40" w14:textId="77777777" w:rsidR="0028099D" w:rsidRPr="00A90824" w:rsidRDefault="0028099D" w:rsidP="0028099D">
      <w:pPr>
        <w:rPr>
          <w:color w:val="000000"/>
          <w:szCs w:val="24"/>
          <w:lang w:val="sr-Cyrl-RS"/>
        </w:rPr>
      </w:pPr>
      <w:r w:rsidRPr="00A90824">
        <w:rPr>
          <w:color w:val="000000"/>
          <w:szCs w:val="24"/>
          <w:lang w:val="sr-Cyrl-RS"/>
        </w:rPr>
        <w:t xml:space="preserve">Мера обухвата циљане подстицаје за институте и националне компаније које ће развијати решења из области </w:t>
      </w:r>
      <w:r w:rsidR="00DE40BB" w:rsidRPr="00A90824">
        <w:rPr>
          <w:color w:val="000000"/>
          <w:szCs w:val="24"/>
          <w:lang w:val="sr-Cyrl-RS"/>
        </w:rPr>
        <w:t>информационе</w:t>
      </w:r>
      <w:r w:rsidRPr="00A90824">
        <w:rPr>
          <w:color w:val="000000"/>
          <w:szCs w:val="24"/>
          <w:lang w:val="sr-Cyrl-RS"/>
        </w:rPr>
        <w:t xml:space="preserve"> безбедности и др.</w:t>
      </w:r>
    </w:p>
    <w:p w14:paraId="45CF4C1D" w14:textId="77777777" w:rsidR="0028099D" w:rsidRPr="00A90824" w:rsidRDefault="0028099D" w:rsidP="0028099D">
      <w:pPr>
        <w:pStyle w:val="Heading4"/>
        <w:rPr>
          <w:color w:val="000000"/>
          <w:szCs w:val="24"/>
        </w:rPr>
      </w:pPr>
      <w:r w:rsidRPr="00A90824">
        <w:rPr>
          <w:color w:val="000000"/>
          <w:szCs w:val="24"/>
        </w:rPr>
        <w:t>Период реализације:</w:t>
      </w:r>
    </w:p>
    <w:p w14:paraId="3CA7DFD5" w14:textId="77777777" w:rsidR="0028099D" w:rsidRPr="00A90824" w:rsidRDefault="0028099D" w:rsidP="0028099D">
      <w:pPr>
        <w:rPr>
          <w:color w:val="000000"/>
          <w:szCs w:val="24"/>
          <w:lang w:val="sr-Cyrl-RS"/>
        </w:rPr>
      </w:pPr>
      <w:r w:rsidRPr="00A90824">
        <w:rPr>
          <w:color w:val="000000"/>
          <w:szCs w:val="24"/>
          <w:lang w:val="sr-Cyrl-RS"/>
        </w:rPr>
        <w:t>2025</w:t>
      </w:r>
      <w:r w:rsidR="00512FEE" w:rsidRPr="00A90824">
        <w:rPr>
          <w:color w:val="000000"/>
          <w:szCs w:val="24"/>
          <w:lang w:val="sr-Cyrl-RS"/>
        </w:rPr>
        <w:t>.</w:t>
      </w:r>
      <w:r w:rsidRPr="00A90824">
        <w:rPr>
          <w:color w:val="000000"/>
          <w:szCs w:val="24"/>
          <w:lang w:val="sr-Cyrl-RS"/>
        </w:rPr>
        <w:t>-2030</w:t>
      </w:r>
      <w:r w:rsidR="00512FEE" w:rsidRPr="00A90824">
        <w:rPr>
          <w:color w:val="000000"/>
          <w:szCs w:val="24"/>
          <w:lang w:val="sr-Cyrl-RS"/>
        </w:rPr>
        <w:t>.</w:t>
      </w:r>
    </w:p>
    <w:p w14:paraId="0F42CC6B" w14:textId="77777777" w:rsidR="0028099D" w:rsidRPr="00A90824" w:rsidRDefault="0028099D" w:rsidP="0028099D">
      <w:pPr>
        <w:pStyle w:val="Heading4"/>
        <w:rPr>
          <w:color w:val="000000"/>
          <w:szCs w:val="24"/>
        </w:rPr>
      </w:pPr>
      <w:r w:rsidRPr="00A90824">
        <w:rPr>
          <w:color w:val="000000"/>
          <w:szCs w:val="24"/>
        </w:rPr>
        <w:t>Надлежне институције:</w:t>
      </w:r>
    </w:p>
    <w:p w14:paraId="31FD940B" w14:textId="00C28CCE" w:rsidR="00AD0911" w:rsidRPr="00A90824" w:rsidRDefault="00AD0911" w:rsidP="00AD0911">
      <w:pPr>
        <w:pStyle w:val="ListParagraph"/>
        <w:numPr>
          <w:ilvl w:val="0"/>
          <w:numId w:val="1"/>
        </w:numPr>
        <w:spacing w:after="60"/>
        <w:ind w:left="567" w:hanging="510"/>
        <w:contextualSpacing w:val="0"/>
        <w:rPr>
          <w:szCs w:val="24"/>
          <w:lang w:val="sr-Cyrl-RS"/>
        </w:rPr>
      </w:pPr>
      <w:r w:rsidRPr="00A90824">
        <w:rPr>
          <w:szCs w:val="24"/>
          <w:lang w:val="sr-Cyrl-RS"/>
        </w:rPr>
        <w:t>Министарство надлежно за послове информационог друштва (носилац)</w:t>
      </w:r>
    </w:p>
    <w:p w14:paraId="384442B8" w14:textId="77777777" w:rsidR="00DE40BB" w:rsidRPr="00A90824" w:rsidRDefault="00DE40BB" w:rsidP="00DE40BB">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унутрашње послове (партнер)</w:t>
      </w:r>
    </w:p>
    <w:p w14:paraId="2DC0700D" w14:textId="77777777" w:rsidR="0028099D" w:rsidRPr="00A90824" w:rsidRDefault="00A303FB" w:rsidP="0028099D">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Канцеларија</w:t>
      </w:r>
      <w:r w:rsidR="0028099D" w:rsidRPr="00A90824">
        <w:rPr>
          <w:color w:val="000000"/>
          <w:szCs w:val="24"/>
          <w:lang w:val="sr-Cyrl-RS"/>
        </w:rPr>
        <w:t xml:space="preserve"> за информационе технологије и електронску управу (партнер)</w:t>
      </w:r>
    </w:p>
    <w:p w14:paraId="4A976914" w14:textId="77777777" w:rsidR="0028099D" w:rsidRPr="00A90824" w:rsidRDefault="0028099D" w:rsidP="0028099D">
      <w:pPr>
        <w:pStyle w:val="Heading4"/>
        <w:rPr>
          <w:color w:val="000000"/>
          <w:szCs w:val="24"/>
        </w:rPr>
      </w:pPr>
      <w:r w:rsidRPr="00A90824">
        <w:rPr>
          <w:color w:val="000000"/>
          <w:szCs w:val="24"/>
        </w:rPr>
        <w:t>Показатељи:</w:t>
      </w:r>
    </w:p>
    <w:p w14:paraId="2DA7139C" w14:textId="77777777" w:rsidR="0028099D" w:rsidRPr="00A90824" w:rsidRDefault="0028099D" w:rsidP="00E63B22">
      <w:pPr>
        <w:pStyle w:val="ListParagraph"/>
        <w:numPr>
          <w:ilvl w:val="0"/>
          <w:numId w:val="11"/>
        </w:numPr>
        <w:spacing w:after="60"/>
        <w:ind w:hanging="513"/>
        <w:contextualSpacing w:val="0"/>
        <w:rPr>
          <w:color w:val="000000"/>
          <w:szCs w:val="24"/>
          <w:lang w:val="sr-Cyrl-RS"/>
        </w:rPr>
      </w:pPr>
      <w:r w:rsidRPr="00A90824">
        <w:rPr>
          <w:color w:val="000000"/>
          <w:szCs w:val="24"/>
          <w:lang w:val="sr-Cyrl-RS"/>
        </w:rPr>
        <w:t>Број одржаних радионица за унапређење капацитета из области сајбер безбедности</w:t>
      </w:r>
    </w:p>
    <w:p w14:paraId="7DA81E5C" w14:textId="77777777" w:rsidR="0028099D" w:rsidRPr="00A90824" w:rsidRDefault="0028099D" w:rsidP="0028099D">
      <w:pPr>
        <w:pStyle w:val="ListParagraph"/>
        <w:numPr>
          <w:ilvl w:val="0"/>
          <w:numId w:val="1"/>
        </w:numPr>
        <w:spacing w:after="60"/>
        <w:ind w:left="1701" w:hanging="510"/>
        <w:contextualSpacing w:val="0"/>
        <w:rPr>
          <w:color w:val="000000"/>
          <w:szCs w:val="24"/>
          <w:lang w:val="sr-Cyrl-RS"/>
        </w:rPr>
      </w:pPr>
      <w:r w:rsidRPr="00A90824">
        <w:rPr>
          <w:color w:val="000000"/>
          <w:szCs w:val="24"/>
          <w:lang w:val="sr-Cyrl-RS"/>
        </w:rPr>
        <w:t>Почетна вредност: 0</w:t>
      </w:r>
    </w:p>
    <w:p w14:paraId="35A1B5B2" w14:textId="4C31104D" w:rsidR="0028099D" w:rsidRPr="00A90824" w:rsidRDefault="0028099D" w:rsidP="0028099D">
      <w:pPr>
        <w:pStyle w:val="ListParagraph"/>
        <w:numPr>
          <w:ilvl w:val="0"/>
          <w:numId w:val="1"/>
        </w:numPr>
        <w:spacing w:after="60"/>
        <w:ind w:left="1701" w:hanging="510"/>
        <w:contextualSpacing w:val="0"/>
        <w:rPr>
          <w:szCs w:val="24"/>
          <w:lang w:val="sr-Cyrl-RS"/>
        </w:rPr>
      </w:pPr>
      <w:r w:rsidRPr="00A90824">
        <w:rPr>
          <w:color w:val="000000"/>
          <w:szCs w:val="24"/>
          <w:lang w:val="sr-Cyrl-RS"/>
        </w:rPr>
        <w:t xml:space="preserve">Циљана вредност за крај 2027. године: </w:t>
      </w:r>
      <w:r w:rsidRPr="00A90824">
        <w:rPr>
          <w:szCs w:val="24"/>
          <w:lang w:val="sr-Cyrl-RS"/>
        </w:rPr>
        <w:t>20</w:t>
      </w:r>
      <w:r w:rsidR="00D54E40" w:rsidRPr="00A90824">
        <w:rPr>
          <w:szCs w:val="24"/>
          <w:lang w:val="sr-Cyrl-RS"/>
        </w:rPr>
        <w:t xml:space="preserve"> (укупно)</w:t>
      </w:r>
    </w:p>
    <w:p w14:paraId="17C43453" w14:textId="1A6C74B2" w:rsidR="0028099D" w:rsidRPr="00A90824" w:rsidRDefault="0028099D" w:rsidP="0028099D">
      <w:pPr>
        <w:pStyle w:val="ListParagraph"/>
        <w:numPr>
          <w:ilvl w:val="0"/>
          <w:numId w:val="1"/>
        </w:numPr>
        <w:spacing w:after="60"/>
        <w:ind w:left="1701" w:hanging="510"/>
        <w:contextualSpacing w:val="0"/>
        <w:rPr>
          <w:szCs w:val="24"/>
          <w:lang w:val="sr-Cyrl-RS"/>
        </w:rPr>
      </w:pPr>
      <w:r w:rsidRPr="00A90824">
        <w:rPr>
          <w:szCs w:val="24"/>
          <w:lang w:val="sr-Cyrl-RS"/>
        </w:rPr>
        <w:t>Циљана вредност за крај 2030. године: 50</w:t>
      </w:r>
      <w:r w:rsidR="00D54E40" w:rsidRPr="00A90824">
        <w:rPr>
          <w:szCs w:val="24"/>
          <w:lang w:val="sr-Cyrl-RS"/>
        </w:rPr>
        <w:t xml:space="preserve"> (укупно)</w:t>
      </w:r>
    </w:p>
    <w:p w14:paraId="5D1812A4" w14:textId="77777777" w:rsidR="0028099D" w:rsidRPr="00A90824" w:rsidRDefault="0028099D" w:rsidP="00E63B22">
      <w:pPr>
        <w:pStyle w:val="ListParagraph"/>
        <w:numPr>
          <w:ilvl w:val="0"/>
          <w:numId w:val="11"/>
        </w:numPr>
        <w:spacing w:before="120" w:after="60"/>
        <w:ind w:hanging="513"/>
        <w:contextualSpacing w:val="0"/>
        <w:rPr>
          <w:szCs w:val="24"/>
          <w:lang w:val="sr-Cyrl-RS"/>
        </w:rPr>
      </w:pPr>
      <w:r w:rsidRPr="00A90824">
        <w:rPr>
          <w:szCs w:val="24"/>
          <w:lang w:val="sr-Cyrl-RS"/>
        </w:rPr>
        <w:t>Број развијених система за откривање и одбрану од сајбер напада који користе вештачку интелигенцију</w:t>
      </w:r>
      <w:r w:rsidRPr="00A90824" w:rsidDel="000F61CE">
        <w:rPr>
          <w:szCs w:val="24"/>
          <w:lang w:val="sr-Cyrl-RS"/>
        </w:rPr>
        <w:t xml:space="preserve"> </w:t>
      </w:r>
    </w:p>
    <w:p w14:paraId="7F900A25" w14:textId="77777777" w:rsidR="0028099D" w:rsidRPr="00A90824" w:rsidRDefault="0028099D" w:rsidP="0028099D">
      <w:pPr>
        <w:pStyle w:val="ListParagraph"/>
        <w:numPr>
          <w:ilvl w:val="0"/>
          <w:numId w:val="1"/>
        </w:numPr>
        <w:spacing w:after="60"/>
        <w:ind w:left="1701" w:hanging="510"/>
        <w:contextualSpacing w:val="0"/>
        <w:rPr>
          <w:szCs w:val="24"/>
          <w:lang w:val="sr-Cyrl-RS"/>
        </w:rPr>
      </w:pPr>
      <w:r w:rsidRPr="00A90824">
        <w:rPr>
          <w:szCs w:val="24"/>
          <w:lang w:val="sr-Cyrl-RS"/>
        </w:rPr>
        <w:t>Почетна вредност: 0</w:t>
      </w:r>
    </w:p>
    <w:p w14:paraId="53E23536" w14:textId="73C8FA3F" w:rsidR="0028099D" w:rsidRPr="00A90824" w:rsidRDefault="0028099D" w:rsidP="0028099D">
      <w:pPr>
        <w:pStyle w:val="ListParagraph"/>
        <w:numPr>
          <w:ilvl w:val="0"/>
          <w:numId w:val="1"/>
        </w:numPr>
        <w:spacing w:after="60"/>
        <w:ind w:left="1701" w:hanging="510"/>
        <w:contextualSpacing w:val="0"/>
        <w:rPr>
          <w:szCs w:val="24"/>
          <w:lang w:val="sr-Cyrl-RS"/>
        </w:rPr>
      </w:pPr>
      <w:r w:rsidRPr="00A90824">
        <w:rPr>
          <w:szCs w:val="24"/>
          <w:lang w:val="sr-Cyrl-RS"/>
        </w:rPr>
        <w:t>Циљана вредност за крај 2027. године: 1</w:t>
      </w:r>
      <w:r w:rsidR="00D54E40" w:rsidRPr="00A90824">
        <w:rPr>
          <w:szCs w:val="24"/>
          <w:lang w:val="sr-Cyrl-RS"/>
        </w:rPr>
        <w:t xml:space="preserve"> (укупно)</w:t>
      </w:r>
    </w:p>
    <w:p w14:paraId="2820378E" w14:textId="3C33D883" w:rsidR="0028099D" w:rsidRPr="00A90824" w:rsidRDefault="0028099D" w:rsidP="0028099D">
      <w:pPr>
        <w:pStyle w:val="ListParagraph"/>
        <w:numPr>
          <w:ilvl w:val="0"/>
          <w:numId w:val="1"/>
        </w:numPr>
        <w:spacing w:after="60"/>
        <w:ind w:left="1701" w:hanging="510"/>
        <w:contextualSpacing w:val="0"/>
        <w:rPr>
          <w:szCs w:val="24"/>
          <w:lang w:val="sr-Cyrl-RS"/>
        </w:rPr>
      </w:pPr>
      <w:r w:rsidRPr="00A90824">
        <w:rPr>
          <w:szCs w:val="24"/>
          <w:lang w:val="sr-Cyrl-RS"/>
        </w:rPr>
        <w:t>Циљана вредност за крај 2030. године: 3</w:t>
      </w:r>
      <w:r w:rsidR="00D54E40" w:rsidRPr="00A90824">
        <w:rPr>
          <w:szCs w:val="24"/>
          <w:lang w:val="sr-Cyrl-RS"/>
        </w:rPr>
        <w:t xml:space="preserve"> (укупно)</w:t>
      </w:r>
    </w:p>
    <w:p w14:paraId="76FFFB61" w14:textId="77777777" w:rsidR="0028099D" w:rsidRPr="00A90824" w:rsidRDefault="0028099D" w:rsidP="0028099D">
      <w:pPr>
        <w:pStyle w:val="Heading3"/>
        <w:rPr>
          <w:sz w:val="24"/>
          <w:szCs w:val="24"/>
        </w:rPr>
      </w:pPr>
      <w:r w:rsidRPr="00A90824">
        <w:rPr>
          <w:sz w:val="24"/>
          <w:szCs w:val="24"/>
        </w:rPr>
        <w:t>Мера 6.6: Подстицање примене вештачке интелигенције у одбрамбеним технологијама за потребе система одбране Републике Србије</w:t>
      </w:r>
    </w:p>
    <w:p w14:paraId="555BAC4D" w14:textId="77777777" w:rsidR="0028099D" w:rsidRPr="00A90824" w:rsidRDefault="0028099D" w:rsidP="0028099D">
      <w:pPr>
        <w:pStyle w:val="Heading4"/>
        <w:rPr>
          <w:szCs w:val="24"/>
        </w:rPr>
      </w:pPr>
      <w:r w:rsidRPr="00A90824">
        <w:rPr>
          <w:szCs w:val="24"/>
        </w:rPr>
        <w:t>Опис мере:</w:t>
      </w:r>
    </w:p>
    <w:p w14:paraId="38EDEDC0" w14:textId="44CE873E" w:rsidR="0028099D" w:rsidRPr="00A90824" w:rsidRDefault="0014363A" w:rsidP="0028099D">
      <w:pPr>
        <w:rPr>
          <w:szCs w:val="24"/>
          <w:lang w:val="sr-Cyrl-RS"/>
        </w:rPr>
      </w:pPr>
      <w:r w:rsidRPr="00A90824">
        <w:rPr>
          <w:szCs w:val="24"/>
          <w:lang w:val="sr-Cyrl-RS"/>
        </w:rPr>
        <w:t>Подстицаји се остварују кроз финансирање пројеката и истраживања усмерених на иновације у области одбрамбених технологија које користе вештачку интелигенцију, као и пројеката и истраживања којима се настоје утврдити широке и разноврсне импликације употребе вештачке интелигенције у систему одбране на питања нормативноправне регулативе, организационе структуре, систем школства, процеса регрутације, селекције и обуке, информационе безбедности и друге аспекте функционисања и организације Министарства одбране и Војске Србије, као и на цивилно-војне односе у Републици Србији. Пројекти ће се реализовати кроз примењена истраживања, реализацију развојних задатака из области одбрамбених технологија и истраживања утицаја примене вештачке интелигенције у систему одбране Републике Србије. Примена вештачке интелигенције унапредиће способности Војске Србије у разним чиниоцима неопходним за побољшање оперативних способности, док ће истраживање утицаја њене примене на различите димензије система одбране омогућити одговорну, сигурну и етичку имплементацију вештачке интелигенције.</w:t>
      </w:r>
    </w:p>
    <w:p w14:paraId="1D474BD4" w14:textId="25F1C56A" w:rsidR="0014363A" w:rsidRPr="00A90824" w:rsidRDefault="0014363A" w:rsidP="0028099D">
      <w:pPr>
        <w:pStyle w:val="Heading4"/>
        <w:rPr>
          <w:rFonts w:eastAsia="Aptos"/>
          <w:i w:val="0"/>
          <w:iCs w:val="0"/>
          <w:szCs w:val="24"/>
        </w:rPr>
      </w:pPr>
      <w:r w:rsidRPr="00A90824">
        <w:rPr>
          <w:rFonts w:eastAsia="Aptos"/>
          <w:i w:val="0"/>
          <w:iCs w:val="0"/>
          <w:szCs w:val="24"/>
        </w:rPr>
        <w:t>Мера обухвата циљање подстицаје за универзитете, институте и домаће компаније које ће развијати решења из области одбрамбених технологија у сарадњи са научно-истраживачким установама из састава Министарства одбране, као и домаће компаније које ће развијати такозвана dual-use решења за примарну имплементацију ван система одбране, која у модификованом облику примену могу да пронађу у систему одбране Републике Србије. Пратећи тако општи глобални тренд развоја и решења у области вештачке интелигенције која се у сферу од</w:t>
      </w:r>
      <w:r w:rsidR="00896C3B">
        <w:rPr>
          <w:rFonts w:eastAsia="Aptos"/>
          <w:i w:val="0"/>
          <w:iCs w:val="0"/>
          <w:szCs w:val="24"/>
        </w:rPr>
        <w:t>бране модификацијом  „преливају</w:t>
      </w:r>
      <w:r w:rsidR="00896C3B" w:rsidRPr="00896C3B">
        <w:rPr>
          <w:rFonts w:eastAsia="Aptos"/>
          <w:bCs/>
          <w:i w:val="0"/>
          <w:iCs w:val="0"/>
          <w:szCs w:val="24"/>
          <w:lang w:val="sr-Cyrl-CS"/>
        </w:rPr>
        <w:t>”</w:t>
      </w:r>
      <w:r w:rsidRPr="00A90824">
        <w:rPr>
          <w:rFonts w:eastAsia="Aptos"/>
          <w:i w:val="0"/>
          <w:iCs w:val="0"/>
          <w:szCs w:val="24"/>
        </w:rPr>
        <w:t xml:space="preserve"> из сфере приватних компанија</w:t>
      </w:r>
      <w:r w:rsidR="00896C3B">
        <w:rPr>
          <w:rFonts w:eastAsia="Aptos"/>
          <w:i w:val="0"/>
          <w:iCs w:val="0"/>
          <w:szCs w:val="24"/>
        </w:rPr>
        <w:t>.</w:t>
      </w:r>
    </w:p>
    <w:p w14:paraId="522EC6D9" w14:textId="4B412578" w:rsidR="0028099D" w:rsidRPr="00A90824" w:rsidRDefault="0028099D" w:rsidP="0028099D">
      <w:pPr>
        <w:pStyle w:val="Heading4"/>
        <w:rPr>
          <w:szCs w:val="24"/>
        </w:rPr>
      </w:pPr>
      <w:r w:rsidRPr="00A90824">
        <w:rPr>
          <w:szCs w:val="24"/>
        </w:rPr>
        <w:t>Период реализације:</w:t>
      </w:r>
    </w:p>
    <w:p w14:paraId="678F6060" w14:textId="77777777" w:rsidR="0028099D" w:rsidRPr="00A90824" w:rsidRDefault="0028099D" w:rsidP="0028099D">
      <w:pPr>
        <w:rPr>
          <w:szCs w:val="24"/>
          <w:lang w:val="sr-Cyrl-RS"/>
        </w:rPr>
      </w:pPr>
      <w:r w:rsidRPr="00A90824">
        <w:rPr>
          <w:szCs w:val="24"/>
          <w:lang w:val="sr-Cyrl-RS"/>
        </w:rPr>
        <w:t>2025</w:t>
      </w:r>
      <w:r w:rsidR="00512FEE" w:rsidRPr="00A90824">
        <w:rPr>
          <w:szCs w:val="24"/>
          <w:lang w:val="sr-Cyrl-RS"/>
        </w:rPr>
        <w:t>.</w:t>
      </w:r>
      <w:r w:rsidRPr="00A90824">
        <w:rPr>
          <w:szCs w:val="24"/>
          <w:lang w:val="sr-Cyrl-RS"/>
        </w:rPr>
        <w:t>-2030</w:t>
      </w:r>
      <w:r w:rsidR="00512FEE" w:rsidRPr="00A90824">
        <w:rPr>
          <w:szCs w:val="24"/>
          <w:lang w:val="sr-Cyrl-RS"/>
        </w:rPr>
        <w:t>.</w:t>
      </w:r>
    </w:p>
    <w:p w14:paraId="02713226" w14:textId="77777777" w:rsidR="0028099D" w:rsidRPr="00A90824" w:rsidRDefault="0028099D" w:rsidP="0028099D">
      <w:pPr>
        <w:pStyle w:val="Heading4"/>
        <w:rPr>
          <w:szCs w:val="24"/>
        </w:rPr>
      </w:pPr>
      <w:r w:rsidRPr="00A90824">
        <w:rPr>
          <w:szCs w:val="24"/>
        </w:rPr>
        <w:t>Надлежне институције:</w:t>
      </w:r>
    </w:p>
    <w:p w14:paraId="4B9D852A" w14:textId="77777777" w:rsidR="0028099D" w:rsidRPr="00A90824" w:rsidRDefault="0028099D" w:rsidP="0028099D">
      <w:pPr>
        <w:pStyle w:val="ListParagraph"/>
        <w:numPr>
          <w:ilvl w:val="0"/>
          <w:numId w:val="1"/>
        </w:numPr>
        <w:spacing w:after="60"/>
        <w:ind w:left="567" w:hanging="510"/>
        <w:contextualSpacing w:val="0"/>
        <w:rPr>
          <w:szCs w:val="24"/>
          <w:lang w:val="sr-Cyrl-RS"/>
        </w:rPr>
      </w:pPr>
      <w:r w:rsidRPr="00A90824">
        <w:rPr>
          <w:szCs w:val="24"/>
          <w:lang w:val="sr-Cyrl-RS"/>
        </w:rPr>
        <w:t xml:space="preserve">Министарство </w:t>
      </w:r>
      <w:r w:rsidR="00031B16" w:rsidRPr="00A90824">
        <w:rPr>
          <w:szCs w:val="24"/>
          <w:lang w:val="sr-Cyrl-RS"/>
        </w:rPr>
        <w:t xml:space="preserve">надлежно за </w:t>
      </w:r>
      <w:r w:rsidRPr="00A90824">
        <w:rPr>
          <w:szCs w:val="24"/>
          <w:lang w:val="sr-Cyrl-RS"/>
        </w:rPr>
        <w:t>одбран</w:t>
      </w:r>
      <w:r w:rsidR="00031B16" w:rsidRPr="00A90824">
        <w:rPr>
          <w:szCs w:val="24"/>
          <w:lang w:val="sr-Cyrl-RS"/>
        </w:rPr>
        <w:t>у</w:t>
      </w:r>
      <w:r w:rsidRPr="00A90824">
        <w:rPr>
          <w:szCs w:val="24"/>
          <w:lang w:val="sr-Cyrl-RS"/>
        </w:rPr>
        <w:t xml:space="preserve"> (носилац),</w:t>
      </w:r>
    </w:p>
    <w:p w14:paraId="750A8049" w14:textId="77777777" w:rsidR="0028099D" w:rsidRPr="00A90824" w:rsidRDefault="0028099D" w:rsidP="0028099D">
      <w:pPr>
        <w:pStyle w:val="ListParagraph"/>
        <w:numPr>
          <w:ilvl w:val="0"/>
          <w:numId w:val="1"/>
        </w:numPr>
        <w:spacing w:after="60"/>
        <w:ind w:left="567" w:hanging="510"/>
        <w:contextualSpacing w:val="0"/>
        <w:rPr>
          <w:szCs w:val="24"/>
          <w:lang w:val="sr-Cyrl-RS"/>
        </w:rPr>
      </w:pPr>
      <w:r w:rsidRPr="00A90824">
        <w:rPr>
          <w:szCs w:val="24"/>
          <w:lang w:val="sr-Cyrl-RS"/>
        </w:rPr>
        <w:t>Научно-истраживачке организације (партнер)</w:t>
      </w:r>
    </w:p>
    <w:p w14:paraId="2EE8742B" w14:textId="77777777" w:rsidR="0028099D" w:rsidRPr="00A90824" w:rsidRDefault="0028099D" w:rsidP="0028099D">
      <w:pPr>
        <w:pStyle w:val="Heading4"/>
        <w:rPr>
          <w:szCs w:val="24"/>
        </w:rPr>
      </w:pPr>
      <w:r w:rsidRPr="00A90824">
        <w:rPr>
          <w:szCs w:val="24"/>
        </w:rPr>
        <w:t>Показатељи:</w:t>
      </w:r>
    </w:p>
    <w:p w14:paraId="26BD7502" w14:textId="77777777" w:rsidR="0028099D" w:rsidRPr="00A90824" w:rsidRDefault="0028099D" w:rsidP="00E63B22">
      <w:pPr>
        <w:pStyle w:val="ListParagraph"/>
        <w:numPr>
          <w:ilvl w:val="0"/>
          <w:numId w:val="30"/>
        </w:numPr>
        <w:snapToGrid w:val="0"/>
        <w:spacing w:after="60"/>
        <w:ind w:left="1077"/>
        <w:contextualSpacing w:val="0"/>
        <w:rPr>
          <w:szCs w:val="24"/>
          <w:lang w:val="sr-Cyrl-RS"/>
        </w:rPr>
      </w:pPr>
      <w:r w:rsidRPr="00A90824">
        <w:rPr>
          <w:szCs w:val="24"/>
          <w:lang w:val="sr-Cyrl-RS"/>
        </w:rPr>
        <w:t xml:space="preserve">Број реализованих примењених истраживања у области одбрамбених технологија који користе </w:t>
      </w:r>
      <w:r w:rsidR="00DE40BB" w:rsidRPr="00A90824">
        <w:rPr>
          <w:szCs w:val="24"/>
          <w:lang w:val="sr-Cyrl-RS"/>
        </w:rPr>
        <w:t>технологије базиране на вештачкој интелигенцији</w:t>
      </w:r>
    </w:p>
    <w:p w14:paraId="4D3E89F8" w14:textId="77777777" w:rsidR="0028099D" w:rsidRPr="00A90824" w:rsidRDefault="0028099D" w:rsidP="0028099D">
      <w:pPr>
        <w:pStyle w:val="ListParagraph"/>
        <w:numPr>
          <w:ilvl w:val="0"/>
          <w:numId w:val="1"/>
        </w:numPr>
        <w:spacing w:after="60"/>
        <w:ind w:left="1701" w:hanging="510"/>
        <w:contextualSpacing w:val="0"/>
        <w:rPr>
          <w:szCs w:val="24"/>
          <w:lang w:val="sr-Cyrl-RS"/>
        </w:rPr>
      </w:pPr>
      <w:r w:rsidRPr="00A90824">
        <w:rPr>
          <w:szCs w:val="24"/>
          <w:lang w:val="sr-Cyrl-RS"/>
        </w:rPr>
        <w:t>Почетна вредност: 1</w:t>
      </w:r>
    </w:p>
    <w:p w14:paraId="733FCA6E" w14:textId="2AFEC4BB" w:rsidR="0028099D" w:rsidRPr="00A90824" w:rsidRDefault="0028099D" w:rsidP="0028099D">
      <w:pPr>
        <w:pStyle w:val="ListParagraph"/>
        <w:numPr>
          <w:ilvl w:val="0"/>
          <w:numId w:val="1"/>
        </w:numPr>
        <w:spacing w:after="60"/>
        <w:ind w:left="1701" w:hanging="510"/>
        <w:contextualSpacing w:val="0"/>
        <w:rPr>
          <w:szCs w:val="24"/>
          <w:lang w:val="sr-Cyrl-RS"/>
        </w:rPr>
      </w:pPr>
      <w:r w:rsidRPr="00A90824">
        <w:rPr>
          <w:szCs w:val="24"/>
          <w:lang w:val="sr-Cyrl-RS"/>
        </w:rPr>
        <w:t>Циљана вредност за крај 2027. године: 3</w:t>
      </w:r>
      <w:r w:rsidR="00D54E40" w:rsidRPr="00A90824">
        <w:rPr>
          <w:szCs w:val="24"/>
          <w:lang w:val="sr-Cyrl-RS"/>
        </w:rPr>
        <w:t xml:space="preserve"> (годишње)</w:t>
      </w:r>
    </w:p>
    <w:p w14:paraId="7145C7E8" w14:textId="363EC6DD" w:rsidR="0028099D" w:rsidRPr="00A90824" w:rsidRDefault="0028099D" w:rsidP="0028099D">
      <w:pPr>
        <w:pStyle w:val="ListParagraph"/>
        <w:numPr>
          <w:ilvl w:val="0"/>
          <w:numId w:val="1"/>
        </w:numPr>
        <w:spacing w:after="60"/>
        <w:ind w:left="1701" w:hanging="510"/>
        <w:contextualSpacing w:val="0"/>
        <w:rPr>
          <w:szCs w:val="24"/>
          <w:lang w:val="sr-Cyrl-RS"/>
        </w:rPr>
      </w:pPr>
      <w:r w:rsidRPr="00A90824">
        <w:rPr>
          <w:szCs w:val="24"/>
          <w:lang w:val="sr-Cyrl-RS"/>
        </w:rPr>
        <w:t>Циљана вредност за крај 2030. године:  5</w:t>
      </w:r>
      <w:r w:rsidR="00D54E40" w:rsidRPr="00A90824">
        <w:rPr>
          <w:szCs w:val="24"/>
          <w:lang w:val="sr-Cyrl-RS"/>
        </w:rPr>
        <w:t xml:space="preserve"> (годишње)</w:t>
      </w:r>
    </w:p>
    <w:p w14:paraId="1D13097E" w14:textId="77777777" w:rsidR="0028099D" w:rsidRPr="00A90824" w:rsidRDefault="0028099D" w:rsidP="00E63B22">
      <w:pPr>
        <w:pStyle w:val="ListParagraph"/>
        <w:numPr>
          <w:ilvl w:val="0"/>
          <w:numId w:val="30"/>
        </w:numPr>
        <w:spacing w:before="120" w:after="60"/>
        <w:ind w:hanging="513"/>
        <w:contextualSpacing w:val="0"/>
        <w:rPr>
          <w:szCs w:val="24"/>
          <w:lang w:val="sr-Cyrl-RS"/>
        </w:rPr>
      </w:pPr>
      <w:r w:rsidRPr="00A90824">
        <w:rPr>
          <w:szCs w:val="24"/>
          <w:lang w:val="sr-Cyrl-RS"/>
        </w:rPr>
        <w:t xml:space="preserve">Број развијених напредних система који користе </w:t>
      </w:r>
      <w:r w:rsidR="00DE40BB" w:rsidRPr="00A90824">
        <w:rPr>
          <w:szCs w:val="24"/>
          <w:lang w:val="sr-Cyrl-RS"/>
        </w:rPr>
        <w:t>технологије базиране на вештачкој интелигенцији</w:t>
      </w:r>
      <w:r w:rsidRPr="00A90824">
        <w:rPr>
          <w:szCs w:val="24"/>
          <w:lang w:val="sr-Cyrl-RS"/>
        </w:rPr>
        <w:t xml:space="preserve"> примењених у одбрамбеним технологијама</w:t>
      </w:r>
    </w:p>
    <w:p w14:paraId="7E5FE423" w14:textId="77777777" w:rsidR="0028099D" w:rsidRPr="00A90824" w:rsidRDefault="0028099D" w:rsidP="0028099D">
      <w:pPr>
        <w:pStyle w:val="ListParagraph"/>
        <w:numPr>
          <w:ilvl w:val="0"/>
          <w:numId w:val="1"/>
        </w:numPr>
        <w:spacing w:after="60"/>
        <w:ind w:left="1701" w:hanging="510"/>
        <w:contextualSpacing w:val="0"/>
        <w:rPr>
          <w:szCs w:val="24"/>
          <w:lang w:val="sr-Cyrl-RS"/>
        </w:rPr>
      </w:pPr>
      <w:r w:rsidRPr="00A90824">
        <w:rPr>
          <w:szCs w:val="24"/>
          <w:lang w:val="sr-Cyrl-RS"/>
        </w:rPr>
        <w:t>Почетна вредност: 0</w:t>
      </w:r>
    </w:p>
    <w:p w14:paraId="3FC009DA" w14:textId="5ED2498D" w:rsidR="0028099D" w:rsidRPr="00A90824" w:rsidRDefault="0028099D" w:rsidP="0028099D">
      <w:pPr>
        <w:pStyle w:val="ListParagraph"/>
        <w:numPr>
          <w:ilvl w:val="0"/>
          <w:numId w:val="1"/>
        </w:numPr>
        <w:spacing w:after="60"/>
        <w:ind w:left="1701" w:hanging="510"/>
        <w:contextualSpacing w:val="0"/>
        <w:rPr>
          <w:szCs w:val="24"/>
          <w:lang w:val="sr-Cyrl-RS"/>
        </w:rPr>
      </w:pPr>
      <w:r w:rsidRPr="00A90824">
        <w:rPr>
          <w:szCs w:val="24"/>
          <w:lang w:val="sr-Cyrl-RS"/>
        </w:rPr>
        <w:t>Циљана вредност за крај 2027. године: 4</w:t>
      </w:r>
      <w:r w:rsidR="0014363A" w:rsidRPr="00A90824">
        <w:rPr>
          <w:szCs w:val="24"/>
          <w:lang w:val="sr-Cyrl-RS"/>
        </w:rPr>
        <w:t xml:space="preserve"> (укупно)</w:t>
      </w:r>
    </w:p>
    <w:p w14:paraId="4FBAC639" w14:textId="77777777" w:rsidR="0014363A" w:rsidRPr="00A90824" w:rsidRDefault="0028099D" w:rsidP="0014363A">
      <w:pPr>
        <w:pStyle w:val="ListParagraph"/>
        <w:numPr>
          <w:ilvl w:val="0"/>
          <w:numId w:val="1"/>
        </w:numPr>
        <w:spacing w:after="60"/>
        <w:ind w:left="1701" w:hanging="510"/>
        <w:contextualSpacing w:val="0"/>
        <w:rPr>
          <w:szCs w:val="24"/>
          <w:lang w:val="sr-Cyrl-RS"/>
        </w:rPr>
      </w:pPr>
      <w:r w:rsidRPr="00A90824">
        <w:rPr>
          <w:szCs w:val="24"/>
          <w:lang w:val="sr-Cyrl-RS"/>
        </w:rPr>
        <w:t>Циљана вредност за крај 2030. године: 8</w:t>
      </w:r>
      <w:r w:rsidR="0014363A" w:rsidRPr="00A90824">
        <w:rPr>
          <w:szCs w:val="24"/>
          <w:lang w:val="sr-Cyrl-RS"/>
        </w:rPr>
        <w:t xml:space="preserve"> (укупно)</w:t>
      </w:r>
    </w:p>
    <w:p w14:paraId="1911BA6F" w14:textId="7948282D" w:rsidR="0014363A" w:rsidRPr="00A90824" w:rsidRDefault="0014363A" w:rsidP="0014363A">
      <w:pPr>
        <w:spacing w:after="60"/>
        <w:ind w:left="993" w:hanging="426"/>
        <w:rPr>
          <w:szCs w:val="24"/>
          <w:lang w:val="sr-Cyrl-RS"/>
        </w:rPr>
      </w:pPr>
      <w:r w:rsidRPr="00A90824">
        <w:rPr>
          <w:szCs w:val="24"/>
          <w:lang w:val="sr-Cyrl-RS"/>
        </w:rPr>
        <w:t xml:space="preserve">3. </w:t>
      </w:r>
      <w:r w:rsidRPr="00A90824">
        <w:rPr>
          <w:szCs w:val="24"/>
          <w:lang w:val="sr-Cyrl-RS"/>
        </w:rPr>
        <w:tab/>
        <w:t xml:space="preserve">Број реализованих истраживања утицаја примене вештачке интелигенције у систему   одбране Републике Србије </w:t>
      </w:r>
    </w:p>
    <w:p w14:paraId="60EC1087" w14:textId="25028FB0" w:rsidR="0014363A" w:rsidRPr="00A90824" w:rsidRDefault="0014363A" w:rsidP="00E63B22">
      <w:pPr>
        <w:pStyle w:val="ListParagraph"/>
        <w:numPr>
          <w:ilvl w:val="0"/>
          <w:numId w:val="41"/>
        </w:numPr>
        <w:spacing w:after="60"/>
        <w:ind w:left="1701" w:hanging="567"/>
        <w:rPr>
          <w:szCs w:val="24"/>
          <w:lang w:val="sr-Cyrl-RS"/>
        </w:rPr>
      </w:pPr>
      <w:r w:rsidRPr="00A90824">
        <w:rPr>
          <w:szCs w:val="24"/>
          <w:lang w:val="sr-Cyrl-RS"/>
        </w:rPr>
        <w:t>Почетна вредност: 0</w:t>
      </w:r>
    </w:p>
    <w:p w14:paraId="5B42F8BD" w14:textId="53894F64" w:rsidR="0014363A" w:rsidRPr="00A90824" w:rsidRDefault="0014363A" w:rsidP="00E63B22">
      <w:pPr>
        <w:pStyle w:val="ListParagraph"/>
        <w:numPr>
          <w:ilvl w:val="0"/>
          <w:numId w:val="41"/>
        </w:numPr>
        <w:spacing w:after="60"/>
        <w:ind w:left="1701" w:hanging="567"/>
        <w:rPr>
          <w:szCs w:val="24"/>
          <w:lang w:val="sr-Cyrl-RS"/>
        </w:rPr>
      </w:pPr>
      <w:r w:rsidRPr="00A90824">
        <w:rPr>
          <w:szCs w:val="24"/>
          <w:lang w:val="sr-Cyrl-RS"/>
        </w:rPr>
        <w:t>Циљана вредност за крај 2027. године: 2</w:t>
      </w:r>
    </w:p>
    <w:p w14:paraId="639C32B6" w14:textId="5E0B9CDF" w:rsidR="0014363A" w:rsidRPr="00A90824" w:rsidRDefault="0014363A" w:rsidP="00E63B22">
      <w:pPr>
        <w:pStyle w:val="ListParagraph"/>
        <w:numPr>
          <w:ilvl w:val="0"/>
          <w:numId w:val="40"/>
        </w:numPr>
        <w:spacing w:after="60"/>
        <w:ind w:left="1701" w:hanging="567"/>
        <w:rPr>
          <w:szCs w:val="24"/>
          <w:lang w:val="sr-Cyrl-RS"/>
        </w:rPr>
      </w:pPr>
      <w:r w:rsidRPr="00A90824">
        <w:rPr>
          <w:szCs w:val="24"/>
          <w:lang w:val="sr-Cyrl-RS"/>
        </w:rPr>
        <w:t>Циљана вредност за крај 2030. године: 4</w:t>
      </w:r>
    </w:p>
    <w:p w14:paraId="46AD995B" w14:textId="77777777" w:rsidR="00BE0C76" w:rsidRPr="00A90824" w:rsidRDefault="006323AB" w:rsidP="00F62B1B">
      <w:pPr>
        <w:pStyle w:val="Heading3"/>
        <w:rPr>
          <w:color w:val="000000"/>
          <w:sz w:val="24"/>
          <w:szCs w:val="24"/>
        </w:rPr>
      </w:pPr>
      <w:r w:rsidRPr="00A90824">
        <w:rPr>
          <w:color w:val="000000"/>
          <w:sz w:val="24"/>
          <w:szCs w:val="24"/>
        </w:rPr>
        <w:t xml:space="preserve">Мера </w:t>
      </w:r>
      <w:r w:rsidR="00235DEA" w:rsidRPr="00A90824">
        <w:rPr>
          <w:color w:val="000000"/>
          <w:sz w:val="24"/>
          <w:szCs w:val="24"/>
        </w:rPr>
        <w:t>6</w:t>
      </w:r>
      <w:r w:rsidRPr="00A90824">
        <w:rPr>
          <w:color w:val="000000"/>
          <w:sz w:val="24"/>
          <w:szCs w:val="24"/>
        </w:rPr>
        <w:t>.</w:t>
      </w:r>
      <w:r w:rsidR="0028099D" w:rsidRPr="00A90824">
        <w:rPr>
          <w:color w:val="000000"/>
          <w:sz w:val="24"/>
          <w:szCs w:val="24"/>
        </w:rPr>
        <w:t>7</w:t>
      </w:r>
      <w:r w:rsidRPr="00A90824">
        <w:rPr>
          <w:color w:val="000000"/>
          <w:sz w:val="24"/>
          <w:szCs w:val="24"/>
        </w:rPr>
        <w:t xml:space="preserve">: </w:t>
      </w:r>
      <w:r w:rsidR="00BE0C76" w:rsidRPr="00A90824">
        <w:rPr>
          <w:color w:val="000000"/>
          <w:sz w:val="24"/>
          <w:szCs w:val="24"/>
        </w:rPr>
        <w:t xml:space="preserve">Подстицаји за примену </w:t>
      </w:r>
      <w:r w:rsidR="00280B24" w:rsidRPr="00A90824">
        <w:rPr>
          <w:color w:val="000000"/>
          <w:sz w:val="24"/>
          <w:szCs w:val="24"/>
        </w:rPr>
        <w:t>вештачке интелигенције</w:t>
      </w:r>
      <w:r w:rsidR="00BE0C76" w:rsidRPr="00A90824">
        <w:rPr>
          <w:color w:val="000000"/>
          <w:sz w:val="24"/>
          <w:szCs w:val="24"/>
        </w:rPr>
        <w:t xml:space="preserve"> у здравству и биотехнологијама</w:t>
      </w:r>
      <w:bookmarkEnd w:id="51"/>
    </w:p>
    <w:p w14:paraId="0CE11D71" w14:textId="77777777" w:rsidR="00BE0C76" w:rsidRPr="00A90824" w:rsidRDefault="00BE0C76" w:rsidP="00E35B80">
      <w:pPr>
        <w:pStyle w:val="Heading4"/>
        <w:rPr>
          <w:color w:val="000000"/>
          <w:szCs w:val="24"/>
        </w:rPr>
      </w:pPr>
      <w:r w:rsidRPr="00A90824">
        <w:rPr>
          <w:color w:val="000000"/>
          <w:szCs w:val="24"/>
        </w:rPr>
        <w:t>Опис мере:</w:t>
      </w:r>
    </w:p>
    <w:p w14:paraId="33332250" w14:textId="77777777" w:rsidR="00BE0C76" w:rsidRPr="00A90824" w:rsidRDefault="00BE0C76" w:rsidP="00BE0C76">
      <w:pPr>
        <w:rPr>
          <w:color w:val="000000"/>
          <w:szCs w:val="24"/>
          <w:lang w:val="sr-Cyrl-RS"/>
        </w:rPr>
      </w:pPr>
      <w:r w:rsidRPr="00A90824">
        <w:rPr>
          <w:color w:val="000000"/>
          <w:szCs w:val="24"/>
          <w:lang w:val="sr-Cyrl-RS"/>
        </w:rPr>
        <w:t>Подстицаји укључују посебну подршку у примени решења која укључују вештачку интелигенцију у области</w:t>
      </w:r>
      <w:r w:rsidR="00986938" w:rsidRPr="00A90824">
        <w:rPr>
          <w:color w:val="000000"/>
          <w:szCs w:val="24"/>
          <w:lang w:val="sr-Cyrl-RS"/>
        </w:rPr>
        <w:t xml:space="preserve"> здравства и биотехнологија</w:t>
      </w:r>
      <w:r w:rsidRPr="00A90824">
        <w:rPr>
          <w:color w:val="000000"/>
          <w:szCs w:val="24"/>
          <w:lang w:val="sr-Cyrl-RS"/>
        </w:rPr>
        <w:t xml:space="preserve">. </w:t>
      </w:r>
      <w:r w:rsidR="00986938" w:rsidRPr="00A90824">
        <w:rPr>
          <w:color w:val="000000"/>
          <w:szCs w:val="24"/>
          <w:lang w:val="sr-Cyrl-RS"/>
        </w:rPr>
        <w:t>Механизми и коришћење технологије у побољшању здравља</w:t>
      </w:r>
      <w:r w:rsidRPr="00A90824">
        <w:rPr>
          <w:color w:val="000000"/>
          <w:szCs w:val="24"/>
          <w:lang w:val="sr-Cyrl-RS"/>
        </w:rPr>
        <w:t xml:space="preserve"> на </w:t>
      </w:r>
      <w:r w:rsidR="00986938" w:rsidRPr="00A90824">
        <w:rPr>
          <w:color w:val="000000"/>
          <w:szCs w:val="24"/>
          <w:lang w:val="sr-Cyrl-RS"/>
        </w:rPr>
        <w:t xml:space="preserve">врху је </w:t>
      </w:r>
      <w:r w:rsidRPr="00A90824">
        <w:rPr>
          <w:color w:val="000000"/>
          <w:szCs w:val="24"/>
          <w:lang w:val="sr-Cyrl-RS"/>
        </w:rPr>
        <w:t>лист</w:t>
      </w:r>
      <w:r w:rsidR="00986938" w:rsidRPr="00A90824">
        <w:rPr>
          <w:color w:val="000000"/>
          <w:szCs w:val="24"/>
          <w:lang w:val="sr-Cyrl-RS"/>
        </w:rPr>
        <w:t>е</w:t>
      </w:r>
      <w:r w:rsidRPr="00A90824">
        <w:rPr>
          <w:color w:val="000000"/>
          <w:szCs w:val="24"/>
          <w:lang w:val="sr-Cyrl-RS"/>
        </w:rPr>
        <w:t xml:space="preserve"> приоритета. </w:t>
      </w:r>
      <w:r w:rsidR="00986938" w:rsidRPr="00A90824">
        <w:rPr>
          <w:color w:val="000000"/>
          <w:szCs w:val="24"/>
          <w:lang w:val="sr-Cyrl-RS"/>
        </w:rPr>
        <w:t>З</w:t>
      </w:r>
      <w:r w:rsidRPr="00A90824">
        <w:rPr>
          <w:color w:val="000000"/>
          <w:szCs w:val="24"/>
          <w:lang w:val="sr-Cyrl-RS"/>
        </w:rPr>
        <w:t xml:space="preserve">бог природе </w:t>
      </w:r>
      <w:r w:rsidR="00986938" w:rsidRPr="00A90824">
        <w:rPr>
          <w:color w:val="000000"/>
          <w:szCs w:val="24"/>
          <w:lang w:val="sr-Cyrl-RS"/>
        </w:rPr>
        <w:t>обављања посла који искључује</w:t>
      </w:r>
      <w:r w:rsidRPr="00A90824">
        <w:rPr>
          <w:color w:val="000000"/>
          <w:szCs w:val="24"/>
          <w:lang w:val="sr-Cyrl-RS"/>
        </w:rPr>
        <w:t xml:space="preserve"> јези</w:t>
      </w:r>
      <w:r w:rsidR="00986938" w:rsidRPr="00A90824">
        <w:rPr>
          <w:color w:val="000000"/>
          <w:szCs w:val="24"/>
          <w:lang w:val="sr-Cyrl-RS"/>
        </w:rPr>
        <w:t>чке баријере</w:t>
      </w:r>
      <w:r w:rsidRPr="00A90824">
        <w:rPr>
          <w:color w:val="000000"/>
          <w:szCs w:val="24"/>
          <w:lang w:val="sr-Cyrl-RS"/>
        </w:rPr>
        <w:t xml:space="preserve"> и друга ограничења, постоји велики број </w:t>
      </w:r>
      <w:r w:rsidR="00986938" w:rsidRPr="00A90824">
        <w:rPr>
          <w:color w:val="000000"/>
          <w:szCs w:val="24"/>
          <w:lang w:val="sr-Cyrl-RS"/>
        </w:rPr>
        <w:t xml:space="preserve">развијених </w:t>
      </w:r>
      <w:r w:rsidRPr="00A90824">
        <w:rPr>
          <w:color w:val="000000"/>
          <w:szCs w:val="24"/>
          <w:lang w:val="sr-Cyrl-RS"/>
        </w:rPr>
        <w:t xml:space="preserve">решења, нарочито у дијагностици, која </w:t>
      </w:r>
      <w:r w:rsidR="00986938" w:rsidRPr="00A90824">
        <w:rPr>
          <w:color w:val="000000"/>
          <w:szCs w:val="24"/>
          <w:lang w:val="sr-Cyrl-RS"/>
        </w:rPr>
        <w:t xml:space="preserve">се </w:t>
      </w:r>
      <w:r w:rsidRPr="00A90824">
        <w:rPr>
          <w:color w:val="000000"/>
          <w:szCs w:val="24"/>
          <w:lang w:val="sr-Cyrl-RS"/>
        </w:rPr>
        <w:t xml:space="preserve">брзо могу </w:t>
      </w:r>
      <w:r w:rsidR="00986938" w:rsidRPr="00A90824">
        <w:rPr>
          <w:color w:val="000000"/>
          <w:szCs w:val="24"/>
          <w:lang w:val="sr-Cyrl-RS"/>
        </w:rPr>
        <w:t xml:space="preserve">применити при лечењу пацијената </w:t>
      </w:r>
      <w:r w:rsidR="009123C1" w:rsidRPr="00A90824">
        <w:rPr>
          <w:color w:val="000000"/>
          <w:szCs w:val="24"/>
          <w:lang w:val="sr-Cyrl-RS"/>
        </w:rPr>
        <w:t>и</w:t>
      </w:r>
      <w:r w:rsidRPr="00A90824">
        <w:rPr>
          <w:color w:val="000000"/>
          <w:szCs w:val="24"/>
          <w:lang w:val="sr-Cyrl-RS"/>
        </w:rPr>
        <w:t xml:space="preserve"> промовисати вештачку интелигенцију на најбољи начин.</w:t>
      </w:r>
    </w:p>
    <w:p w14:paraId="4BB81B9F" w14:textId="77777777" w:rsidR="00BE0C76" w:rsidRPr="00A90824" w:rsidRDefault="00BE0C76" w:rsidP="00BE0C76">
      <w:pPr>
        <w:rPr>
          <w:color w:val="000000"/>
          <w:szCs w:val="24"/>
          <w:lang w:val="sr-Cyrl-RS"/>
        </w:rPr>
      </w:pPr>
      <w:r w:rsidRPr="00A90824">
        <w:rPr>
          <w:color w:val="000000"/>
          <w:szCs w:val="24"/>
          <w:lang w:val="sr-Cyrl-RS"/>
        </w:rPr>
        <w:t>Мера обухвата циљане подстицаје за примену решења у области здравства и биотехнологија</w:t>
      </w:r>
      <w:r w:rsidR="009123C1" w:rsidRPr="00A90824">
        <w:rPr>
          <w:color w:val="000000"/>
          <w:szCs w:val="24"/>
          <w:lang w:val="sr-Cyrl-RS"/>
        </w:rPr>
        <w:t xml:space="preserve"> и</w:t>
      </w:r>
      <w:r w:rsidRPr="00A90824">
        <w:rPr>
          <w:color w:val="000000"/>
          <w:szCs w:val="24"/>
          <w:lang w:val="sr-Cyrl-RS"/>
        </w:rPr>
        <w:t xml:space="preserve"> сродних </w:t>
      </w:r>
      <w:r w:rsidR="009123C1" w:rsidRPr="00A90824">
        <w:rPr>
          <w:color w:val="000000"/>
          <w:szCs w:val="24"/>
          <w:lang w:val="sr-Cyrl-RS"/>
        </w:rPr>
        <w:t>дисциплина</w:t>
      </w:r>
      <w:r w:rsidRPr="00A90824">
        <w:rPr>
          <w:color w:val="000000"/>
          <w:szCs w:val="24"/>
          <w:lang w:val="sr-Cyrl-RS"/>
        </w:rPr>
        <w:t>.</w:t>
      </w:r>
    </w:p>
    <w:p w14:paraId="71088451" w14:textId="77777777" w:rsidR="00BE0C76" w:rsidRPr="00A90824" w:rsidRDefault="00BE0C76" w:rsidP="00E35B80">
      <w:pPr>
        <w:pStyle w:val="Heading4"/>
        <w:rPr>
          <w:color w:val="000000"/>
          <w:szCs w:val="24"/>
        </w:rPr>
      </w:pPr>
      <w:r w:rsidRPr="00A90824">
        <w:rPr>
          <w:color w:val="000000"/>
          <w:szCs w:val="24"/>
        </w:rPr>
        <w:t>Период реализације:</w:t>
      </w:r>
    </w:p>
    <w:p w14:paraId="6EC9044B" w14:textId="77777777" w:rsidR="00BE0C76" w:rsidRPr="00A90824" w:rsidRDefault="00075CDD" w:rsidP="00BE0C76">
      <w:pPr>
        <w:rPr>
          <w:color w:val="000000"/>
          <w:szCs w:val="24"/>
          <w:lang w:val="sr-Cyrl-RS"/>
        </w:rPr>
      </w:pPr>
      <w:r w:rsidRPr="00A90824">
        <w:rPr>
          <w:color w:val="000000"/>
          <w:szCs w:val="24"/>
          <w:lang w:val="sr-Cyrl-RS"/>
        </w:rPr>
        <w:t>2025</w:t>
      </w:r>
      <w:r w:rsidR="00512FEE" w:rsidRPr="00A90824">
        <w:rPr>
          <w:color w:val="000000"/>
          <w:szCs w:val="24"/>
          <w:lang w:val="sr-Cyrl-RS"/>
        </w:rPr>
        <w:t>.</w:t>
      </w:r>
      <w:r w:rsidR="00BE0C76" w:rsidRPr="00A90824">
        <w:rPr>
          <w:color w:val="000000"/>
          <w:szCs w:val="24"/>
          <w:lang w:val="sr-Cyrl-RS"/>
        </w:rPr>
        <w:t>-2030</w:t>
      </w:r>
      <w:r w:rsidR="00512FEE" w:rsidRPr="00A90824">
        <w:rPr>
          <w:color w:val="000000"/>
          <w:szCs w:val="24"/>
          <w:lang w:val="sr-Cyrl-RS"/>
        </w:rPr>
        <w:t>.</w:t>
      </w:r>
    </w:p>
    <w:p w14:paraId="30B6AE9A" w14:textId="77777777" w:rsidR="00BE0C76" w:rsidRPr="00A90824" w:rsidRDefault="00BE0C76" w:rsidP="00E35B80">
      <w:pPr>
        <w:pStyle w:val="Heading4"/>
        <w:rPr>
          <w:color w:val="000000"/>
          <w:szCs w:val="24"/>
        </w:rPr>
      </w:pPr>
      <w:r w:rsidRPr="00A90824">
        <w:rPr>
          <w:color w:val="000000"/>
          <w:szCs w:val="24"/>
        </w:rPr>
        <w:t>Надлежне институције:</w:t>
      </w:r>
    </w:p>
    <w:p w14:paraId="6B551F70" w14:textId="77777777" w:rsidR="00BE0C76" w:rsidRPr="00A90824" w:rsidRDefault="00BE0C7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 xml:space="preserve">Министарство надлежно за </w:t>
      </w:r>
      <w:r w:rsidR="00A303FB" w:rsidRPr="00A90824">
        <w:rPr>
          <w:color w:val="000000"/>
          <w:szCs w:val="24"/>
          <w:lang w:val="sr-Cyrl-RS"/>
        </w:rPr>
        <w:t xml:space="preserve">научноистраживачку и иновациону делатност </w:t>
      </w:r>
      <w:r w:rsidRPr="00A90824">
        <w:rPr>
          <w:color w:val="000000"/>
          <w:szCs w:val="24"/>
          <w:lang w:val="sr-Cyrl-RS"/>
        </w:rPr>
        <w:t>(носилац)</w:t>
      </w:r>
    </w:p>
    <w:p w14:paraId="3BA3EF31" w14:textId="77777777" w:rsidR="00BE0C76" w:rsidRPr="00A90824" w:rsidRDefault="00BE0C7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здравље (партнер)</w:t>
      </w:r>
    </w:p>
    <w:p w14:paraId="1B1C0D09" w14:textId="77777777" w:rsidR="00BE0C76" w:rsidRPr="00A90824" w:rsidRDefault="00BE0C76">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финансије (партнер)</w:t>
      </w:r>
    </w:p>
    <w:p w14:paraId="1E2CCAC5" w14:textId="77777777" w:rsidR="00EE0610" w:rsidRPr="00A90824" w:rsidRDefault="00EE0610">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Институт за вештачку интелигенцију (партнер)</w:t>
      </w:r>
    </w:p>
    <w:p w14:paraId="376B9965" w14:textId="77777777" w:rsidR="00EE0610" w:rsidRPr="00A90824" w:rsidRDefault="00EE0610">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Фонд за науку (партнер)</w:t>
      </w:r>
    </w:p>
    <w:p w14:paraId="35E88984" w14:textId="77777777" w:rsidR="00EE0610" w:rsidRPr="00A90824" w:rsidRDefault="00EE0610">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Фонд за иновациону делатност (партнер)</w:t>
      </w:r>
    </w:p>
    <w:p w14:paraId="34F04DEB" w14:textId="77777777" w:rsidR="00EE0610" w:rsidRPr="00A90824" w:rsidRDefault="00EE0610">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Научноистраживачке организације (партнер)</w:t>
      </w:r>
    </w:p>
    <w:p w14:paraId="01E9F65C" w14:textId="77777777" w:rsidR="00EE0610" w:rsidRPr="00A90824" w:rsidRDefault="00EE0610">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Национално акредитационо тело (партнер)</w:t>
      </w:r>
    </w:p>
    <w:p w14:paraId="079CCD90" w14:textId="77777777" w:rsidR="00BE0C76" w:rsidRPr="00A90824" w:rsidRDefault="00BE0C76" w:rsidP="00E35B80">
      <w:pPr>
        <w:pStyle w:val="Heading4"/>
        <w:rPr>
          <w:color w:val="000000"/>
          <w:szCs w:val="24"/>
        </w:rPr>
      </w:pPr>
      <w:r w:rsidRPr="00A90824">
        <w:rPr>
          <w:color w:val="000000"/>
          <w:szCs w:val="24"/>
        </w:rPr>
        <w:t>Показатељи:</w:t>
      </w:r>
    </w:p>
    <w:p w14:paraId="2586D240" w14:textId="77777777" w:rsidR="00162793" w:rsidRPr="00A90824" w:rsidRDefault="00A427C4" w:rsidP="00E63B22">
      <w:pPr>
        <w:pStyle w:val="ListParagraph"/>
        <w:numPr>
          <w:ilvl w:val="0"/>
          <w:numId w:val="20"/>
        </w:numPr>
        <w:spacing w:after="60"/>
        <w:ind w:hanging="513"/>
        <w:contextualSpacing w:val="0"/>
        <w:rPr>
          <w:color w:val="000000"/>
          <w:szCs w:val="24"/>
          <w:lang w:val="sr-Cyrl-RS"/>
        </w:rPr>
      </w:pPr>
      <w:r w:rsidRPr="00A90824">
        <w:rPr>
          <w:color w:val="000000"/>
          <w:szCs w:val="24"/>
          <w:lang w:val="sr-Cyrl-RS"/>
        </w:rPr>
        <w:t>Број производа и технологија које су развијене и комерцијализоване уз подршку државних средстава и субвенција</w:t>
      </w:r>
    </w:p>
    <w:p w14:paraId="403CAFEA" w14:textId="77777777" w:rsidR="00162793" w:rsidRPr="00A90824" w:rsidRDefault="6598376A">
      <w:pPr>
        <w:pStyle w:val="ListParagraph"/>
        <w:numPr>
          <w:ilvl w:val="0"/>
          <w:numId w:val="1"/>
        </w:numPr>
        <w:spacing w:after="60"/>
        <w:ind w:left="1701" w:hanging="510"/>
        <w:rPr>
          <w:szCs w:val="24"/>
          <w:lang w:val="sr-Cyrl-RS"/>
        </w:rPr>
      </w:pPr>
      <w:r w:rsidRPr="00A90824">
        <w:rPr>
          <w:color w:val="000000"/>
          <w:szCs w:val="24"/>
          <w:lang w:val="sr-Cyrl-RS"/>
        </w:rPr>
        <w:t xml:space="preserve">Почетна вредност: </w:t>
      </w:r>
      <w:r w:rsidR="3E09EB9F" w:rsidRPr="00A90824">
        <w:rPr>
          <w:color w:val="000000"/>
          <w:szCs w:val="24"/>
          <w:lang w:val="sr-Cyrl-RS"/>
        </w:rPr>
        <w:t>0</w:t>
      </w:r>
    </w:p>
    <w:p w14:paraId="73358A52" w14:textId="4B2C2D1A" w:rsidR="00162793" w:rsidRPr="00A90824" w:rsidRDefault="6598376A">
      <w:pPr>
        <w:pStyle w:val="ListParagraph"/>
        <w:numPr>
          <w:ilvl w:val="0"/>
          <w:numId w:val="1"/>
        </w:numPr>
        <w:spacing w:after="60"/>
        <w:ind w:left="1701" w:hanging="510"/>
        <w:rPr>
          <w:szCs w:val="24"/>
          <w:lang w:val="sr-Cyrl-RS"/>
        </w:rPr>
      </w:pPr>
      <w:r w:rsidRPr="00A90824">
        <w:rPr>
          <w:szCs w:val="24"/>
          <w:lang w:val="sr-Cyrl-RS"/>
        </w:rPr>
        <w:t>Циљана вредност за крај 2027. године:</w:t>
      </w:r>
      <w:r w:rsidR="182CBBE2" w:rsidRPr="00A90824">
        <w:rPr>
          <w:szCs w:val="24"/>
          <w:lang w:val="sr-Cyrl-RS"/>
        </w:rPr>
        <w:t xml:space="preserve"> 10</w:t>
      </w:r>
      <w:r w:rsidR="00D54E40" w:rsidRPr="00A90824">
        <w:rPr>
          <w:szCs w:val="24"/>
          <w:lang w:val="sr-Cyrl-RS"/>
        </w:rPr>
        <w:t xml:space="preserve"> (укупно)</w:t>
      </w:r>
    </w:p>
    <w:p w14:paraId="680859EE" w14:textId="2518B07C" w:rsidR="00162793" w:rsidRPr="00A90824" w:rsidRDefault="6598376A" w:rsidP="00DE40BB">
      <w:pPr>
        <w:pStyle w:val="ListParagraph"/>
        <w:numPr>
          <w:ilvl w:val="0"/>
          <w:numId w:val="1"/>
        </w:numPr>
        <w:snapToGrid w:val="0"/>
        <w:spacing w:after="60"/>
        <w:ind w:left="1701" w:hanging="510"/>
        <w:contextualSpacing w:val="0"/>
        <w:rPr>
          <w:szCs w:val="24"/>
          <w:lang w:val="sr-Cyrl-RS"/>
        </w:rPr>
      </w:pPr>
      <w:r w:rsidRPr="00A90824">
        <w:rPr>
          <w:szCs w:val="24"/>
          <w:lang w:val="sr-Cyrl-RS"/>
        </w:rPr>
        <w:t>Циљана вредност за крај 2030. године:</w:t>
      </w:r>
      <w:r w:rsidR="57C7ED06" w:rsidRPr="00A90824">
        <w:rPr>
          <w:szCs w:val="24"/>
          <w:lang w:val="sr-Cyrl-RS"/>
        </w:rPr>
        <w:t xml:space="preserve"> 20</w:t>
      </w:r>
      <w:r w:rsidR="00D54E40" w:rsidRPr="00A90824">
        <w:rPr>
          <w:szCs w:val="24"/>
          <w:lang w:val="sr-Cyrl-RS"/>
        </w:rPr>
        <w:t xml:space="preserve"> (укупно)</w:t>
      </w:r>
    </w:p>
    <w:p w14:paraId="236F0044" w14:textId="77777777" w:rsidR="00162793" w:rsidRPr="00A90824" w:rsidRDefault="00A427C4" w:rsidP="00E63B22">
      <w:pPr>
        <w:pStyle w:val="ListParagraph"/>
        <w:numPr>
          <w:ilvl w:val="0"/>
          <w:numId w:val="20"/>
        </w:numPr>
        <w:snapToGrid w:val="0"/>
        <w:spacing w:before="120" w:after="60"/>
        <w:ind w:left="1077" w:hanging="510"/>
        <w:contextualSpacing w:val="0"/>
        <w:rPr>
          <w:szCs w:val="24"/>
          <w:lang w:val="sr-Cyrl-RS"/>
        </w:rPr>
      </w:pPr>
      <w:r w:rsidRPr="00A90824">
        <w:rPr>
          <w:szCs w:val="24"/>
          <w:lang w:val="sr-Cyrl-RS"/>
        </w:rPr>
        <w:t>Број образовних програма, курсева и сертификација који су подржани државним средств</w:t>
      </w:r>
      <w:r w:rsidR="004F4A64" w:rsidRPr="00A90824">
        <w:rPr>
          <w:szCs w:val="24"/>
          <w:lang w:val="sr-Cyrl-RS"/>
        </w:rPr>
        <w:t>им</w:t>
      </w:r>
      <w:r w:rsidRPr="00A90824">
        <w:rPr>
          <w:szCs w:val="24"/>
          <w:lang w:val="sr-Cyrl-RS"/>
        </w:rPr>
        <w:t>а и намењени обуци струч</w:t>
      </w:r>
      <w:r w:rsidR="004F4A64" w:rsidRPr="00A90824">
        <w:rPr>
          <w:szCs w:val="24"/>
          <w:lang w:val="sr-Cyrl-RS"/>
        </w:rPr>
        <w:t xml:space="preserve">њака </w:t>
      </w:r>
      <w:r w:rsidRPr="00A90824">
        <w:rPr>
          <w:szCs w:val="24"/>
          <w:lang w:val="sr-Cyrl-RS"/>
        </w:rPr>
        <w:t>за коришћење вештачке интелигенције у здравству и биотехнологијама</w:t>
      </w:r>
    </w:p>
    <w:p w14:paraId="7469ED64" w14:textId="77777777" w:rsidR="00162793" w:rsidRPr="00A90824" w:rsidRDefault="6598376A">
      <w:pPr>
        <w:pStyle w:val="ListParagraph"/>
        <w:numPr>
          <w:ilvl w:val="0"/>
          <w:numId w:val="1"/>
        </w:numPr>
        <w:spacing w:after="60"/>
        <w:ind w:left="1701" w:hanging="510"/>
        <w:rPr>
          <w:szCs w:val="24"/>
          <w:lang w:val="sr-Cyrl-RS"/>
        </w:rPr>
      </w:pPr>
      <w:r w:rsidRPr="00A90824">
        <w:rPr>
          <w:szCs w:val="24"/>
          <w:lang w:val="sr-Cyrl-RS"/>
        </w:rPr>
        <w:t xml:space="preserve">Почетна вредност: </w:t>
      </w:r>
      <w:r w:rsidR="02BEB59A" w:rsidRPr="00A90824">
        <w:rPr>
          <w:szCs w:val="24"/>
          <w:lang w:val="sr-Cyrl-RS"/>
        </w:rPr>
        <w:t xml:space="preserve"> 0</w:t>
      </w:r>
    </w:p>
    <w:p w14:paraId="1EC51A7A" w14:textId="022C50B9" w:rsidR="00162793" w:rsidRPr="00A90824" w:rsidRDefault="6598376A">
      <w:pPr>
        <w:pStyle w:val="ListParagraph"/>
        <w:numPr>
          <w:ilvl w:val="0"/>
          <w:numId w:val="1"/>
        </w:numPr>
        <w:spacing w:after="60"/>
        <w:ind w:left="1701" w:hanging="510"/>
        <w:rPr>
          <w:szCs w:val="24"/>
          <w:lang w:val="sr-Cyrl-RS"/>
        </w:rPr>
      </w:pPr>
      <w:r w:rsidRPr="00A90824">
        <w:rPr>
          <w:szCs w:val="24"/>
          <w:lang w:val="sr-Cyrl-RS"/>
        </w:rPr>
        <w:t>Циљана вредност за крај 2027. године:</w:t>
      </w:r>
      <w:r w:rsidR="03C3C928" w:rsidRPr="00A90824">
        <w:rPr>
          <w:szCs w:val="24"/>
          <w:lang w:val="sr-Cyrl-RS"/>
        </w:rPr>
        <w:t xml:space="preserve"> 5</w:t>
      </w:r>
      <w:r w:rsidR="00D54E40" w:rsidRPr="00A90824">
        <w:rPr>
          <w:szCs w:val="24"/>
          <w:lang w:val="sr-Cyrl-RS"/>
        </w:rPr>
        <w:t xml:space="preserve"> (укупно)</w:t>
      </w:r>
    </w:p>
    <w:p w14:paraId="0A958B9F" w14:textId="08E0D23D" w:rsidR="005A3DBD" w:rsidRPr="00A90824" w:rsidRDefault="6598376A" w:rsidP="00CB5C3E">
      <w:pPr>
        <w:pStyle w:val="ListParagraph"/>
        <w:numPr>
          <w:ilvl w:val="0"/>
          <w:numId w:val="1"/>
        </w:numPr>
        <w:spacing w:after="60"/>
        <w:ind w:left="1701" w:hanging="510"/>
        <w:rPr>
          <w:szCs w:val="24"/>
          <w:lang w:val="sr-Cyrl-RS"/>
        </w:rPr>
      </w:pPr>
      <w:r w:rsidRPr="00A90824">
        <w:rPr>
          <w:szCs w:val="24"/>
          <w:lang w:val="sr-Cyrl-RS"/>
        </w:rPr>
        <w:t>Циљана вредност за крај 2030. године:</w:t>
      </w:r>
      <w:r w:rsidR="0CCD7703" w:rsidRPr="00A90824">
        <w:rPr>
          <w:szCs w:val="24"/>
          <w:lang w:val="sr-Cyrl-RS"/>
        </w:rPr>
        <w:t xml:space="preserve"> 10</w:t>
      </w:r>
      <w:bookmarkStart w:id="53" w:name="_Toc174901952"/>
      <w:r w:rsidR="00D54E40" w:rsidRPr="00A90824">
        <w:rPr>
          <w:szCs w:val="24"/>
          <w:lang w:val="sr-Cyrl-RS"/>
        </w:rPr>
        <w:t xml:space="preserve"> (укупно)</w:t>
      </w:r>
    </w:p>
    <w:p w14:paraId="261A0950" w14:textId="77777777" w:rsidR="00BE0C76" w:rsidRPr="00A90824" w:rsidRDefault="006323AB" w:rsidP="00F62B1B">
      <w:pPr>
        <w:pStyle w:val="Heading3"/>
        <w:rPr>
          <w:sz w:val="24"/>
          <w:szCs w:val="24"/>
        </w:rPr>
      </w:pPr>
      <w:bookmarkStart w:id="54" w:name="_Toc174901956"/>
      <w:bookmarkEnd w:id="53"/>
      <w:r w:rsidRPr="00A90824">
        <w:rPr>
          <w:sz w:val="24"/>
          <w:szCs w:val="24"/>
        </w:rPr>
        <w:t xml:space="preserve">Мера </w:t>
      </w:r>
      <w:r w:rsidR="00235DEA" w:rsidRPr="00A90824">
        <w:rPr>
          <w:sz w:val="24"/>
          <w:szCs w:val="24"/>
        </w:rPr>
        <w:t>6</w:t>
      </w:r>
      <w:r w:rsidRPr="00A90824">
        <w:rPr>
          <w:sz w:val="24"/>
          <w:szCs w:val="24"/>
        </w:rPr>
        <w:t>.</w:t>
      </w:r>
      <w:r w:rsidR="00BD3472" w:rsidRPr="00A90824">
        <w:rPr>
          <w:sz w:val="24"/>
          <w:szCs w:val="24"/>
        </w:rPr>
        <w:t>8</w:t>
      </w:r>
      <w:r w:rsidRPr="00A90824">
        <w:rPr>
          <w:sz w:val="24"/>
          <w:szCs w:val="24"/>
        </w:rPr>
        <w:t xml:space="preserve">: </w:t>
      </w:r>
      <w:r w:rsidR="00BE0C76" w:rsidRPr="00A90824">
        <w:rPr>
          <w:sz w:val="24"/>
          <w:szCs w:val="24"/>
        </w:rPr>
        <w:t xml:space="preserve">Подстицаји </w:t>
      </w:r>
      <w:r w:rsidR="00EB49E7" w:rsidRPr="00A90824">
        <w:rPr>
          <w:sz w:val="24"/>
          <w:szCs w:val="24"/>
        </w:rPr>
        <w:t>за примену</w:t>
      </w:r>
      <w:r w:rsidR="00BE0C76" w:rsidRPr="00A90824">
        <w:rPr>
          <w:sz w:val="24"/>
          <w:szCs w:val="24"/>
        </w:rPr>
        <w:t xml:space="preserve"> вештачке интелигенције у пољопривреди</w:t>
      </w:r>
      <w:bookmarkEnd w:id="54"/>
    </w:p>
    <w:p w14:paraId="4FE3FE87" w14:textId="77777777" w:rsidR="002E389A" w:rsidRPr="00A90824" w:rsidRDefault="002E389A" w:rsidP="002E389A">
      <w:pPr>
        <w:pStyle w:val="Heading4"/>
        <w:rPr>
          <w:color w:val="000000"/>
          <w:szCs w:val="24"/>
        </w:rPr>
      </w:pPr>
      <w:r w:rsidRPr="00A90824">
        <w:rPr>
          <w:color w:val="000000"/>
          <w:szCs w:val="24"/>
        </w:rPr>
        <w:t>Опис мере</w:t>
      </w:r>
    </w:p>
    <w:p w14:paraId="78A87148" w14:textId="77777777" w:rsidR="002E389A" w:rsidRPr="00A90824" w:rsidRDefault="5C1C4C1A" w:rsidP="002E389A">
      <w:pPr>
        <w:rPr>
          <w:color w:val="000000"/>
          <w:szCs w:val="24"/>
          <w:lang w:val="sr-Cyrl-RS"/>
        </w:rPr>
      </w:pPr>
      <w:r w:rsidRPr="00A90824">
        <w:rPr>
          <w:color w:val="000000"/>
          <w:szCs w:val="24"/>
          <w:lang w:val="sr-Cyrl-RS"/>
        </w:rPr>
        <w:t>Ова мера има за циљ да подстакне развој и примену вештачке интелигенције у пољопривреди како би се унапредила ефикасност, продуктивност, смањили трошкови, оптимизовала употреба ресурса и доприн</w:t>
      </w:r>
      <w:r w:rsidR="00D62577" w:rsidRPr="00A90824">
        <w:rPr>
          <w:color w:val="000000"/>
          <w:szCs w:val="24"/>
          <w:lang w:val="sr-Cyrl-RS"/>
        </w:rPr>
        <w:t>ел</w:t>
      </w:r>
      <w:r w:rsidRPr="00A90824">
        <w:rPr>
          <w:color w:val="000000"/>
          <w:szCs w:val="24"/>
          <w:lang w:val="sr-Cyrl-RS"/>
        </w:rPr>
        <w:t>о одрживом развоју. Кроз циљане подстицаје и програме подршке пољопривредници и компаније ће имати могућност да усвоје и примене технологије</w:t>
      </w:r>
      <w:r w:rsidR="00497EA2" w:rsidRPr="00A90824">
        <w:rPr>
          <w:color w:val="000000"/>
          <w:szCs w:val="24"/>
          <w:lang w:val="sr-Cyrl-RS"/>
        </w:rPr>
        <w:t xml:space="preserve"> засноване на вештачкој интелигенцији</w:t>
      </w:r>
      <w:r w:rsidRPr="00A90824">
        <w:rPr>
          <w:color w:val="000000"/>
          <w:szCs w:val="24"/>
          <w:lang w:val="sr-Cyrl-RS"/>
        </w:rPr>
        <w:t xml:space="preserve"> које могу трансформисати сектор.</w:t>
      </w:r>
    </w:p>
    <w:p w14:paraId="710EDB1A" w14:textId="77777777" w:rsidR="002E389A" w:rsidRPr="00A90824" w:rsidRDefault="5C1C4C1A" w:rsidP="002E389A">
      <w:pPr>
        <w:rPr>
          <w:color w:val="000000"/>
          <w:szCs w:val="24"/>
          <w:lang w:val="sr-Cyrl-RS"/>
        </w:rPr>
      </w:pPr>
      <w:r w:rsidRPr="00A90824">
        <w:rPr>
          <w:color w:val="000000"/>
          <w:szCs w:val="24"/>
          <w:lang w:val="sr-Cyrl-RS"/>
        </w:rPr>
        <w:t xml:space="preserve">Аутоматизација пољопривредних процеса, као што су сејање, наводњавање и жетва, доводи до повећане продуктивности и ефикасности рада. Прецизна пољопривреда омогућена </w:t>
      </w:r>
      <w:r w:rsidR="00497EA2" w:rsidRPr="00A90824">
        <w:rPr>
          <w:color w:val="000000"/>
          <w:szCs w:val="24"/>
          <w:lang w:val="sr-Cyrl-RS"/>
        </w:rPr>
        <w:t>вештачком интелигенцијом</w:t>
      </w:r>
      <w:r w:rsidRPr="00A90824">
        <w:rPr>
          <w:color w:val="000000"/>
          <w:szCs w:val="24"/>
          <w:lang w:val="sr-Cyrl-RS"/>
        </w:rPr>
        <w:t xml:space="preserve"> оптимизује употребу ђубрива, пестицида и воде, смањујући трошкове и негативан утицај на животну средину. Аналитика података и предиктивни модели помажу у доношењу бољих одлука о сетви и берби, избору усева и управљању болестима и штеточинама, што доприноси већим приносима и бољем квалитету производа.</w:t>
      </w:r>
    </w:p>
    <w:p w14:paraId="61F86FB3" w14:textId="77777777" w:rsidR="002E389A" w:rsidRPr="00A90824" w:rsidRDefault="5C1C4C1A" w:rsidP="002E389A">
      <w:pPr>
        <w:rPr>
          <w:color w:val="000000"/>
          <w:szCs w:val="24"/>
          <w:lang w:val="sr-Cyrl-RS"/>
        </w:rPr>
      </w:pPr>
      <w:r w:rsidRPr="00A90824">
        <w:rPr>
          <w:color w:val="000000"/>
          <w:szCs w:val="24"/>
          <w:lang w:val="sr-Cyrl-RS"/>
        </w:rPr>
        <w:t xml:space="preserve">Подршка ће укључивати доделу инвестиционих грантова, субвенција и пореских олакшица за пројекте који користе </w:t>
      </w:r>
      <w:r w:rsidR="00497EA2" w:rsidRPr="00A90824">
        <w:rPr>
          <w:color w:val="000000"/>
          <w:szCs w:val="24"/>
          <w:lang w:val="sr-Cyrl-RS"/>
        </w:rPr>
        <w:t>вештачку интелигенцију</w:t>
      </w:r>
      <w:r w:rsidRPr="00A90824">
        <w:rPr>
          <w:color w:val="000000"/>
          <w:szCs w:val="24"/>
          <w:lang w:val="sr-Cyrl-RS"/>
        </w:rPr>
        <w:t>, са посебним фокусом на стартапове, микро, мале и средње компаније. Приступ програмима инкубације и акцелерације ће омогућити техничку, менторску и пословну подршку за развој решења</w:t>
      </w:r>
      <w:r w:rsidR="00497EA2" w:rsidRPr="00A90824">
        <w:rPr>
          <w:color w:val="000000"/>
          <w:szCs w:val="24"/>
          <w:lang w:val="sr-Cyrl-RS"/>
        </w:rPr>
        <w:t xml:space="preserve"> базираних на вештачкој интелигенцији</w:t>
      </w:r>
      <w:r w:rsidRPr="00A90824">
        <w:rPr>
          <w:color w:val="000000"/>
          <w:szCs w:val="24"/>
          <w:lang w:val="sr-Cyrl-RS"/>
        </w:rPr>
        <w:t>, док ће се кроз едукативне програме, курсеве и тренинге повећати способност пољопривредника да ефикасно користе ове технологије.</w:t>
      </w:r>
    </w:p>
    <w:p w14:paraId="12E21E97" w14:textId="77777777" w:rsidR="002E389A" w:rsidRPr="00A90824" w:rsidRDefault="5C1C4C1A" w:rsidP="002E389A">
      <w:pPr>
        <w:rPr>
          <w:color w:val="000000"/>
          <w:szCs w:val="24"/>
          <w:lang w:val="sr-Cyrl-RS"/>
        </w:rPr>
      </w:pPr>
      <w:r w:rsidRPr="00A90824">
        <w:rPr>
          <w:color w:val="000000"/>
          <w:szCs w:val="24"/>
          <w:lang w:val="sr-Cyrl-RS"/>
        </w:rPr>
        <w:t xml:space="preserve">Сарадња са академским и истраживачким институцијама биће подстакнута кроз заједничке истраживачке пројекте, док ће јавне базе података и отворене платформе омогућити истраживачима и компанијама да развијају и тестирају </w:t>
      </w:r>
      <w:r w:rsidR="00497EA2" w:rsidRPr="00A90824">
        <w:rPr>
          <w:color w:val="000000"/>
          <w:szCs w:val="24"/>
          <w:lang w:val="sr-Cyrl-RS"/>
        </w:rPr>
        <w:t xml:space="preserve">оваква </w:t>
      </w:r>
      <w:r w:rsidRPr="00A90824">
        <w:rPr>
          <w:color w:val="000000"/>
          <w:szCs w:val="24"/>
          <w:lang w:val="sr-Cyrl-RS"/>
        </w:rPr>
        <w:t xml:space="preserve">решења. Посебна пажња биће посвећена подршци за жене </w:t>
      </w:r>
      <w:r w:rsidR="004F4A64" w:rsidRPr="00A90824">
        <w:rPr>
          <w:color w:val="000000"/>
          <w:szCs w:val="24"/>
          <w:lang w:val="sr-Cyrl-RS"/>
        </w:rPr>
        <w:t>предузетнике</w:t>
      </w:r>
      <w:r w:rsidRPr="00A90824">
        <w:rPr>
          <w:color w:val="000000"/>
          <w:szCs w:val="24"/>
          <w:lang w:val="sr-Cyrl-RS"/>
        </w:rPr>
        <w:t xml:space="preserve"> и истраживаче у сектору пољопривреде, подстичући родни баланс.</w:t>
      </w:r>
    </w:p>
    <w:p w14:paraId="07BC444D" w14:textId="2F8CF953" w:rsidR="002E389A" w:rsidRPr="00A90824" w:rsidRDefault="5C1C4C1A" w:rsidP="002E389A">
      <w:pPr>
        <w:rPr>
          <w:color w:val="000000"/>
          <w:szCs w:val="24"/>
          <w:lang w:val="sr-Cyrl-RS"/>
        </w:rPr>
      </w:pPr>
      <w:r w:rsidRPr="00A90824">
        <w:rPr>
          <w:color w:val="000000"/>
          <w:szCs w:val="24"/>
          <w:lang w:val="sr-Cyrl-RS"/>
        </w:rPr>
        <w:t>Развој и примена технологија</w:t>
      </w:r>
      <w:r w:rsidR="00497EA2" w:rsidRPr="00A90824">
        <w:rPr>
          <w:color w:val="000000"/>
          <w:szCs w:val="24"/>
          <w:lang w:val="sr-Cyrl-RS"/>
        </w:rPr>
        <w:t xml:space="preserve"> заснованих на вештачкој интелигенцији</w:t>
      </w:r>
      <w:r w:rsidRPr="00A90824">
        <w:rPr>
          <w:color w:val="000000"/>
          <w:szCs w:val="24"/>
          <w:lang w:val="sr-Cyrl-RS"/>
        </w:rPr>
        <w:t xml:space="preserve"> може створити нове пословне прилике, стимулисати развој старт</w:t>
      </w:r>
      <w:r w:rsidR="558B3D73" w:rsidRPr="00A90824">
        <w:rPr>
          <w:color w:val="000000"/>
          <w:szCs w:val="24"/>
          <w:lang w:val="sr-Cyrl-RS"/>
        </w:rPr>
        <w:t>а</w:t>
      </w:r>
      <w:r w:rsidRPr="00A90824">
        <w:rPr>
          <w:color w:val="000000"/>
          <w:szCs w:val="24"/>
          <w:lang w:val="sr-Cyrl-RS"/>
        </w:rPr>
        <w:t xml:space="preserve">па и иновативних компанија, привући инвестиције и повећати запошљавање, доприносећи економском расту и развоју земље. Ова мера ће створити повољно окружење за иновације, омогућити пољопривредницима да користе најновије технологије и обезбедити дугорочне користи за привреду и друштво. </w:t>
      </w:r>
      <w:r w:rsidR="00896C3B">
        <w:rPr>
          <w:color w:val="000000"/>
          <w:szCs w:val="24"/>
          <w:lang w:val="sr-Cyrl-RS"/>
        </w:rPr>
        <w:t xml:space="preserve">Република </w:t>
      </w:r>
      <w:r w:rsidRPr="00A90824">
        <w:rPr>
          <w:color w:val="000000"/>
          <w:szCs w:val="24"/>
          <w:lang w:val="sr-Cyrl-RS"/>
        </w:rPr>
        <w:t>Србија може постати лидер у примени вештачке интелигенције у пољопривреди, што ће допринети њеној конкурентности и одрживом развоју.</w:t>
      </w:r>
    </w:p>
    <w:p w14:paraId="5C94EF59" w14:textId="77777777" w:rsidR="002E389A" w:rsidRPr="00A90824" w:rsidRDefault="002E389A" w:rsidP="002E389A">
      <w:pPr>
        <w:pStyle w:val="Heading4"/>
        <w:rPr>
          <w:color w:val="000000"/>
          <w:szCs w:val="24"/>
        </w:rPr>
      </w:pPr>
      <w:r w:rsidRPr="00A90824">
        <w:rPr>
          <w:color w:val="000000"/>
          <w:szCs w:val="24"/>
        </w:rPr>
        <w:t>Период реализације:</w:t>
      </w:r>
    </w:p>
    <w:p w14:paraId="58AF1E12" w14:textId="77777777" w:rsidR="002E389A" w:rsidRPr="00A90824" w:rsidRDefault="00075CDD" w:rsidP="002E389A">
      <w:pPr>
        <w:rPr>
          <w:color w:val="000000"/>
          <w:szCs w:val="24"/>
          <w:lang w:val="sr-Cyrl-RS"/>
        </w:rPr>
      </w:pPr>
      <w:r w:rsidRPr="00A90824">
        <w:rPr>
          <w:color w:val="000000"/>
          <w:szCs w:val="24"/>
          <w:lang w:val="sr-Cyrl-RS"/>
        </w:rPr>
        <w:t>2025</w:t>
      </w:r>
      <w:r w:rsidR="00512FEE" w:rsidRPr="00A90824">
        <w:rPr>
          <w:color w:val="000000"/>
          <w:szCs w:val="24"/>
          <w:lang w:val="sr-Cyrl-RS"/>
        </w:rPr>
        <w:t>.</w:t>
      </w:r>
      <w:r w:rsidR="002E389A" w:rsidRPr="00A90824">
        <w:rPr>
          <w:color w:val="000000"/>
          <w:szCs w:val="24"/>
          <w:lang w:val="sr-Cyrl-RS"/>
        </w:rPr>
        <w:t>-2030</w:t>
      </w:r>
      <w:r w:rsidR="00512FEE" w:rsidRPr="00A90824">
        <w:rPr>
          <w:color w:val="000000"/>
          <w:szCs w:val="24"/>
          <w:lang w:val="sr-Cyrl-RS"/>
        </w:rPr>
        <w:t>.</w:t>
      </w:r>
    </w:p>
    <w:p w14:paraId="5121723A" w14:textId="77777777" w:rsidR="002E389A" w:rsidRPr="00A90824" w:rsidRDefault="002E389A" w:rsidP="002E389A">
      <w:pPr>
        <w:pStyle w:val="Heading4"/>
        <w:rPr>
          <w:color w:val="000000"/>
          <w:szCs w:val="24"/>
        </w:rPr>
      </w:pPr>
      <w:r w:rsidRPr="00A90824">
        <w:rPr>
          <w:color w:val="000000"/>
          <w:szCs w:val="24"/>
        </w:rPr>
        <w:t>Надлежне институције:</w:t>
      </w:r>
    </w:p>
    <w:p w14:paraId="0B28052C" w14:textId="77777777" w:rsidR="002E389A" w:rsidRPr="00A90824" w:rsidRDefault="002E389A">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пољопривреду (носилац)</w:t>
      </w:r>
    </w:p>
    <w:p w14:paraId="195B2441" w14:textId="77777777" w:rsidR="002E389A" w:rsidRPr="00A90824" w:rsidRDefault="002E389A">
      <w:pPr>
        <w:pStyle w:val="ListParagraph"/>
        <w:numPr>
          <w:ilvl w:val="0"/>
          <w:numId w:val="1"/>
        </w:numPr>
        <w:spacing w:after="60"/>
        <w:ind w:left="567" w:hanging="510"/>
        <w:contextualSpacing w:val="0"/>
        <w:rPr>
          <w:color w:val="000000"/>
          <w:szCs w:val="24"/>
          <w:lang w:val="sr-Cyrl-RS"/>
        </w:rPr>
      </w:pPr>
      <w:r w:rsidRPr="00A90824">
        <w:rPr>
          <w:color w:val="000000"/>
          <w:szCs w:val="24"/>
          <w:lang w:val="sr-Cyrl-RS"/>
        </w:rPr>
        <w:t>Министарство надлежно за привреду (партнер)</w:t>
      </w:r>
    </w:p>
    <w:p w14:paraId="588A9F17" w14:textId="77777777" w:rsidR="002E389A" w:rsidRPr="00A90824" w:rsidRDefault="002E389A" w:rsidP="004F4A64">
      <w:pPr>
        <w:pStyle w:val="Heading4"/>
        <w:rPr>
          <w:color w:val="000000"/>
          <w:szCs w:val="24"/>
        </w:rPr>
      </w:pPr>
      <w:r w:rsidRPr="00A90824">
        <w:rPr>
          <w:color w:val="000000"/>
          <w:szCs w:val="24"/>
        </w:rPr>
        <w:t>Показатељи:</w:t>
      </w:r>
    </w:p>
    <w:p w14:paraId="59060826" w14:textId="77777777" w:rsidR="002E389A" w:rsidRPr="00A90824" w:rsidRDefault="002E389A" w:rsidP="00E63B22">
      <w:pPr>
        <w:pStyle w:val="ListParagraph"/>
        <w:numPr>
          <w:ilvl w:val="0"/>
          <w:numId w:val="21"/>
        </w:numPr>
        <w:spacing w:after="60"/>
        <w:ind w:hanging="513"/>
        <w:contextualSpacing w:val="0"/>
        <w:rPr>
          <w:color w:val="000000"/>
          <w:szCs w:val="24"/>
          <w:lang w:val="sr-Cyrl-RS"/>
        </w:rPr>
      </w:pPr>
      <w:r w:rsidRPr="00A90824">
        <w:rPr>
          <w:color w:val="000000"/>
          <w:szCs w:val="24"/>
          <w:lang w:val="sr-Cyrl-RS"/>
        </w:rPr>
        <w:t>Број производа и технологија развијених и комерцијализованих уз подршку државних средстава и субвенција</w:t>
      </w:r>
    </w:p>
    <w:p w14:paraId="57738EFE" w14:textId="77777777" w:rsidR="002E389A" w:rsidRPr="00A90824" w:rsidRDefault="5C1C4C1A">
      <w:pPr>
        <w:pStyle w:val="ListParagraph"/>
        <w:numPr>
          <w:ilvl w:val="0"/>
          <w:numId w:val="1"/>
        </w:numPr>
        <w:spacing w:after="60"/>
        <w:ind w:left="1701" w:hanging="510"/>
        <w:rPr>
          <w:szCs w:val="24"/>
          <w:lang w:val="sr-Cyrl-RS"/>
        </w:rPr>
      </w:pPr>
      <w:r w:rsidRPr="00A90824">
        <w:rPr>
          <w:color w:val="000000"/>
          <w:szCs w:val="24"/>
          <w:lang w:val="sr-Cyrl-RS"/>
        </w:rPr>
        <w:t xml:space="preserve">Почетна вредност: </w:t>
      </w:r>
      <w:r w:rsidR="13CDF7CD" w:rsidRPr="00A90824">
        <w:rPr>
          <w:color w:val="000000"/>
          <w:szCs w:val="24"/>
          <w:lang w:val="sr-Cyrl-RS"/>
        </w:rPr>
        <w:t xml:space="preserve">0 </w:t>
      </w:r>
    </w:p>
    <w:p w14:paraId="0741836A" w14:textId="5424D400" w:rsidR="002E389A" w:rsidRPr="00A90824" w:rsidRDefault="5C1C4C1A">
      <w:pPr>
        <w:pStyle w:val="ListParagraph"/>
        <w:numPr>
          <w:ilvl w:val="0"/>
          <w:numId w:val="1"/>
        </w:numPr>
        <w:spacing w:after="60"/>
        <w:ind w:left="1701" w:hanging="510"/>
        <w:rPr>
          <w:szCs w:val="24"/>
          <w:lang w:val="sr-Cyrl-RS"/>
        </w:rPr>
      </w:pPr>
      <w:r w:rsidRPr="00A90824">
        <w:rPr>
          <w:szCs w:val="24"/>
          <w:lang w:val="sr-Cyrl-RS"/>
        </w:rPr>
        <w:t xml:space="preserve">Циљна вредност за крај 2027. године: </w:t>
      </w:r>
      <w:r w:rsidR="3717B0D6" w:rsidRPr="00A90824">
        <w:rPr>
          <w:szCs w:val="24"/>
          <w:lang w:val="sr-Cyrl-RS"/>
        </w:rPr>
        <w:t xml:space="preserve"> 10</w:t>
      </w:r>
      <w:r w:rsidR="00D54E40" w:rsidRPr="00A90824">
        <w:rPr>
          <w:szCs w:val="24"/>
          <w:lang w:val="sr-Cyrl-RS"/>
        </w:rPr>
        <w:t xml:space="preserve"> (укупно)</w:t>
      </w:r>
    </w:p>
    <w:p w14:paraId="775B2483" w14:textId="5FB5F605" w:rsidR="002E389A" w:rsidRPr="00A90824" w:rsidRDefault="5C1C4C1A">
      <w:pPr>
        <w:pStyle w:val="ListParagraph"/>
        <w:numPr>
          <w:ilvl w:val="0"/>
          <w:numId w:val="1"/>
        </w:numPr>
        <w:spacing w:after="60"/>
        <w:ind w:left="1701" w:hanging="510"/>
        <w:rPr>
          <w:szCs w:val="24"/>
          <w:lang w:val="sr-Cyrl-RS"/>
        </w:rPr>
      </w:pPr>
      <w:r w:rsidRPr="00A90824">
        <w:rPr>
          <w:szCs w:val="24"/>
          <w:lang w:val="sr-Cyrl-RS"/>
        </w:rPr>
        <w:t xml:space="preserve">Циљна вредност за крај 2030. године: </w:t>
      </w:r>
      <w:r w:rsidR="767D0C2F" w:rsidRPr="00A90824">
        <w:rPr>
          <w:szCs w:val="24"/>
          <w:lang w:val="sr-Cyrl-RS"/>
        </w:rPr>
        <w:t>15</w:t>
      </w:r>
      <w:r w:rsidR="00D54E40" w:rsidRPr="00A90824">
        <w:rPr>
          <w:szCs w:val="24"/>
          <w:lang w:val="sr-Cyrl-RS"/>
        </w:rPr>
        <w:t xml:space="preserve"> (укупно)</w:t>
      </w:r>
    </w:p>
    <w:p w14:paraId="7E94BFD4" w14:textId="77777777" w:rsidR="002E389A" w:rsidRPr="00A90824" w:rsidRDefault="002E389A" w:rsidP="00E63B22">
      <w:pPr>
        <w:pStyle w:val="ListParagraph"/>
        <w:numPr>
          <w:ilvl w:val="0"/>
          <w:numId w:val="21"/>
        </w:numPr>
        <w:spacing w:before="120" w:after="60"/>
        <w:ind w:hanging="513"/>
        <w:contextualSpacing w:val="0"/>
        <w:rPr>
          <w:szCs w:val="24"/>
          <w:lang w:val="sr-Cyrl-RS"/>
        </w:rPr>
      </w:pPr>
      <w:r w:rsidRPr="00A90824">
        <w:rPr>
          <w:szCs w:val="24"/>
          <w:lang w:val="sr-Cyrl-RS"/>
        </w:rPr>
        <w:t>Број нових пројеката који користе технологије вештачке интелигенције у пољопривреди који су подржани државним средствима</w:t>
      </w:r>
    </w:p>
    <w:p w14:paraId="2B902D2A" w14:textId="77777777" w:rsidR="002E389A" w:rsidRPr="00A90824" w:rsidRDefault="5C1C4C1A">
      <w:pPr>
        <w:pStyle w:val="ListParagraph"/>
        <w:numPr>
          <w:ilvl w:val="0"/>
          <w:numId w:val="1"/>
        </w:numPr>
        <w:spacing w:after="60"/>
        <w:ind w:left="1701" w:hanging="510"/>
        <w:rPr>
          <w:szCs w:val="24"/>
          <w:lang w:val="sr-Cyrl-RS"/>
        </w:rPr>
      </w:pPr>
      <w:r w:rsidRPr="00A90824">
        <w:rPr>
          <w:szCs w:val="24"/>
          <w:lang w:val="sr-Cyrl-RS"/>
        </w:rPr>
        <w:t xml:space="preserve">Почетна вредност: </w:t>
      </w:r>
      <w:r w:rsidR="3AE91444" w:rsidRPr="00A90824">
        <w:rPr>
          <w:szCs w:val="24"/>
          <w:lang w:val="sr-Cyrl-RS"/>
        </w:rPr>
        <w:t>0</w:t>
      </w:r>
    </w:p>
    <w:p w14:paraId="5521758E" w14:textId="47193F45" w:rsidR="002E389A" w:rsidRPr="00A90824" w:rsidRDefault="5C1C4C1A">
      <w:pPr>
        <w:pStyle w:val="ListParagraph"/>
        <w:numPr>
          <w:ilvl w:val="0"/>
          <w:numId w:val="1"/>
        </w:numPr>
        <w:spacing w:after="60"/>
        <w:ind w:left="1701" w:hanging="510"/>
        <w:rPr>
          <w:szCs w:val="24"/>
          <w:lang w:val="sr-Cyrl-RS"/>
        </w:rPr>
      </w:pPr>
      <w:r w:rsidRPr="00A90824">
        <w:rPr>
          <w:szCs w:val="24"/>
          <w:lang w:val="sr-Cyrl-RS"/>
        </w:rPr>
        <w:t xml:space="preserve">Циљна вредност за крај 2027. године: </w:t>
      </w:r>
      <w:r w:rsidR="605AE878" w:rsidRPr="00A90824">
        <w:rPr>
          <w:szCs w:val="24"/>
          <w:lang w:val="sr-Cyrl-RS"/>
        </w:rPr>
        <w:t>10</w:t>
      </w:r>
      <w:r w:rsidR="00D54E40" w:rsidRPr="00A90824">
        <w:rPr>
          <w:szCs w:val="24"/>
          <w:lang w:val="sr-Cyrl-RS"/>
        </w:rPr>
        <w:t xml:space="preserve"> (укупно)</w:t>
      </w:r>
    </w:p>
    <w:p w14:paraId="7FA7A57E" w14:textId="16303F97" w:rsidR="002E389A" w:rsidRPr="00A90824" w:rsidRDefault="5C1C4C1A">
      <w:pPr>
        <w:pStyle w:val="ListParagraph"/>
        <w:numPr>
          <w:ilvl w:val="0"/>
          <w:numId w:val="1"/>
        </w:numPr>
        <w:spacing w:after="60"/>
        <w:ind w:left="1701" w:hanging="510"/>
        <w:rPr>
          <w:szCs w:val="24"/>
          <w:lang w:val="sr-Cyrl-RS"/>
        </w:rPr>
      </w:pPr>
      <w:r w:rsidRPr="00A90824">
        <w:rPr>
          <w:szCs w:val="24"/>
          <w:lang w:val="sr-Cyrl-RS"/>
        </w:rPr>
        <w:t xml:space="preserve">Циљна вредност за крај 2030. године: </w:t>
      </w:r>
      <w:r w:rsidR="2953F48A" w:rsidRPr="00A90824">
        <w:rPr>
          <w:szCs w:val="24"/>
          <w:lang w:val="sr-Cyrl-RS"/>
        </w:rPr>
        <w:t>15</w:t>
      </w:r>
      <w:r w:rsidR="00D54E40" w:rsidRPr="00A90824">
        <w:rPr>
          <w:szCs w:val="24"/>
          <w:lang w:val="sr-Cyrl-RS"/>
        </w:rPr>
        <w:t>(укупно)</w:t>
      </w:r>
    </w:p>
    <w:p w14:paraId="5D84DBF7" w14:textId="77777777" w:rsidR="002E389A" w:rsidRPr="00A90824" w:rsidRDefault="002E389A" w:rsidP="00E63B22">
      <w:pPr>
        <w:pStyle w:val="ListParagraph"/>
        <w:numPr>
          <w:ilvl w:val="0"/>
          <w:numId w:val="21"/>
        </w:numPr>
        <w:spacing w:before="120" w:after="60"/>
        <w:ind w:hanging="513"/>
        <w:contextualSpacing w:val="0"/>
        <w:rPr>
          <w:szCs w:val="24"/>
          <w:lang w:val="sr-Cyrl-RS"/>
        </w:rPr>
      </w:pPr>
      <w:r w:rsidRPr="00A90824">
        <w:rPr>
          <w:szCs w:val="24"/>
          <w:lang w:val="sr-Cyrl-RS"/>
        </w:rPr>
        <w:t>Број заједничких истраживачких пројеката између компанија и академских институција</w:t>
      </w:r>
    </w:p>
    <w:p w14:paraId="4CF7830C" w14:textId="77777777" w:rsidR="002E389A" w:rsidRPr="00A90824" w:rsidRDefault="5C1C4C1A">
      <w:pPr>
        <w:pStyle w:val="ListParagraph"/>
        <w:numPr>
          <w:ilvl w:val="0"/>
          <w:numId w:val="1"/>
        </w:numPr>
        <w:spacing w:after="60"/>
        <w:ind w:left="1701" w:hanging="510"/>
        <w:rPr>
          <w:szCs w:val="24"/>
          <w:lang w:val="sr-Cyrl-RS"/>
        </w:rPr>
      </w:pPr>
      <w:r w:rsidRPr="00A90824">
        <w:rPr>
          <w:szCs w:val="24"/>
          <w:lang w:val="sr-Cyrl-RS"/>
        </w:rPr>
        <w:t xml:space="preserve">Почетна вредност: </w:t>
      </w:r>
      <w:r w:rsidR="3D6C82B7" w:rsidRPr="00A90824">
        <w:rPr>
          <w:szCs w:val="24"/>
          <w:lang w:val="sr-Cyrl-RS"/>
        </w:rPr>
        <w:t>0</w:t>
      </w:r>
    </w:p>
    <w:p w14:paraId="4E6B47EA" w14:textId="3332A548" w:rsidR="002E389A" w:rsidRPr="00A90824" w:rsidRDefault="5C1C4C1A">
      <w:pPr>
        <w:pStyle w:val="ListParagraph"/>
        <w:numPr>
          <w:ilvl w:val="0"/>
          <w:numId w:val="1"/>
        </w:numPr>
        <w:spacing w:after="60"/>
        <w:ind w:left="1701" w:hanging="510"/>
        <w:rPr>
          <w:szCs w:val="24"/>
          <w:lang w:val="sr-Cyrl-RS"/>
        </w:rPr>
      </w:pPr>
      <w:r w:rsidRPr="00A90824">
        <w:rPr>
          <w:szCs w:val="24"/>
          <w:lang w:val="sr-Cyrl-RS"/>
        </w:rPr>
        <w:t xml:space="preserve">Циљна вредност за крај 2027. године: </w:t>
      </w:r>
      <w:r w:rsidR="1667190B" w:rsidRPr="00A90824">
        <w:rPr>
          <w:szCs w:val="24"/>
          <w:lang w:val="sr-Cyrl-RS"/>
        </w:rPr>
        <w:t>5</w:t>
      </w:r>
      <w:r w:rsidR="00D54E40" w:rsidRPr="00A90824">
        <w:rPr>
          <w:szCs w:val="24"/>
          <w:lang w:val="sr-Cyrl-RS"/>
        </w:rPr>
        <w:t xml:space="preserve"> (укупно)</w:t>
      </w:r>
    </w:p>
    <w:p w14:paraId="04B2ACB6" w14:textId="70A49546" w:rsidR="002E389A" w:rsidRPr="00A90824" w:rsidRDefault="5C1C4C1A">
      <w:pPr>
        <w:pStyle w:val="ListParagraph"/>
        <w:numPr>
          <w:ilvl w:val="0"/>
          <w:numId w:val="1"/>
        </w:numPr>
        <w:spacing w:after="60"/>
        <w:ind w:left="1701" w:hanging="510"/>
        <w:rPr>
          <w:szCs w:val="24"/>
          <w:lang w:val="sr-Cyrl-RS"/>
        </w:rPr>
      </w:pPr>
      <w:r w:rsidRPr="00A90824">
        <w:rPr>
          <w:szCs w:val="24"/>
          <w:lang w:val="sr-Cyrl-RS"/>
        </w:rPr>
        <w:t xml:space="preserve">Циљна вредност за крај 2030. године: </w:t>
      </w:r>
      <w:r w:rsidR="4CE878AB" w:rsidRPr="00A90824">
        <w:rPr>
          <w:szCs w:val="24"/>
          <w:lang w:val="sr-Cyrl-RS"/>
        </w:rPr>
        <w:t xml:space="preserve"> 10</w:t>
      </w:r>
      <w:r w:rsidR="00D54E40" w:rsidRPr="00A90824">
        <w:rPr>
          <w:szCs w:val="24"/>
          <w:lang w:val="sr-Cyrl-RS"/>
        </w:rPr>
        <w:t xml:space="preserve"> (укупно)</w:t>
      </w:r>
    </w:p>
    <w:p w14:paraId="55986748" w14:textId="77777777" w:rsidR="00BE0C76" w:rsidRPr="00A90824" w:rsidRDefault="00FB1C61" w:rsidP="00FB1C61">
      <w:pPr>
        <w:pStyle w:val="Heading1"/>
        <w:rPr>
          <w:color w:val="000000"/>
          <w:sz w:val="24"/>
          <w:szCs w:val="24"/>
          <w:lang w:val="sr-Cyrl-RS"/>
        </w:rPr>
      </w:pPr>
      <w:bookmarkStart w:id="55" w:name="_Toc174901965"/>
      <w:r w:rsidRPr="00A90824">
        <w:rPr>
          <w:color w:val="000000"/>
          <w:sz w:val="24"/>
          <w:szCs w:val="24"/>
          <w:lang w:val="sr-Cyrl-RS"/>
        </w:rPr>
        <w:t xml:space="preserve">6. </w:t>
      </w:r>
      <w:r w:rsidR="00BE0C76" w:rsidRPr="00A90824">
        <w:rPr>
          <w:color w:val="000000"/>
          <w:sz w:val="24"/>
          <w:szCs w:val="24"/>
          <w:lang w:val="sr-Cyrl-RS"/>
        </w:rPr>
        <w:t>Извештај о анализи ефеката</w:t>
      </w:r>
      <w:bookmarkEnd w:id="55"/>
    </w:p>
    <w:p w14:paraId="52BF1297" w14:textId="598860FF" w:rsidR="00BE0C76" w:rsidRPr="00A90824" w:rsidRDefault="00341085" w:rsidP="00BE0C76">
      <w:pPr>
        <w:rPr>
          <w:color w:val="000000"/>
          <w:szCs w:val="24"/>
          <w:lang w:val="sr-Cyrl-RS"/>
        </w:rPr>
      </w:pPr>
      <w:r w:rsidRPr="00A90824">
        <w:rPr>
          <w:color w:val="000000"/>
          <w:szCs w:val="24"/>
          <w:lang w:val="sr-Cyrl-RS"/>
        </w:rPr>
        <w:t xml:space="preserve">Извештај о анализи ефеката приказује </w:t>
      </w:r>
      <w:r w:rsidR="00BE0C76" w:rsidRPr="00A90824">
        <w:rPr>
          <w:color w:val="000000"/>
          <w:szCs w:val="24"/>
          <w:lang w:val="sr-Cyrl-RS"/>
        </w:rPr>
        <w:t>социјалн</w:t>
      </w:r>
      <w:r w:rsidRPr="00A90824">
        <w:rPr>
          <w:color w:val="000000"/>
          <w:szCs w:val="24"/>
          <w:lang w:val="sr-Cyrl-RS"/>
        </w:rPr>
        <w:t>е</w:t>
      </w:r>
      <w:r w:rsidR="00BE0C76" w:rsidRPr="00A90824">
        <w:rPr>
          <w:color w:val="000000"/>
          <w:szCs w:val="24"/>
          <w:lang w:val="sr-Cyrl-RS"/>
        </w:rPr>
        <w:t>, финансијск</w:t>
      </w:r>
      <w:r w:rsidRPr="00A90824">
        <w:rPr>
          <w:color w:val="000000"/>
          <w:szCs w:val="24"/>
          <w:lang w:val="sr-Cyrl-RS"/>
        </w:rPr>
        <w:t>е</w:t>
      </w:r>
      <w:r w:rsidR="00BE0C76" w:rsidRPr="00A90824">
        <w:rPr>
          <w:color w:val="000000"/>
          <w:szCs w:val="24"/>
          <w:lang w:val="sr-Cyrl-RS"/>
        </w:rPr>
        <w:t>, економск</w:t>
      </w:r>
      <w:r w:rsidRPr="00A90824">
        <w:rPr>
          <w:color w:val="000000"/>
          <w:szCs w:val="24"/>
          <w:lang w:val="sr-Cyrl-RS"/>
        </w:rPr>
        <w:t>е</w:t>
      </w:r>
      <w:r w:rsidR="00BE0C76" w:rsidRPr="00A90824">
        <w:rPr>
          <w:color w:val="000000"/>
          <w:szCs w:val="24"/>
          <w:lang w:val="sr-Cyrl-RS"/>
        </w:rPr>
        <w:t xml:space="preserve"> и управљачк</w:t>
      </w:r>
      <w:r w:rsidRPr="00A90824">
        <w:rPr>
          <w:color w:val="000000"/>
          <w:szCs w:val="24"/>
          <w:lang w:val="sr-Cyrl-RS"/>
        </w:rPr>
        <w:t>е</w:t>
      </w:r>
      <w:r w:rsidR="00BE0C76" w:rsidRPr="00A90824">
        <w:rPr>
          <w:color w:val="000000"/>
          <w:szCs w:val="24"/>
          <w:lang w:val="sr-Cyrl-RS"/>
        </w:rPr>
        <w:t xml:space="preserve"> ефект</w:t>
      </w:r>
      <w:r w:rsidRPr="00A90824">
        <w:rPr>
          <w:color w:val="000000"/>
          <w:szCs w:val="24"/>
          <w:lang w:val="sr-Cyrl-RS"/>
        </w:rPr>
        <w:t>е</w:t>
      </w:r>
      <w:r w:rsidR="00BE0C76" w:rsidRPr="00A90824">
        <w:rPr>
          <w:color w:val="000000"/>
          <w:szCs w:val="24"/>
          <w:lang w:val="sr-Cyrl-RS"/>
        </w:rPr>
        <w:t xml:space="preserve"> сваког посебног циља</w:t>
      </w:r>
      <w:r w:rsidR="00D1588F" w:rsidRPr="00A90824">
        <w:rPr>
          <w:color w:val="000000"/>
          <w:szCs w:val="24"/>
          <w:lang w:val="sr-Cyrl-RS"/>
        </w:rPr>
        <w:t>.</w:t>
      </w:r>
      <w:r w:rsidR="00BE0C76" w:rsidRPr="00A90824">
        <w:rPr>
          <w:color w:val="000000"/>
          <w:szCs w:val="24"/>
          <w:lang w:val="sr-Cyrl-RS"/>
        </w:rPr>
        <w:t xml:space="preserve"> Поред тога, у посебном делу, евидентирани су и ризици који могу настати </w:t>
      </w:r>
      <w:r w:rsidRPr="00A90824">
        <w:rPr>
          <w:color w:val="000000"/>
          <w:szCs w:val="24"/>
          <w:lang w:val="sr-Cyrl-RS"/>
        </w:rPr>
        <w:t>током</w:t>
      </w:r>
      <w:r w:rsidR="00BE0C76" w:rsidRPr="00A90824">
        <w:rPr>
          <w:color w:val="000000"/>
          <w:szCs w:val="24"/>
          <w:lang w:val="sr-Cyrl-RS"/>
        </w:rPr>
        <w:t xml:space="preserve"> спровођења </w:t>
      </w:r>
      <w:r w:rsidRPr="00A90824">
        <w:rPr>
          <w:color w:val="000000"/>
          <w:szCs w:val="24"/>
          <w:lang w:val="sr-Cyrl-RS"/>
        </w:rPr>
        <w:t>мера</w:t>
      </w:r>
      <w:r w:rsidR="00BE0C76" w:rsidRPr="00A90824">
        <w:rPr>
          <w:color w:val="000000"/>
          <w:szCs w:val="24"/>
          <w:lang w:val="sr-Cyrl-RS"/>
        </w:rPr>
        <w:t>.</w:t>
      </w:r>
    </w:p>
    <w:p w14:paraId="0739181B" w14:textId="77777777" w:rsidR="001C5967" w:rsidRPr="00A90824" w:rsidRDefault="001C5967" w:rsidP="001C5967">
      <w:pPr>
        <w:pStyle w:val="Heading2"/>
        <w:rPr>
          <w:color w:val="000000"/>
          <w:sz w:val="24"/>
          <w:szCs w:val="24"/>
        </w:rPr>
      </w:pPr>
      <w:r w:rsidRPr="00A90824">
        <w:rPr>
          <w:color w:val="000000"/>
          <w:sz w:val="24"/>
          <w:szCs w:val="24"/>
        </w:rPr>
        <w:t>6.1. Ефекти мера у оквиру Посебног циља 1</w:t>
      </w:r>
    </w:p>
    <w:p w14:paraId="345E70D7" w14:textId="77777777" w:rsidR="001C5967" w:rsidRPr="00A90824" w:rsidRDefault="001C5967" w:rsidP="001C5967">
      <w:pPr>
        <w:rPr>
          <w:color w:val="000000"/>
          <w:szCs w:val="24"/>
          <w:lang w:val="sr-Cyrl-RS"/>
        </w:rPr>
      </w:pPr>
      <w:r w:rsidRPr="00A90824">
        <w:rPr>
          <w:color w:val="000000"/>
          <w:szCs w:val="24"/>
          <w:lang w:val="sr-Cyrl-RS"/>
        </w:rPr>
        <w:t xml:space="preserve">Унапређење </w:t>
      </w:r>
      <w:r w:rsidR="00D62577" w:rsidRPr="00A90824">
        <w:rPr>
          <w:color w:val="000000"/>
          <w:szCs w:val="24"/>
          <w:lang w:val="sr-Cyrl-RS"/>
        </w:rPr>
        <w:t xml:space="preserve">институционалног и </w:t>
      </w:r>
      <w:r w:rsidRPr="00A90824">
        <w:rPr>
          <w:color w:val="000000"/>
          <w:szCs w:val="24"/>
          <w:lang w:val="sr-Cyrl-RS"/>
        </w:rPr>
        <w:t>правног оквира подразумева стварање јасних и применљивих правних и регулаторних структура које омогућавају развој и примену вештачке интелигенције. Регулисање вештачке интелигенције на добар, безбедан, сигуран, правичан и етички исправ</w:t>
      </w:r>
      <w:r w:rsidR="00D62577" w:rsidRPr="00A90824">
        <w:rPr>
          <w:color w:val="000000"/>
          <w:szCs w:val="24"/>
          <w:lang w:val="sr-Cyrl-RS"/>
        </w:rPr>
        <w:t>а</w:t>
      </w:r>
      <w:r w:rsidRPr="00A90824">
        <w:rPr>
          <w:color w:val="000000"/>
          <w:szCs w:val="24"/>
          <w:lang w:val="sr-Cyrl-RS"/>
        </w:rPr>
        <w:t>н начин обезбедиће не само правну сигурност</w:t>
      </w:r>
      <w:r w:rsidR="002A4F7B" w:rsidRPr="00A90824">
        <w:rPr>
          <w:color w:val="000000"/>
          <w:szCs w:val="24"/>
          <w:lang w:val="sr-Cyrl-RS"/>
        </w:rPr>
        <w:t>,</w:t>
      </w:r>
      <w:r w:rsidRPr="00A90824">
        <w:rPr>
          <w:color w:val="000000"/>
          <w:szCs w:val="24"/>
          <w:lang w:val="sr-Cyrl-RS"/>
        </w:rPr>
        <w:t xml:space="preserve"> већ и повећано поверење јавности у правни систем који подржава развој и примену вештачке интелигенције уз јачање етичких стандарда и добру основу за даљи развој и примену вештачке интелигенције у јавном и приватном сектору. Финансијски ефекти укључују трошкове и улагања у процесе и пројекте који треба да омогуће израду институционалног и правног оквира, који ће омогућити бржи развој иновација и привлачење инвестиција у сектор који се убрзано развија. На овај начин повећаће се економска активност и раст прихода запослених </w:t>
      </w:r>
      <w:r w:rsidR="00D62577" w:rsidRPr="00A90824">
        <w:rPr>
          <w:color w:val="000000"/>
          <w:szCs w:val="24"/>
          <w:lang w:val="sr-Cyrl-RS"/>
        </w:rPr>
        <w:t>како</w:t>
      </w:r>
      <w:r w:rsidRPr="00A90824">
        <w:rPr>
          <w:color w:val="000000"/>
          <w:szCs w:val="24"/>
          <w:lang w:val="sr-Cyrl-RS"/>
        </w:rPr>
        <w:t xml:space="preserve"> у приватном </w:t>
      </w:r>
      <w:r w:rsidR="00D62577" w:rsidRPr="00A90824">
        <w:rPr>
          <w:color w:val="000000"/>
          <w:szCs w:val="24"/>
          <w:lang w:val="sr-Cyrl-RS"/>
        </w:rPr>
        <w:t xml:space="preserve">тако </w:t>
      </w:r>
      <w:r w:rsidRPr="00A90824">
        <w:rPr>
          <w:color w:val="000000"/>
          <w:szCs w:val="24"/>
          <w:lang w:val="sr-Cyrl-RS"/>
        </w:rPr>
        <w:t>и</w:t>
      </w:r>
      <w:r w:rsidR="00D62577" w:rsidRPr="00A90824">
        <w:rPr>
          <w:color w:val="000000"/>
          <w:szCs w:val="24"/>
          <w:lang w:val="sr-Cyrl-RS"/>
        </w:rPr>
        <w:t xml:space="preserve"> у</w:t>
      </w:r>
      <w:r w:rsidRPr="00A90824">
        <w:rPr>
          <w:color w:val="000000"/>
          <w:szCs w:val="24"/>
          <w:lang w:val="sr-Cyrl-RS"/>
        </w:rPr>
        <w:t xml:space="preserve"> јавном сектору. Стварање правног оквира који омогућава развој и примену вештачке интелигенције у различитим секторима привреде би требало да допринесе расту конкурентности домаћих предузећа и повећању броја радних места у технолошком сектору. Управљачки ефекти укључују бољу координацију и ефикасност у управљању развојем и применом вештачке интелигенције. Формирање Савета и одговарајућих органа или тела која ће бити надлежна за управљање подацима омогућиће брзу реакцију на нове изазове и координацију активности између различитих сектора што ће омогућити ефикасније доношење одлука и бољу имплементацију правних и етичких стандарда. Посебно </w:t>
      </w:r>
      <w:r w:rsidR="0013079D" w:rsidRPr="00A90824">
        <w:rPr>
          <w:color w:val="000000"/>
          <w:szCs w:val="24"/>
          <w:lang w:val="sr-Cyrl-RS"/>
        </w:rPr>
        <w:t>је значајно</w:t>
      </w:r>
      <w:r w:rsidRPr="00A90824">
        <w:rPr>
          <w:color w:val="000000"/>
          <w:szCs w:val="24"/>
          <w:lang w:val="sr-Cyrl-RS"/>
        </w:rPr>
        <w:t xml:space="preserve"> оснивање Савета</w:t>
      </w:r>
      <w:r w:rsidR="00833856" w:rsidRPr="00A90824">
        <w:rPr>
          <w:color w:val="000000"/>
          <w:szCs w:val="24"/>
          <w:lang w:val="sr-Cyrl-RS"/>
        </w:rPr>
        <w:t xml:space="preserve"> за вештачку интелигенцију којим се</w:t>
      </w:r>
      <w:r w:rsidRPr="00A90824">
        <w:rPr>
          <w:color w:val="000000"/>
          <w:szCs w:val="24"/>
          <w:lang w:val="sr-Cyrl-RS"/>
        </w:rPr>
        <w:t xml:space="preserve"> унапређује одговорност и транспарентност јавне управе, </w:t>
      </w:r>
      <w:r w:rsidR="00833856" w:rsidRPr="00A90824">
        <w:rPr>
          <w:color w:val="000000"/>
          <w:szCs w:val="24"/>
          <w:lang w:val="sr-Cyrl-RS"/>
        </w:rPr>
        <w:t>кроз</w:t>
      </w:r>
      <w:r w:rsidRPr="00A90824">
        <w:rPr>
          <w:color w:val="000000"/>
          <w:szCs w:val="24"/>
          <w:lang w:val="sr-Cyrl-RS"/>
        </w:rPr>
        <w:t xml:space="preserve"> полугодишње извештавањ</w:t>
      </w:r>
      <w:r w:rsidR="00833856" w:rsidRPr="00A90824">
        <w:rPr>
          <w:color w:val="000000"/>
          <w:szCs w:val="24"/>
          <w:lang w:val="sr-Cyrl-RS"/>
        </w:rPr>
        <w:t>е</w:t>
      </w:r>
      <w:r w:rsidRPr="00A90824">
        <w:rPr>
          <w:color w:val="000000"/>
          <w:szCs w:val="24"/>
          <w:lang w:val="sr-Cyrl-RS"/>
        </w:rPr>
        <w:t xml:space="preserve"> јавности о степену реализације </w:t>
      </w:r>
      <w:r w:rsidR="00833856" w:rsidRPr="00A90824">
        <w:rPr>
          <w:color w:val="000000"/>
          <w:szCs w:val="24"/>
          <w:lang w:val="sr-Cyrl-RS"/>
        </w:rPr>
        <w:t>ове стратегије</w:t>
      </w:r>
      <w:r w:rsidRPr="00A90824">
        <w:rPr>
          <w:color w:val="000000"/>
          <w:szCs w:val="24"/>
          <w:lang w:val="sr-Cyrl-RS"/>
        </w:rPr>
        <w:t xml:space="preserve"> и доприноси </w:t>
      </w:r>
      <w:r w:rsidR="00833856" w:rsidRPr="00A90824">
        <w:rPr>
          <w:color w:val="000000"/>
          <w:szCs w:val="24"/>
          <w:lang w:val="sr-Cyrl-RS"/>
        </w:rPr>
        <w:t>дијалогу</w:t>
      </w:r>
      <w:r w:rsidRPr="00A90824">
        <w:rPr>
          <w:color w:val="000000"/>
          <w:szCs w:val="24"/>
          <w:lang w:val="sr-Cyrl-RS"/>
        </w:rPr>
        <w:t xml:space="preserve"> на тему вештачке интелигенције и нових технологија у будућности. </w:t>
      </w:r>
    </w:p>
    <w:p w14:paraId="12E08799" w14:textId="77777777" w:rsidR="0059301F" w:rsidRPr="00A90824" w:rsidRDefault="0059301F" w:rsidP="0059301F">
      <w:pPr>
        <w:pStyle w:val="Heading2"/>
        <w:rPr>
          <w:color w:val="000000"/>
          <w:sz w:val="24"/>
          <w:szCs w:val="24"/>
        </w:rPr>
      </w:pPr>
      <w:r w:rsidRPr="00A90824">
        <w:rPr>
          <w:color w:val="000000"/>
          <w:sz w:val="24"/>
          <w:szCs w:val="24"/>
        </w:rPr>
        <w:t>6.</w:t>
      </w:r>
      <w:r w:rsidR="00833856" w:rsidRPr="00A90824">
        <w:rPr>
          <w:color w:val="000000"/>
          <w:sz w:val="24"/>
          <w:szCs w:val="24"/>
        </w:rPr>
        <w:t>2</w:t>
      </w:r>
      <w:r w:rsidRPr="00A90824">
        <w:rPr>
          <w:color w:val="000000"/>
          <w:sz w:val="24"/>
          <w:szCs w:val="24"/>
        </w:rPr>
        <w:t xml:space="preserve">. Ефекти мера у оквиру Посебног циља </w:t>
      </w:r>
      <w:r w:rsidR="00833856" w:rsidRPr="00A90824">
        <w:rPr>
          <w:color w:val="000000"/>
          <w:sz w:val="24"/>
          <w:szCs w:val="24"/>
        </w:rPr>
        <w:t>2</w:t>
      </w:r>
    </w:p>
    <w:p w14:paraId="4ABEA696" w14:textId="101AF028" w:rsidR="0059301F" w:rsidRPr="00A90824" w:rsidRDefault="0059301F" w:rsidP="0059301F">
      <w:pPr>
        <w:rPr>
          <w:color w:val="000000"/>
          <w:szCs w:val="24"/>
          <w:lang w:val="sr-Cyrl-RS"/>
        </w:rPr>
      </w:pPr>
      <w:r w:rsidRPr="00A90824">
        <w:rPr>
          <w:color w:val="000000"/>
          <w:szCs w:val="24"/>
          <w:lang w:val="sr-Cyrl-RS"/>
        </w:rPr>
        <w:t xml:space="preserve">Развој научноистраживачког рада и иновативних компанија требало би да </w:t>
      </w:r>
      <w:r w:rsidR="00341085" w:rsidRPr="00A90824">
        <w:rPr>
          <w:color w:val="000000"/>
          <w:szCs w:val="24"/>
          <w:lang w:val="sr-Cyrl-RS"/>
        </w:rPr>
        <w:t xml:space="preserve">омогући постизање </w:t>
      </w:r>
      <w:r w:rsidRPr="00A90824">
        <w:rPr>
          <w:color w:val="000000"/>
          <w:szCs w:val="24"/>
          <w:lang w:val="sr-Cyrl-RS"/>
        </w:rPr>
        <w:t>кључн</w:t>
      </w:r>
      <w:r w:rsidR="00341085" w:rsidRPr="00A90824">
        <w:rPr>
          <w:color w:val="000000"/>
          <w:szCs w:val="24"/>
          <w:lang w:val="sr-Cyrl-RS"/>
        </w:rPr>
        <w:t>ог</w:t>
      </w:r>
      <w:r w:rsidRPr="00A90824">
        <w:rPr>
          <w:color w:val="000000"/>
          <w:szCs w:val="24"/>
          <w:lang w:val="sr-Cyrl-RS"/>
        </w:rPr>
        <w:t xml:space="preserve"> резултат</w:t>
      </w:r>
      <w:r w:rsidR="00341085" w:rsidRPr="00A90824">
        <w:rPr>
          <w:color w:val="000000"/>
          <w:szCs w:val="24"/>
          <w:lang w:val="sr-Cyrl-RS"/>
        </w:rPr>
        <w:t>а</w:t>
      </w:r>
      <w:r w:rsidRPr="00A90824">
        <w:rPr>
          <w:color w:val="000000"/>
          <w:szCs w:val="24"/>
          <w:lang w:val="sr-Cyrl-RS"/>
        </w:rPr>
        <w:t xml:space="preserve"> ове стратегије: повећање броја и утицаја технологија вештачке интелигенције које потичу из </w:t>
      </w:r>
      <w:r w:rsidR="00896C3B">
        <w:rPr>
          <w:color w:val="000000"/>
          <w:szCs w:val="24"/>
          <w:lang w:val="sr-Cyrl-RS"/>
        </w:rPr>
        <w:t xml:space="preserve">Републике </w:t>
      </w:r>
      <w:r w:rsidRPr="00A90824">
        <w:rPr>
          <w:color w:val="000000"/>
          <w:szCs w:val="24"/>
          <w:lang w:val="sr-Cyrl-RS"/>
        </w:rPr>
        <w:t>Србије и знања потребних за развој и примену вештачке интелигенције</w:t>
      </w:r>
      <w:r w:rsidR="001C5967" w:rsidRPr="00A90824">
        <w:rPr>
          <w:color w:val="000000"/>
          <w:szCs w:val="24"/>
          <w:lang w:val="sr-Cyrl-RS"/>
        </w:rPr>
        <w:t xml:space="preserve"> који ће допринети јачању</w:t>
      </w:r>
      <w:r w:rsidRPr="00A90824">
        <w:rPr>
          <w:color w:val="000000"/>
          <w:szCs w:val="24"/>
          <w:lang w:val="sr-Cyrl-RS"/>
        </w:rPr>
        <w:t xml:space="preserve"> </w:t>
      </w:r>
      <w:r w:rsidR="001C5967" w:rsidRPr="00A90824">
        <w:rPr>
          <w:color w:val="000000"/>
          <w:szCs w:val="24"/>
          <w:lang w:val="sr-Cyrl-RS"/>
        </w:rPr>
        <w:t xml:space="preserve">економије </w:t>
      </w:r>
      <w:r w:rsidRPr="00A90824">
        <w:rPr>
          <w:color w:val="000000"/>
          <w:szCs w:val="24"/>
          <w:lang w:val="sr-Cyrl-RS"/>
        </w:rPr>
        <w:t xml:space="preserve">и </w:t>
      </w:r>
      <w:r w:rsidR="001C5967" w:rsidRPr="00A90824">
        <w:rPr>
          <w:color w:val="000000"/>
          <w:szCs w:val="24"/>
          <w:lang w:val="sr-Cyrl-RS"/>
        </w:rPr>
        <w:t>унапређење читавог друштва</w:t>
      </w:r>
      <w:r w:rsidRPr="00A90824">
        <w:rPr>
          <w:color w:val="000000"/>
          <w:szCs w:val="24"/>
          <w:lang w:val="sr-Cyrl-RS"/>
        </w:rPr>
        <w:t xml:space="preserve">. </w:t>
      </w:r>
    </w:p>
    <w:p w14:paraId="0F09B691" w14:textId="77777777" w:rsidR="0059301F" w:rsidRPr="00A90824" w:rsidRDefault="0059301F" w:rsidP="0059301F">
      <w:pPr>
        <w:rPr>
          <w:color w:val="000000"/>
          <w:szCs w:val="24"/>
          <w:lang w:val="sr-Cyrl-RS"/>
        </w:rPr>
      </w:pPr>
      <w:r w:rsidRPr="00A90824">
        <w:rPr>
          <w:color w:val="000000"/>
          <w:szCs w:val="24"/>
          <w:lang w:val="sr-Cyrl-RS"/>
        </w:rPr>
        <w:t xml:space="preserve">Подршка Институту за вештачку интелигенцију требало би додатно </w:t>
      </w:r>
      <w:r w:rsidR="00833856" w:rsidRPr="00A90824">
        <w:rPr>
          <w:color w:val="000000"/>
          <w:szCs w:val="24"/>
          <w:lang w:val="sr-Cyrl-RS"/>
        </w:rPr>
        <w:t>д</w:t>
      </w:r>
      <w:r w:rsidRPr="00A90824">
        <w:rPr>
          <w:color w:val="000000"/>
          <w:szCs w:val="24"/>
          <w:lang w:val="sr-Cyrl-RS"/>
        </w:rPr>
        <w:t xml:space="preserve">а </w:t>
      </w:r>
      <w:r w:rsidR="00E96EF5" w:rsidRPr="00A90824">
        <w:rPr>
          <w:color w:val="000000"/>
          <w:szCs w:val="24"/>
          <w:lang w:val="sr-Cyrl-RS"/>
        </w:rPr>
        <w:t>потврди</w:t>
      </w:r>
      <w:r w:rsidRPr="00A90824">
        <w:rPr>
          <w:color w:val="000000"/>
          <w:szCs w:val="24"/>
          <w:lang w:val="sr-Cyrl-RS"/>
        </w:rPr>
        <w:t xml:space="preserve"> </w:t>
      </w:r>
      <w:r w:rsidR="00833856" w:rsidRPr="00A90824">
        <w:rPr>
          <w:color w:val="000000"/>
          <w:szCs w:val="24"/>
          <w:lang w:val="sr-Cyrl-RS"/>
        </w:rPr>
        <w:t>спремност државе да улаже у даљи развој</w:t>
      </w:r>
      <w:r w:rsidRPr="00A90824">
        <w:rPr>
          <w:color w:val="000000"/>
          <w:szCs w:val="24"/>
          <w:lang w:val="sr-Cyrl-RS"/>
        </w:rPr>
        <w:t xml:space="preserve"> вештачк</w:t>
      </w:r>
      <w:r w:rsidR="00833856" w:rsidRPr="00A90824">
        <w:rPr>
          <w:color w:val="000000"/>
          <w:szCs w:val="24"/>
          <w:lang w:val="sr-Cyrl-RS"/>
        </w:rPr>
        <w:t>е</w:t>
      </w:r>
      <w:r w:rsidRPr="00A90824">
        <w:rPr>
          <w:color w:val="000000"/>
          <w:szCs w:val="24"/>
          <w:lang w:val="sr-Cyrl-RS"/>
        </w:rPr>
        <w:t xml:space="preserve"> интелигенциј</w:t>
      </w:r>
      <w:r w:rsidR="00833856" w:rsidRPr="00A90824">
        <w:rPr>
          <w:color w:val="000000"/>
          <w:szCs w:val="24"/>
          <w:lang w:val="sr-Cyrl-RS"/>
        </w:rPr>
        <w:t>е,</w:t>
      </w:r>
      <w:r w:rsidRPr="00A90824">
        <w:rPr>
          <w:color w:val="000000"/>
          <w:szCs w:val="24"/>
          <w:lang w:val="sr-Cyrl-RS"/>
        </w:rPr>
        <w:t xml:space="preserve"> нау</w:t>
      </w:r>
      <w:r w:rsidR="00833856" w:rsidRPr="00A90824">
        <w:rPr>
          <w:color w:val="000000"/>
          <w:szCs w:val="24"/>
          <w:lang w:val="sr-Cyrl-RS"/>
        </w:rPr>
        <w:t>ке и људских</w:t>
      </w:r>
      <w:r w:rsidRPr="00A90824">
        <w:rPr>
          <w:color w:val="000000"/>
          <w:szCs w:val="24"/>
          <w:lang w:val="sr-Cyrl-RS"/>
        </w:rPr>
        <w:t xml:space="preserve"> капацитета. Управљачки ефекти укључују унапређење управљачких и радних процеса.</w:t>
      </w:r>
    </w:p>
    <w:p w14:paraId="02AD85A3" w14:textId="6CE4A259" w:rsidR="0059301F" w:rsidRPr="00A90824" w:rsidRDefault="0059301F" w:rsidP="0059301F">
      <w:pPr>
        <w:rPr>
          <w:color w:val="000000"/>
          <w:szCs w:val="24"/>
          <w:lang w:val="sr-Cyrl-RS"/>
        </w:rPr>
      </w:pPr>
      <w:r w:rsidRPr="00A90824">
        <w:rPr>
          <w:color w:val="000000"/>
          <w:szCs w:val="24"/>
          <w:lang w:val="sr-Cyrl-RS"/>
        </w:rPr>
        <w:t xml:space="preserve">Подршка иновативним компанијама кроз циљане финансијске подстицаје, инвестиционе </w:t>
      </w:r>
      <w:r w:rsidRPr="00A90824">
        <w:rPr>
          <w:szCs w:val="24"/>
          <w:lang w:val="sr-Cyrl-RS"/>
        </w:rPr>
        <w:t xml:space="preserve">грантове, омогућиће </w:t>
      </w:r>
      <w:r w:rsidRPr="00A90824">
        <w:rPr>
          <w:color w:val="000000"/>
          <w:szCs w:val="24"/>
          <w:lang w:val="sr-Cyrl-RS"/>
        </w:rPr>
        <w:t xml:space="preserve">бржи развој стартап, малих и средњих предузећа </w:t>
      </w:r>
      <w:r w:rsidR="00E96EF5" w:rsidRPr="00A90824">
        <w:rPr>
          <w:color w:val="000000"/>
          <w:szCs w:val="24"/>
          <w:lang w:val="sr-Cyrl-RS"/>
        </w:rPr>
        <w:t>као</w:t>
      </w:r>
      <w:r w:rsidRPr="00A90824">
        <w:rPr>
          <w:color w:val="000000"/>
          <w:szCs w:val="24"/>
          <w:lang w:val="sr-Cyrl-RS"/>
        </w:rPr>
        <w:t xml:space="preserve"> и других привредних </w:t>
      </w:r>
      <w:r w:rsidR="00833856" w:rsidRPr="00A90824">
        <w:rPr>
          <w:color w:val="000000"/>
          <w:szCs w:val="24"/>
          <w:lang w:val="sr-Cyrl-RS"/>
        </w:rPr>
        <w:t xml:space="preserve">субјеката </w:t>
      </w:r>
      <w:r w:rsidRPr="00A90824">
        <w:rPr>
          <w:color w:val="000000"/>
          <w:szCs w:val="24"/>
          <w:lang w:val="sr-Cyrl-RS"/>
        </w:rPr>
        <w:t xml:space="preserve">која </w:t>
      </w:r>
      <w:r w:rsidR="00833856" w:rsidRPr="00A90824">
        <w:rPr>
          <w:color w:val="000000"/>
          <w:szCs w:val="24"/>
          <w:lang w:val="sr-Cyrl-RS"/>
        </w:rPr>
        <w:t>развијају</w:t>
      </w:r>
      <w:r w:rsidRPr="00A90824">
        <w:rPr>
          <w:color w:val="000000"/>
          <w:szCs w:val="24"/>
          <w:lang w:val="sr-Cyrl-RS"/>
        </w:rPr>
        <w:t xml:space="preserve"> решења у области вештачке интелигенције. Ова мера би за резултат могла да има стварање већег броја стартапа, микро, малих и средњих </w:t>
      </w:r>
      <w:r w:rsidR="00833856" w:rsidRPr="00A90824">
        <w:rPr>
          <w:color w:val="000000"/>
          <w:szCs w:val="24"/>
          <w:lang w:val="sr-Cyrl-RS"/>
        </w:rPr>
        <w:t xml:space="preserve">компанија </w:t>
      </w:r>
      <w:r w:rsidRPr="00A90824">
        <w:rPr>
          <w:color w:val="000000"/>
          <w:szCs w:val="24"/>
          <w:lang w:val="sr-Cyrl-RS"/>
        </w:rPr>
        <w:t>које развијају и примењују вештачку интелигенцију, што ће допринети расту технолошког сектора и повећању броја радних места. На страни финансијских расхода с</w:t>
      </w:r>
      <w:r w:rsidR="00E96EF5" w:rsidRPr="00A90824">
        <w:rPr>
          <w:color w:val="000000"/>
          <w:szCs w:val="24"/>
          <w:lang w:val="sr-Cyrl-RS"/>
        </w:rPr>
        <w:t>у</w:t>
      </w:r>
      <w:r w:rsidRPr="00A90824">
        <w:rPr>
          <w:color w:val="000000"/>
          <w:szCs w:val="24"/>
          <w:lang w:val="sr-Cyrl-RS"/>
        </w:rPr>
        <w:t xml:space="preserve"> улагања </w:t>
      </w:r>
      <w:r w:rsidR="00577587" w:rsidRPr="00A90824">
        <w:rPr>
          <w:color w:val="000000"/>
          <w:szCs w:val="24"/>
          <w:lang w:val="sr-Cyrl-RS"/>
        </w:rPr>
        <w:t xml:space="preserve">у </w:t>
      </w:r>
      <w:r w:rsidRPr="00A90824">
        <w:rPr>
          <w:color w:val="000000"/>
          <w:szCs w:val="24"/>
          <w:lang w:val="sr-Cyrl-RS"/>
        </w:rPr>
        <w:t xml:space="preserve">спровођење мера кроз подршку стартапима и </w:t>
      </w:r>
      <w:r w:rsidR="00577587" w:rsidRPr="00A90824">
        <w:rPr>
          <w:color w:val="000000"/>
          <w:szCs w:val="24"/>
          <w:lang w:val="sr-Cyrl-RS"/>
        </w:rPr>
        <w:t xml:space="preserve">иновационим </w:t>
      </w:r>
      <w:r w:rsidRPr="00A90824">
        <w:rPr>
          <w:color w:val="000000"/>
          <w:szCs w:val="24"/>
          <w:lang w:val="sr-Cyrl-RS"/>
        </w:rPr>
        <w:t>компанијама, а као поврат на уложену инвестицију очекује се бржи развој и комерцијализација иновативних решења</w:t>
      </w:r>
      <w:r w:rsidR="00577587" w:rsidRPr="00A90824">
        <w:rPr>
          <w:color w:val="000000"/>
          <w:szCs w:val="24"/>
          <w:lang w:val="sr-Cyrl-RS"/>
        </w:rPr>
        <w:t>, што</w:t>
      </w:r>
      <w:r w:rsidRPr="00A90824">
        <w:rPr>
          <w:color w:val="000000"/>
          <w:szCs w:val="24"/>
          <w:lang w:val="sr-Cyrl-RS"/>
        </w:rPr>
        <w:t xml:space="preserve"> доводи до повећања економске активности, раст</w:t>
      </w:r>
      <w:r w:rsidR="00577587" w:rsidRPr="00A90824">
        <w:rPr>
          <w:color w:val="000000"/>
          <w:szCs w:val="24"/>
          <w:lang w:val="sr-Cyrl-RS"/>
        </w:rPr>
        <w:t>у</w:t>
      </w:r>
      <w:r w:rsidRPr="00A90824">
        <w:rPr>
          <w:color w:val="000000"/>
          <w:szCs w:val="24"/>
          <w:lang w:val="sr-Cyrl-RS"/>
        </w:rPr>
        <w:t xml:space="preserve"> прихода у екосистему и привлачење страних инвестиција. </w:t>
      </w:r>
      <w:r w:rsidR="00577587" w:rsidRPr="00A90824">
        <w:rPr>
          <w:color w:val="000000"/>
          <w:szCs w:val="24"/>
          <w:lang w:val="sr-Cyrl-RS"/>
        </w:rPr>
        <w:t>В</w:t>
      </w:r>
      <w:r w:rsidRPr="00A90824">
        <w:rPr>
          <w:color w:val="000000"/>
          <w:szCs w:val="24"/>
          <w:lang w:val="sr-Cyrl-RS"/>
        </w:rPr>
        <w:t xml:space="preserve">ажан ефекат </w:t>
      </w:r>
      <w:r w:rsidR="00577587" w:rsidRPr="00A90824">
        <w:rPr>
          <w:color w:val="000000"/>
          <w:szCs w:val="24"/>
          <w:lang w:val="sr-Cyrl-RS"/>
        </w:rPr>
        <w:t>на</w:t>
      </w:r>
      <w:r w:rsidRPr="00A90824">
        <w:rPr>
          <w:color w:val="000000"/>
          <w:szCs w:val="24"/>
          <w:lang w:val="sr-Cyrl-RS"/>
        </w:rPr>
        <w:t xml:space="preserve"> </w:t>
      </w:r>
      <w:r w:rsidR="00577587" w:rsidRPr="00A90824">
        <w:rPr>
          <w:color w:val="000000"/>
          <w:szCs w:val="24"/>
          <w:lang w:val="sr-Cyrl-RS"/>
        </w:rPr>
        <w:t>друштво и социјални</w:t>
      </w:r>
      <w:r w:rsidRPr="00A90824">
        <w:rPr>
          <w:color w:val="000000"/>
          <w:szCs w:val="24"/>
          <w:lang w:val="sr-Cyrl-RS"/>
        </w:rPr>
        <w:t xml:space="preserve"> утицај </w:t>
      </w:r>
      <w:r w:rsidR="00577587" w:rsidRPr="00A90824">
        <w:rPr>
          <w:color w:val="000000"/>
          <w:szCs w:val="24"/>
          <w:lang w:val="sr-Cyrl-RS"/>
        </w:rPr>
        <w:t>може бити у</w:t>
      </w:r>
      <w:r w:rsidRPr="00A90824">
        <w:rPr>
          <w:color w:val="000000"/>
          <w:szCs w:val="24"/>
          <w:lang w:val="sr-Cyrl-RS"/>
        </w:rPr>
        <w:t xml:space="preserve"> повећањ</w:t>
      </w:r>
      <w:r w:rsidR="00577587" w:rsidRPr="00A90824">
        <w:rPr>
          <w:color w:val="000000"/>
          <w:szCs w:val="24"/>
          <w:lang w:val="sr-Cyrl-RS"/>
        </w:rPr>
        <w:t>у</w:t>
      </w:r>
      <w:r w:rsidRPr="00A90824">
        <w:rPr>
          <w:color w:val="000000"/>
          <w:szCs w:val="24"/>
          <w:lang w:val="sr-Cyrl-RS"/>
        </w:rPr>
        <w:t xml:space="preserve"> предузетни</w:t>
      </w:r>
      <w:r w:rsidR="00577587" w:rsidRPr="00A90824">
        <w:rPr>
          <w:color w:val="000000"/>
          <w:szCs w:val="24"/>
          <w:lang w:val="sr-Cyrl-RS"/>
        </w:rPr>
        <w:t>штва и даљем</w:t>
      </w:r>
      <w:r w:rsidRPr="00A90824">
        <w:rPr>
          <w:color w:val="000000"/>
          <w:szCs w:val="24"/>
          <w:lang w:val="sr-Cyrl-RS"/>
        </w:rPr>
        <w:t xml:space="preserve"> развоју привреде.</w:t>
      </w:r>
    </w:p>
    <w:p w14:paraId="55EC7117" w14:textId="77777777" w:rsidR="0059301F" w:rsidRPr="00A90824" w:rsidRDefault="0059301F" w:rsidP="0059301F">
      <w:pPr>
        <w:rPr>
          <w:color w:val="000000"/>
          <w:szCs w:val="24"/>
          <w:lang w:val="sr-Cyrl-RS"/>
        </w:rPr>
      </w:pPr>
      <w:r w:rsidRPr="00A90824">
        <w:rPr>
          <w:color w:val="000000"/>
          <w:szCs w:val="24"/>
          <w:lang w:val="sr-Cyrl-RS"/>
        </w:rPr>
        <w:t xml:space="preserve">Подршка програмима професионалног развоја и обуке у области вештачке интелигенције </w:t>
      </w:r>
      <w:r w:rsidR="00E96EF5" w:rsidRPr="00A90824">
        <w:rPr>
          <w:color w:val="000000"/>
          <w:szCs w:val="24"/>
          <w:lang w:val="sr-Cyrl-RS"/>
        </w:rPr>
        <w:t>о</w:t>
      </w:r>
      <w:r w:rsidRPr="00A90824">
        <w:rPr>
          <w:color w:val="000000"/>
          <w:szCs w:val="24"/>
          <w:lang w:val="sr-Cyrl-RS"/>
        </w:rPr>
        <w:t>могућ</w:t>
      </w:r>
      <w:r w:rsidR="00E96EF5" w:rsidRPr="00A90824">
        <w:rPr>
          <w:color w:val="000000"/>
          <w:szCs w:val="24"/>
          <w:lang w:val="sr-Cyrl-RS"/>
        </w:rPr>
        <w:t>иће</w:t>
      </w:r>
      <w:r w:rsidRPr="00A90824">
        <w:rPr>
          <w:color w:val="000000"/>
          <w:szCs w:val="24"/>
          <w:lang w:val="sr-Cyrl-RS"/>
        </w:rPr>
        <w:t xml:space="preserve"> запосленима да стекну нове вештине и знања, чиме ће се повећати њихова продуктивност и конкурентност. Економски ефекти укључују подстицање иновација и технолошког развоја кроз подршку развоју решења и развоја науке и истраживања. </w:t>
      </w:r>
    </w:p>
    <w:p w14:paraId="324545BA" w14:textId="77777777" w:rsidR="00BE0C76" w:rsidRPr="00A90824" w:rsidRDefault="00FB1C61" w:rsidP="00984003">
      <w:pPr>
        <w:pStyle w:val="Heading2"/>
        <w:rPr>
          <w:color w:val="000000"/>
          <w:sz w:val="24"/>
          <w:szCs w:val="24"/>
        </w:rPr>
      </w:pPr>
      <w:bookmarkStart w:id="56" w:name="_Toc174901966"/>
      <w:r w:rsidRPr="00A90824">
        <w:rPr>
          <w:color w:val="000000"/>
          <w:sz w:val="24"/>
          <w:szCs w:val="24"/>
        </w:rPr>
        <w:t>6.</w:t>
      </w:r>
      <w:r w:rsidR="00577587" w:rsidRPr="00A90824">
        <w:rPr>
          <w:color w:val="000000"/>
          <w:sz w:val="24"/>
          <w:szCs w:val="24"/>
        </w:rPr>
        <w:t>3</w:t>
      </w:r>
      <w:r w:rsidRPr="00A90824">
        <w:rPr>
          <w:color w:val="000000"/>
          <w:sz w:val="24"/>
          <w:szCs w:val="24"/>
        </w:rPr>
        <w:t xml:space="preserve">. </w:t>
      </w:r>
      <w:r w:rsidR="00BE0C76" w:rsidRPr="00A90824">
        <w:rPr>
          <w:color w:val="000000"/>
          <w:sz w:val="24"/>
          <w:szCs w:val="24"/>
        </w:rPr>
        <w:t xml:space="preserve">Ефекти мера у оквиру Посебног циља </w:t>
      </w:r>
      <w:r w:rsidR="00577587" w:rsidRPr="00A90824">
        <w:rPr>
          <w:color w:val="000000"/>
          <w:sz w:val="24"/>
          <w:szCs w:val="24"/>
        </w:rPr>
        <w:t>3</w:t>
      </w:r>
      <w:bookmarkEnd w:id="56"/>
    </w:p>
    <w:p w14:paraId="2690B2BC" w14:textId="77777777" w:rsidR="0059301F" w:rsidRPr="00A90824" w:rsidRDefault="00E96EF5" w:rsidP="00BE0C76">
      <w:pPr>
        <w:rPr>
          <w:color w:val="000000"/>
          <w:szCs w:val="24"/>
          <w:lang w:val="sr-Cyrl-RS"/>
        </w:rPr>
      </w:pPr>
      <w:r w:rsidRPr="00A90824">
        <w:rPr>
          <w:color w:val="000000"/>
          <w:szCs w:val="24"/>
          <w:lang w:val="sr-Cyrl-RS"/>
        </w:rPr>
        <w:t>Н</w:t>
      </w:r>
      <w:r w:rsidR="0059301F" w:rsidRPr="00A90824">
        <w:rPr>
          <w:color w:val="000000"/>
          <w:szCs w:val="24"/>
          <w:lang w:val="sr-Cyrl-RS"/>
        </w:rPr>
        <w:t>апредак у домену развоја технологије, знања и примене вештачке интелигенције захтева развој компетенција радно способног становништва и увођење потребних измена на свим нивоима формалног образовања, као и пружање адекватних могућности за неформално образовање. У погледу овог посебног циља, о</w:t>
      </w:r>
      <w:r w:rsidR="00BE0C76" w:rsidRPr="00A90824">
        <w:rPr>
          <w:color w:val="000000"/>
          <w:szCs w:val="24"/>
          <w:lang w:val="sr-Cyrl-RS"/>
        </w:rPr>
        <w:t xml:space="preserve">чекују се позитивни економски ефекти кроз </w:t>
      </w:r>
      <w:r w:rsidR="00577587" w:rsidRPr="00A90824">
        <w:rPr>
          <w:color w:val="000000"/>
          <w:szCs w:val="24"/>
          <w:lang w:val="sr-Cyrl-RS"/>
        </w:rPr>
        <w:t xml:space="preserve">реализацију </w:t>
      </w:r>
      <w:r w:rsidR="00BE0C76" w:rsidRPr="00A90824">
        <w:rPr>
          <w:color w:val="000000"/>
          <w:szCs w:val="24"/>
          <w:lang w:val="sr-Cyrl-RS"/>
        </w:rPr>
        <w:t>обук</w:t>
      </w:r>
      <w:r w:rsidR="00577587" w:rsidRPr="00A90824">
        <w:rPr>
          <w:color w:val="000000"/>
          <w:szCs w:val="24"/>
          <w:lang w:val="sr-Cyrl-RS"/>
        </w:rPr>
        <w:t>а</w:t>
      </w:r>
      <w:r w:rsidR="00BE0C76" w:rsidRPr="00A90824">
        <w:rPr>
          <w:color w:val="000000"/>
          <w:szCs w:val="24"/>
          <w:lang w:val="sr-Cyrl-RS"/>
        </w:rPr>
        <w:t xml:space="preserve"> које обухватају све узрасте и </w:t>
      </w:r>
      <w:r w:rsidR="00577587" w:rsidRPr="00A90824">
        <w:rPr>
          <w:color w:val="000000"/>
          <w:szCs w:val="24"/>
          <w:lang w:val="sr-Cyrl-RS"/>
        </w:rPr>
        <w:t>различите образовне профиле</w:t>
      </w:r>
      <w:r w:rsidR="00BE0C76" w:rsidRPr="00A90824">
        <w:rPr>
          <w:color w:val="000000"/>
          <w:szCs w:val="24"/>
          <w:lang w:val="sr-Cyrl-RS"/>
        </w:rPr>
        <w:t xml:space="preserve">. Ове обуке </w:t>
      </w:r>
      <w:r w:rsidR="000D0681" w:rsidRPr="00A90824">
        <w:rPr>
          <w:color w:val="000000"/>
          <w:szCs w:val="24"/>
          <w:lang w:val="sr-Cyrl-RS"/>
        </w:rPr>
        <w:t>ће запосленима</w:t>
      </w:r>
      <w:r w:rsidR="00BE0C76" w:rsidRPr="00A90824">
        <w:rPr>
          <w:color w:val="000000"/>
          <w:szCs w:val="24"/>
          <w:lang w:val="sr-Cyrl-RS"/>
        </w:rPr>
        <w:t xml:space="preserve"> у различитим индустријама </w:t>
      </w:r>
      <w:r w:rsidR="000D0681" w:rsidRPr="00A90824">
        <w:rPr>
          <w:color w:val="000000"/>
          <w:szCs w:val="24"/>
          <w:lang w:val="sr-Cyrl-RS"/>
        </w:rPr>
        <w:t xml:space="preserve">омогућити </w:t>
      </w:r>
      <w:r w:rsidR="00BE0C76" w:rsidRPr="00A90824">
        <w:rPr>
          <w:color w:val="000000"/>
          <w:szCs w:val="24"/>
          <w:lang w:val="sr-Cyrl-RS"/>
        </w:rPr>
        <w:t xml:space="preserve">да стекну потребна знања и вештине </w:t>
      </w:r>
      <w:r w:rsidR="000D0681" w:rsidRPr="00A90824">
        <w:rPr>
          <w:color w:val="000000"/>
          <w:szCs w:val="24"/>
          <w:lang w:val="sr-Cyrl-RS"/>
        </w:rPr>
        <w:t>неопходн</w:t>
      </w:r>
      <w:r w:rsidR="002A4F7B" w:rsidRPr="00A90824">
        <w:rPr>
          <w:color w:val="000000"/>
          <w:szCs w:val="24"/>
          <w:lang w:val="sr-Cyrl-RS"/>
        </w:rPr>
        <w:t>е</w:t>
      </w:r>
      <w:r w:rsidR="000D0681" w:rsidRPr="00A90824">
        <w:rPr>
          <w:color w:val="000000"/>
          <w:szCs w:val="24"/>
          <w:lang w:val="sr-Cyrl-RS"/>
        </w:rPr>
        <w:t xml:space="preserve"> </w:t>
      </w:r>
      <w:r w:rsidR="00BE0C76" w:rsidRPr="00A90824">
        <w:rPr>
          <w:color w:val="000000"/>
          <w:szCs w:val="24"/>
          <w:lang w:val="sr-Cyrl-RS"/>
        </w:rPr>
        <w:t xml:space="preserve">за </w:t>
      </w:r>
      <w:r w:rsidR="000D0681" w:rsidRPr="00A90824">
        <w:rPr>
          <w:color w:val="000000"/>
          <w:szCs w:val="24"/>
          <w:lang w:val="sr-Cyrl-RS"/>
        </w:rPr>
        <w:t>коришћење</w:t>
      </w:r>
      <w:r w:rsidR="00BE0C76" w:rsidRPr="00A90824">
        <w:rPr>
          <w:color w:val="000000"/>
          <w:szCs w:val="24"/>
          <w:lang w:val="sr-Cyrl-RS"/>
        </w:rPr>
        <w:t xml:space="preserve"> вештачк</w:t>
      </w:r>
      <w:r w:rsidRPr="00A90824">
        <w:rPr>
          <w:color w:val="000000"/>
          <w:szCs w:val="24"/>
          <w:lang w:val="sr-Cyrl-RS"/>
        </w:rPr>
        <w:t>е</w:t>
      </w:r>
      <w:r w:rsidR="00BE0C76" w:rsidRPr="00A90824">
        <w:rPr>
          <w:color w:val="000000"/>
          <w:szCs w:val="24"/>
          <w:lang w:val="sr-Cyrl-RS"/>
        </w:rPr>
        <w:t xml:space="preserve"> интелигенциј</w:t>
      </w:r>
      <w:r w:rsidRPr="00A90824">
        <w:rPr>
          <w:color w:val="000000"/>
          <w:szCs w:val="24"/>
          <w:lang w:val="sr-Cyrl-RS"/>
        </w:rPr>
        <w:t>е</w:t>
      </w:r>
      <w:r w:rsidR="00BE0C76" w:rsidRPr="00A90824">
        <w:rPr>
          <w:color w:val="000000"/>
          <w:szCs w:val="24"/>
          <w:lang w:val="sr-Cyrl-RS"/>
        </w:rPr>
        <w:t>, па се очекује повећање њихове продуктивност</w:t>
      </w:r>
      <w:r w:rsidR="002A4F7B" w:rsidRPr="00A90824">
        <w:rPr>
          <w:color w:val="000000"/>
          <w:szCs w:val="24"/>
          <w:lang w:val="sr-Cyrl-RS"/>
        </w:rPr>
        <w:t>и</w:t>
      </w:r>
      <w:r w:rsidR="00BE0C76" w:rsidRPr="00A90824">
        <w:rPr>
          <w:color w:val="000000"/>
          <w:szCs w:val="24"/>
          <w:lang w:val="sr-Cyrl-RS"/>
        </w:rPr>
        <w:t xml:space="preserve"> и конкурентност</w:t>
      </w:r>
      <w:r w:rsidR="002A4F7B" w:rsidRPr="00A90824">
        <w:rPr>
          <w:color w:val="000000"/>
          <w:szCs w:val="24"/>
          <w:lang w:val="sr-Cyrl-RS"/>
        </w:rPr>
        <w:t>и</w:t>
      </w:r>
      <w:r w:rsidR="00BE0C76" w:rsidRPr="00A90824">
        <w:rPr>
          <w:color w:val="000000"/>
          <w:szCs w:val="24"/>
          <w:lang w:val="sr-Cyrl-RS"/>
        </w:rPr>
        <w:t xml:space="preserve">. Стратегија укључује креирање курсева и радионица за преквалификацију и доквалификацију радника, у циљу боље припремљености за промене које доноси ова технологија. Управљачки ефекти укључују унапређење образовног система кроз интеграцију вештачке интелигенције у </w:t>
      </w:r>
      <w:r w:rsidR="000D0681" w:rsidRPr="00A90824">
        <w:rPr>
          <w:color w:val="000000"/>
          <w:szCs w:val="24"/>
          <w:lang w:val="sr-Cyrl-RS"/>
        </w:rPr>
        <w:t>наставн</w:t>
      </w:r>
      <w:r w:rsidRPr="00A90824">
        <w:rPr>
          <w:color w:val="000000"/>
          <w:szCs w:val="24"/>
          <w:lang w:val="sr-Cyrl-RS"/>
        </w:rPr>
        <w:t>е</w:t>
      </w:r>
      <w:r w:rsidR="000D0681" w:rsidRPr="00A90824">
        <w:rPr>
          <w:color w:val="000000"/>
          <w:szCs w:val="24"/>
          <w:lang w:val="sr-Cyrl-RS"/>
        </w:rPr>
        <w:t xml:space="preserve"> програм</w:t>
      </w:r>
      <w:r w:rsidRPr="00A90824">
        <w:rPr>
          <w:color w:val="000000"/>
          <w:szCs w:val="24"/>
          <w:lang w:val="sr-Cyrl-RS"/>
        </w:rPr>
        <w:t>е</w:t>
      </w:r>
      <w:r w:rsidR="000D0681" w:rsidRPr="00A90824">
        <w:rPr>
          <w:color w:val="000000"/>
          <w:szCs w:val="24"/>
          <w:lang w:val="sr-Cyrl-RS"/>
        </w:rPr>
        <w:t xml:space="preserve"> </w:t>
      </w:r>
      <w:r w:rsidR="00BE0C76" w:rsidRPr="00A90824">
        <w:rPr>
          <w:color w:val="000000"/>
          <w:szCs w:val="24"/>
          <w:lang w:val="sr-Cyrl-RS"/>
        </w:rPr>
        <w:t>основни</w:t>
      </w:r>
      <w:r w:rsidR="000D0681" w:rsidRPr="00A90824">
        <w:rPr>
          <w:color w:val="000000"/>
          <w:szCs w:val="24"/>
          <w:lang w:val="sr-Cyrl-RS"/>
        </w:rPr>
        <w:t>х</w:t>
      </w:r>
      <w:r w:rsidR="00BE0C76" w:rsidRPr="00A90824">
        <w:rPr>
          <w:color w:val="000000"/>
          <w:szCs w:val="24"/>
          <w:lang w:val="sr-Cyrl-RS"/>
        </w:rPr>
        <w:t xml:space="preserve"> и средњи</w:t>
      </w:r>
      <w:r w:rsidR="000D0681" w:rsidRPr="00A90824">
        <w:rPr>
          <w:color w:val="000000"/>
          <w:szCs w:val="24"/>
          <w:lang w:val="sr-Cyrl-RS"/>
        </w:rPr>
        <w:t>х</w:t>
      </w:r>
      <w:r w:rsidR="00BE0C76" w:rsidRPr="00A90824">
        <w:rPr>
          <w:color w:val="000000"/>
          <w:szCs w:val="24"/>
          <w:lang w:val="sr-Cyrl-RS"/>
        </w:rPr>
        <w:t xml:space="preserve"> школа. </w:t>
      </w:r>
    </w:p>
    <w:p w14:paraId="757A3BA5" w14:textId="77777777" w:rsidR="00D1588F" w:rsidRPr="00A90824" w:rsidRDefault="0059301F" w:rsidP="00D1588F">
      <w:pPr>
        <w:rPr>
          <w:color w:val="000000"/>
          <w:szCs w:val="24"/>
          <w:lang w:val="sr-Cyrl-RS"/>
        </w:rPr>
      </w:pPr>
      <w:r w:rsidRPr="00A90824">
        <w:rPr>
          <w:color w:val="000000"/>
          <w:szCs w:val="24"/>
          <w:lang w:val="sr-Cyrl-RS"/>
        </w:rPr>
        <w:t xml:space="preserve">Социјални ефекти ових мера </w:t>
      </w:r>
      <w:r w:rsidR="000D0681" w:rsidRPr="00A90824">
        <w:rPr>
          <w:color w:val="000000"/>
          <w:szCs w:val="24"/>
          <w:lang w:val="sr-Cyrl-RS"/>
        </w:rPr>
        <w:t>довешће до</w:t>
      </w:r>
      <w:r w:rsidRPr="00A90824">
        <w:rPr>
          <w:color w:val="000000"/>
          <w:szCs w:val="24"/>
          <w:lang w:val="sr-Cyrl-RS"/>
        </w:rPr>
        <w:t xml:space="preserve"> повећањ</w:t>
      </w:r>
      <w:r w:rsidR="000D0681" w:rsidRPr="00A90824">
        <w:rPr>
          <w:color w:val="000000"/>
          <w:szCs w:val="24"/>
          <w:lang w:val="sr-Cyrl-RS"/>
        </w:rPr>
        <w:t>а</w:t>
      </w:r>
      <w:r w:rsidRPr="00A90824">
        <w:rPr>
          <w:color w:val="000000"/>
          <w:szCs w:val="24"/>
          <w:lang w:val="sr-Cyrl-RS"/>
        </w:rPr>
        <w:t xml:space="preserve"> интересовања јавности за вештачку интелигенцију и побољшање технолошке писмености, што је предуслов за изградњу технолошки напредног и етички освешћеног друштва. Финансијски ефекти укључују улагања у организацију образовних кампања, развој онлајн платформи и </w:t>
      </w:r>
      <w:r w:rsidR="00E96EF5" w:rsidRPr="00A90824">
        <w:rPr>
          <w:color w:val="000000"/>
          <w:szCs w:val="24"/>
          <w:lang w:val="sr-Cyrl-RS"/>
        </w:rPr>
        <w:t xml:space="preserve">бољу </w:t>
      </w:r>
      <w:r w:rsidR="000D0681" w:rsidRPr="00A90824">
        <w:rPr>
          <w:color w:val="000000"/>
          <w:szCs w:val="24"/>
          <w:lang w:val="sr-Cyrl-RS"/>
        </w:rPr>
        <w:t>сарадњ</w:t>
      </w:r>
      <w:r w:rsidR="00E96EF5" w:rsidRPr="00A90824">
        <w:rPr>
          <w:color w:val="000000"/>
          <w:szCs w:val="24"/>
          <w:lang w:val="sr-Cyrl-RS"/>
        </w:rPr>
        <w:t>у</w:t>
      </w:r>
      <w:r w:rsidR="000D0681" w:rsidRPr="00A90824">
        <w:rPr>
          <w:color w:val="000000"/>
          <w:szCs w:val="24"/>
          <w:lang w:val="sr-Cyrl-RS"/>
        </w:rPr>
        <w:t xml:space="preserve"> </w:t>
      </w:r>
      <w:r w:rsidRPr="00A90824">
        <w:rPr>
          <w:color w:val="000000"/>
          <w:szCs w:val="24"/>
          <w:lang w:val="sr-Cyrl-RS"/>
        </w:rPr>
        <w:t xml:space="preserve">са медијима. Иако ова улагања захтевају значајне ресурсе, дугорочно </w:t>
      </w:r>
      <w:r w:rsidR="000D0681" w:rsidRPr="00A90824">
        <w:rPr>
          <w:color w:val="000000"/>
          <w:szCs w:val="24"/>
          <w:lang w:val="sr-Cyrl-RS"/>
        </w:rPr>
        <w:t xml:space="preserve">ће </w:t>
      </w:r>
      <w:r w:rsidRPr="00A90824">
        <w:rPr>
          <w:color w:val="000000"/>
          <w:szCs w:val="24"/>
          <w:lang w:val="sr-Cyrl-RS"/>
        </w:rPr>
        <w:t>резултира</w:t>
      </w:r>
      <w:r w:rsidR="000D0681" w:rsidRPr="00A90824">
        <w:rPr>
          <w:color w:val="000000"/>
          <w:szCs w:val="24"/>
          <w:lang w:val="sr-Cyrl-RS"/>
        </w:rPr>
        <w:t>ти</w:t>
      </w:r>
      <w:r w:rsidRPr="00A90824">
        <w:rPr>
          <w:color w:val="000000"/>
          <w:szCs w:val="24"/>
          <w:lang w:val="sr-Cyrl-RS"/>
        </w:rPr>
        <w:t xml:space="preserve"> </w:t>
      </w:r>
      <w:r w:rsidR="00E96EF5" w:rsidRPr="00A90824">
        <w:rPr>
          <w:color w:val="000000"/>
          <w:szCs w:val="24"/>
          <w:lang w:val="sr-Cyrl-RS"/>
        </w:rPr>
        <w:t>већим</w:t>
      </w:r>
      <w:r w:rsidRPr="00A90824">
        <w:rPr>
          <w:color w:val="000000"/>
          <w:szCs w:val="24"/>
          <w:lang w:val="sr-Cyrl-RS"/>
        </w:rPr>
        <w:t xml:space="preserve"> разумевањем и прихватањем вештачке интелигенције</w:t>
      </w:r>
      <w:r w:rsidR="000D0681" w:rsidRPr="00A90824">
        <w:rPr>
          <w:color w:val="000000"/>
          <w:szCs w:val="24"/>
          <w:lang w:val="sr-Cyrl-RS"/>
        </w:rPr>
        <w:t xml:space="preserve"> друштва у целини</w:t>
      </w:r>
      <w:r w:rsidRPr="00A90824">
        <w:rPr>
          <w:color w:val="000000"/>
          <w:szCs w:val="24"/>
          <w:lang w:val="sr-Cyrl-RS"/>
        </w:rPr>
        <w:t xml:space="preserve">, што би требало да утиче на повећање продуктивности и конкурентности домаћих компанија. Подстицање дијалога о </w:t>
      </w:r>
      <w:r w:rsidR="000D0681" w:rsidRPr="00A90824">
        <w:rPr>
          <w:color w:val="000000"/>
          <w:szCs w:val="24"/>
          <w:lang w:val="sr-Cyrl-RS"/>
        </w:rPr>
        <w:t xml:space="preserve">утицајима </w:t>
      </w:r>
      <w:r w:rsidRPr="00A90824">
        <w:rPr>
          <w:color w:val="000000"/>
          <w:szCs w:val="24"/>
          <w:lang w:val="sr-Cyrl-RS"/>
        </w:rPr>
        <w:t>вештачк</w:t>
      </w:r>
      <w:r w:rsidR="000D0681" w:rsidRPr="00A90824">
        <w:rPr>
          <w:color w:val="000000"/>
          <w:szCs w:val="24"/>
          <w:lang w:val="sr-Cyrl-RS"/>
        </w:rPr>
        <w:t>е</w:t>
      </w:r>
      <w:r w:rsidRPr="00A90824">
        <w:rPr>
          <w:color w:val="000000"/>
          <w:szCs w:val="24"/>
          <w:lang w:val="sr-Cyrl-RS"/>
        </w:rPr>
        <w:t xml:space="preserve"> интелигенциј</w:t>
      </w:r>
      <w:r w:rsidR="000D0681" w:rsidRPr="00A90824">
        <w:rPr>
          <w:color w:val="000000"/>
          <w:szCs w:val="24"/>
          <w:lang w:val="sr-Cyrl-RS"/>
        </w:rPr>
        <w:t>е</w:t>
      </w:r>
      <w:r w:rsidRPr="00A90824">
        <w:rPr>
          <w:color w:val="000000"/>
          <w:szCs w:val="24"/>
          <w:lang w:val="sr-Cyrl-RS"/>
        </w:rPr>
        <w:t xml:space="preserve"> и редовно објављивање чланака и </w:t>
      </w:r>
      <w:r w:rsidR="00E96EF5" w:rsidRPr="00A90824">
        <w:rPr>
          <w:color w:val="000000"/>
          <w:szCs w:val="24"/>
          <w:lang w:val="sr-Cyrl-RS"/>
        </w:rPr>
        <w:t xml:space="preserve">реализација </w:t>
      </w:r>
      <w:r w:rsidRPr="00A90824">
        <w:rPr>
          <w:color w:val="000000"/>
          <w:szCs w:val="24"/>
          <w:lang w:val="sr-Cyrl-RS"/>
        </w:rPr>
        <w:t xml:space="preserve">програма </w:t>
      </w:r>
      <w:r w:rsidR="00E96EF5" w:rsidRPr="00A90824">
        <w:rPr>
          <w:color w:val="000000"/>
          <w:szCs w:val="24"/>
          <w:lang w:val="sr-Cyrl-RS"/>
        </w:rPr>
        <w:t>на</w:t>
      </w:r>
      <w:r w:rsidRPr="00A90824">
        <w:rPr>
          <w:color w:val="000000"/>
          <w:szCs w:val="24"/>
          <w:lang w:val="sr-Cyrl-RS"/>
        </w:rPr>
        <w:t xml:space="preserve"> ов</w:t>
      </w:r>
      <w:r w:rsidR="00E96EF5" w:rsidRPr="00A90824">
        <w:rPr>
          <w:color w:val="000000"/>
          <w:szCs w:val="24"/>
          <w:lang w:val="sr-Cyrl-RS"/>
        </w:rPr>
        <w:t>у</w:t>
      </w:r>
      <w:r w:rsidRPr="00A90824">
        <w:rPr>
          <w:color w:val="000000"/>
          <w:szCs w:val="24"/>
          <w:lang w:val="sr-Cyrl-RS"/>
        </w:rPr>
        <w:t xml:space="preserve"> тем</w:t>
      </w:r>
      <w:r w:rsidR="002A4F7B" w:rsidRPr="00A90824">
        <w:rPr>
          <w:color w:val="000000"/>
          <w:szCs w:val="24"/>
          <w:lang w:val="sr-Cyrl-RS"/>
        </w:rPr>
        <w:t>у</w:t>
      </w:r>
      <w:r w:rsidRPr="00A90824">
        <w:rPr>
          <w:color w:val="000000"/>
          <w:szCs w:val="24"/>
          <w:lang w:val="sr-Cyrl-RS"/>
        </w:rPr>
        <w:t xml:space="preserve"> довело би до континуиране едукације јавности</w:t>
      </w:r>
      <w:r w:rsidR="000D0681" w:rsidRPr="00A90824">
        <w:rPr>
          <w:color w:val="000000"/>
          <w:szCs w:val="24"/>
          <w:lang w:val="sr-Cyrl-RS"/>
        </w:rPr>
        <w:t xml:space="preserve">. </w:t>
      </w:r>
    </w:p>
    <w:p w14:paraId="755F48DD" w14:textId="1B6B110F" w:rsidR="0059301F" w:rsidRPr="00A90824" w:rsidRDefault="0059301F" w:rsidP="00D1588F">
      <w:pPr>
        <w:pStyle w:val="Heading2"/>
        <w:rPr>
          <w:color w:val="000000"/>
          <w:sz w:val="24"/>
          <w:szCs w:val="24"/>
        </w:rPr>
      </w:pPr>
      <w:r w:rsidRPr="00A90824">
        <w:rPr>
          <w:color w:val="000000"/>
          <w:sz w:val="24"/>
          <w:szCs w:val="24"/>
        </w:rPr>
        <w:t>6.</w:t>
      </w:r>
      <w:r w:rsidR="009637B7" w:rsidRPr="00A90824">
        <w:rPr>
          <w:color w:val="000000"/>
          <w:sz w:val="24"/>
          <w:szCs w:val="24"/>
        </w:rPr>
        <w:t>4</w:t>
      </w:r>
      <w:r w:rsidRPr="00A90824">
        <w:rPr>
          <w:color w:val="000000"/>
          <w:sz w:val="24"/>
          <w:szCs w:val="24"/>
        </w:rPr>
        <w:t xml:space="preserve">. Ефекти мера у оквиру Посебног циља </w:t>
      </w:r>
      <w:r w:rsidR="009637B7" w:rsidRPr="00A90824">
        <w:rPr>
          <w:color w:val="000000"/>
          <w:sz w:val="24"/>
          <w:szCs w:val="24"/>
        </w:rPr>
        <w:t>4</w:t>
      </w:r>
    </w:p>
    <w:p w14:paraId="637B3793" w14:textId="55B56604" w:rsidR="0059301F" w:rsidRPr="00A90824" w:rsidRDefault="0059301F" w:rsidP="0059301F">
      <w:pPr>
        <w:rPr>
          <w:color w:val="000000"/>
          <w:szCs w:val="24"/>
          <w:lang w:val="sr-Cyrl-RS"/>
        </w:rPr>
      </w:pPr>
      <w:r w:rsidRPr="00A90824">
        <w:rPr>
          <w:color w:val="000000"/>
          <w:szCs w:val="24"/>
          <w:lang w:val="sr-Cyrl-RS"/>
        </w:rPr>
        <w:t xml:space="preserve">Изградња и повезивање екосистема са </w:t>
      </w:r>
      <w:r w:rsidR="00E96EF5" w:rsidRPr="00A90824">
        <w:rPr>
          <w:color w:val="000000"/>
          <w:szCs w:val="24"/>
          <w:lang w:val="sr-Cyrl-RS"/>
        </w:rPr>
        <w:t>учесницима</w:t>
      </w:r>
      <w:r w:rsidRPr="00A90824">
        <w:rPr>
          <w:color w:val="000000"/>
          <w:szCs w:val="24"/>
          <w:lang w:val="sr-Cyrl-RS"/>
        </w:rPr>
        <w:t xml:space="preserve"> у </w:t>
      </w:r>
      <w:r w:rsidR="00896C3B">
        <w:rPr>
          <w:color w:val="000000"/>
          <w:szCs w:val="24"/>
          <w:lang w:val="sr-Cyrl-RS"/>
        </w:rPr>
        <w:t xml:space="preserve">Републици </w:t>
      </w:r>
      <w:r w:rsidRPr="00A90824">
        <w:rPr>
          <w:color w:val="000000"/>
          <w:szCs w:val="24"/>
          <w:lang w:val="sr-Cyrl-RS"/>
        </w:rPr>
        <w:t xml:space="preserve">Србији и иностранству допринели би стварању </w:t>
      </w:r>
      <w:r w:rsidR="005F7CE8" w:rsidRPr="00A90824">
        <w:rPr>
          <w:color w:val="000000"/>
          <w:szCs w:val="24"/>
          <w:lang w:val="sr-Cyrl-RS"/>
        </w:rPr>
        <w:t xml:space="preserve">нове </w:t>
      </w:r>
      <w:r w:rsidRPr="00A90824">
        <w:rPr>
          <w:color w:val="000000"/>
          <w:szCs w:val="24"/>
          <w:lang w:val="sr-Cyrl-RS"/>
        </w:rPr>
        <w:t xml:space="preserve">заједнице </w:t>
      </w:r>
      <w:r w:rsidR="005F7CE8" w:rsidRPr="00A90824">
        <w:rPr>
          <w:color w:val="000000"/>
          <w:szCs w:val="24"/>
          <w:lang w:val="sr-Cyrl-RS"/>
        </w:rPr>
        <w:t xml:space="preserve">која се бави </w:t>
      </w:r>
      <w:r w:rsidRPr="00A90824">
        <w:rPr>
          <w:color w:val="000000"/>
          <w:szCs w:val="24"/>
          <w:lang w:val="sr-Cyrl-RS"/>
        </w:rPr>
        <w:t>вештачк</w:t>
      </w:r>
      <w:r w:rsidR="005F7CE8" w:rsidRPr="00A90824">
        <w:rPr>
          <w:color w:val="000000"/>
          <w:szCs w:val="24"/>
          <w:lang w:val="sr-Cyrl-RS"/>
        </w:rPr>
        <w:t>ом</w:t>
      </w:r>
      <w:r w:rsidRPr="00A90824">
        <w:rPr>
          <w:color w:val="000000"/>
          <w:szCs w:val="24"/>
          <w:lang w:val="sr-Cyrl-RS"/>
        </w:rPr>
        <w:t xml:space="preserve"> интелигенциј</w:t>
      </w:r>
      <w:r w:rsidR="005F7CE8" w:rsidRPr="00A90824">
        <w:rPr>
          <w:color w:val="000000"/>
          <w:szCs w:val="24"/>
          <w:lang w:val="sr-Cyrl-RS"/>
        </w:rPr>
        <w:t>ом, што</w:t>
      </w:r>
      <w:r w:rsidRPr="00A90824">
        <w:rPr>
          <w:color w:val="000000"/>
          <w:szCs w:val="24"/>
          <w:lang w:val="sr-Cyrl-RS"/>
        </w:rPr>
        <w:t xml:space="preserve"> </w:t>
      </w:r>
      <w:r w:rsidR="005F7CE8" w:rsidRPr="00A90824">
        <w:rPr>
          <w:color w:val="000000"/>
          <w:szCs w:val="24"/>
          <w:lang w:val="sr-Cyrl-RS"/>
        </w:rPr>
        <w:t xml:space="preserve">би </w:t>
      </w:r>
      <w:r w:rsidR="00E96EF5" w:rsidRPr="00A90824">
        <w:rPr>
          <w:color w:val="000000"/>
          <w:szCs w:val="24"/>
          <w:lang w:val="sr-Cyrl-RS"/>
        </w:rPr>
        <w:t>изазвало</w:t>
      </w:r>
      <w:r w:rsidRPr="00A90824">
        <w:rPr>
          <w:color w:val="000000"/>
          <w:szCs w:val="24"/>
          <w:lang w:val="sr-Cyrl-RS"/>
        </w:rPr>
        <w:t xml:space="preserve"> </w:t>
      </w:r>
      <w:r w:rsidR="00E96EF5" w:rsidRPr="00A90824">
        <w:rPr>
          <w:color w:val="000000"/>
          <w:szCs w:val="24"/>
          <w:lang w:val="sr-Cyrl-RS"/>
        </w:rPr>
        <w:t xml:space="preserve">бројне позитивне </w:t>
      </w:r>
      <w:r w:rsidR="005F7CE8" w:rsidRPr="00A90824">
        <w:rPr>
          <w:color w:val="000000"/>
          <w:szCs w:val="24"/>
          <w:lang w:val="sr-Cyrl-RS"/>
        </w:rPr>
        <w:t>друштвен</w:t>
      </w:r>
      <w:r w:rsidR="00E96EF5" w:rsidRPr="00A90824">
        <w:rPr>
          <w:color w:val="000000"/>
          <w:szCs w:val="24"/>
          <w:lang w:val="sr-Cyrl-RS"/>
        </w:rPr>
        <w:t>е</w:t>
      </w:r>
      <w:r w:rsidR="005F7CE8" w:rsidRPr="00A90824">
        <w:rPr>
          <w:color w:val="000000"/>
          <w:szCs w:val="24"/>
          <w:lang w:val="sr-Cyrl-RS"/>
        </w:rPr>
        <w:t>, научн</w:t>
      </w:r>
      <w:r w:rsidR="00E96EF5" w:rsidRPr="00A90824">
        <w:rPr>
          <w:color w:val="000000"/>
          <w:szCs w:val="24"/>
          <w:lang w:val="sr-Cyrl-RS"/>
        </w:rPr>
        <w:t>е</w:t>
      </w:r>
      <w:r w:rsidR="005F7CE8" w:rsidRPr="00A90824">
        <w:rPr>
          <w:color w:val="000000"/>
          <w:szCs w:val="24"/>
          <w:lang w:val="sr-Cyrl-RS"/>
        </w:rPr>
        <w:t xml:space="preserve"> и економск</w:t>
      </w:r>
      <w:r w:rsidR="00E96EF5" w:rsidRPr="00A90824">
        <w:rPr>
          <w:color w:val="000000"/>
          <w:szCs w:val="24"/>
          <w:lang w:val="sr-Cyrl-RS"/>
        </w:rPr>
        <w:t>е</w:t>
      </w:r>
      <w:r w:rsidR="005F7CE8" w:rsidRPr="00A90824">
        <w:rPr>
          <w:color w:val="000000"/>
          <w:szCs w:val="24"/>
          <w:lang w:val="sr-Cyrl-RS"/>
        </w:rPr>
        <w:t xml:space="preserve"> </w:t>
      </w:r>
      <w:r w:rsidRPr="00A90824">
        <w:rPr>
          <w:color w:val="000000"/>
          <w:szCs w:val="24"/>
          <w:lang w:val="sr-Cyrl-RS"/>
        </w:rPr>
        <w:t>ефект</w:t>
      </w:r>
      <w:r w:rsidR="00E96EF5" w:rsidRPr="00A90824">
        <w:rPr>
          <w:color w:val="000000"/>
          <w:szCs w:val="24"/>
          <w:lang w:val="sr-Cyrl-RS"/>
        </w:rPr>
        <w:t>е</w:t>
      </w:r>
      <w:r w:rsidRPr="00A90824">
        <w:rPr>
          <w:color w:val="000000"/>
          <w:szCs w:val="24"/>
          <w:lang w:val="sr-Cyrl-RS"/>
        </w:rPr>
        <w:t xml:space="preserve">. </w:t>
      </w:r>
      <w:r w:rsidR="005F7CE8" w:rsidRPr="00A90824">
        <w:rPr>
          <w:color w:val="000000"/>
          <w:szCs w:val="24"/>
          <w:lang w:val="sr-Cyrl-RS"/>
        </w:rPr>
        <w:t>Б</w:t>
      </w:r>
      <w:r w:rsidRPr="00A90824">
        <w:rPr>
          <w:color w:val="000000"/>
          <w:szCs w:val="24"/>
          <w:lang w:val="sr-Cyrl-RS"/>
        </w:rPr>
        <w:t>оља сарадњ</w:t>
      </w:r>
      <w:r w:rsidR="005F7CE8" w:rsidRPr="00A90824">
        <w:rPr>
          <w:color w:val="000000"/>
          <w:szCs w:val="24"/>
          <w:lang w:val="sr-Cyrl-RS"/>
        </w:rPr>
        <w:t>а</w:t>
      </w:r>
      <w:r w:rsidRPr="00A90824">
        <w:rPr>
          <w:color w:val="000000"/>
          <w:szCs w:val="24"/>
          <w:lang w:val="sr-Cyrl-RS"/>
        </w:rPr>
        <w:t xml:space="preserve"> </w:t>
      </w:r>
      <w:r w:rsidR="005F7CE8" w:rsidRPr="00A90824">
        <w:rPr>
          <w:color w:val="000000"/>
          <w:szCs w:val="24"/>
          <w:lang w:val="sr-Cyrl-RS"/>
        </w:rPr>
        <w:t>из</w:t>
      </w:r>
      <w:r w:rsidRPr="00A90824">
        <w:rPr>
          <w:color w:val="000000"/>
          <w:szCs w:val="24"/>
          <w:lang w:val="sr-Cyrl-RS"/>
        </w:rPr>
        <w:t>међу истраживача, стартапова, компанија и државних институција резултира</w:t>
      </w:r>
      <w:r w:rsidR="005F7CE8" w:rsidRPr="00A90824">
        <w:rPr>
          <w:color w:val="000000"/>
          <w:szCs w:val="24"/>
          <w:lang w:val="sr-Cyrl-RS"/>
        </w:rPr>
        <w:t>ће</w:t>
      </w:r>
      <w:r w:rsidRPr="00A90824">
        <w:rPr>
          <w:color w:val="000000"/>
          <w:szCs w:val="24"/>
          <w:lang w:val="sr-Cyrl-RS"/>
        </w:rPr>
        <w:t xml:space="preserve"> бржим развојем </w:t>
      </w:r>
      <w:r w:rsidR="005F7CE8" w:rsidRPr="00A90824">
        <w:rPr>
          <w:color w:val="000000"/>
          <w:szCs w:val="24"/>
          <w:lang w:val="sr-Cyrl-RS"/>
        </w:rPr>
        <w:t xml:space="preserve">друштва кроз </w:t>
      </w:r>
      <w:r w:rsidRPr="00A90824">
        <w:rPr>
          <w:color w:val="000000"/>
          <w:szCs w:val="24"/>
          <w:lang w:val="sr-Cyrl-RS"/>
        </w:rPr>
        <w:t>примен</w:t>
      </w:r>
      <w:r w:rsidR="005F7CE8" w:rsidRPr="00A90824">
        <w:rPr>
          <w:color w:val="000000"/>
          <w:szCs w:val="24"/>
          <w:lang w:val="sr-Cyrl-RS"/>
        </w:rPr>
        <w:t>у</w:t>
      </w:r>
      <w:r w:rsidRPr="00A90824">
        <w:rPr>
          <w:color w:val="000000"/>
          <w:szCs w:val="24"/>
          <w:lang w:val="sr-Cyrl-RS"/>
        </w:rPr>
        <w:t xml:space="preserve"> инова</w:t>
      </w:r>
      <w:r w:rsidR="005F7CE8" w:rsidRPr="00A90824">
        <w:rPr>
          <w:color w:val="000000"/>
          <w:szCs w:val="24"/>
          <w:lang w:val="sr-Cyrl-RS"/>
        </w:rPr>
        <w:t>тивних решења</w:t>
      </w:r>
      <w:r w:rsidRPr="00A90824">
        <w:rPr>
          <w:color w:val="000000"/>
          <w:szCs w:val="24"/>
          <w:lang w:val="sr-Cyrl-RS"/>
        </w:rPr>
        <w:t xml:space="preserve">. </w:t>
      </w:r>
      <w:r w:rsidR="005F7CE8" w:rsidRPr="00A90824">
        <w:rPr>
          <w:color w:val="000000"/>
          <w:szCs w:val="24"/>
          <w:lang w:val="sr-Cyrl-RS"/>
        </w:rPr>
        <w:t>У</w:t>
      </w:r>
      <w:r w:rsidRPr="00A90824">
        <w:rPr>
          <w:color w:val="000000"/>
          <w:szCs w:val="24"/>
          <w:lang w:val="sr-Cyrl-RS"/>
        </w:rPr>
        <w:t xml:space="preserve">кључивање дијаспоре и међународних партнера у ове активности додатно ће оснажити капацитете </w:t>
      </w:r>
      <w:r w:rsidR="00896C3B">
        <w:rPr>
          <w:color w:val="000000"/>
          <w:szCs w:val="24"/>
          <w:lang w:val="sr-Cyrl-RS"/>
        </w:rPr>
        <w:t xml:space="preserve">Републике </w:t>
      </w:r>
      <w:r w:rsidRPr="00A90824">
        <w:rPr>
          <w:color w:val="000000"/>
          <w:szCs w:val="24"/>
          <w:lang w:val="sr-Cyrl-RS"/>
        </w:rPr>
        <w:t xml:space="preserve">Србије у области вештачке интелигенције и подстаћи размену знања и технологија. </w:t>
      </w:r>
      <w:r w:rsidR="009570B6" w:rsidRPr="00A90824">
        <w:rPr>
          <w:color w:val="000000"/>
          <w:szCs w:val="24"/>
          <w:lang w:val="sr-Cyrl-RS"/>
        </w:rPr>
        <w:t>С</w:t>
      </w:r>
      <w:r w:rsidRPr="00A90824">
        <w:rPr>
          <w:color w:val="000000"/>
          <w:szCs w:val="24"/>
          <w:lang w:val="sr-Cyrl-RS"/>
        </w:rPr>
        <w:t xml:space="preserve">провођење националног програма за развој језичких технологија за српски језик, </w:t>
      </w:r>
      <w:r w:rsidR="009570B6" w:rsidRPr="00A90824">
        <w:rPr>
          <w:color w:val="000000"/>
          <w:szCs w:val="24"/>
          <w:lang w:val="sr-Cyrl-RS"/>
        </w:rPr>
        <w:t>утицаће на</w:t>
      </w:r>
      <w:r w:rsidRPr="00A90824">
        <w:rPr>
          <w:color w:val="000000"/>
          <w:szCs w:val="24"/>
          <w:lang w:val="sr-Cyrl-RS"/>
        </w:rPr>
        <w:t xml:space="preserve"> очува</w:t>
      </w:r>
      <w:r w:rsidR="009570B6" w:rsidRPr="00A90824">
        <w:rPr>
          <w:color w:val="000000"/>
          <w:szCs w:val="24"/>
          <w:lang w:val="sr-Cyrl-RS"/>
        </w:rPr>
        <w:t>ње</w:t>
      </w:r>
      <w:r w:rsidRPr="00A90824">
        <w:rPr>
          <w:color w:val="000000"/>
          <w:szCs w:val="24"/>
          <w:lang w:val="sr-Cyrl-RS"/>
        </w:rPr>
        <w:t xml:space="preserve"> и промо</w:t>
      </w:r>
      <w:r w:rsidR="009570B6" w:rsidRPr="00A90824">
        <w:rPr>
          <w:color w:val="000000"/>
          <w:szCs w:val="24"/>
          <w:lang w:val="sr-Cyrl-RS"/>
        </w:rPr>
        <w:t>цију</w:t>
      </w:r>
      <w:r w:rsidRPr="00A90824">
        <w:rPr>
          <w:color w:val="000000"/>
          <w:szCs w:val="24"/>
          <w:lang w:val="sr-Cyrl-RS"/>
        </w:rPr>
        <w:t xml:space="preserve"> српск</w:t>
      </w:r>
      <w:r w:rsidR="009570B6" w:rsidRPr="00A90824">
        <w:rPr>
          <w:color w:val="000000"/>
          <w:szCs w:val="24"/>
          <w:lang w:val="sr-Cyrl-RS"/>
        </w:rPr>
        <w:t>ог</w:t>
      </w:r>
      <w:r w:rsidRPr="00A90824">
        <w:rPr>
          <w:color w:val="000000"/>
          <w:szCs w:val="24"/>
          <w:lang w:val="sr-Cyrl-RS"/>
        </w:rPr>
        <w:t xml:space="preserve"> језик</w:t>
      </w:r>
      <w:r w:rsidR="009570B6" w:rsidRPr="00A90824">
        <w:rPr>
          <w:color w:val="000000"/>
          <w:szCs w:val="24"/>
          <w:lang w:val="sr-Cyrl-RS"/>
        </w:rPr>
        <w:t>а</w:t>
      </w:r>
      <w:r w:rsidRPr="00A90824">
        <w:rPr>
          <w:color w:val="000000"/>
          <w:szCs w:val="24"/>
          <w:lang w:val="sr-Cyrl-RS"/>
        </w:rPr>
        <w:t xml:space="preserve"> у дигиталном добу</w:t>
      </w:r>
      <w:r w:rsidR="005F7CE8" w:rsidRPr="00A90824">
        <w:rPr>
          <w:color w:val="000000"/>
          <w:szCs w:val="24"/>
          <w:lang w:val="sr-Cyrl-RS"/>
        </w:rPr>
        <w:t>, што ће</w:t>
      </w:r>
      <w:r w:rsidRPr="00A90824">
        <w:rPr>
          <w:color w:val="000000"/>
          <w:szCs w:val="24"/>
          <w:lang w:val="sr-Cyrl-RS"/>
        </w:rPr>
        <w:t xml:space="preserve"> омогући</w:t>
      </w:r>
      <w:r w:rsidR="005F7CE8" w:rsidRPr="00A90824">
        <w:rPr>
          <w:color w:val="000000"/>
          <w:szCs w:val="24"/>
          <w:lang w:val="sr-Cyrl-RS"/>
        </w:rPr>
        <w:t>ти</w:t>
      </w:r>
      <w:r w:rsidRPr="00A90824">
        <w:rPr>
          <w:color w:val="000000"/>
          <w:szCs w:val="24"/>
          <w:lang w:val="sr-Cyrl-RS"/>
        </w:rPr>
        <w:t xml:space="preserve"> доступност дигиталних услуга на српском језику и побољшање комуникације и приступа информацијама </w:t>
      </w:r>
      <w:r w:rsidR="005F7CE8" w:rsidRPr="00A90824">
        <w:rPr>
          <w:color w:val="000000"/>
          <w:szCs w:val="24"/>
          <w:lang w:val="sr-Cyrl-RS"/>
        </w:rPr>
        <w:t>широј популацији</w:t>
      </w:r>
      <w:r w:rsidRPr="00A90824">
        <w:rPr>
          <w:color w:val="000000"/>
          <w:szCs w:val="24"/>
          <w:lang w:val="sr-Cyrl-RS"/>
        </w:rPr>
        <w:t xml:space="preserve">. </w:t>
      </w:r>
      <w:r w:rsidR="005F7CE8" w:rsidRPr="00A90824">
        <w:rPr>
          <w:color w:val="000000"/>
          <w:szCs w:val="24"/>
          <w:lang w:val="sr-Cyrl-RS"/>
        </w:rPr>
        <w:t>Н</w:t>
      </w:r>
      <w:r w:rsidRPr="00A90824">
        <w:rPr>
          <w:color w:val="000000"/>
          <w:szCs w:val="24"/>
          <w:lang w:val="sr-Cyrl-RS"/>
        </w:rPr>
        <w:t xml:space="preserve">а тај начин </w:t>
      </w:r>
      <w:r w:rsidR="005F7CE8" w:rsidRPr="00A90824">
        <w:rPr>
          <w:color w:val="000000"/>
          <w:szCs w:val="24"/>
          <w:lang w:val="sr-Cyrl-RS"/>
        </w:rPr>
        <w:t xml:space="preserve">и у ери нових технологија </w:t>
      </w:r>
      <w:r w:rsidRPr="00A90824">
        <w:rPr>
          <w:color w:val="000000"/>
          <w:szCs w:val="24"/>
          <w:lang w:val="sr-Cyrl-RS"/>
        </w:rPr>
        <w:t>чувамо културу, историју, традицију, књижевност, новинарство и друг</w:t>
      </w:r>
      <w:r w:rsidR="005F7CE8" w:rsidRPr="00A90824">
        <w:rPr>
          <w:color w:val="000000"/>
          <w:szCs w:val="24"/>
          <w:lang w:val="sr-Cyrl-RS"/>
        </w:rPr>
        <w:t>е вредности српске заједнице</w:t>
      </w:r>
      <w:r w:rsidRPr="00A90824">
        <w:rPr>
          <w:color w:val="000000"/>
          <w:szCs w:val="24"/>
          <w:lang w:val="sr-Cyrl-RS"/>
        </w:rPr>
        <w:t>. Финансијски ефекти укључују улагања у изградњу и повезивање екосистема, као и у развој језичких технологија и проширење хардверске инфраструктуре. Ова улагања би резултирала смањењем трошкова развоја и примене вештачке интелигенције кроз бољу сарадњу и коришћење заједничких ресурса. Улагања у хардверску инфраструктуру би омогућила стартап</w:t>
      </w:r>
      <w:r w:rsidR="00303EDA" w:rsidRPr="00A90824">
        <w:rPr>
          <w:color w:val="000000"/>
          <w:szCs w:val="24"/>
          <w:lang w:val="sr-Cyrl-RS"/>
        </w:rPr>
        <w:t>им</w:t>
      </w:r>
      <w:r w:rsidRPr="00A90824">
        <w:rPr>
          <w:color w:val="000000"/>
          <w:szCs w:val="24"/>
          <w:lang w:val="sr-Cyrl-RS"/>
        </w:rPr>
        <w:t xml:space="preserve">а и истраживачима приступ </w:t>
      </w:r>
      <w:r w:rsidR="005F7CE8" w:rsidRPr="00A90824">
        <w:rPr>
          <w:color w:val="000000"/>
          <w:szCs w:val="24"/>
          <w:lang w:val="sr-Cyrl-RS"/>
        </w:rPr>
        <w:t xml:space="preserve">најновијој </w:t>
      </w:r>
      <w:r w:rsidRPr="00A90824">
        <w:rPr>
          <w:color w:val="000000"/>
          <w:szCs w:val="24"/>
          <w:lang w:val="sr-Cyrl-RS"/>
        </w:rPr>
        <w:t xml:space="preserve">технологији без великих </w:t>
      </w:r>
      <w:r w:rsidR="005F7CE8" w:rsidRPr="00A90824">
        <w:rPr>
          <w:color w:val="000000"/>
          <w:szCs w:val="24"/>
          <w:lang w:val="sr-Cyrl-RS"/>
        </w:rPr>
        <w:t>улагања</w:t>
      </w:r>
      <w:r w:rsidRPr="00A90824">
        <w:rPr>
          <w:color w:val="000000"/>
          <w:szCs w:val="24"/>
          <w:lang w:val="sr-Cyrl-RS"/>
        </w:rPr>
        <w:t>, што би подстакло иновације и развој решења</w:t>
      </w:r>
      <w:r w:rsidR="005F7CE8" w:rsidRPr="00A90824">
        <w:rPr>
          <w:color w:val="000000"/>
          <w:szCs w:val="24"/>
          <w:lang w:val="sr-Cyrl-RS"/>
        </w:rPr>
        <w:t xml:space="preserve"> заснованих на вештачкој интелигенцији</w:t>
      </w:r>
      <w:r w:rsidRPr="00A90824">
        <w:rPr>
          <w:color w:val="000000"/>
          <w:szCs w:val="24"/>
          <w:lang w:val="sr-Cyrl-RS"/>
        </w:rPr>
        <w:t>. Економски ефекти укључују подстицање иновација и технолошког развоја кроз изградњу и повезивање екосистема, као и развој језичких технологија и проширење хардверске инфраструктуре. На овај начин била би створена позитивна клима за креирање нових пословних модела и апликација заснованих на вештачкој интелигенцији, што би за резултат имало раст технолошког сектора и повећањем броја радних места. Подршка стартап</w:t>
      </w:r>
      <w:r w:rsidR="00303EDA" w:rsidRPr="00A90824">
        <w:rPr>
          <w:color w:val="000000"/>
          <w:szCs w:val="24"/>
          <w:lang w:val="sr-Cyrl-RS"/>
        </w:rPr>
        <w:t>и</w:t>
      </w:r>
      <w:r w:rsidRPr="00A90824">
        <w:rPr>
          <w:color w:val="000000"/>
          <w:szCs w:val="24"/>
          <w:lang w:val="sr-Cyrl-RS"/>
        </w:rPr>
        <w:t>ма и истраживачима довела би до бржег развоја иновација и њихове комерцијализације, што ће додатно ојачати економију</w:t>
      </w:r>
      <w:r w:rsidR="00896C3B">
        <w:rPr>
          <w:color w:val="000000"/>
          <w:szCs w:val="24"/>
          <w:lang w:val="sr-Cyrl-RS"/>
        </w:rPr>
        <w:t xml:space="preserve"> Републике</w:t>
      </w:r>
      <w:r w:rsidRPr="00A90824">
        <w:rPr>
          <w:color w:val="000000"/>
          <w:szCs w:val="24"/>
          <w:lang w:val="sr-Cyrl-RS"/>
        </w:rPr>
        <w:t xml:space="preserve"> Србије. Код управљачких ефеката треба узети у обзир бољу организацију и ефикасност у развоју и примени вештачке интелигенције кроз изградњу и повезивање екосистема, као и развој језичких технологија и проширење хардверске инфраструктуре. Стварање </w:t>
      </w:r>
      <w:r w:rsidR="005F7CE8" w:rsidRPr="00A90824">
        <w:rPr>
          <w:color w:val="000000"/>
          <w:szCs w:val="24"/>
          <w:lang w:val="sr-Cyrl-RS"/>
        </w:rPr>
        <w:t xml:space="preserve">посебних </w:t>
      </w:r>
      <w:r w:rsidRPr="00A90824">
        <w:rPr>
          <w:color w:val="000000"/>
          <w:szCs w:val="24"/>
          <w:lang w:val="sr-Cyrl-RS"/>
        </w:rPr>
        <w:t>платформи за информације и умрежавање чланова екосистема успоставило би бољу координацију и сарадњу између различитих актера.</w:t>
      </w:r>
    </w:p>
    <w:p w14:paraId="442FDDC7" w14:textId="77777777" w:rsidR="0059301F" w:rsidRPr="00A90824" w:rsidRDefault="0059301F" w:rsidP="0059301F">
      <w:pPr>
        <w:pStyle w:val="Heading2"/>
        <w:rPr>
          <w:color w:val="000000"/>
          <w:sz w:val="24"/>
          <w:szCs w:val="24"/>
        </w:rPr>
      </w:pPr>
      <w:r w:rsidRPr="00A90824">
        <w:rPr>
          <w:color w:val="000000"/>
          <w:sz w:val="24"/>
          <w:szCs w:val="24"/>
        </w:rPr>
        <w:t>6.</w:t>
      </w:r>
      <w:r w:rsidR="005F7CE8" w:rsidRPr="00A90824">
        <w:rPr>
          <w:color w:val="000000"/>
          <w:sz w:val="24"/>
          <w:szCs w:val="24"/>
        </w:rPr>
        <w:t>5</w:t>
      </w:r>
      <w:r w:rsidRPr="00A90824">
        <w:rPr>
          <w:color w:val="000000"/>
          <w:sz w:val="24"/>
          <w:szCs w:val="24"/>
        </w:rPr>
        <w:t xml:space="preserve">. Ефекти мера у оквиру Посебног циља </w:t>
      </w:r>
      <w:r w:rsidR="005F7CE8" w:rsidRPr="00A90824">
        <w:rPr>
          <w:color w:val="000000"/>
          <w:sz w:val="24"/>
          <w:szCs w:val="24"/>
        </w:rPr>
        <w:t>5</w:t>
      </w:r>
    </w:p>
    <w:p w14:paraId="7B5BEBB0" w14:textId="77777777" w:rsidR="0059301F" w:rsidRPr="00A90824" w:rsidRDefault="0059301F" w:rsidP="0059301F">
      <w:pPr>
        <w:rPr>
          <w:color w:val="000000"/>
          <w:szCs w:val="24"/>
          <w:lang w:val="sr-Cyrl-RS"/>
        </w:rPr>
      </w:pPr>
      <w:r w:rsidRPr="00A90824">
        <w:rPr>
          <w:color w:val="000000"/>
          <w:szCs w:val="24"/>
          <w:lang w:val="sr-Cyrl-RS"/>
        </w:rPr>
        <w:t xml:space="preserve">На социјалном нивоу, очекује се да изградња капацитета за управљање и инжењеринг података у </w:t>
      </w:r>
      <w:r w:rsidR="005F7CE8" w:rsidRPr="00A90824">
        <w:rPr>
          <w:color w:val="000000"/>
          <w:szCs w:val="24"/>
          <w:lang w:val="sr-Cyrl-RS"/>
        </w:rPr>
        <w:t>јавном сектору</w:t>
      </w:r>
      <w:r w:rsidRPr="00A90824">
        <w:rPr>
          <w:color w:val="000000"/>
          <w:szCs w:val="24"/>
          <w:lang w:val="sr-Cyrl-RS"/>
        </w:rPr>
        <w:t xml:space="preserve"> омогући боље управљање ресурсима и ефикасније пружање услуга грађанима</w:t>
      </w:r>
      <w:r w:rsidR="00303EDA" w:rsidRPr="00A90824">
        <w:rPr>
          <w:color w:val="000000"/>
          <w:szCs w:val="24"/>
          <w:lang w:val="sr-Cyrl-RS"/>
        </w:rPr>
        <w:t xml:space="preserve"> и привреди</w:t>
      </w:r>
      <w:r w:rsidRPr="00A90824">
        <w:rPr>
          <w:color w:val="000000"/>
          <w:szCs w:val="24"/>
          <w:lang w:val="sr-Cyrl-RS"/>
        </w:rPr>
        <w:t xml:space="preserve">. Централизована платформа за </w:t>
      </w:r>
      <w:r w:rsidR="00303EDA" w:rsidRPr="00A90824">
        <w:rPr>
          <w:color w:val="000000"/>
          <w:szCs w:val="24"/>
          <w:lang w:val="sr-Cyrl-RS"/>
        </w:rPr>
        <w:t xml:space="preserve">рад са </w:t>
      </w:r>
      <w:r w:rsidRPr="00A90824">
        <w:rPr>
          <w:color w:val="000000"/>
          <w:szCs w:val="24"/>
          <w:lang w:val="sr-Cyrl-RS"/>
        </w:rPr>
        <w:t>по</w:t>
      </w:r>
      <w:r w:rsidR="00303EDA" w:rsidRPr="00A90824">
        <w:rPr>
          <w:color w:val="000000"/>
          <w:szCs w:val="24"/>
          <w:lang w:val="sr-Cyrl-RS"/>
        </w:rPr>
        <w:t>дацима</w:t>
      </w:r>
      <w:r w:rsidRPr="00A90824">
        <w:rPr>
          <w:color w:val="000000"/>
          <w:szCs w:val="24"/>
          <w:lang w:val="sr-Cyrl-RS"/>
        </w:rPr>
        <w:t xml:space="preserve"> омогућила би бржи приступ и употребу података. Циљ ове мере је бољ</w:t>
      </w:r>
      <w:r w:rsidR="005F7CE8" w:rsidRPr="00A90824">
        <w:rPr>
          <w:color w:val="000000"/>
          <w:szCs w:val="24"/>
          <w:lang w:val="sr-Cyrl-RS"/>
        </w:rPr>
        <w:t>а</w:t>
      </w:r>
      <w:r w:rsidRPr="00A90824">
        <w:rPr>
          <w:color w:val="000000"/>
          <w:szCs w:val="24"/>
          <w:lang w:val="sr-Cyrl-RS"/>
        </w:rPr>
        <w:t xml:space="preserve"> заштит</w:t>
      </w:r>
      <w:r w:rsidR="005F7CE8" w:rsidRPr="00A90824">
        <w:rPr>
          <w:color w:val="000000"/>
          <w:szCs w:val="24"/>
          <w:lang w:val="sr-Cyrl-RS"/>
        </w:rPr>
        <w:t>а</w:t>
      </w:r>
      <w:r w:rsidRPr="00A90824">
        <w:rPr>
          <w:color w:val="000000"/>
          <w:szCs w:val="24"/>
          <w:lang w:val="sr-Cyrl-RS"/>
        </w:rPr>
        <w:t xml:space="preserve"> приватности и интегритета података, што је кључно за одржавање поверења. На нивоу финансијских улагања треба обезбедити развој и имплементацију централне платформе за управљање подацима, миграцију постојећих база података у Државни дата центар и развој кадровских капацитета. Очекивано је </w:t>
      </w:r>
      <w:r w:rsidR="00303EDA" w:rsidRPr="00A90824">
        <w:rPr>
          <w:color w:val="000000"/>
          <w:szCs w:val="24"/>
          <w:lang w:val="sr-Cyrl-RS"/>
        </w:rPr>
        <w:t xml:space="preserve">да ће се </w:t>
      </w:r>
      <w:r w:rsidRPr="00A90824">
        <w:rPr>
          <w:color w:val="000000"/>
          <w:szCs w:val="24"/>
          <w:lang w:val="sr-Cyrl-RS"/>
        </w:rPr>
        <w:t>смањити оперативн</w:t>
      </w:r>
      <w:r w:rsidR="00303EDA" w:rsidRPr="00A90824">
        <w:rPr>
          <w:color w:val="000000"/>
          <w:szCs w:val="24"/>
          <w:lang w:val="sr-Cyrl-RS"/>
        </w:rPr>
        <w:t>и</w:t>
      </w:r>
      <w:r w:rsidRPr="00A90824">
        <w:rPr>
          <w:color w:val="000000"/>
          <w:szCs w:val="24"/>
          <w:lang w:val="sr-Cyrl-RS"/>
        </w:rPr>
        <w:t xml:space="preserve"> трошков</w:t>
      </w:r>
      <w:r w:rsidR="00303EDA" w:rsidRPr="00A90824">
        <w:rPr>
          <w:color w:val="000000"/>
          <w:szCs w:val="24"/>
          <w:lang w:val="sr-Cyrl-RS"/>
        </w:rPr>
        <w:t>и</w:t>
      </w:r>
      <w:r w:rsidRPr="00A90824">
        <w:rPr>
          <w:color w:val="000000"/>
          <w:szCs w:val="24"/>
          <w:lang w:val="sr-Cyrl-RS"/>
        </w:rPr>
        <w:t xml:space="preserve"> кроз оптимизацију процеса и боље управљање ресурсима. Ефикасније управљање подацима довешће до смањења трошкова одржавања </w:t>
      </w:r>
      <w:r w:rsidR="00303EDA" w:rsidRPr="00A90824">
        <w:rPr>
          <w:color w:val="000000"/>
          <w:szCs w:val="24"/>
          <w:lang w:val="sr-Cyrl-RS"/>
        </w:rPr>
        <w:t xml:space="preserve">софтверских решења </w:t>
      </w:r>
      <w:r w:rsidRPr="00A90824">
        <w:rPr>
          <w:color w:val="000000"/>
          <w:szCs w:val="24"/>
          <w:lang w:val="sr-Cyrl-RS"/>
        </w:rPr>
        <w:t>и повећања ефикасности јавних услуга. У делу економских ефеката очекује се подстицање иновација и технолошког развоја кроз отварање и коришћење великих скупова података. Ово је један од предуслова за развој нових пословних модела и апликација заснованих на вештачкој интелигенцији, што ће резултирати растом технолошког сектора и повећањем броја радних места. Сарадња са приватним сектором за отварање података подстаћи ће иновације и нове приступе у развоју технологија вештачке интелигенције. Очекује се боља организација и ефикасност у управљању подацима у државној управи. Стандардизација и централизација података довела би до лакше интеграције различитих информационих система и побољшања координације између различитих сектора. Програми обуке и развој кадровских капацитета о</w:t>
      </w:r>
      <w:r w:rsidR="00303EDA" w:rsidRPr="00A90824">
        <w:rPr>
          <w:color w:val="000000"/>
          <w:szCs w:val="24"/>
          <w:lang w:val="sr-Cyrl-RS"/>
        </w:rPr>
        <w:t>безбедиће</w:t>
      </w:r>
      <w:r w:rsidRPr="00A90824">
        <w:rPr>
          <w:color w:val="000000"/>
          <w:szCs w:val="24"/>
          <w:lang w:val="sr-Cyrl-RS"/>
        </w:rPr>
        <w:t xml:space="preserve"> да службеници у </w:t>
      </w:r>
      <w:r w:rsidR="00650950" w:rsidRPr="00A90824">
        <w:rPr>
          <w:color w:val="000000"/>
          <w:szCs w:val="24"/>
          <w:lang w:val="sr-Cyrl-RS"/>
        </w:rPr>
        <w:t xml:space="preserve">јавној </w:t>
      </w:r>
      <w:r w:rsidRPr="00A90824">
        <w:rPr>
          <w:color w:val="000000"/>
          <w:szCs w:val="24"/>
          <w:lang w:val="sr-Cyrl-RS"/>
        </w:rPr>
        <w:t>управи имају потребна знања и вештине за ефикасно управљање подацима и примену технологија вештачке интелигенције.</w:t>
      </w:r>
    </w:p>
    <w:p w14:paraId="5CB80058" w14:textId="77777777" w:rsidR="00BE0C76" w:rsidRPr="00A90824" w:rsidRDefault="00FC07DE" w:rsidP="00984003">
      <w:pPr>
        <w:pStyle w:val="Heading2"/>
        <w:rPr>
          <w:color w:val="000000"/>
          <w:sz w:val="24"/>
          <w:szCs w:val="24"/>
        </w:rPr>
      </w:pPr>
      <w:bookmarkStart w:id="57" w:name="_Toc174901969"/>
      <w:r w:rsidRPr="00A90824">
        <w:rPr>
          <w:color w:val="000000"/>
          <w:sz w:val="24"/>
          <w:szCs w:val="24"/>
        </w:rPr>
        <w:t>6.</w:t>
      </w:r>
      <w:r w:rsidR="0059301F" w:rsidRPr="00A90824">
        <w:rPr>
          <w:color w:val="000000"/>
          <w:sz w:val="24"/>
          <w:szCs w:val="24"/>
        </w:rPr>
        <w:t>6</w:t>
      </w:r>
      <w:r w:rsidRPr="00A90824">
        <w:rPr>
          <w:color w:val="000000"/>
          <w:sz w:val="24"/>
          <w:szCs w:val="24"/>
        </w:rPr>
        <w:t xml:space="preserve">. </w:t>
      </w:r>
      <w:r w:rsidR="00BE0C76" w:rsidRPr="00A90824">
        <w:rPr>
          <w:color w:val="000000"/>
          <w:sz w:val="24"/>
          <w:szCs w:val="24"/>
        </w:rPr>
        <w:t xml:space="preserve">Ефекти мера у оквиру Посебног циља </w:t>
      </w:r>
      <w:r w:rsidR="0059301F" w:rsidRPr="00A90824">
        <w:rPr>
          <w:color w:val="000000"/>
          <w:sz w:val="24"/>
          <w:szCs w:val="24"/>
        </w:rPr>
        <w:t>6</w:t>
      </w:r>
      <w:bookmarkEnd w:id="57"/>
    </w:p>
    <w:p w14:paraId="19F21BB8" w14:textId="77777777" w:rsidR="00BE0C76" w:rsidRPr="00A90824" w:rsidRDefault="00BE0C76" w:rsidP="00BE0C76">
      <w:pPr>
        <w:rPr>
          <w:color w:val="000000"/>
          <w:szCs w:val="24"/>
          <w:lang w:val="sr-Cyrl-RS"/>
        </w:rPr>
      </w:pPr>
      <w:r w:rsidRPr="00A90824">
        <w:rPr>
          <w:color w:val="000000"/>
          <w:szCs w:val="24"/>
          <w:lang w:val="sr-Cyrl-RS"/>
        </w:rPr>
        <w:t xml:space="preserve">Подстицаји за примену вештачке интелигенције у јавном сектору ће директно утицати на побољшање квалитета живота грађана кроз боље управљање саобраћајем, смањење емисије штетних гасова и ефикасније коришћење енергетских ресурса. У транспорту, оптимизација саобраћајних токова и смањење загушења саобраћаја утицаће на побољшање протока саобраћаја и смањење загађења ваздуха. У енергетици, ефикасније коришћење ресурса смањиће трошкове енергије и омогућити стабилније снабдевање. Примена вештачке интелигенције у здравству довела би до побољшања дијагностике и лечења, што резултира бољим здравственим стањем становништва. Увођење вештачке интелигенције у </w:t>
      </w:r>
      <w:r w:rsidR="00303EDA" w:rsidRPr="00A90824">
        <w:rPr>
          <w:color w:val="000000"/>
          <w:szCs w:val="24"/>
          <w:lang w:val="sr-Cyrl-RS"/>
        </w:rPr>
        <w:t>рад</w:t>
      </w:r>
      <w:r w:rsidRPr="00A90824">
        <w:rPr>
          <w:color w:val="000000"/>
          <w:szCs w:val="24"/>
          <w:lang w:val="sr-Cyrl-RS"/>
        </w:rPr>
        <w:t xml:space="preserve"> управ</w:t>
      </w:r>
      <w:r w:rsidR="00303EDA" w:rsidRPr="00A90824">
        <w:rPr>
          <w:color w:val="000000"/>
          <w:szCs w:val="24"/>
          <w:lang w:val="sr-Cyrl-RS"/>
        </w:rPr>
        <w:t>е</w:t>
      </w:r>
      <w:r w:rsidRPr="00A90824">
        <w:rPr>
          <w:color w:val="000000"/>
          <w:szCs w:val="24"/>
          <w:lang w:val="sr-Cyrl-RS"/>
        </w:rPr>
        <w:t xml:space="preserve"> омогућава се ефикасније и брже пружање услуга грађанима, смањује се време чекања уз побољшање транспарентности.</w:t>
      </w:r>
    </w:p>
    <w:p w14:paraId="781E1CF6" w14:textId="77777777" w:rsidR="00BE0C76" w:rsidRPr="00A90824" w:rsidRDefault="00BE0C76" w:rsidP="00BE0C76">
      <w:pPr>
        <w:rPr>
          <w:color w:val="000000"/>
          <w:szCs w:val="24"/>
          <w:lang w:val="sr-Cyrl-RS"/>
        </w:rPr>
      </w:pPr>
      <w:r w:rsidRPr="00A90824">
        <w:rPr>
          <w:color w:val="000000"/>
          <w:szCs w:val="24"/>
          <w:lang w:val="sr-Cyrl-RS"/>
        </w:rPr>
        <w:t>На страни расхода, финансијски ефекти укључују улагања у развој и имплементацију пројеката вештачке интелигенције у јавном сектору, здравству и државној управи. На страни прихода и других користи, у транспорту, оптимизација саобраћаја предвиђа смањење трошкова одржавања инфраструктуре и потрошње горива, док у енергетици доводи до ефикаснијег управљања ресурсима и смањења трошкова производње и дистрибуције енергије. У здравству, бржа и тачнија дијагностика ће смањити трошкове лечења и омогућити ефикасније коришћење здравствених ресурса. У управи, дигитализација и аутоматизација процеса може утицати на ниже оперативне трошкове и побољшати ефикасност.</w:t>
      </w:r>
    </w:p>
    <w:p w14:paraId="3649EF45" w14:textId="77777777" w:rsidR="00BE0C76" w:rsidRPr="00A90824" w:rsidRDefault="00BE0C76" w:rsidP="00BE0C76">
      <w:pPr>
        <w:rPr>
          <w:color w:val="000000"/>
          <w:szCs w:val="24"/>
          <w:lang w:val="sr-Cyrl-RS"/>
        </w:rPr>
      </w:pPr>
      <w:r w:rsidRPr="00A90824">
        <w:rPr>
          <w:color w:val="000000"/>
          <w:szCs w:val="24"/>
          <w:lang w:val="sr-Cyrl-RS"/>
        </w:rPr>
        <w:t>Очекује се да подршка развоју решења из</w:t>
      </w:r>
      <w:r w:rsidR="00650950" w:rsidRPr="00A90824">
        <w:rPr>
          <w:color w:val="000000"/>
          <w:szCs w:val="24"/>
          <w:lang w:val="sr-Cyrl-RS"/>
        </w:rPr>
        <w:t xml:space="preserve"> области</w:t>
      </w:r>
      <w:r w:rsidRPr="00A90824">
        <w:rPr>
          <w:color w:val="000000"/>
          <w:szCs w:val="24"/>
          <w:lang w:val="sr-Cyrl-RS"/>
        </w:rPr>
        <w:t xml:space="preserve"> </w:t>
      </w:r>
      <w:r w:rsidR="00650950" w:rsidRPr="00A90824">
        <w:rPr>
          <w:color w:val="000000"/>
          <w:szCs w:val="24"/>
          <w:lang w:val="sr-Cyrl-RS"/>
        </w:rPr>
        <w:t xml:space="preserve">информационе </w:t>
      </w:r>
      <w:r w:rsidRPr="00A90824">
        <w:rPr>
          <w:color w:val="000000"/>
          <w:szCs w:val="24"/>
          <w:lang w:val="sr-Cyrl-RS"/>
        </w:rPr>
        <w:t>безбедности, здравства и биотехнологија</w:t>
      </w:r>
      <w:r w:rsidR="00585E2F" w:rsidRPr="00A90824">
        <w:rPr>
          <w:color w:val="000000"/>
          <w:szCs w:val="24"/>
          <w:lang w:val="sr-Cyrl-RS"/>
        </w:rPr>
        <w:t>,</w:t>
      </w:r>
      <w:r w:rsidRPr="00A90824">
        <w:rPr>
          <w:color w:val="000000"/>
          <w:szCs w:val="24"/>
          <w:lang w:val="sr-Cyrl-RS"/>
        </w:rPr>
        <w:t xml:space="preserve"> као економски пожељних и исплативих, произведе </w:t>
      </w:r>
      <w:r w:rsidR="00650950" w:rsidRPr="00A90824">
        <w:rPr>
          <w:color w:val="000000"/>
          <w:szCs w:val="24"/>
          <w:lang w:val="sr-Cyrl-RS"/>
        </w:rPr>
        <w:t>позитивне</w:t>
      </w:r>
      <w:r w:rsidRPr="00A90824">
        <w:rPr>
          <w:color w:val="000000"/>
          <w:szCs w:val="24"/>
          <w:lang w:val="sr-Cyrl-RS"/>
        </w:rPr>
        <w:t xml:space="preserve"> ефекте. Ово би за резултат имало стварање нових пословних модела и отварање нових радних места. У научним истраживањима и висок</w:t>
      </w:r>
      <w:r w:rsidR="00303EDA" w:rsidRPr="00A90824">
        <w:rPr>
          <w:color w:val="000000"/>
          <w:szCs w:val="24"/>
          <w:lang w:val="sr-Cyrl-RS"/>
        </w:rPr>
        <w:t>ошколском</w:t>
      </w:r>
      <w:r w:rsidRPr="00A90824">
        <w:rPr>
          <w:color w:val="000000"/>
          <w:szCs w:val="24"/>
          <w:lang w:val="sr-Cyrl-RS"/>
        </w:rPr>
        <w:t xml:space="preserve"> образовању, примена вештачке интелигенције креира услове за развој нових знања и технологија </w:t>
      </w:r>
      <w:r w:rsidR="00303EDA" w:rsidRPr="00A90824">
        <w:rPr>
          <w:color w:val="000000"/>
          <w:szCs w:val="24"/>
          <w:lang w:val="sr-Cyrl-RS"/>
        </w:rPr>
        <w:t>па</w:t>
      </w:r>
      <w:r w:rsidRPr="00A90824">
        <w:rPr>
          <w:color w:val="000000"/>
          <w:szCs w:val="24"/>
          <w:lang w:val="sr-Cyrl-RS"/>
        </w:rPr>
        <w:t xml:space="preserve"> се очекује повећање квалитета образовања. Ово ће омогућити стварање нових генерација стручњака способних </w:t>
      </w:r>
      <w:r w:rsidR="00303EDA" w:rsidRPr="00A90824">
        <w:rPr>
          <w:color w:val="000000"/>
          <w:szCs w:val="24"/>
          <w:lang w:val="sr-Cyrl-RS"/>
        </w:rPr>
        <w:t>за</w:t>
      </w:r>
      <w:r w:rsidRPr="00A90824">
        <w:rPr>
          <w:color w:val="000000"/>
          <w:szCs w:val="24"/>
          <w:lang w:val="sr-Cyrl-RS"/>
        </w:rPr>
        <w:t xml:space="preserve"> рад са најсавременијим технологијама.</w:t>
      </w:r>
    </w:p>
    <w:p w14:paraId="4D6D051B" w14:textId="77777777" w:rsidR="00BE0C76" w:rsidRPr="00A90824" w:rsidRDefault="00BE0C76" w:rsidP="00BE0C76">
      <w:pPr>
        <w:rPr>
          <w:color w:val="000000"/>
          <w:szCs w:val="24"/>
          <w:lang w:val="sr-Cyrl-RS"/>
        </w:rPr>
      </w:pPr>
      <w:r w:rsidRPr="00A90824">
        <w:rPr>
          <w:color w:val="000000"/>
          <w:szCs w:val="24"/>
          <w:lang w:val="sr-Cyrl-RS"/>
        </w:rPr>
        <w:t>Управљачки ефекти укључују бољу организацију и ефикасност у управљању јавним сектором. Увођење вештачке интелигенције у рад управе услов је за брж</w:t>
      </w:r>
      <w:r w:rsidR="00650950" w:rsidRPr="00A90824">
        <w:rPr>
          <w:color w:val="000000"/>
          <w:szCs w:val="24"/>
          <w:lang w:val="sr-Cyrl-RS"/>
        </w:rPr>
        <w:t>е</w:t>
      </w:r>
      <w:r w:rsidRPr="00A90824">
        <w:rPr>
          <w:color w:val="000000"/>
          <w:szCs w:val="24"/>
          <w:lang w:val="sr-Cyrl-RS"/>
        </w:rPr>
        <w:t xml:space="preserve"> и ефикасниј</w:t>
      </w:r>
      <w:r w:rsidR="00650950" w:rsidRPr="00A90824">
        <w:rPr>
          <w:color w:val="000000"/>
          <w:szCs w:val="24"/>
          <w:lang w:val="sr-Cyrl-RS"/>
        </w:rPr>
        <w:t>е</w:t>
      </w:r>
      <w:r w:rsidRPr="00A90824">
        <w:rPr>
          <w:color w:val="000000"/>
          <w:szCs w:val="24"/>
          <w:lang w:val="sr-Cyrl-RS"/>
        </w:rPr>
        <w:t xml:space="preserve"> </w:t>
      </w:r>
      <w:r w:rsidR="00650950" w:rsidRPr="00A90824">
        <w:rPr>
          <w:color w:val="000000"/>
          <w:szCs w:val="24"/>
          <w:lang w:val="sr-Cyrl-RS"/>
        </w:rPr>
        <w:t xml:space="preserve">спровођење </w:t>
      </w:r>
      <w:r w:rsidRPr="00A90824">
        <w:rPr>
          <w:color w:val="000000"/>
          <w:szCs w:val="24"/>
          <w:lang w:val="sr-Cyrl-RS"/>
        </w:rPr>
        <w:t>административних процеса, што смањ</w:t>
      </w:r>
      <w:r w:rsidR="00650950" w:rsidRPr="00A90824">
        <w:rPr>
          <w:color w:val="000000"/>
          <w:szCs w:val="24"/>
          <w:lang w:val="sr-Cyrl-RS"/>
        </w:rPr>
        <w:t>ује</w:t>
      </w:r>
      <w:r w:rsidRPr="00A90824">
        <w:rPr>
          <w:color w:val="000000"/>
          <w:szCs w:val="24"/>
          <w:lang w:val="sr-Cyrl-RS"/>
        </w:rPr>
        <w:t xml:space="preserve"> време чекања и побољша</w:t>
      </w:r>
      <w:r w:rsidR="00650950" w:rsidRPr="00A90824">
        <w:rPr>
          <w:color w:val="000000"/>
          <w:szCs w:val="24"/>
          <w:lang w:val="sr-Cyrl-RS"/>
        </w:rPr>
        <w:t>ва</w:t>
      </w:r>
      <w:r w:rsidRPr="00A90824">
        <w:rPr>
          <w:color w:val="000000"/>
          <w:szCs w:val="24"/>
          <w:lang w:val="sr-Cyrl-RS"/>
        </w:rPr>
        <w:t xml:space="preserve"> квалитет услуга које грађани добијају. Развој секторских препорука и стандардизованих процедура за набавку и имплементацију вештачке интелигенције у јавном сектору допринеће бољој координацији и управљању ресурсима.</w:t>
      </w:r>
    </w:p>
    <w:p w14:paraId="72CD8447" w14:textId="77777777" w:rsidR="009F7C6F" w:rsidRPr="00A90824" w:rsidRDefault="009F7C6F" w:rsidP="009F7C6F">
      <w:pPr>
        <w:pStyle w:val="Heading2"/>
        <w:rPr>
          <w:color w:val="000000"/>
          <w:sz w:val="24"/>
          <w:szCs w:val="24"/>
        </w:rPr>
      </w:pPr>
      <w:bookmarkStart w:id="58" w:name="_Toc174901972"/>
      <w:r w:rsidRPr="00A90824">
        <w:rPr>
          <w:color w:val="000000"/>
          <w:sz w:val="24"/>
          <w:szCs w:val="24"/>
        </w:rPr>
        <w:t>6.7. Управљање потенцијално негативним ефектима које може донети вештачка интелигенција</w:t>
      </w:r>
      <w:bookmarkEnd w:id="58"/>
    </w:p>
    <w:p w14:paraId="51589260" w14:textId="77777777" w:rsidR="00A73A62" w:rsidRPr="00A90824" w:rsidRDefault="009F7C6F" w:rsidP="009F7C6F">
      <w:pPr>
        <w:rPr>
          <w:color w:val="000000"/>
          <w:szCs w:val="24"/>
          <w:lang w:val="sr-Cyrl-RS"/>
        </w:rPr>
      </w:pPr>
      <w:r w:rsidRPr="00A90824">
        <w:rPr>
          <w:color w:val="000000"/>
          <w:szCs w:val="24"/>
          <w:lang w:val="sr-Cyrl-RS"/>
        </w:rPr>
        <w:t xml:space="preserve">Примена вештачке интелигенције у свим сегментима које дефинише ова </w:t>
      </w:r>
      <w:r w:rsidR="00650950" w:rsidRPr="00A90824">
        <w:rPr>
          <w:color w:val="000000"/>
          <w:szCs w:val="24"/>
          <w:lang w:val="sr-Cyrl-RS"/>
        </w:rPr>
        <w:t>с</w:t>
      </w:r>
      <w:r w:rsidRPr="00A90824">
        <w:rPr>
          <w:color w:val="000000"/>
          <w:szCs w:val="24"/>
          <w:lang w:val="sr-Cyrl-RS"/>
        </w:rPr>
        <w:t xml:space="preserve">тратегија, као и друштву у целини </w:t>
      </w:r>
      <w:r w:rsidR="00650950" w:rsidRPr="00A90824">
        <w:rPr>
          <w:color w:val="000000"/>
          <w:szCs w:val="24"/>
          <w:lang w:val="sr-Cyrl-RS"/>
        </w:rPr>
        <w:t>може произвести</w:t>
      </w:r>
      <w:r w:rsidRPr="00A90824">
        <w:rPr>
          <w:color w:val="000000"/>
          <w:szCs w:val="24"/>
          <w:lang w:val="sr-Cyrl-RS"/>
        </w:rPr>
        <w:t xml:space="preserve"> негативне последице </w:t>
      </w:r>
      <w:r w:rsidR="00650950" w:rsidRPr="00A90824">
        <w:rPr>
          <w:color w:val="000000"/>
          <w:szCs w:val="24"/>
          <w:lang w:val="sr-Cyrl-RS"/>
        </w:rPr>
        <w:t>које се морају благовремено спречавати</w:t>
      </w:r>
      <w:r w:rsidRPr="00A90824">
        <w:rPr>
          <w:color w:val="000000"/>
          <w:szCs w:val="24"/>
          <w:lang w:val="sr-Cyrl-RS"/>
        </w:rPr>
        <w:t xml:space="preserve">. Неки од кључних су избегавање пристрасности у делу остваривања права, могућност приступа ресурсима због разлике у доступности технологије, опреме и новца, претерано </w:t>
      </w:r>
      <w:r w:rsidR="00650950" w:rsidRPr="00A90824">
        <w:rPr>
          <w:color w:val="000000"/>
          <w:szCs w:val="24"/>
          <w:lang w:val="sr-Cyrl-RS"/>
        </w:rPr>
        <w:t xml:space="preserve">ослањање на решења </w:t>
      </w:r>
      <w:r w:rsidR="00544C9C" w:rsidRPr="00A90824">
        <w:rPr>
          <w:color w:val="000000"/>
          <w:szCs w:val="24"/>
          <w:lang w:val="sr-Cyrl-RS"/>
        </w:rPr>
        <w:t>в</w:t>
      </w:r>
      <w:r w:rsidRPr="00A90824">
        <w:rPr>
          <w:color w:val="000000"/>
          <w:szCs w:val="24"/>
          <w:lang w:val="sr-Cyrl-RS"/>
        </w:rPr>
        <w:t>ештачк</w:t>
      </w:r>
      <w:r w:rsidR="00650950" w:rsidRPr="00A90824">
        <w:rPr>
          <w:color w:val="000000"/>
          <w:szCs w:val="24"/>
          <w:lang w:val="sr-Cyrl-RS"/>
        </w:rPr>
        <w:t>е</w:t>
      </w:r>
      <w:r w:rsidRPr="00A90824">
        <w:rPr>
          <w:color w:val="000000"/>
          <w:szCs w:val="24"/>
          <w:lang w:val="sr-Cyrl-RS"/>
        </w:rPr>
        <w:t xml:space="preserve"> интелигенциј</w:t>
      </w:r>
      <w:r w:rsidR="00650950" w:rsidRPr="00A90824">
        <w:rPr>
          <w:color w:val="000000"/>
          <w:szCs w:val="24"/>
          <w:lang w:val="sr-Cyrl-RS"/>
        </w:rPr>
        <w:t>е</w:t>
      </w:r>
      <w:r w:rsidRPr="00A90824">
        <w:rPr>
          <w:color w:val="000000"/>
          <w:szCs w:val="24"/>
          <w:lang w:val="sr-Cyrl-RS"/>
        </w:rPr>
        <w:t xml:space="preserve"> и смањење </w:t>
      </w:r>
      <w:r w:rsidR="00650950" w:rsidRPr="00A90824">
        <w:rPr>
          <w:color w:val="000000"/>
          <w:szCs w:val="24"/>
          <w:lang w:val="sr-Cyrl-RS"/>
        </w:rPr>
        <w:t xml:space="preserve">директног </w:t>
      </w:r>
      <w:r w:rsidRPr="00A90824">
        <w:rPr>
          <w:color w:val="000000"/>
          <w:szCs w:val="24"/>
          <w:lang w:val="sr-Cyrl-RS"/>
        </w:rPr>
        <w:t xml:space="preserve">контакта, </w:t>
      </w:r>
      <w:r w:rsidR="00650950" w:rsidRPr="00A90824">
        <w:rPr>
          <w:color w:val="000000"/>
          <w:szCs w:val="24"/>
          <w:lang w:val="sr-Cyrl-RS"/>
        </w:rPr>
        <w:t xml:space="preserve">односно </w:t>
      </w:r>
      <w:r w:rsidRPr="00A90824">
        <w:rPr>
          <w:color w:val="000000"/>
          <w:szCs w:val="24"/>
          <w:lang w:val="sr-Cyrl-RS"/>
        </w:rPr>
        <w:t xml:space="preserve">квалитета комуникације на ниво доступан вештачкој интелигенцији, </w:t>
      </w:r>
      <w:r w:rsidR="00650950" w:rsidRPr="00A90824">
        <w:rPr>
          <w:color w:val="000000"/>
          <w:szCs w:val="24"/>
          <w:lang w:val="sr-Cyrl-RS"/>
        </w:rPr>
        <w:t xml:space="preserve">примену </w:t>
      </w:r>
      <w:r w:rsidRPr="00A90824">
        <w:rPr>
          <w:color w:val="000000"/>
          <w:szCs w:val="24"/>
          <w:lang w:val="sr-Cyrl-RS"/>
        </w:rPr>
        <w:t>постојећих предрасуда и образаца</w:t>
      </w:r>
      <w:r w:rsidR="00650950" w:rsidRPr="00A90824">
        <w:rPr>
          <w:color w:val="000000"/>
          <w:szCs w:val="24"/>
          <w:lang w:val="sr-Cyrl-RS"/>
        </w:rPr>
        <w:t xml:space="preserve"> који утичу на</w:t>
      </w:r>
      <w:r w:rsidRPr="00A90824">
        <w:rPr>
          <w:color w:val="000000"/>
          <w:szCs w:val="24"/>
          <w:lang w:val="sr-Cyrl-RS"/>
        </w:rPr>
        <w:t xml:space="preserve"> </w:t>
      </w:r>
      <w:r w:rsidR="00650950" w:rsidRPr="00A90824">
        <w:rPr>
          <w:color w:val="000000"/>
          <w:szCs w:val="24"/>
          <w:lang w:val="sr-Cyrl-RS"/>
        </w:rPr>
        <w:t>поштовање људских права</w:t>
      </w:r>
      <w:r w:rsidRPr="00A90824">
        <w:rPr>
          <w:color w:val="000000"/>
          <w:szCs w:val="24"/>
          <w:lang w:val="sr-Cyrl-RS"/>
        </w:rPr>
        <w:t>, етичких начела</w:t>
      </w:r>
      <w:r w:rsidR="00650950" w:rsidRPr="00A90824">
        <w:rPr>
          <w:color w:val="000000"/>
          <w:szCs w:val="24"/>
          <w:lang w:val="sr-Cyrl-RS"/>
        </w:rPr>
        <w:t xml:space="preserve"> и</w:t>
      </w:r>
      <w:r w:rsidRPr="00A90824">
        <w:rPr>
          <w:color w:val="000000"/>
          <w:szCs w:val="24"/>
          <w:lang w:val="sr-Cyrl-RS"/>
        </w:rPr>
        <w:t xml:space="preserve"> </w:t>
      </w:r>
      <w:r w:rsidR="00650950" w:rsidRPr="00A90824">
        <w:rPr>
          <w:color w:val="000000"/>
          <w:szCs w:val="24"/>
          <w:lang w:val="sr-Cyrl-RS"/>
        </w:rPr>
        <w:t xml:space="preserve">заштиту </w:t>
      </w:r>
      <w:r w:rsidRPr="00A90824">
        <w:rPr>
          <w:color w:val="000000"/>
          <w:szCs w:val="24"/>
          <w:lang w:val="sr-Cyrl-RS"/>
        </w:rPr>
        <w:t xml:space="preserve">животне средине. </w:t>
      </w:r>
      <w:r w:rsidR="00650950" w:rsidRPr="00A90824">
        <w:rPr>
          <w:color w:val="000000"/>
          <w:szCs w:val="24"/>
          <w:lang w:val="sr-Cyrl-RS"/>
        </w:rPr>
        <w:t>Неопходно је одредити</w:t>
      </w:r>
      <w:r w:rsidRPr="00A90824">
        <w:rPr>
          <w:color w:val="000000"/>
          <w:szCs w:val="24"/>
          <w:lang w:val="sr-Cyrl-RS"/>
        </w:rPr>
        <w:t xml:space="preserve"> праву меру </w:t>
      </w:r>
      <w:r w:rsidR="00650950" w:rsidRPr="00A90824">
        <w:rPr>
          <w:color w:val="000000"/>
          <w:szCs w:val="24"/>
          <w:lang w:val="sr-Cyrl-RS"/>
        </w:rPr>
        <w:t xml:space="preserve">у </w:t>
      </w:r>
      <w:r w:rsidRPr="00A90824">
        <w:rPr>
          <w:color w:val="000000"/>
          <w:szCs w:val="24"/>
          <w:lang w:val="sr-Cyrl-RS"/>
        </w:rPr>
        <w:t>развој</w:t>
      </w:r>
      <w:r w:rsidR="00650950" w:rsidRPr="00A90824">
        <w:rPr>
          <w:color w:val="000000"/>
          <w:szCs w:val="24"/>
          <w:lang w:val="sr-Cyrl-RS"/>
        </w:rPr>
        <w:t>у</w:t>
      </w:r>
      <w:r w:rsidRPr="00A90824">
        <w:rPr>
          <w:color w:val="000000"/>
          <w:szCs w:val="24"/>
          <w:lang w:val="sr-Cyrl-RS"/>
        </w:rPr>
        <w:t xml:space="preserve"> и примен</w:t>
      </w:r>
      <w:r w:rsidR="00650950" w:rsidRPr="00A90824">
        <w:rPr>
          <w:color w:val="000000"/>
          <w:szCs w:val="24"/>
          <w:lang w:val="sr-Cyrl-RS"/>
        </w:rPr>
        <w:t>и</w:t>
      </w:r>
      <w:r w:rsidRPr="00A90824">
        <w:rPr>
          <w:color w:val="000000"/>
          <w:szCs w:val="24"/>
          <w:lang w:val="sr-Cyrl-RS"/>
        </w:rPr>
        <w:t xml:space="preserve"> вештачке интелигенције која ће на најбољи начин заштити интересе</w:t>
      </w:r>
      <w:r w:rsidR="00650950" w:rsidRPr="00A90824">
        <w:rPr>
          <w:color w:val="000000"/>
          <w:szCs w:val="24"/>
          <w:lang w:val="sr-Cyrl-RS"/>
        </w:rPr>
        <w:t xml:space="preserve"> државе и друштва</w:t>
      </w:r>
      <w:r w:rsidRPr="00A90824">
        <w:rPr>
          <w:color w:val="000000"/>
          <w:szCs w:val="24"/>
          <w:lang w:val="sr-Cyrl-RS"/>
        </w:rPr>
        <w:t xml:space="preserve">. Изазови </w:t>
      </w:r>
      <w:r w:rsidR="00650950" w:rsidRPr="00A90824">
        <w:rPr>
          <w:color w:val="000000"/>
          <w:szCs w:val="24"/>
          <w:lang w:val="sr-Cyrl-RS"/>
        </w:rPr>
        <w:t xml:space="preserve">у примени </w:t>
      </w:r>
      <w:r w:rsidR="00701CF7" w:rsidRPr="00A90824">
        <w:rPr>
          <w:color w:val="000000"/>
          <w:szCs w:val="24"/>
          <w:lang w:val="sr-Cyrl-RS"/>
        </w:rPr>
        <w:t xml:space="preserve">јављају се и у домену </w:t>
      </w:r>
      <w:r w:rsidRPr="00A90824">
        <w:rPr>
          <w:color w:val="000000"/>
          <w:szCs w:val="24"/>
          <w:lang w:val="sr-Cyrl-RS"/>
        </w:rPr>
        <w:t xml:space="preserve">заштите података, </w:t>
      </w:r>
      <w:r w:rsidR="00701CF7" w:rsidRPr="00A90824">
        <w:rPr>
          <w:color w:val="000000"/>
          <w:szCs w:val="24"/>
          <w:lang w:val="sr-Cyrl-RS"/>
        </w:rPr>
        <w:t>негативног утицаја на</w:t>
      </w:r>
      <w:r w:rsidRPr="00A90824">
        <w:rPr>
          <w:color w:val="000000"/>
          <w:szCs w:val="24"/>
          <w:lang w:val="sr-Cyrl-RS"/>
        </w:rPr>
        <w:t xml:space="preserve"> </w:t>
      </w:r>
      <w:r w:rsidR="00701CF7" w:rsidRPr="00A90824">
        <w:rPr>
          <w:color w:val="000000"/>
          <w:szCs w:val="24"/>
          <w:lang w:val="sr-Cyrl-RS"/>
        </w:rPr>
        <w:t xml:space="preserve">одређени </w:t>
      </w:r>
      <w:r w:rsidRPr="00A90824">
        <w:rPr>
          <w:color w:val="000000"/>
          <w:szCs w:val="24"/>
          <w:lang w:val="sr-Cyrl-RS"/>
        </w:rPr>
        <w:t>начин живота</w:t>
      </w:r>
      <w:r w:rsidR="00A73A62" w:rsidRPr="00A90824">
        <w:rPr>
          <w:color w:val="000000"/>
          <w:szCs w:val="24"/>
          <w:lang w:val="sr-Cyrl-RS"/>
        </w:rPr>
        <w:t xml:space="preserve">, безбедност грађана и државе </w:t>
      </w:r>
      <w:r w:rsidR="00701CF7" w:rsidRPr="00A90824">
        <w:rPr>
          <w:color w:val="000000"/>
          <w:szCs w:val="24"/>
          <w:lang w:val="sr-Cyrl-RS"/>
        </w:rPr>
        <w:t xml:space="preserve">због чега се пре примене вештачке интелигенције морају непрекидно радити процене утицаја и преиспитивања </w:t>
      </w:r>
      <w:r w:rsidR="00303EDA" w:rsidRPr="00A90824">
        <w:rPr>
          <w:color w:val="000000"/>
          <w:szCs w:val="24"/>
          <w:lang w:val="sr-Cyrl-RS"/>
        </w:rPr>
        <w:t xml:space="preserve">о начинима </w:t>
      </w:r>
      <w:r w:rsidR="00701CF7" w:rsidRPr="00A90824">
        <w:rPr>
          <w:color w:val="000000"/>
          <w:szCs w:val="24"/>
          <w:lang w:val="sr-Cyrl-RS"/>
        </w:rPr>
        <w:t>коришћења потенцијалних решења у овој области</w:t>
      </w:r>
      <w:r w:rsidR="00A73A62" w:rsidRPr="00A90824">
        <w:rPr>
          <w:color w:val="000000"/>
          <w:szCs w:val="24"/>
          <w:lang w:val="sr-Cyrl-RS"/>
        </w:rPr>
        <w:t>.</w:t>
      </w:r>
    </w:p>
    <w:p w14:paraId="4DF44D02" w14:textId="77777777" w:rsidR="00A73A62" w:rsidRPr="00A90824" w:rsidRDefault="00A73A62" w:rsidP="009F7C6F">
      <w:pPr>
        <w:rPr>
          <w:color w:val="000000"/>
          <w:szCs w:val="24"/>
          <w:lang w:val="sr-Cyrl-RS"/>
        </w:rPr>
      </w:pPr>
      <w:r w:rsidRPr="00A90824">
        <w:rPr>
          <w:color w:val="000000"/>
          <w:szCs w:val="24"/>
          <w:lang w:val="sr-Cyrl-RS"/>
        </w:rPr>
        <w:t>Имајући у виду испреплетаност одређених елемената који се односе на начин развоја и употребу података</w:t>
      </w:r>
      <w:r w:rsidR="00701CF7" w:rsidRPr="00A90824">
        <w:rPr>
          <w:color w:val="000000"/>
          <w:szCs w:val="24"/>
          <w:lang w:val="sr-Cyrl-RS"/>
        </w:rPr>
        <w:t xml:space="preserve"> ефекти</w:t>
      </w:r>
      <w:r w:rsidRPr="00A90824">
        <w:rPr>
          <w:color w:val="000000"/>
          <w:szCs w:val="24"/>
          <w:lang w:val="sr-Cyrl-RS"/>
        </w:rPr>
        <w:t xml:space="preserve"> примен</w:t>
      </w:r>
      <w:r w:rsidR="00701CF7" w:rsidRPr="00A90824">
        <w:rPr>
          <w:color w:val="000000"/>
          <w:szCs w:val="24"/>
          <w:lang w:val="sr-Cyrl-RS"/>
        </w:rPr>
        <w:t>е могу се видети у свим сегментима</w:t>
      </w:r>
      <w:r w:rsidRPr="00A90824">
        <w:rPr>
          <w:color w:val="000000"/>
          <w:szCs w:val="24"/>
          <w:lang w:val="sr-Cyrl-RS"/>
        </w:rPr>
        <w:t xml:space="preserve"> привреде и друштва. </w:t>
      </w:r>
      <w:r w:rsidR="009F7C6F" w:rsidRPr="00A90824">
        <w:rPr>
          <w:color w:val="000000"/>
          <w:szCs w:val="24"/>
          <w:lang w:val="sr-Cyrl-RS"/>
        </w:rPr>
        <w:t xml:space="preserve">Превазилажење изазова </w:t>
      </w:r>
      <w:r w:rsidR="00B814EC" w:rsidRPr="00A90824">
        <w:rPr>
          <w:color w:val="000000"/>
          <w:szCs w:val="24"/>
          <w:lang w:val="sr-Cyrl-RS"/>
        </w:rPr>
        <w:t xml:space="preserve">у свим областима </w:t>
      </w:r>
      <w:r w:rsidR="009F7C6F" w:rsidRPr="00A90824">
        <w:rPr>
          <w:color w:val="000000"/>
          <w:szCs w:val="24"/>
          <w:lang w:val="sr-Cyrl-RS"/>
        </w:rPr>
        <w:t>мора се решавати уређивањем начина развоја и примене вештачке интелигенције</w:t>
      </w:r>
      <w:r w:rsidRPr="00A90824">
        <w:rPr>
          <w:color w:val="000000"/>
          <w:szCs w:val="24"/>
          <w:lang w:val="sr-Cyrl-RS"/>
        </w:rPr>
        <w:t xml:space="preserve"> кроз законске и институционалне оквире који ће бити свеобухватни, прецизни, усклађени са новим токовима и развојем технологије и примењивани </w:t>
      </w:r>
      <w:r w:rsidR="004E0C32" w:rsidRPr="00A90824">
        <w:rPr>
          <w:color w:val="000000"/>
          <w:szCs w:val="24"/>
          <w:lang w:val="sr-Cyrl-RS"/>
        </w:rPr>
        <w:t>онако</w:t>
      </w:r>
      <w:r w:rsidRPr="00A90824">
        <w:rPr>
          <w:color w:val="000000"/>
          <w:szCs w:val="24"/>
          <w:lang w:val="sr-Cyrl-RS"/>
        </w:rPr>
        <w:t xml:space="preserve"> како је у Стратегији и наведено, са човеком као мерилом. </w:t>
      </w:r>
      <w:r w:rsidR="004E0C32" w:rsidRPr="00A90824">
        <w:rPr>
          <w:color w:val="000000"/>
          <w:szCs w:val="24"/>
          <w:lang w:val="sr-Cyrl-RS"/>
        </w:rPr>
        <w:t>Континуирано се мора</w:t>
      </w:r>
      <w:r w:rsidRPr="00A90824">
        <w:rPr>
          <w:color w:val="000000"/>
          <w:szCs w:val="24"/>
          <w:lang w:val="sr-Cyrl-RS"/>
        </w:rPr>
        <w:t xml:space="preserve"> </w:t>
      </w:r>
      <w:r w:rsidR="009F7C6F" w:rsidRPr="00A90824">
        <w:rPr>
          <w:color w:val="000000"/>
          <w:szCs w:val="24"/>
          <w:lang w:val="sr-Cyrl-RS"/>
        </w:rPr>
        <w:t>пра</w:t>
      </w:r>
      <w:r w:rsidRPr="00A90824">
        <w:rPr>
          <w:color w:val="000000"/>
          <w:szCs w:val="24"/>
          <w:lang w:val="sr-Cyrl-RS"/>
        </w:rPr>
        <w:t>тити</w:t>
      </w:r>
      <w:r w:rsidR="009F7C6F" w:rsidRPr="00A90824">
        <w:rPr>
          <w:color w:val="000000"/>
          <w:szCs w:val="24"/>
          <w:lang w:val="sr-Cyrl-RS"/>
        </w:rPr>
        <w:t xml:space="preserve"> </w:t>
      </w:r>
      <w:r w:rsidRPr="00A90824">
        <w:rPr>
          <w:color w:val="000000"/>
          <w:szCs w:val="24"/>
          <w:lang w:val="sr-Cyrl-RS"/>
        </w:rPr>
        <w:t>рад свих</w:t>
      </w:r>
      <w:r w:rsidR="009F7C6F" w:rsidRPr="00A90824">
        <w:rPr>
          <w:color w:val="000000"/>
          <w:szCs w:val="24"/>
          <w:lang w:val="sr-Cyrl-RS"/>
        </w:rPr>
        <w:t xml:space="preserve"> систем</w:t>
      </w:r>
      <w:r w:rsidRPr="00A90824">
        <w:rPr>
          <w:color w:val="000000"/>
          <w:szCs w:val="24"/>
          <w:lang w:val="sr-Cyrl-RS"/>
        </w:rPr>
        <w:t>а</w:t>
      </w:r>
      <w:r w:rsidR="009F7C6F" w:rsidRPr="00A90824">
        <w:rPr>
          <w:color w:val="000000"/>
          <w:szCs w:val="24"/>
          <w:lang w:val="sr-Cyrl-RS"/>
        </w:rPr>
        <w:t xml:space="preserve"> вештачке интелигенције</w:t>
      </w:r>
      <w:r w:rsidRPr="00A90824">
        <w:rPr>
          <w:color w:val="000000"/>
          <w:szCs w:val="24"/>
          <w:lang w:val="sr-Cyrl-RS"/>
        </w:rPr>
        <w:t xml:space="preserve"> који се примењују на тржишту Републике Србије</w:t>
      </w:r>
      <w:r w:rsidR="009F7C6F" w:rsidRPr="00A90824">
        <w:rPr>
          <w:color w:val="000000"/>
          <w:szCs w:val="24"/>
          <w:lang w:val="sr-Cyrl-RS"/>
        </w:rPr>
        <w:t xml:space="preserve"> како би се избегле неправде и пристрасности</w:t>
      </w:r>
      <w:r w:rsidRPr="00A90824">
        <w:rPr>
          <w:color w:val="000000"/>
          <w:szCs w:val="24"/>
          <w:lang w:val="sr-Cyrl-RS"/>
        </w:rPr>
        <w:t xml:space="preserve">. </w:t>
      </w:r>
      <w:r w:rsidR="004E0C32" w:rsidRPr="00A90824">
        <w:rPr>
          <w:color w:val="000000"/>
          <w:szCs w:val="24"/>
          <w:lang w:val="sr-Cyrl-RS"/>
        </w:rPr>
        <w:t>Неопходно је ићи у корак са светским трендовима</w:t>
      </w:r>
      <w:r w:rsidRPr="00A90824">
        <w:rPr>
          <w:color w:val="000000"/>
          <w:szCs w:val="24"/>
          <w:lang w:val="sr-Cyrl-RS"/>
        </w:rPr>
        <w:t xml:space="preserve"> и на прави начин уводити </w:t>
      </w:r>
      <w:r w:rsidR="004E0C32" w:rsidRPr="00A90824">
        <w:rPr>
          <w:color w:val="000000"/>
          <w:szCs w:val="24"/>
          <w:lang w:val="sr-Cyrl-RS"/>
        </w:rPr>
        <w:t xml:space="preserve">она </w:t>
      </w:r>
      <w:r w:rsidRPr="00A90824">
        <w:rPr>
          <w:color w:val="000000"/>
          <w:szCs w:val="24"/>
          <w:lang w:val="sr-Cyrl-RS"/>
        </w:rPr>
        <w:t xml:space="preserve">решења која су се </w:t>
      </w:r>
      <w:r w:rsidR="004E0C32" w:rsidRPr="00A90824">
        <w:rPr>
          <w:color w:val="000000"/>
          <w:szCs w:val="24"/>
          <w:lang w:val="sr-Cyrl-RS"/>
        </w:rPr>
        <w:t xml:space="preserve">већ </w:t>
      </w:r>
      <w:r w:rsidRPr="00A90824">
        <w:rPr>
          <w:color w:val="000000"/>
          <w:szCs w:val="24"/>
          <w:lang w:val="sr-Cyrl-RS"/>
        </w:rPr>
        <w:t>показала добра</w:t>
      </w:r>
      <w:r w:rsidR="004E0C32" w:rsidRPr="00A90824">
        <w:rPr>
          <w:color w:val="000000"/>
          <w:szCs w:val="24"/>
          <w:lang w:val="sr-Cyrl-RS"/>
        </w:rPr>
        <w:t xml:space="preserve"> у примени, а</w:t>
      </w:r>
      <w:r w:rsidRPr="00A90824">
        <w:rPr>
          <w:color w:val="000000"/>
          <w:szCs w:val="24"/>
          <w:lang w:val="sr-Cyrl-RS"/>
        </w:rPr>
        <w:t xml:space="preserve"> избегавати она која нису </w:t>
      </w:r>
      <w:r w:rsidR="004E0C32" w:rsidRPr="00A90824">
        <w:rPr>
          <w:color w:val="000000"/>
          <w:szCs w:val="24"/>
          <w:lang w:val="sr-Cyrl-RS"/>
        </w:rPr>
        <w:t>дала очекиване ефекте нити добробит друштву</w:t>
      </w:r>
      <w:r w:rsidR="009F7C6F" w:rsidRPr="00A90824">
        <w:rPr>
          <w:color w:val="000000"/>
          <w:szCs w:val="24"/>
          <w:lang w:val="sr-Cyrl-RS"/>
        </w:rPr>
        <w:t>.</w:t>
      </w:r>
    </w:p>
    <w:p w14:paraId="303B214A" w14:textId="77777777" w:rsidR="00BE0C76" w:rsidRPr="00A90824" w:rsidRDefault="00FB1C61" w:rsidP="00FB1C61">
      <w:pPr>
        <w:pStyle w:val="Heading1"/>
        <w:rPr>
          <w:color w:val="000000"/>
          <w:sz w:val="24"/>
          <w:szCs w:val="24"/>
          <w:lang w:val="sr-Cyrl-RS"/>
        </w:rPr>
      </w:pPr>
      <w:bookmarkStart w:id="59" w:name="_Toc174901973"/>
      <w:r w:rsidRPr="00A90824">
        <w:rPr>
          <w:color w:val="000000"/>
          <w:sz w:val="24"/>
          <w:szCs w:val="24"/>
          <w:lang w:val="sr-Cyrl-RS"/>
        </w:rPr>
        <w:t xml:space="preserve">7. </w:t>
      </w:r>
      <w:r w:rsidR="00BE0C76" w:rsidRPr="00A90824">
        <w:rPr>
          <w:color w:val="000000"/>
          <w:sz w:val="24"/>
          <w:szCs w:val="24"/>
          <w:lang w:val="sr-Cyrl-RS"/>
        </w:rPr>
        <w:t>Механизам за координацију</w:t>
      </w:r>
      <w:bookmarkEnd w:id="59"/>
    </w:p>
    <w:p w14:paraId="6778EC5F" w14:textId="77777777" w:rsidR="00BE0C76" w:rsidRPr="00A90824" w:rsidRDefault="008D7A36" w:rsidP="00BE0C76">
      <w:pPr>
        <w:rPr>
          <w:color w:val="000000"/>
          <w:szCs w:val="24"/>
          <w:lang w:val="sr-Cyrl-RS"/>
        </w:rPr>
      </w:pPr>
      <w:r w:rsidRPr="00A90824">
        <w:rPr>
          <w:color w:val="000000"/>
          <w:szCs w:val="24"/>
          <w:lang w:val="sr-Cyrl-RS"/>
        </w:rPr>
        <w:t xml:space="preserve">За </w:t>
      </w:r>
      <w:r w:rsidR="00BE0C76" w:rsidRPr="00A90824">
        <w:rPr>
          <w:color w:val="000000"/>
          <w:szCs w:val="24"/>
          <w:lang w:val="sr-Cyrl-RS"/>
        </w:rPr>
        <w:t>спровође</w:t>
      </w:r>
      <w:r w:rsidRPr="00A90824">
        <w:rPr>
          <w:color w:val="000000"/>
          <w:szCs w:val="24"/>
          <w:lang w:val="sr-Cyrl-RS"/>
        </w:rPr>
        <w:t>ње</w:t>
      </w:r>
      <w:r w:rsidR="00BE0C76" w:rsidRPr="00A90824">
        <w:rPr>
          <w:color w:val="000000"/>
          <w:szCs w:val="24"/>
          <w:lang w:val="sr-Cyrl-RS"/>
        </w:rPr>
        <w:t xml:space="preserve"> Стратегије припремају се акциони планови за период од три године.</w:t>
      </w:r>
    </w:p>
    <w:p w14:paraId="2510E635" w14:textId="77777777" w:rsidR="00BE0C76" w:rsidRPr="00A90824" w:rsidRDefault="00BE0C76" w:rsidP="00BE0C76">
      <w:pPr>
        <w:rPr>
          <w:color w:val="000000"/>
          <w:szCs w:val="24"/>
          <w:lang w:val="sr-Cyrl-RS"/>
        </w:rPr>
      </w:pPr>
      <w:r w:rsidRPr="00A90824">
        <w:rPr>
          <w:color w:val="000000"/>
          <w:szCs w:val="24"/>
          <w:lang w:val="sr-Cyrl-RS"/>
        </w:rPr>
        <w:t xml:space="preserve">За координацију спровођења и праћење напретка у спровођењу </w:t>
      </w:r>
      <w:r w:rsidR="008D7A36" w:rsidRPr="00A90824">
        <w:rPr>
          <w:color w:val="000000"/>
          <w:szCs w:val="24"/>
          <w:lang w:val="sr-Cyrl-RS"/>
        </w:rPr>
        <w:t xml:space="preserve">Стратегије надлежан </w:t>
      </w:r>
      <w:r w:rsidRPr="00A90824">
        <w:rPr>
          <w:color w:val="000000"/>
          <w:szCs w:val="24"/>
          <w:lang w:val="sr-Cyrl-RS"/>
        </w:rPr>
        <w:t xml:space="preserve">је </w:t>
      </w:r>
      <w:r w:rsidR="00A66B7D" w:rsidRPr="00A90824">
        <w:rPr>
          <w:color w:val="000000"/>
          <w:szCs w:val="24"/>
          <w:lang w:val="sr-Cyrl-RS"/>
        </w:rPr>
        <w:t>Савет за вештачку интелигенцију у складу са надлежностима предвиђеним Одлуком о оснивању</w:t>
      </w:r>
      <w:r w:rsidR="0059301F" w:rsidRPr="00A90824">
        <w:rPr>
          <w:color w:val="000000"/>
          <w:szCs w:val="24"/>
          <w:lang w:val="sr-Cyrl-RS"/>
        </w:rPr>
        <w:t xml:space="preserve"> и Министарство науке, технолошког развоја и иновације (у даљем тексту: Министарство)</w:t>
      </w:r>
      <w:r w:rsidRPr="00A90824">
        <w:rPr>
          <w:color w:val="000000"/>
          <w:szCs w:val="24"/>
          <w:lang w:val="sr-Cyrl-RS"/>
        </w:rPr>
        <w:t>.</w:t>
      </w:r>
    </w:p>
    <w:p w14:paraId="145C5619" w14:textId="77777777" w:rsidR="00BE0C76" w:rsidRPr="00A90824" w:rsidRDefault="00BE0C76" w:rsidP="00BE0C76">
      <w:pPr>
        <w:rPr>
          <w:color w:val="000000"/>
          <w:szCs w:val="24"/>
          <w:lang w:val="sr-Cyrl-RS"/>
        </w:rPr>
      </w:pPr>
      <w:r w:rsidRPr="00A90824">
        <w:rPr>
          <w:color w:val="000000"/>
          <w:szCs w:val="24"/>
          <w:lang w:val="sr-Cyrl-RS"/>
        </w:rPr>
        <w:t xml:space="preserve">Праћење спровођења </w:t>
      </w:r>
      <w:r w:rsidR="008D7A36" w:rsidRPr="00A90824">
        <w:rPr>
          <w:color w:val="000000"/>
          <w:szCs w:val="24"/>
          <w:lang w:val="sr-Cyrl-RS"/>
        </w:rPr>
        <w:t>мера и активности утврђених С</w:t>
      </w:r>
      <w:r w:rsidRPr="00A90824">
        <w:rPr>
          <w:color w:val="000000"/>
          <w:szCs w:val="24"/>
          <w:lang w:val="sr-Cyrl-RS"/>
        </w:rPr>
        <w:t>тратегиј</w:t>
      </w:r>
      <w:r w:rsidR="008D7A36" w:rsidRPr="00A90824">
        <w:rPr>
          <w:color w:val="000000"/>
          <w:szCs w:val="24"/>
          <w:lang w:val="sr-Cyrl-RS"/>
        </w:rPr>
        <w:t>ом</w:t>
      </w:r>
      <w:r w:rsidRPr="00A90824">
        <w:rPr>
          <w:color w:val="000000"/>
          <w:szCs w:val="24"/>
          <w:lang w:val="sr-Cyrl-RS"/>
        </w:rPr>
        <w:t xml:space="preserve"> подразумева прикупљање података и информација ток</w:t>
      </w:r>
      <w:r w:rsidR="008D7A36" w:rsidRPr="00A90824">
        <w:rPr>
          <w:color w:val="000000"/>
          <w:szCs w:val="24"/>
          <w:lang w:val="sr-Cyrl-RS"/>
        </w:rPr>
        <w:t>ом</w:t>
      </w:r>
      <w:r w:rsidRPr="00A90824">
        <w:rPr>
          <w:color w:val="000000"/>
          <w:szCs w:val="24"/>
          <w:lang w:val="sr-Cyrl-RS"/>
        </w:rPr>
        <w:t xml:space="preserve"> </w:t>
      </w:r>
      <w:r w:rsidR="008D7A36" w:rsidRPr="00A90824">
        <w:rPr>
          <w:color w:val="000000"/>
          <w:szCs w:val="24"/>
          <w:lang w:val="sr-Cyrl-RS"/>
        </w:rPr>
        <w:t xml:space="preserve">њеног </w:t>
      </w:r>
      <w:r w:rsidRPr="00A90824">
        <w:rPr>
          <w:color w:val="000000"/>
          <w:szCs w:val="24"/>
          <w:lang w:val="sr-Cyrl-RS"/>
        </w:rPr>
        <w:t xml:space="preserve">спровођења, односно њеног акционог плана, ради идентификовања </w:t>
      </w:r>
      <w:r w:rsidR="00E35733" w:rsidRPr="00A90824">
        <w:rPr>
          <w:color w:val="000000"/>
          <w:szCs w:val="24"/>
          <w:lang w:val="sr-Cyrl-RS"/>
        </w:rPr>
        <w:t>евентуалних</w:t>
      </w:r>
      <w:r w:rsidRPr="00A90824">
        <w:rPr>
          <w:color w:val="000000"/>
          <w:szCs w:val="24"/>
          <w:lang w:val="sr-Cyrl-RS"/>
        </w:rPr>
        <w:t xml:space="preserve"> изазова, тешкоћа и потенцијалних ризика у спровођењу, како би се благовремено отклониле све евентуалне препреке и предузели потребни кораци за достизање утврђених циљева у планираним роковима. Сви надлежни органи, као и партнери у спровођењу Стратегије и акционог плана су у обавези да органу надлежном за координацију спровођења и праћење напретка у спровођењу Стратегије доставе потребне податке и информације у роковима </w:t>
      </w:r>
      <w:r w:rsidR="00594C60" w:rsidRPr="00A90824">
        <w:rPr>
          <w:color w:val="000000"/>
          <w:szCs w:val="24"/>
          <w:lang w:val="sr-Cyrl-RS"/>
        </w:rPr>
        <w:t>прописаним</w:t>
      </w:r>
      <w:r w:rsidRPr="00A90824">
        <w:rPr>
          <w:color w:val="000000"/>
          <w:szCs w:val="24"/>
          <w:lang w:val="sr-Cyrl-RS"/>
        </w:rPr>
        <w:t xml:space="preserve"> Законом о планском систему или чешће на захтев надлежног органа.</w:t>
      </w:r>
    </w:p>
    <w:p w14:paraId="355FC491" w14:textId="77777777" w:rsidR="00BE0C76" w:rsidRPr="00A90824" w:rsidRDefault="00BE0C76" w:rsidP="00BE0C76">
      <w:pPr>
        <w:rPr>
          <w:color w:val="000000"/>
          <w:szCs w:val="24"/>
          <w:lang w:val="sr-Cyrl-RS"/>
        </w:rPr>
      </w:pPr>
      <w:r w:rsidRPr="00A90824">
        <w:rPr>
          <w:color w:val="000000"/>
          <w:szCs w:val="24"/>
          <w:lang w:val="sr-Cyrl-RS"/>
        </w:rPr>
        <w:t>Предлагачи развојних и докумената јавних политика су у обавези да приликом израде и усвајања тих документа узму у разматрање потенцијал примене и могући утицај вештачке интелигенције на развој одређених сектора.</w:t>
      </w:r>
    </w:p>
    <w:p w14:paraId="3604AD18" w14:textId="77777777" w:rsidR="00BE0C76" w:rsidRPr="00A90824" w:rsidRDefault="00BE0C76" w:rsidP="00BE0C76">
      <w:pPr>
        <w:rPr>
          <w:color w:val="000000"/>
          <w:szCs w:val="24"/>
          <w:lang w:val="sr-Cyrl-RS"/>
        </w:rPr>
      </w:pPr>
      <w:r w:rsidRPr="00A90824">
        <w:rPr>
          <w:color w:val="000000"/>
          <w:szCs w:val="24"/>
          <w:lang w:val="sr-Cyrl-RS"/>
        </w:rPr>
        <w:t xml:space="preserve">У сврху ефикасног праћења спровођења Стратегије, </w:t>
      </w:r>
      <w:r w:rsidR="0059301F" w:rsidRPr="00A90824">
        <w:rPr>
          <w:color w:val="000000"/>
          <w:szCs w:val="24"/>
          <w:lang w:val="sr-Cyrl-RS"/>
        </w:rPr>
        <w:t xml:space="preserve">Савет за вештачку интелигенцију </w:t>
      </w:r>
      <w:r w:rsidR="00594C60" w:rsidRPr="00A90824">
        <w:rPr>
          <w:color w:val="000000"/>
          <w:szCs w:val="24"/>
          <w:lang w:val="sr-Cyrl-RS"/>
        </w:rPr>
        <w:t xml:space="preserve">и </w:t>
      </w:r>
      <w:r w:rsidRPr="00A90824">
        <w:rPr>
          <w:color w:val="000000"/>
          <w:szCs w:val="24"/>
          <w:lang w:val="sr-Cyrl-RS"/>
        </w:rPr>
        <w:t>Министарство</w:t>
      </w:r>
      <w:r w:rsidR="00A66B7D" w:rsidRPr="00A90824">
        <w:rPr>
          <w:color w:val="000000"/>
          <w:szCs w:val="24"/>
          <w:lang w:val="sr-Cyrl-RS"/>
        </w:rPr>
        <w:t xml:space="preserve">, </w:t>
      </w:r>
      <w:r w:rsidRPr="00A90824">
        <w:rPr>
          <w:color w:val="000000"/>
          <w:szCs w:val="24"/>
          <w:lang w:val="sr-Cyrl-RS"/>
        </w:rPr>
        <w:t xml:space="preserve"> и/или надлежни орган за спровођење одређене мере, односно активности, могу да предложе оснивање посебних радних група ради ефикасније </w:t>
      </w:r>
      <w:r w:rsidR="00E35733" w:rsidRPr="00A90824">
        <w:rPr>
          <w:color w:val="000000"/>
          <w:szCs w:val="24"/>
          <w:lang w:val="sr-Cyrl-RS"/>
        </w:rPr>
        <w:t>координације,</w:t>
      </w:r>
      <w:r w:rsidRPr="00A90824">
        <w:rPr>
          <w:color w:val="000000"/>
          <w:szCs w:val="24"/>
          <w:lang w:val="sr-Cyrl-RS"/>
        </w:rPr>
        <w:t xml:space="preserve"> међуресорне сарадње и сарадње са заинтересованим странама.</w:t>
      </w:r>
    </w:p>
    <w:p w14:paraId="6C7130F5" w14:textId="77777777" w:rsidR="00BE0C76" w:rsidRPr="00A90824" w:rsidRDefault="00BE0C76" w:rsidP="00BE0C76">
      <w:pPr>
        <w:rPr>
          <w:color w:val="000000"/>
          <w:szCs w:val="24"/>
          <w:lang w:val="sr-Cyrl-RS"/>
        </w:rPr>
      </w:pPr>
      <w:r w:rsidRPr="00A90824">
        <w:rPr>
          <w:color w:val="000000"/>
          <w:szCs w:val="24"/>
          <w:lang w:val="sr-Cyrl-RS"/>
        </w:rPr>
        <w:t>Годишње извештаје о напретку у спровођењу акционог плана припрема Министарство на основу извештаја које, кроз Јединствени информациони систем за планирање, праћење спровођења, координацију јавних политика и извештавање (ЈИС), достављају сви органи и организације надлежни за спровођење мера и активности, у складу са Законом о планском систему и подзаконским актима којима су уређени начин извештавања и обавезни елементи извештаја.</w:t>
      </w:r>
    </w:p>
    <w:p w14:paraId="4D700C88" w14:textId="77777777" w:rsidR="00BE0C76" w:rsidRPr="00A90824" w:rsidRDefault="00BE0C76" w:rsidP="00BE0C76">
      <w:pPr>
        <w:rPr>
          <w:color w:val="000000"/>
          <w:szCs w:val="24"/>
          <w:lang w:val="sr-Cyrl-RS"/>
        </w:rPr>
      </w:pPr>
      <w:r w:rsidRPr="00A90824">
        <w:rPr>
          <w:color w:val="000000"/>
          <w:szCs w:val="24"/>
          <w:lang w:val="sr-Cyrl-RS"/>
        </w:rPr>
        <w:t>Израда годишњих извештаја о спровођењу акционог плана се врши у складу са роковима утврђеним Законом о планском систему.</w:t>
      </w:r>
    </w:p>
    <w:p w14:paraId="5E9D9C0A" w14:textId="77777777" w:rsidR="00BE0C76" w:rsidRPr="00A90824" w:rsidRDefault="00BE0C76" w:rsidP="00BE0C76">
      <w:pPr>
        <w:rPr>
          <w:color w:val="000000"/>
          <w:szCs w:val="24"/>
          <w:lang w:val="sr-Cyrl-RS"/>
        </w:rPr>
      </w:pPr>
      <w:r w:rsidRPr="00A90824">
        <w:rPr>
          <w:color w:val="000000"/>
          <w:szCs w:val="24"/>
          <w:lang w:val="sr-Cyrl-RS"/>
        </w:rPr>
        <w:t>Извештај о резултатима у достизању утврђених циљева Стратегије, Министарство припрема на основу спроведен</w:t>
      </w:r>
      <w:r w:rsidR="00594C60" w:rsidRPr="00A90824">
        <w:rPr>
          <w:color w:val="000000"/>
          <w:szCs w:val="24"/>
          <w:lang w:val="sr-Cyrl-RS"/>
        </w:rPr>
        <w:t>их</w:t>
      </w:r>
      <w:r w:rsidRPr="00A90824">
        <w:rPr>
          <w:color w:val="000000"/>
          <w:szCs w:val="24"/>
          <w:lang w:val="sr-Cyrl-RS"/>
        </w:rPr>
        <w:t xml:space="preserve"> </w:t>
      </w:r>
      <w:r w:rsidRPr="00A90824">
        <w:rPr>
          <w:i/>
          <w:iCs/>
          <w:color w:val="000000"/>
          <w:szCs w:val="24"/>
          <w:lang w:val="sr-Cyrl-RS"/>
        </w:rPr>
        <w:t>ex-post</w:t>
      </w:r>
      <w:r w:rsidRPr="00A90824">
        <w:rPr>
          <w:color w:val="000000"/>
          <w:szCs w:val="24"/>
          <w:lang w:val="sr-Cyrl-RS"/>
        </w:rPr>
        <w:t xml:space="preserve"> анализа </w:t>
      </w:r>
      <w:r w:rsidR="00320172" w:rsidRPr="00A90824">
        <w:rPr>
          <w:color w:val="000000"/>
          <w:szCs w:val="24"/>
          <w:lang w:val="sr-Cyrl-RS"/>
        </w:rPr>
        <w:t>ефеката</w:t>
      </w:r>
      <w:r w:rsidRPr="00A90824">
        <w:rPr>
          <w:color w:val="000000"/>
          <w:szCs w:val="24"/>
          <w:lang w:val="sr-Cyrl-RS"/>
        </w:rPr>
        <w:t xml:space="preserve">, након истека сваке треће календарске године спровођења Стратегије, у оквиру којег може да предложи и </w:t>
      </w:r>
      <w:r w:rsidR="00E35733" w:rsidRPr="00A90824">
        <w:rPr>
          <w:color w:val="000000"/>
          <w:szCs w:val="24"/>
          <w:lang w:val="sr-Cyrl-RS"/>
        </w:rPr>
        <w:t>евентуалну</w:t>
      </w:r>
      <w:r w:rsidRPr="00A90824">
        <w:rPr>
          <w:color w:val="000000"/>
          <w:szCs w:val="24"/>
          <w:lang w:val="sr-Cyrl-RS"/>
        </w:rPr>
        <w:t xml:space="preserve"> ревизију Стратегије </w:t>
      </w:r>
      <w:r w:rsidR="00594C60" w:rsidRPr="00A90824">
        <w:rPr>
          <w:color w:val="000000"/>
          <w:szCs w:val="24"/>
          <w:lang w:val="sr-Cyrl-RS"/>
        </w:rPr>
        <w:t>коју</w:t>
      </w:r>
      <w:r w:rsidRPr="00A90824">
        <w:rPr>
          <w:color w:val="000000"/>
          <w:szCs w:val="24"/>
          <w:lang w:val="sr-Cyrl-RS"/>
        </w:rPr>
        <w:t xml:space="preserve"> доставља Влади на усвајање.</w:t>
      </w:r>
      <w:r w:rsidR="00A66B7D" w:rsidRPr="00A90824">
        <w:rPr>
          <w:color w:val="000000"/>
          <w:szCs w:val="24"/>
          <w:lang w:val="sr-Cyrl-RS"/>
        </w:rPr>
        <w:t xml:space="preserve"> Савет за вештачку интелигенцију сарађује са Министарством на пословима </w:t>
      </w:r>
      <w:r w:rsidR="00594C60" w:rsidRPr="00A90824">
        <w:rPr>
          <w:color w:val="000000"/>
          <w:szCs w:val="24"/>
          <w:lang w:val="sr-Cyrl-RS"/>
        </w:rPr>
        <w:t xml:space="preserve">припреме </w:t>
      </w:r>
      <w:r w:rsidR="00A66B7D" w:rsidRPr="00A90824">
        <w:rPr>
          <w:color w:val="000000"/>
          <w:szCs w:val="24"/>
          <w:lang w:val="sr-Cyrl-RS"/>
        </w:rPr>
        <w:t>извештаја.</w:t>
      </w:r>
    </w:p>
    <w:p w14:paraId="5F781548" w14:textId="77777777" w:rsidR="00BE0C76" w:rsidRPr="00A90824" w:rsidRDefault="00BE0C76" w:rsidP="00BE0C76">
      <w:pPr>
        <w:rPr>
          <w:color w:val="000000"/>
          <w:szCs w:val="24"/>
          <w:lang w:val="sr-Cyrl-RS"/>
        </w:rPr>
      </w:pPr>
      <w:r w:rsidRPr="00A90824">
        <w:rPr>
          <w:color w:val="000000"/>
          <w:szCs w:val="24"/>
          <w:lang w:val="sr-Cyrl-RS"/>
        </w:rPr>
        <w:t>Финални извештај биће поднет Влади на усвајање након истека важења Стратегије, у складу са законом. Вредновање учинка врши се тако што се анализира да ли су и у којој мери постигнути учинци у складу са показатељима ефеката на нивоу општег циља, показатељима исхода на нивоу посебних циљева и показатељима резултата на нивоу појединачних мера.</w:t>
      </w:r>
    </w:p>
    <w:p w14:paraId="1CD54958" w14:textId="77777777" w:rsidR="00BE0C76" w:rsidRPr="00A90824" w:rsidRDefault="00BE0C76" w:rsidP="00BE0C76">
      <w:pPr>
        <w:rPr>
          <w:color w:val="000000"/>
          <w:szCs w:val="24"/>
          <w:lang w:val="sr-Cyrl-RS"/>
        </w:rPr>
      </w:pPr>
      <w:r w:rsidRPr="00A90824">
        <w:rPr>
          <w:color w:val="000000"/>
          <w:szCs w:val="24"/>
          <w:lang w:val="sr-Cyrl-RS"/>
        </w:rPr>
        <w:t>У случају потребе, односно у случају да се околности измене у мери у којој одређени елементи, односно циљев</w:t>
      </w:r>
      <w:r w:rsidR="00594C60" w:rsidRPr="00A90824">
        <w:rPr>
          <w:color w:val="000000"/>
          <w:szCs w:val="24"/>
          <w:lang w:val="sr-Cyrl-RS"/>
        </w:rPr>
        <w:t>и</w:t>
      </w:r>
      <w:r w:rsidRPr="00A90824">
        <w:rPr>
          <w:color w:val="000000"/>
          <w:szCs w:val="24"/>
          <w:lang w:val="sr-Cyrl-RS"/>
        </w:rPr>
        <w:t xml:space="preserve"> и мере Стратегије нису више релевантни, Министарство ће</w:t>
      </w:r>
      <w:r w:rsidR="00A66B7D" w:rsidRPr="00A90824">
        <w:rPr>
          <w:color w:val="000000"/>
          <w:szCs w:val="24"/>
          <w:lang w:val="sr-Cyrl-RS"/>
        </w:rPr>
        <w:t>, уз мишљење Савета за вештачку интелигенцију,</w:t>
      </w:r>
      <w:r w:rsidRPr="00A90824">
        <w:rPr>
          <w:color w:val="000000"/>
          <w:szCs w:val="24"/>
          <w:lang w:val="sr-Cyrl-RS"/>
        </w:rPr>
        <w:t xml:space="preserve"> покренути преиспитивање потребе за ревизијом, а евентуално размотрити и израду нове Стратегије.</w:t>
      </w:r>
    </w:p>
    <w:p w14:paraId="3D6B74CF" w14:textId="77777777" w:rsidR="00BE0C76" w:rsidRPr="00A90824" w:rsidRDefault="00BE0C76" w:rsidP="00BE0C76">
      <w:pPr>
        <w:rPr>
          <w:color w:val="000000"/>
          <w:szCs w:val="24"/>
          <w:lang w:val="sr-Cyrl-RS"/>
        </w:rPr>
      </w:pPr>
      <w:r w:rsidRPr="00A90824">
        <w:rPr>
          <w:color w:val="000000"/>
          <w:szCs w:val="24"/>
          <w:lang w:val="sr-Cyrl-RS"/>
        </w:rPr>
        <w:t>Предлагачи развојних и докумената јавних политика су у обавези да приликом израде и усвајања тих документа узму у разматрање потенцијал примене и могући утицај вештачке интелигенције на развој одређених сектора.</w:t>
      </w:r>
    </w:p>
    <w:p w14:paraId="5E6CF9BF" w14:textId="77777777" w:rsidR="00BE0C76" w:rsidRPr="00A90824" w:rsidRDefault="00FB1C61" w:rsidP="00FB1C61">
      <w:pPr>
        <w:pStyle w:val="Heading1"/>
        <w:rPr>
          <w:color w:val="000000"/>
          <w:sz w:val="24"/>
          <w:szCs w:val="24"/>
          <w:lang w:val="sr-Cyrl-RS"/>
        </w:rPr>
      </w:pPr>
      <w:bookmarkStart w:id="60" w:name="_Toc174901974"/>
      <w:r w:rsidRPr="00A90824">
        <w:rPr>
          <w:color w:val="000000"/>
          <w:sz w:val="24"/>
          <w:szCs w:val="24"/>
          <w:lang w:val="sr-Cyrl-RS"/>
        </w:rPr>
        <w:t xml:space="preserve">8. </w:t>
      </w:r>
      <w:r w:rsidR="00BE0C76" w:rsidRPr="00A90824">
        <w:rPr>
          <w:color w:val="000000"/>
          <w:sz w:val="24"/>
          <w:szCs w:val="24"/>
          <w:lang w:val="sr-Cyrl-RS"/>
        </w:rPr>
        <w:t>Информације о спроведеним консултацијама</w:t>
      </w:r>
      <w:bookmarkEnd w:id="60"/>
    </w:p>
    <w:p w14:paraId="15B5F858" w14:textId="2847BC73" w:rsidR="00BE0C76" w:rsidRPr="00A90824" w:rsidRDefault="00E35733" w:rsidP="00BE0C76">
      <w:pPr>
        <w:rPr>
          <w:color w:val="000000"/>
          <w:szCs w:val="24"/>
          <w:lang w:val="sr-Cyrl-RS"/>
        </w:rPr>
      </w:pPr>
      <w:r w:rsidRPr="00A90824">
        <w:rPr>
          <w:color w:val="000000"/>
          <w:szCs w:val="24"/>
          <w:lang w:val="sr-Cyrl-RS"/>
        </w:rPr>
        <w:t>Решење</w:t>
      </w:r>
      <w:r w:rsidR="00896C3B">
        <w:rPr>
          <w:color w:val="000000"/>
          <w:szCs w:val="24"/>
          <w:lang w:val="sr-Cyrl-RS"/>
        </w:rPr>
        <w:t xml:space="preserve"> о формирању радне групе Б</w:t>
      </w:r>
      <w:r w:rsidR="00BE0C76" w:rsidRPr="00A90824">
        <w:rPr>
          <w:color w:val="000000"/>
          <w:szCs w:val="24"/>
          <w:lang w:val="sr-Cyrl-RS"/>
        </w:rPr>
        <w:t>рој</w:t>
      </w:r>
      <w:r w:rsidR="00896C3B">
        <w:rPr>
          <w:color w:val="000000"/>
          <w:szCs w:val="24"/>
          <w:lang w:val="sr-Cyrl-RS"/>
        </w:rPr>
        <w:t>:</w:t>
      </w:r>
      <w:r w:rsidR="00BE0C76" w:rsidRPr="00A90824">
        <w:rPr>
          <w:color w:val="000000"/>
          <w:szCs w:val="24"/>
          <w:lang w:val="sr-Cyrl-RS"/>
        </w:rPr>
        <w:t xml:space="preserve"> 119-01-207/2023-04, Министарство науке, технолошког развоја и иновација донело је 12.</w:t>
      </w:r>
      <w:r w:rsidR="00896C3B">
        <w:rPr>
          <w:color w:val="000000"/>
          <w:szCs w:val="24"/>
          <w:lang w:val="sr-Cyrl-RS"/>
        </w:rPr>
        <w:t xml:space="preserve"> децембра </w:t>
      </w:r>
      <w:r w:rsidR="00BE0C76" w:rsidRPr="00A90824">
        <w:rPr>
          <w:color w:val="000000"/>
          <w:szCs w:val="24"/>
          <w:lang w:val="sr-Cyrl-RS"/>
        </w:rPr>
        <w:t>2023. године. Радна група укључује 49 чланова из области технологије, академије, права, привреде и невладиног сектора. Први састанак радне групе одржан је 18.</w:t>
      </w:r>
      <w:r w:rsidR="00896C3B">
        <w:rPr>
          <w:color w:val="000000"/>
          <w:szCs w:val="24"/>
          <w:lang w:val="sr-Cyrl-RS"/>
        </w:rPr>
        <w:t xml:space="preserve"> децембра </w:t>
      </w:r>
      <w:r w:rsidR="00BE0C76" w:rsidRPr="00A90824">
        <w:rPr>
          <w:color w:val="000000"/>
          <w:szCs w:val="24"/>
          <w:lang w:val="sr-Cyrl-RS"/>
        </w:rPr>
        <w:t>2023. године када су представљени циљеви и план рада. Сви чланови радне групе позвани су да доставе своје предлоге циљева и мера. Том приликом достављено је 77 коментара преко специјално постављеног интерног формулара за прикупљање коментара и достављено је још осам мејлова са додатним коментарима. Неки коментари садржали су више од једног предлога па је њиховом детаљном анализом идентификовано 366 различитих предлога. Након сређивања и груписања коментара одржан</w:t>
      </w:r>
      <w:r w:rsidR="00896C3B">
        <w:rPr>
          <w:color w:val="000000"/>
          <w:szCs w:val="24"/>
          <w:lang w:val="sr-Cyrl-RS"/>
        </w:rPr>
        <w:t xml:space="preserve">о је пет састанака радне групе </w:t>
      </w:r>
      <w:r w:rsidR="00BE0C76" w:rsidRPr="00A90824">
        <w:rPr>
          <w:color w:val="000000"/>
          <w:szCs w:val="24"/>
          <w:lang w:val="sr-Cyrl-RS"/>
        </w:rPr>
        <w:t xml:space="preserve">1. и 2. фебруара, по један на сваку од идентификованих тема где су </w:t>
      </w:r>
      <w:r w:rsidR="00585E2F" w:rsidRPr="00A90824">
        <w:rPr>
          <w:color w:val="000000"/>
          <w:szCs w:val="24"/>
          <w:lang w:val="sr-Cyrl-RS"/>
        </w:rPr>
        <w:t>евидентирани</w:t>
      </w:r>
      <w:r w:rsidR="00BE0C76" w:rsidRPr="00A90824">
        <w:rPr>
          <w:color w:val="000000"/>
          <w:szCs w:val="24"/>
          <w:lang w:val="sr-Cyrl-RS"/>
        </w:rPr>
        <w:t xml:space="preserve"> коментари за наставак рада. Након тога одржано је више састанака са члановима радне групе где су додатно утврђени ставови и коментари и формиран је први нацрт документа који је послат члановима радне групе на увид. Чланови радне групе доставили су 72 коментара, након </w:t>
      </w:r>
      <w:r w:rsidR="00896C3B">
        <w:rPr>
          <w:color w:val="000000"/>
          <w:szCs w:val="24"/>
          <w:lang w:val="sr-Cyrl-RS"/>
        </w:rPr>
        <w:t xml:space="preserve">чега је 10. маја </w:t>
      </w:r>
      <w:r w:rsidR="00BE0C76" w:rsidRPr="00A90824">
        <w:rPr>
          <w:color w:val="000000"/>
          <w:szCs w:val="24"/>
          <w:lang w:val="sr-Cyrl-RS"/>
        </w:rPr>
        <w:t>2024. године одржан састанак радне где су анализирани коментари и пречи</w:t>
      </w:r>
      <w:r w:rsidR="00534E29" w:rsidRPr="00A90824">
        <w:rPr>
          <w:color w:val="000000"/>
          <w:szCs w:val="24"/>
          <w:lang w:val="sr-Cyrl-RS"/>
        </w:rPr>
        <w:t>ш</w:t>
      </w:r>
      <w:r w:rsidR="00BE0C76" w:rsidRPr="00A90824">
        <w:rPr>
          <w:color w:val="000000"/>
          <w:szCs w:val="24"/>
          <w:lang w:val="sr-Cyrl-RS"/>
        </w:rPr>
        <w:t>ћен текст. Јавне консултације објављене су 22.</w:t>
      </w:r>
      <w:r w:rsidR="00896C3B">
        <w:rPr>
          <w:color w:val="000000"/>
          <w:szCs w:val="24"/>
          <w:lang w:val="sr-Cyrl-RS"/>
        </w:rPr>
        <w:t xml:space="preserve"> маја </w:t>
      </w:r>
      <w:r w:rsidR="00BE0C76" w:rsidRPr="00A90824">
        <w:rPr>
          <w:color w:val="000000"/>
          <w:szCs w:val="24"/>
          <w:lang w:val="sr-Cyrl-RS"/>
        </w:rPr>
        <w:t>2024. године и трајале су пет дана. У том периоду добијен је један коментар који је размотрен и стратегија је усаглашена са тим.</w:t>
      </w:r>
      <w:r w:rsidR="00534E29" w:rsidRPr="00A90824">
        <w:rPr>
          <w:color w:val="000000"/>
          <w:szCs w:val="24"/>
          <w:lang w:val="sr-Cyrl-RS"/>
        </w:rPr>
        <w:t xml:space="preserve"> У току јавне расправе, путем формулара и мејлова пристигло је </w:t>
      </w:r>
      <w:r w:rsidR="001C1EC5" w:rsidRPr="00A90824">
        <w:rPr>
          <w:color w:val="000000"/>
          <w:szCs w:val="24"/>
          <w:lang w:val="sr-Cyrl-RS"/>
        </w:rPr>
        <w:t>девет</w:t>
      </w:r>
      <w:r w:rsidR="00534E29" w:rsidRPr="00A90824">
        <w:rPr>
          <w:color w:val="000000"/>
          <w:szCs w:val="24"/>
          <w:lang w:val="sr-Cyrl-RS"/>
        </w:rPr>
        <w:t xml:space="preserve"> </w:t>
      </w:r>
      <w:r w:rsidR="001C1EC5" w:rsidRPr="00A90824">
        <w:rPr>
          <w:color w:val="000000"/>
          <w:szCs w:val="24"/>
          <w:lang w:val="sr-Cyrl-RS"/>
        </w:rPr>
        <w:t>докумената са коментарима</w:t>
      </w:r>
      <w:r w:rsidR="00534E29" w:rsidRPr="00A90824">
        <w:rPr>
          <w:color w:val="000000"/>
          <w:szCs w:val="24"/>
          <w:lang w:val="sr-Cyrl-RS"/>
        </w:rPr>
        <w:t xml:space="preserve"> од којих су неки садржали већи број предлога. Сви су размотрени и организован је и састанак радне групе где </w:t>
      </w:r>
      <w:r w:rsidR="009B2520" w:rsidRPr="00A90824">
        <w:rPr>
          <w:color w:val="000000"/>
          <w:szCs w:val="24"/>
          <w:lang w:val="sr-Cyrl-RS"/>
        </w:rPr>
        <w:t>су сви коментари анализирани</w:t>
      </w:r>
      <w:r w:rsidR="00534E29" w:rsidRPr="00A90824">
        <w:rPr>
          <w:color w:val="000000"/>
          <w:szCs w:val="24"/>
          <w:lang w:val="sr-Cyrl-RS"/>
        </w:rPr>
        <w:t>. Прихваћени су унети, а они који нису</w:t>
      </w:r>
      <w:r w:rsidR="00585E2F" w:rsidRPr="00A90824">
        <w:rPr>
          <w:color w:val="000000"/>
          <w:szCs w:val="24"/>
          <w:lang w:val="sr-Cyrl-RS"/>
        </w:rPr>
        <w:t>,</w:t>
      </w:r>
      <w:r w:rsidR="00534E29" w:rsidRPr="00A90824">
        <w:rPr>
          <w:color w:val="000000"/>
          <w:szCs w:val="24"/>
          <w:lang w:val="sr-Cyrl-RS"/>
        </w:rPr>
        <w:t xml:space="preserve"> одбијени су уз образложење. </w:t>
      </w:r>
    </w:p>
    <w:p w14:paraId="0105074A" w14:textId="25BD024E" w:rsidR="00594C60" w:rsidRPr="00A90824" w:rsidRDefault="00594C60" w:rsidP="00BE0C76">
      <w:pPr>
        <w:rPr>
          <w:color w:val="000000"/>
          <w:szCs w:val="24"/>
          <w:lang w:val="sr-Cyrl-RS"/>
        </w:rPr>
      </w:pPr>
      <w:r w:rsidRPr="00A90824">
        <w:rPr>
          <w:color w:val="000000"/>
          <w:szCs w:val="24"/>
          <w:lang w:val="sr-Cyrl-RS"/>
        </w:rPr>
        <w:t>Предлог текста Стратегије дат је и члановима Савета за вештачку интелигенцију који су током септембра 2024. године дали додатне предлоге унапређења, који су након усаглашавања унети у Стратегију</w:t>
      </w:r>
    </w:p>
    <w:p w14:paraId="38F541A7" w14:textId="77777777" w:rsidR="00BE0C76" w:rsidRPr="00A90824" w:rsidRDefault="00FB1C61" w:rsidP="002C11BE">
      <w:pPr>
        <w:pStyle w:val="Heading1"/>
        <w:rPr>
          <w:color w:val="000000"/>
          <w:sz w:val="24"/>
          <w:szCs w:val="24"/>
          <w:lang w:val="sr-Cyrl-RS"/>
        </w:rPr>
      </w:pPr>
      <w:bookmarkStart w:id="61" w:name="_Toc174901975"/>
      <w:r w:rsidRPr="00A90824">
        <w:rPr>
          <w:color w:val="000000"/>
          <w:sz w:val="24"/>
          <w:szCs w:val="24"/>
          <w:lang w:val="sr-Cyrl-RS"/>
        </w:rPr>
        <w:t xml:space="preserve">9. </w:t>
      </w:r>
      <w:r w:rsidR="00BE0C76" w:rsidRPr="00A90824">
        <w:rPr>
          <w:color w:val="000000"/>
          <w:sz w:val="24"/>
          <w:szCs w:val="24"/>
          <w:lang w:val="sr-Cyrl-RS"/>
        </w:rPr>
        <w:t>Процена финансијских средстава</w:t>
      </w:r>
      <w:bookmarkEnd w:id="61"/>
    </w:p>
    <w:p w14:paraId="33E47E1C" w14:textId="316E5310" w:rsidR="00412ED2" w:rsidRPr="00A90824" w:rsidRDefault="00412ED2" w:rsidP="00896C3B">
      <w:pPr>
        <w:spacing w:line="240" w:lineRule="auto"/>
        <w:rPr>
          <w:color w:val="000000"/>
          <w:szCs w:val="24"/>
          <w:lang w:val="sr-Cyrl-RS"/>
        </w:rPr>
      </w:pPr>
      <w:r w:rsidRPr="00A90824">
        <w:rPr>
          <w:color w:val="000000"/>
          <w:szCs w:val="24"/>
          <w:lang w:val="sr-Cyrl-RS"/>
        </w:rPr>
        <w:t>За спровођење предметног акта средства су обезбеђена Законом о</w:t>
      </w:r>
      <w:r w:rsidRPr="00A90824">
        <w:rPr>
          <w:color w:val="000000"/>
          <w:szCs w:val="24"/>
        </w:rPr>
        <w:t xml:space="preserve"> буџету Републике Србије за 2025</w:t>
      </w:r>
      <w:r w:rsidR="00896C3B">
        <w:rPr>
          <w:color w:val="000000"/>
          <w:szCs w:val="24"/>
          <w:lang w:val="sr-Cyrl-RS"/>
        </w:rPr>
        <w:t>. годину („Службени гласник РС</w:t>
      </w:r>
      <w:r w:rsidR="00896C3B" w:rsidRPr="00896C3B">
        <w:rPr>
          <w:bCs/>
          <w:color w:val="000000"/>
          <w:szCs w:val="24"/>
          <w:lang w:val="sr-Cyrl-CS"/>
        </w:rPr>
        <w:t>”</w:t>
      </w:r>
      <w:r w:rsidRPr="00A90824">
        <w:rPr>
          <w:color w:val="000000"/>
          <w:szCs w:val="24"/>
          <w:lang w:val="sr-Cyrl-RS"/>
        </w:rPr>
        <w:t>, бр</w:t>
      </w:r>
      <w:r w:rsidR="00896C3B">
        <w:rPr>
          <w:color w:val="000000"/>
          <w:szCs w:val="24"/>
          <w:lang w:val="sr-Cyrl-RS"/>
        </w:rPr>
        <w:t>ој</w:t>
      </w:r>
      <w:r w:rsidRPr="00A90824">
        <w:rPr>
          <w:color w:val="000000"/>
          <w:szCs w:val="24"/>
          <w:lang w:val="sr-Cyrl-RS"/>
        </w:rPr>
        <w:t xml:space="preserve"> </w:t>
      </w:r>
      <w:r w:rsidRPr="00A90824">
        <w:rPr>
          <w:color w:val="000000"/>
          <w:szCs w:val="24"/>
        </w:rPr>
        <w:t>94/24</w:t>
      </w:r>
      <w:r w:rsidRPr="00A90824">
        <w:rPr>
          <w:color w:val="000000"/>
          <w:szCs w:val="24"/>
          <w:lang w:val="sr-Cyrl-RS"/>
        </w:rPr>
        <w:t xml:space="preserve">), а за реализацију током </w:t>
      </w:r>
      <w:r w:rsidRPr="00A90824">
        <w:rPr>
          <w:color w:val="000000"/>
          <w:szCs w:val="24"/>
        </w:rPr>
        <w:t>наредних година периода важења Стратегије, од 2026</w:t>
      </w:r>
      <w:r w:rsidRPr="00A90824">
        <w:rPr>
          <w:color w:val="000000"/>
          <w:szCs w:val="24"/>
          <w:lang w:val="sr-Cyrl-RS"/>
        </w:rPr>
        <w:t>. године средства ће бити обезбеђена у оквиру лимита које утврди Министарство финансија на разделу органа и организација које су носиоци и партнери у реализацији мера, односно активности, а у складу са буџетским могућностима.</w:t>
      </w:r>
    </w:p>
    <w:p w14:paraId="5FC6C054" w14:textId="77777777" w:rsidR="00412ED2" w:rsidRPr="00A90824" w:rsidRDefault="00412ED2" w:rsidP="00412ED2">
      <w:pPr>
        <w:rPr>
          <w:color w:val="000000"/>
          <w:szCs w:val="24"/>
          <w:lang w:val="sr-Cyrl-RS"/>
        </w:rPr>
      </w:pPr>
      <w:r w:rsidRPr="00A90824">
        <w:rPr>
          <w:color w:val="000000"/>
          <w:szCs w:val="24"/>
          <w:lang w:val="sr-Cyrl-RS"/>
        </w:rPr>
        <w:t>Такође, средства ће бити обезбеђена и кроз друге изворе попут донација, пројектних зајмова, међународне помоћи. Уз средства одобрена у буџету, планирана су и средства по другим основама</w:t>
      </w:r>
    </w:p>
    <w:p w14:paraId="66CD2D48" w14:textId="77777777" w:rsidR="00BE0C76" w:rsidRPr="00A90824" w:rsidRDefault="00FB1C61" w:rsidP="002C11BE">
      <w:pPr>
        <w:pStyle w:val="Heading1"/>
        <w:rPr>
          <w:color w:val="000000"/>
          <w:sz w:val="24"/>
          <w:szCs w:val="24"/>
          <w:lang w:val="sr-Cyrl-RS"/>
        </w:rPr>
      </w:pPr>
      <w:bookmarkStart w:id="62" w:name="_Toc174901976"/>
      <w:r w:rsidRPr="00A90824">
        <w:rPr>
          <w:color w:val="000000"/>
          <w:sz w:val="24"/>
          <w:szCs w:val="24"/>
          <w:lang w:val="sr-Cyrl-RS"/>
        </w:rPr>
        <w:t xml:space="preserve">10. </w:t>
      </w:r>
      <w:r w:rsidR="00BE0C76" w:rsidRPr="00A90824">
        <w:rPr>
          <w:color w:val="000000"/>
          <w:sz w:val="24"/>
          <w:szCs w:val="24"/>
          <w:lang w:val="sr-Cyrl-RS"/>
        </w:rPr>
        <w:t>Акциони план</w:t>
      </w:r>
      <w:bookmarkEnd w:id="62"/>
    </w:p>
    <w:p w14:paraId="684F0A08" w14:textId="4CCF1233" w:rsidR="00BE0C76" w:rsidRPr="00A90824" w:rsidRDefault="00BE0C76" w:rsidP="00BE0C76">
      <w:pPr>
        <w:rPr>
          <w:color w:val="000000"/>
          <w:szCs w:val="24"/>
          <w:lang w:val="sr-Cyrl-RS"/>
        </w:rPr>
      </w:pPr>
      <w:r w:rsidRPr="00A90824">
        <w:rPr>
          <w:color w:val="000000"/>
          <w:szCs w:val="24"/>
          <w:lang w:val="sr-Cyrl-RS"/>
        </w:rPr>
        <w:t>Акциони план за спровођење Стратегије израђује Министарство науке, технолошког развоја и иновација у сарадњи са надлежним органима и организацијама, привредом, универзитетима и осталим заинтересованим субјектима. Акциони план Стратегије вештачке интелигенције у Републици Србији за период 202</w:t>
      </w:r>
      <w:r w:rsidR="00075CDD" w:rsidRPr="00A90824">
        <w:rPr>
          <w:color w:val="000000"/>
          <w:szCs w:val="24"/>
          <w:lang w:val="sr-Cyrl-RS"/>
        </w:rPr>
        <w:t>5</w:t>
      </w:r>
      <w:r w:rsidRPr="00A90824">
        <w:rPr>
          <w:color w:val="000000"/>
          <w:szCs w:val="24"/>
          <w:lang w:val="sr-Cyrl-RS"/>
        </w:rPr>
        <w:t>-2030</w:t>
      </w:r>
      <w:r w:rsidR="00924FA4">
        <w:rPr>
          <w:color w:val="000000"/>
          <w:szCs w:val="24"/>
          <w:lang w:val="sr-Cyrl-RS"/>
        </w:rPr>
        <w:t>.</w:t>
      </w:r>
      <w:r w:rsidRPr="00A90824">
        <w:rPr>
          <w:color w:val="000000"/>
          <w:szCs w:val="24"/>
          <w:lang w:val="sr-Cyrl-RS"/>
        </w:rPr>
        <w:t xml:space="preserve"> године биће донет у року од 90 дана од усвајања Стратегије. Акц</w:t>
      </w:r>
      <w:r w:rsidR="00896C3B">
        <w:rPr>
          <w:color w:val="000000"/>
          <w:szCs w:val="24"/>
          <w:lang w:val="sr-Cyrl-RS"/>
        </w:rPr>
        <w:t xml:space="preserve">иони план за наредни период доноси </w:t>
      </w:r>
      <w:r w:rsidRPr="00A90824">
        <w:rPr>
          <w:color w:val="000000"/>
          <w:szCs w:val="24"/>
          <w:lang w:val="sr-Cyrl-RS"/>
        </w:rPr>
        <w:t>се у складу са чланом 18. Закона о планском систему Републике Србије.</w:t>
      </w:r>
    </w:p>
    <w:p w14:paraId="3B40BDCE" w14:textId="77777777" w:rsidR="00BE0C76" w:rsidRPr="00A90824" w:rsidRDefault="00FB1C61" w:rsidP="002C11BE">
      <w:pPr>
        <w:pStyle w:val="Heading1"/>
        <w:rPr>
          <w:color w:val="000000"/>
          <w:sz w:val="24"/>
          <w:szCs w:val="24"/>
          <w:lang w:val="sr-Cyrl-RS"/>
        </w:rPr>
      </w:pPr>
      <w:bookmarkStart w:id="63" w:name="_Toc174901977"/>
      <w:r w:rsidRPr="00A90824">
        <w:rPr>
          <w:color w:val="000000"/>
          <w:sz w:val="24"/>
          <w:szCs w:val="24"/>
          <w:lang w:val="sr-Cyrl-RS"/>
        </w:rPr>
        <w:t xml:space="preserve">11. </w:t>
      </w:r>
      <w:r w:rsidR="00BE0C76" w:rsidRPr="00A90824">
        <w:rPr>
          <w:color w:val="000000"/>
          <w:sz w:val="24"/>
          <w:szCs w:val="24"/>
          <w:lang w:val="sr-Cyrl-RS"/>
        </w:rPr>
        <w:t>Завршне одредбе</w:t>
      </w:r>
      <w:bookmarkEnd w:id="63"/>
    </w:p>
    <w:p w14:paraId="3DBE6D11" w14:textId="19BA9901" w:rsidR="00BE0C76" w:rsidRPr="00A90824" w:rsidRDefault="00BE0C76" w:rsidP="00BE0C76">
      <w:pPr>
        <w:rPr>
          <w:color w:val="000000"/>
          <w:szCs w:val="24"/>
          <w:lang w:val="sr-Cyrl-RS"/>
        </w:rPr>
      </w:pPr>
      <w:r w:rsidRPr="00A90824">
        <w:rPr>
          <w:color w:val="000000"/>
          <w:szCs w:val="24"/>
          <w:lang w:val="sr-Cyrl-RS"/>
        </w:rPr>
        <w:t>Ову стратегију објавити на интернет страници Владе, интернет страници Министарства науке, технолошког развоја и иновација и порталу е</w:t>
      </w:r>
      <w:r w:rsidR="00924FA4">
        <w:rPr>
          <w:color w:val="000000"/>
          <w:szCs w:val="24"/>
          <w:lang w:val="sr-Cyrl-RS"/>
        </w:rPr>
        <w:t>Управа</w:t>
      </w:r>
      <w:r w:rsidRPr="00A90824">
        <w:rPr>
          <w:color w:val="000000"/>
          <w:szCs w:val="24"/>
          <w:lang w:val="sr-Cyrl-RS"/>
        </w:rPr>
        <w:t>, у року од седам радних дана од дана усвајања.</w:t>
      </w:r>
    </w:p>
    <w:p w14:paraId="4D6AE7DD" w14:textId="6C69A87F" w:rsidR="00BE0C76" w:rsidRPr="00A90824" w:rsidRDefault="00BE0C76" w:rsidP="009A67E7">
      <w:pPr>
        <w:pStyle w:val="Komentar"/>
        <w:rPr>
          <w:color w:val="000000"/>
          <w:szCs w:val="24"/>
        </w:rPr>
      </w:pPr>
      <w:r w:rsidRPr="00A90824">
        <w:rPr>
          <w:color w:val="000000"/>
          <w:szCs w:val="24"/>
        </w:rPr>
        <w:t>Ступањем</w:t>
      </w:r>
      <w:r w:rsidR="009E39EA">
        <w:rPr>
          <w:color w:val="000000"/>
          <w:szCs w:val="24"/>
        </w:rPr>
        <w:t xml:space="preserve"> на снагу ове стратегије престај</w:t>
      </w:r>
      <w:r w:rsidRPr="00A90824">
        <w:rPr>
          <w:color w:val="000000"/>
          <w:szCs w:val="24"/>
        </w:rPr>
        <w:t>е да важи Стратегија развоја вештачке интелигенције у Републици Србије за период од 2020-2025. године</w:t>
      </w:r>
      <w:r w:rsidR="009E39EA">
        <w:rPr>
          <w:color w:val="000000"/>
          <w:szCs w:val="24"/>
        </w:rPr>
        <w:t xml:space="preserve"> </w:t>
      </w:r>
      <w:r w:rsidR="009E39EA" w:rsidRPr="009E39EA">
        <w:rPr>
          <w:color w:val="000000"/>
          <w:szCs w:val="24"/>
          <w:lang w:val="sr-Cyrl-CS"/>
        </w:rPr>
        <w:t>(„Службени гласник PC”, број</w:t>
      </w:r>
      <w:r w:rsidR="009E39EA">
        <w:rPr>
          <w:color w:val="000000"/>
          <w:szCs w:val="24"/>
          <w:lang w:val="sr-Cyrl-CS"/>
        </w:rPr>
        <w:t xml:space="preserve"> 96/19</w:t>
      </w:r>
      <w:r w:rsidR="009E39EA" w:rsidRPr="009E39EA">
        <w:rPr>
          <w:color w:val="000000"/>
          <w:szCs w:val="24"/>
          <w:lang w:val="sr-Cyrl-CS"/>
        </w:rPr>
        <w:t>)</w:t>
      </w:r>
      <w:r w:rsidRPr="00A90824">
        <w:rPr>
          <w:color w:val="000000"/>
          <w:szCs w:val="24"/>
        </w:rPr>
        <w:t>.</w:t>
      </w:r>
    </w:p>
    <w:p w14:paraId="194DD617" w14:textId="48D4BED7" w:rsidR="00BE0C76" w:rsidRPr="00A90824" w:rsidRDefault="00BE0C76" w:rsidP="00BE0C76">
      <w:pPr>
        <w:rPr>
          <w:color w:val="000000"/>
          <w:szCs w:val="24"/>
          <w:lang w:val="sr-Cyrl-RS"/>
        </w:rPr>
      </w:pPr>
      <w:r w:rsidRPr="00A90824">
        <w:rPr>
          <w:color w:val="000000"/>
          <w:szCs w:val="24"/>
          <w:lang w:val="sr-Cyrl-RS"/>
        </w:rPr>
        <w:t>Ову стратегију објавити у „Службеном гласнику Републике Србије”.</w:t>
      </w:r>
    </w:p>
    <w:p w14:paraId="60861D78" w14:textId="77777777" w:rsidR="0037470B" w:rsidRPr="00A90824" w:rsidRDefault="0037470B" w:rsidP="0037470B">
      <w:pPr>
        <w:spacing w:after="0" w:line="240" w:lineRule="auto"/>
        <w:rPr>
          <w:szCs w:val="24"/>
          <w:lang w:val="sr-Cyrl-CS"/>
        </w:rPr>
      </w:pPr>
    </w:p>
    <w:p w14:paraId="3B65315C" w14:textId="77777777" w:rsidR="0037470B" w:rsidRPr="00A90824" w:rsidRDefault="0037470B" w:rsidP="0037470B">
      <w:pPr>
        <w:spacing w:after="0"/>
        <w:rPr>
          <w:color w:val="000000"/>
          <w:szCs w:val="24"/>
          <w:lang w:val="sr-Latn-RS"/>
        </w:rPr>
      </w:pPr>
      <w:r w:rsidRPr="00A90824">
        <w:rPr>
          <w:szCs w:val="24"/>
          <w:lang w:val="sr-Cyrl-CS"/>
        </w:rPr>
        <w:t>05 Број</w:t>
      </w:r>
      <w:r w:rsidRPr="00A90824">
        <w:rPr>
          <w:szCs w:val="24"/>
          <w:lang w:val="sr-Latn-RS"/>
        </w:rPr>
        <w:t xml:space="preserve">: </w:t>
      </w:r>
      <w:r w:rsidRPr="00A90824">
        <w:rPr>
          <w:color w:val="000000"/>
          <w:szCs w:val="24"/>
          <w:lang w:val="sr-Latn-RS"/>
        </w:rPr>
        <w:t>011-13287/2024-2</w:t>
      </w:r>
    </w:p>
    <w:p w14:paraId="2F082F99" w14:textId="75CB3EEA" w:rsidR="0037470B" w:rsidRPr="00A90824" w:rsidRDefault="0037470B" w:rsidP="0037470B">
      <w:pPr>
        <w:spacing w:after="0"/>
        <w:rPr>
          <w:szCs w:val="24"/>
          <w:lang w:val="sr-Latn-CS"/>
        </w:rPr>
      </w:pPr>
      <w:r w:rsidRPr="00A90824">
        <w:rPr>
          <w:szCs w:val="24"/>
        </w:rPr>
        <w:t>У</w:t>
      </w:r>
      <w:r w:rsidRPr="00A90824">
        <w:rPr>
          <w:szCs w:val="24"/>
          <w:lang w:val="sr-Latn-CS"/>
        </w:rPr>
        <w:t xml:space="preserve"> </w:t>
      </w:r>
      <w:r w:rsidRPr="00A90824">
        <w:rPr>
          <w:szCs w:val="24"/>
        </w:rPr>
        <w:t>Београду</w:t>
      </w:r>
      <w:r w:rsidRPr="00A90824">
        <w:rPr>
          <w:szCs w:val="24"/>
          <w:lang w:val="sr-Latn-CS"/>
        </w:rPr>
        <w:t>,</w:t>
      </w:r>
      <w:r w:rsidRPr="00A90824">
        <w:rPr>
          <w:szCs w:val="24"/>
          <w:lang w:val="sr-Cyrl-RS"/>
        </w:rPr>
        <w:t xml:space="preserve"> 10. јануара </w:t>
      </w:r>
      <w:r w:rsidRPr="00A90824">
        <w:rPr>
          <w:szCs w:val="24"/>
          <w:lang w:val="sr-Latn-CS"/>
        </w:rPr>
        <w:t>20</w:t>
      </w:r>
      <w:r w:rsidRPr="00A90824">
        <w:rPr>
          <w:szCs w:val="24"/>
          <w:lang w:val="sr-Cyrl-RS"/>
        </w:rPr>
        <w:t>25</w:t>
      </w:r>
      <w:r w:rsidRPr="00A90824">
        <w:rPr>
          <w:szCs w:val="24"/>
          <w:lang w:val="sr-Latn-CS"/>
        </w:rPr>
        <w:t xml:space="preserve">. </w:t>
      </w:r>
      <w:r w:rsidRPr="00A90824">
        <w:rPr>
          <w:szCs w:val="24"/>
        </w:rPr>
        <w:t>године</w:t>
      </w:r>
    </w:p>
    <w:p w14:paraId="6816D22D" w14:textId="77777777" w:rsidR="0037470B" w:rsidRPr="00A90824" w:rsidRDefault="0037470B" w:rsidP="0037470B">
      <w:pPr>
        <w:spacing w:after="0" w:line="240" w:lineRule="auto"/>
        <w:rPr>
          <w:szCs w:val="24"/>
        </w:rPr>
      </w:pPr>
    </w:p>
    <w:p w14:paraId="4E8A0122" w14:textId="77777777" w:rsidR="0037470B" w:rsidRPr="00A90824" w:rsidRDefault="0037470B" w:rsidP="0037470B">
      <w:pPr>
        <w:pStyle w:val="1tekst"/>
        <w:spacing w:before="0" w:after="0"/>
        <w:ind w:firstLine="0"/>
        <w:jc w:val="center"/>
        <w:rPr>
          <w:spacing w:val="40"/>
          <w:szCs w:val="24"/>
          <w:lang w:val="sr-Cyrl-CS"/>
        </w:rPr>
      </w:pPr>
      <w:r w:rsidRPr="00A90824">
        <w:rPr>
          <w:spacing w:val="40"/>
          <w:szCs w:val="24"/>
          <w:lang w:val="sr-Cyrl-CS"/>
        </w:rPr>
        <w:t>В</w:t>
      </w:r>
      <w:r w:rsidRPr="00A90824">
        <w:rPr>
          <w:spacing w:val="40"/>
          <w:szCs w:val="24"/>
          <w:lang w:val="sr-Latn-CS"/>
        </w:rPr>
        <w:t xml:space="preserve"> </w:t>
      </w:r>
      <w:r w:rsidRPr="00A90824">
        <w:rPr>
          <w:spacing w:val="40"/>
          <w:szCs w:val="24"/>
          <w:lang w:val="sr-Cyrl-CS"/>
        </w:rPr>
        <w:t>Л</w:t>
      </w:r>
      <w:r w:rsidRPr="00A90824">
        <w:rPr>
          <w:spacing w:val="40"/>
          <w:szCs w:val="24"/>
          <w:lang w:val="sr-Latn-CS"/>
        </w:rPr>
        <w:t xml:space="preserve"> </w:t>
      </w:r>
      <w:r w:rsidRPr="00A90824">
        <w:rPr>
          <w:spacing w:val="40"/>
          <w:szCs w:val="24"/>
          <w:lang w:val="sr-Cyrl-CS"/>
        </w:rPr>
        <w:t>А</w:t>
      </w:r>
      <w:r w:rsidRPr="00A90824">
        <w:rPr>
          <w:spacing w:val="40"/>
          <w:szCs w:val="24"/>
          <w:lang w:val="sr-Latn-CS"/>
        </w:rPr>
        <w:t xml:space="preserve"> </w:t>
      </w:r>
      <w:r w:rsidRPr="00A90824">
        <w:rPr>
          <w:spacing w:val="40"/>
          <w:szCs w:val="24"/>
          <w:lang w:val="sr-Cyrl-CS"/>
        </w:rPr>
        <w:t>Д</w:t>
      </w:r>
      <w:r w:rsidRPr="00A90824">
        <w:rPr>
          <w:spacing w:val="40"/>
          <w:szCs w:val="24"/>
          <w:lang w:val="sr-Latn-CS"/>
        </w:rPr>
        <w:t xml:space="preserve"> </w:t>
      </w:r>
      <w:r w:rsidRPr="00A90824">
        <w:rPr>
          <w:spacing w:val="40"/>
          <w:szCs w:val="24"/>
          <w:lang w:val="sr-Cyrl-CS"/>
        </w:rPr>
        <w:t>А</w:t>
      </w:r>
    </w:p>
    <w:p w14:paraId="1F5A47B3" w14:textId="77777777" w:rsidR="0037470B" w:rsidRPr="00A90824" w:rsidRDefault="0037470B" w:rsidP="0037470B">
      <w:pPr>
        <w:pStyle w:val="1tekst"/>
        <w:spacing w:before="0" w:after="0"/>
        <w:ind w:firstLine="0"/>
        <w:rPr>
          <w:spacing w:val="40"/>
          <w:szCs w:val="24"/>
          <w:lang w:val="sr-Cyrl-CS"/>
        </w:rPr>
      </w:pPr>
    </w:p>
    <w:tbl>
      <w:tblPr>
        <w:tblW w:w="9639" w:type="dxa"/>
        <w:tblLayout w:type="fixed"/>
        <w:tblLook w:val="04A0" w:firstRow="1" w:lastRow="0" w:firstColumn="1" w:lastColumn="0" w:noHBand="0" w:noVBand="1"/>
      </w:tblPr>
      <w:tblGrid>
        <w:gridCol w:w="4678"/>
        <w:gridCol w:w="4961"/>
      </w:tblGrid>
      <w:tr w:rsidR="00BF09DB" w14:paraId="087E1A4A" w14:textId="77777777" w:rsidTr="00FB1C4A">
        <w:tc>
          <w:tcPr>
            <w:tcW w:w="4678" w:type="dxa"/>
          </w:tcPr>
          <w:p w14:paraId="040AF170" w14:textId="76652357" w:rsidR="00BF09DB" w:rsidRDefault="00BF09DB" w:rsidP="00BF09DB">
            <w:pPr>
              <w:spacing w:after="0"/>
              <w:jc w:val="center"/>
            </w:pPr>
          </w:p>
        </w:tc>
        <w:tc>
          <w:tcPr>
            <w:tcW w:w="4961" w:type="dxa"/>
          </w:tcPr>
          <w:p w14:paraId="32DD0724" w14:textId="459D40BA" w:rsidR="00BF09DB" w:rsidRDefault="00BF09DB" w:rsidP="00BF09DB">
            <w:pPr>
              <w:spacing w:after="0"/>
              <w:jc w:val="center"/>
            </w:pPr>
          </w:p>
          <w:p w14:paraId="3CC8ED1F" w14:textId="77777777" w:rsidR="00BF09DB" w:rsidRDefault="00BF09DB" w:rsidP="00BF09DB">
            <w:pPr>
              <w:spacing w:after="0"/>
              <w:jc w:val="center"/>
            </w:pPr>
          </w:p>
          <w:p w14:paraId="6467C56B" w14:textId="77777777" w:rsidR="00BF09DB" w:rsidRDefault="00BF09DB" w:rsidP="00BF09DB">
            <w:pPr>
              <w:spacing w:after="0"/>
              <w:jc w:val="center"/>
            </w:pPr>
            <w:r>
              <w:t>ПРЕДСЕДНИК</w:t>
            </w:r>
          </w:p>
          <w:p w14:paraId="3038C3F2" w14:textId="6C9AACDC" w:rsidR="00BF09DB" w:rsidRDefault="00BF09DB" w:rsidP="00BF09DB">
            <w:pPr>
              <w:spacing w:after="0"/>
            </w:pPr>
          </w:p>
          <w:p w14:paraId="04E66358" w14:textId="77777777" w:rsidR="00BF09DB" w:rsidRDefault="00BF09DB" w:rsidP="00BF09DB">
            <w:pPr>
              <w:spacing w:after="0"/>
            </w:pPr>
          </w:p>
          <w:p w14:paraId="37C26F21" w14:textId="77777777" w:rsidR="00BF09DB" w:rsidRDefault="00BF09DB" w:rsidP="00BF09DB">
            <w:pPr>
              <w:spacing w:after="0" w:line="240" w:lineRule="auto"/>
            </w:pPr>
          </w:p>
          <w:p w14:paraId="0CC1F91A" w14:textId="4368DA08" w:rsidR="00BF09DB" w:rsidRDefault="00227CBD">
            <w:pPr>
              <w:pStyle w:val="Footer"/>
              <w:jc w:val="center"/>
            </w:pPr>
            <w:r>
              <w:t>Милош Вучевић</w:t>
            </w:r>
            <w:bookmarkStart w:id="64" w:name="_GoBack"/>
            <w:bookmarkEnd w:id="64"/>
          </w:p>
        </w:tc>
      </w:tr>
    </w:tbl>
    <w:p w14:paraId="4B672675" w14:textId="69BFB7AF" w:rsidR="0037470B" w:rsidRPr="00BF09DB" w:rsidRDefault="0037470B" w:rsidP="0037470B">
      <w:pPr>
        <w:widowControl w:val="0"/>
        <w:autoSpaceDE w:val="0"/>
        <w:autoSpaceDN w:val="0"/>
        <w:adjustRightInd w:val="0"/>
        <w:spacing w:after="0" w:line="240" w:lineRule="auto"/>
        <w:rPr>
          <w:szCs w:val="24"/>
          <w:lang w:val="sr-Cyrl-RS"/>
        </w:rPr>
      </w:pPr>
    </w:p>
    <w:p w14:paraId="4F3B380F" w14:textId="77777777" w:rsidR="0037470B" w:rsidRPr="00A90824" w:rsidRDefault="0037470B" w:rsidP="0037470B">
      <w:pPr>
        <w:widowControl w:val="0"/>
        <w:autoSpaceDE w:val="0"/>
        <w:autoSpaceDN w:val="0"/>
        <w:adjustRightInd w:val="0"/>
        <w:spacing w:after="0" w:line="240" w:lineRule="auto"/>
        <w:rPr>
          <w:szCs w:val="24"/>
          <w:lang w:val="sr-Cyrl-RS"/>
        </w:rPr>
      </w:pPr>
    </w:p>
    <w:p w14:paraId="2DE28452" w14:textId="77777777" w:rsidR="0037470B" w:rsidRPr="00A90824" w:rsidRDefault="0037470B" w:rsidP="0037470B">
      <w:pPr>
        <w:widowControl w:val="0"/>
        <w:autoSpaceDE w:val="0"/>
        <w:autoSpaceDN w:val="0"/>
        <w:adjustRightInd w:val="0"/>
        <w:spacing w:after="0" w:line="240" w:lineRule="auto"/>
        <w:rPr>
          <w:szCs w:val="24"/>
          <w:lang w:val="sr-Cyrl-RS"/>
        </w:rPr>
      </w:pPr>
    </w:p>
    <w:p w14:paraId="4FB87DDB" w14:textId="77777777" w:rsidR="0037470B" w:rsidRPr="00A90824" w:rsidRDefault="0037470B" w:rsidP="00BE0C76">
      <w:pPr>
        <w:rPr>
          <w:color w:val="000000"/>
          <w:szCs w:val="24"/>
          <w:lang w:val="sr-Latn-RS"/>
        </w:rPr>
      </w:pPr>
    </w:p>
    <w:sectPr w:rsidR="0037470B" w:rsidRPr="00A90824" w:rsidSect="00390BD6">
      <w:footerReference w:type="default" r:id="rId11"/>
      <w:footerReference w:type="first" r:id="rId12"/>
      <w:pgSz w:w="11906" w:h="16838"/>
      <w:pgMar w:top="1134" w:right="1134" w:bottom="1134" w:left="113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EA4F1E9" w16cex:dateUtc="2024-12-23T16:35:00Z"/>
  <w16cex:commentExtensible w16cex:durableId="33A50C05" w16cex:dateUtc="2024-12-23T19:58:00Z"/>
  <w16cex:commentExtensible w16cex:durableId="541AA9C7" w16cex:dateUtc="2024-12-23T16:36:00Z"/>
  <w16cex:commentExtensible w16cex:durableId="7449944E" w16cex:dateUtc="2024-12-23T16:36:00Z"/>
  <w16cex:commentExtensible w16cex:durableId="0DDC3B70" w16cex:dateUtc="2024-12-23T16:37:00Z"/>
  <w16cex:commentExtensible w16cex:durableId="12B4A37A" w16cex:dateUtc="2024-12-23T16:37:00Z"/>
  <w16cex:commentExtensible w16cex:durableId="386F6285" w16cex:dateUtc="2024-12-23T17:10:00Z"/>
  <w16cex:commentExtensible w16cex:durableId="0701134A" w16cex:dateUtc="2024-12-23T16:38:00Z"/>
  <w16cex:commentExtensible w16cex:durableId="42BE5859" w16cex:dateUtc="2024-12-23T16:39:00Z"/>
  <w16cex:commentExtensible w16cex:durableId="309430F2" w16cex:dateUtc="2024-12-23T17:10:00Z"/>
  <w16cex:commentExtensible w16cex:durableId="107750BB" w16cex:dateUtc="2024-12-23T16:39:00Z"/>
  <w16cex:commentExtensible w16cex:durableId="6E99D9B9" w16cex:dateUtc="2024-12-23T16:39:00Z"/>
  <w16cex:commentExtensible w16cex:durableId="1218860F" w16cex:dateUtc="2024-12-23T17:10:00Z"/>
  <w16cex:commentExtensible w16cex:durableId="7F251005" w16cex:dateUtc="2024-12-23T16:40:00Z"/>
  <w16cex:commentExtensible w16cex:durableId="2B19A75E" w16cex:dateUtc="2024-12-23T16:40:00Z"/>
  <w16cex:commentExtensible w16cex:durableId="03A2F56E" w16cex:dateUtc="2024-12-23T16:40:00Z"/>
  <w16cex:commentExtensible w16cex:durableId="1AC9672A" w16cex:dateUtc="2024-12-23T16:41:00Z"/>
  <w16cex:commentExtensible w16cex:durableId="29AD0F01" w16cex:dateUtc="2024-12-23T16:48:00Z"/>
  <w16cex:commentExtensible w16cex:durableId="114B1265" w16cex:dateUtc="2024-12-23T16:49:00Z"/>
  <w16cex:commentExtensible w16cex:durableId="37CFCC44" w16cex:dateUtc="2024-12-23T16:53:00Z"/>
  <w16cex:commentExtensible w16cex:durableId="4603632D" w16cex:dateUtc="2024-12-23T17:10:00Z"/>
  <w16cex:commentExtensible w16cex:durableId="26E044C4" w16cex:dateUtc="2024-12-23T17:03:00Z"/>
  <w16cex:commentExtensible w16cex:durableId="4B2F6D88" w16cex:dateUtc="2024-12-23T17:10:00Z"/>
  <w16cex:commentExtensible w16cex:durableId="18358C02" w16cex:dateUtc="2024-12-23T16:47:00Z"/>
  <w16cex:commentExtensible w16cex:durableId="5AC2665F" w16cex:dateUtc="2024-12-23T16:52:00Z"/>
  <w16cex:commentExtensible w16cex:durableId="44668BD4" w16cex:dateUtc="2024-12-23T16:50:00Z"/>
  <w16cex:commentExtensible w16cex:durableId="270B2A64" w16cex:dateUtc="2024-12-23T17:04:00Z"/>
  <w16cex:commentExtensible w16cex:durableId="50D63A0A" w16cex:dateUtc="2024-12-23T16:50:00Z"/>
  <w16cex:commentExtensible w16cex:durableId="1C949CCD" w16cex:dateUtc="2024-12-23T16:52:00Z"/>
  <w16cex:commentExtensible w16cex:durableId="47359EB0" w16cex:dateUtc="2024-12-23T16:51:00Z"/>
  <w16cex:commentExtensible w16cex:durableId="71354926" w16cex:dateUtc="2024-12-23T16:42:00Z"/>
  <w16cex:commentExtensible w16cex:durableId="7C9FCCB8" w16cex:dateUtc="2024-12-23T17:10:00Z"/>
  <w16cex:commentExtensible w16cex:durableId="5025DE91" w16cex:dateUtc="2024-12-23T16:42:00Z"/>
  <w16cex:commentExtensible w16cex:durableId="16DD0F30" w16cex:dateUtc="2024-12-23T16:55:00Z"/>
  <w16cex:commentExtensible w16cex:durableId="105B4145" w16cex:dateUtc="2024-12-23T16:43:00Z"/>
  <w16cex:commentExtensible w16cex:durableId="2FC05E1B" w16cex:dateUtc="2024-12-23T16:47:00Z"/>
  <w16cex:commentExtensible w16cex:durableId="35B43F15" w16cex:dateUtc="2024-12-23T17:10:00Z"/>
  <w16cex:commentExtensible w16cex:durableId="13C3E93A" w16cex:dateUtc="2024-12-23T1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3F83E62" w16cid:durableId="3EA4F1E9"/>
  <w16cid:commentId w16cid:paraId="43D95422" w16cid:durableId="33A50C05"/>
  <w16cid:commentId w16cid:paraId="44E08464" w16cid:durableId="541AA9C7"/>
  <w16cid:commentId w16cid:paraId="340C4DC5" w16cid:durableId="7449944E"/>
  <w16cid:commentId w16cid:paraId="7E130FCC" w16cid:durableId="0DDC3B70"/>
  <w16cid:commentId w16cid:paraId="37565D7F" w16cid:durableId="12B4A37A"/>
  <w16cid:commentId w16cid:paraId="781EE856" w16cid:durableId="386F6285"/>
  <w16cid:commentId w16cid:paraId="73C28EE3" w16cid:durableId="0701134A"/>
  <w16cid:commentId w16cid:paraId="32936BDE" w16cid:durableId="42BE5859"/>
  <w16cid:commentId w16cid:paraId="2F9EA8A2" w16cid:durableId="309430F2"/>
  <w16cid:commentId w16cid:paraId="5A86A9DA" w16cid:durableId="107750BB"/>
  <w16cid:commentId w16cid:paraId="1A2CF07D" w16cid:durableId="6E99D9B9"/>
  <w16cid:commentId w16cid:paraId="4E20DE35" w16cid:durableId="1218860F"/>
  <w16cid:commentId w16cid:paraId="4C5182E5" w16cid:durableId="7F251005"/>
  <w16cid:commentId w16cid:paraId="346B42C4" w16cid:durableId="2B19A75E"/>
  <w16cid:commentId w16cid:paraId="4D487093" w16cid:durableId="03A2F56E"/>
  <w16cid:commentId w16cid:paraId="6FF35DFC" w16cid:durableId="1AC9672A"/>
  <w16cid:commentId w16cid:paraId="540A19D8" w16cid:durableId="29AD0F01"/>
  <w16cid:commentId w16cid:paraId="66CB1936" w16cid:durableId="114B1265"/>
  <w16cid:commentId w16cid:paraId="1C3EB47B" w16cid:durableId="37CFCC44"/>
  <w16cid:commentId w16cid:paraId="53269F4C" w16cid:durableId="4603632D"/>
  <w16cid:commentId w16cid:paraId="382B0393" w16cid:durableId="26E044C4"/>
  <w16cid:commentId w16cid:paraId="01E97FC2" w16cid:durableId="4B2F6D88"/>
  <w16cid:commentId w16cid:paraId="09AEAB0F" w16cid:durableId="18358C02"/>
  <w16cid:commentId w16cid:paraId="2C3ECFF8" w16cid:durableId="5AC2665F"/>
  <w16cid:commentId w16cid:paraId="1E9A3F30" w16cid:durableId="44668BD4"/>
  <w16cid:commentId w16cid:paraId="50ED752B" w16cid:durableId="270B2A64"/>
  <w16cid:commentId w16cid:paraId="49C2A6C8" w16cid:durableId="50D63A0A"/>
  <w16cid:commentId w16cid:paraId="1A5B2FC3" w16cid:durableId="1C949CCD"/>
  <w16cid:commentId w16cid:paraId="08800FAF" w16cid:durableId="47359EB0"/>
  <w16cid:commentId w16cid:paraId="10DE3B00" w16cid:durableId="71354926"/>
  <w16cid:commentId w16cid:paraId="7E703711" w16cid:durableId="7C9FCCB8"/>
  <w16cid:commentId w16cid:paraId="4A394254" w16cid:durableId="5025DE91"/>
  <w16cid:commentId w16cid:paraId="74612F02" w16cid:durableId="16DD0F30"/>
  <w16cid:commentId w16cid:paraId="47E8CA3F" w16cid:durableId="105B4145"/>
  <w16cid:commentId w16cid:paraId="522D0117" w16cid:durableId="2FC05E1B"/>
  <w16cid:commentId w16cid:paraId="30389AC3" w16cid:durableId="35B43F15"/>
  <w16cid:commentId w16cid:paraId="26EC222F" w16cid:durableId="13C3E9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670E0" w14:textId="77777777" w:rsidR="00A907C5" w:rsidRDefault="00A907C5" w:rsidP="00393E90">
      <w:pPr>
        <w:spacing w:after="0" w:line="240" w:lineRule="auto"/>
      </w:pPr>
      <w:r>
        <w:separator/>
      </w:r>
    </w:p>
  </w:endnote>
  <w:endnote w:type="continuationSeparator" w:id="0">
    <w:p w14:paraId="243850C3" w14:textId="77777777" w:rsidR="00A907C5" w:rsidRDefault="00A907C5" w:rsidP="00393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653E5" w14:textId="385103D6" w:rsidR="00A907C5" w:rsidRDefault="00A907C5" w:rsidP="00E5633B">
    <w:pPr>
      <w:pStyle w:val="Footer"/>
      <w:jc w:val="right"/>
    </w:pPr>
    <w:r>
      <w:fldChar w:fldCharType="begin"/>
    </w:r>
    <w:r>
      <w:instrText xml:space="preserve"> PAGE   \* MERGEFORMAT </w:instrText>
    </w:r>
    <w:r>
      <w:fldChar w:fldCharType="separate"/>
    </w:r>
    <w:r w:rsidR="00227CBD">
      <w:rPr>
        <w:noProof/>
      </w:rPr>
      <w:t>61</w:t>
    </w:r>
    <w:r>
      <w:rPr>
        <w:noProof/>
      </w:rPr>
      <w:fldChar w:fldCharType="end"/>
    </w:r>
  </w:p>
  <w:p w14:paraId="1F0D41C6" w14:textId="77777777" w:rsidR="00A907C5" w:rsidRDefault="00A907C5" w:rsidP="00390BD6">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21AE1" w14:textId="77777777" w:rsidR="00A907C5" w:rsidRDefault="00A907C5" w:rsidP="00390BD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42D93" w14:textId="77777777" w:rsidR="00A907C5" w:rsidRDefault="00A907C5" w:rsidP="00393E90">
      <w:pPr>
        <w:spacing w:after="0" w:line="240" w:lineRule="auto"/>
      </w:pPr>
      <w:r>
        <w:separator/>
      </w:r>
    </w:p>
  </w:footnote>
  <w:footnote w:type="continuationSeparator" w:id="0">
    <w:p w14:paraId="397B1878" w14:textId="77777777" w:rsidR="00A907C5" w:rsidRDefault="00A907C5" w:rsidP="00393E90">
      <w:pPr>
        <w:spacing w:after="0" w:line="240" w:lineRule="auto"/>
      </w:pPr>
      <w:r>
        <w:continuationSeparator/>
      </w:r>
    </w:p>
  </w:footnote>
  <w:footnote w:id="1">
    <w:p w14:paraId="4FB2EF95" w14:textId="77777777" w:rsidR="00A907C5" w:rsidRPr="00D80D42" w:rsidRDefault="00A907C5" w:rsidP="000A7B15">
      <w:pPr>
        <w:pStyle w:val="FootnoteText"/>
        <w:ind w:left="142" w:hanging="142"/>
        <w:rPr>
          <w:sz w:val="16"/>
          <w:szCs w:val="16"/>
          <w:lang w:val="sr-Cyrl-RS"/>
        </w:rPr>
      </w:pPr>
      <w:r w:rsidRPr="00D80D42">
        <w:rPr>
          <w:rStyle w:val="FootnoteReference"/>
          <w:sz w:val="16"/>
          <w:szCs w:val="16"/>
        </w:rPr>
        <w:footnoteRef/>
      </w:r>
      <w:r w:rsidRPr="00F00C05">
        <w:rPr>
          <w:sz w:val="16"/>
          <w:szCs w:val="16"/>
          <w:lang w:val="en-US"/>
        </w:rPr>
        <w:t xml:space="preserve"> </w:t>
      </w:r>
      <w:r w:rsidRPr="00D80D42">
        <w:rPr>
          <w:sz w:val="16"/>
          <w:szCs w:val="16"/>
          <w:lang w:val="sr-Cyrl-RS"/>
        </w:rPr>
        <w:tab/>
      </w:r>
      <w:r w:rsidRPr="00F00C05">
        <w:rPr>
          <w:sz w:val="16"/>
          <w:szCs w:val="16"/>
          <w:lang w:val="en-US"/>
        </w:rPr>
        <w:t>Regulation (EU) 2024/1689 of the European Parliament and of the Council of 13 June 2024 laying down harmonised rules on artificial intelligence and amending Regulations (EC) No 300/2008, (EU) No 167/2013, (EU) No 168/2013, (EU) 2018/858, (EU) 2018/1139 and (EU) 2019/2144 and Directives 2014/90/EU, (EU) 2016/797 and (EU) 2020/1828 (Artificial Intelligence Act)</w:t>
      </w:r>
      <w:r w:rsidRPr="00D80D42">
        <w:rPr>
          <w:sz w:val="16"/>
          <w:szCs w:val="16"/>
          <w:lang w:val="sr-Cyrl-RS"/>
        </w:rPr>
        <w:t>, доступан на адреси: https://eur-lex.europa.eu/legal-content/EN/TXT/?uri=CELEX:32024R1689</w:t>
      </w:r>
    </w:p>
  </w:footnote>
  <w:footnote w:id="2">
    <w:p w14:paraId="1E9E1367" w14:textId="77777777" w:rsidR="00A907C5" w:rsidRPr="009514D6" w:rsidRDefault="00A907C5" w:rsidP="000A7B15">
      <w:pPr>
        <w:pStyle w:val="FootnoteText"/>
        <w:ind w:left="142" w:hanging="142"/>
        <w:rPr>
          <w:b/>
          <w:bCs/>
          <w:sz w:val="16"/>
          <w:szCs w:val="16"/>
          <w:lang w:val="sr-Cyrl-RS"/>
        </w:rPr>
      </w:pPr>
      <w:r w:rsidRPr="00D80D42">
        <w:rPr>
          <w:rStyle w:val="FootnoteReference"/>
          <w:sz w:val="16"/>
          <w:szCs w:val="16"/>
        </w:rPr>
        <w:footnoteRef/>
      </w:r>
      <w:r w:rsidRPr="00F00C05">
        <w:rPr>
          <w:sz w:val="16"/>
          <w:szCs w:val="16"/>
          <w:lang w:val="en-US"/>
        </w:rPr>
        <w:t xml:space="preserve"> </w:t>
      </w:r>
      <w:r w:rsidRPr="00D80D42">
        <w:rPr>
          <w:sz w:val="16"/>
          <w:szCs w:val="16"/>
          <w:lang w:val="sr-Cyrl-RS"/>
        </w:rPr>
        <w:tab/>
      </w:r>
      <w:r w:rsidRPr="00F00C05">
        <w:rPr>
          <w:sz w:val="16"/>
          <w:szCs w:val="16"/>
          <w:lang w:val="en-US"/>
        </w:rPr>
        <w:t>The Bletchley Declaration by Countries Attending the AI Safety Summit, 1-2 November 2023</w:t>
      </w:r>
      <w:r w:rsidRPr="00D80D42">
        <w:rPr>
          <w:sz w:val="16"/>
          <w:szCs w:val="16"/>
          <w:lang w:val="sr-Cyrl-RS"/>
        </w:rPr>
        <w:t>, доступна на адреси: https://www.gov.uk/government/publications/ai-safety-summit-2023-the-bletchley-declaration/the-bletchley-declaration-by-countries-attending-the-ai-safety-summit-1-2-november-2023</w:t>
      </w:r>
    </w:p>
  </w:footnote>
  <w:footnote w:id="3">
    <w:p w14:paraId="315B1BF4" w14:textId="77777777" w:rsidR="00A907C5" w:rsidRPr="009514D6" w:rsidRDefault="00A907C5" w:rsidP="00E56FEA">
      <w:pPr>
        <w:pStyle w:val="FootnoteText"/>
        <w:ind w:left="142" w:hanging="142"/>
        <w:rPr>
          <w:sz w:val="16"/>
          <w:szCs w:val="16"/>
          <w:lang w:val="sr-Cyrl-RS"/>
        </w:rPr>
      </w:pPr>
      <w:r w:rsidRPr="009514D6">
        <w:rPr>
          <w:rStyle w:val="FootnoteReference"/>
          <w:sz w:val="16"/>
          <w:szCs w:val="16"/>
        </w:rPr>
        <w:footnoteRef/>
      </w:r>
      <w:r w:rsidRPr="00F00C05">
        <w:rPr>
          <w:sz w:val="16"/>
          <w:szCs w:val="16"/>
          <w:lang w:val="en-US"/>
        </w:rPr>
        <w:t xml:space="preserve"> </w:t>
      </w:r>
      <w:r>
        <w:rPr>
          <w:sz w:val="16"/>
          <w:szCs w:val="16"/>
          <w:lang w:val="sr-Cyrl-RS"/>
        </w:rPr>
        <w:tab/>
      </w:r>
      <w:r w:rsidRPr="00F00C05">
        <w:rPr>
          <w:sz w:val="16"/>
          <w:szCs w:val="16"/>
          <w:lang w:val="en-US"/>
        </w:rPr>
        <w:t>A/78/L.49</w:t>
      </w:r>
      <w:r w:rsidRPr="009514D6">
        <w:rPr>
          <w:sz w:val="16"/>
          <w:szCs w:val="16"/>
          <w:lang w:val="sr-Cyrl-RS"/>
        </w:rPr>
        <w:t xml:space="preserve"> Seizing the opportunities of safe, secure and trustworthy artificial intelligence systems for sustainable development, доступна на адреси: </w:t>
      </w:r>
      <w:r w:rsidRPr="00F00C05">
        <w:rPr>
          <w:sz w:val="16"/>
          <w:szCs w:val="16"/>
          <w:lang w:val="en-US"/>
        </w:rPr>
        <w:t>https://www.undocs.org/Home/Mobile?FinalSymbol=A%2F78%2FL.49&amp;Language=E&amp;DeviceType=Desktop&amp;LangRequested=False</w:t>
      </w:r>
    </w:p>
  </w:footnote>
  <w:footnote w:id="4">
    <w:p w14:paraId="0F4C28B3" w14:textId="77777777" w:rsidR="00A907C5" w:rsidRPr="009514D6" w:rsidRDefault="00A907C5" w:rsidP="00876939">
      <w:pPr>
        <w:pStyle w:val="FootnoteText"/>
        <w:tabs>
          <w:tab w:val="left" w:pos="142"/>
        </w:tabs>
        <w:rPr>
          <w:sz w:val="16"/>
          <w:szCs w:val="16"/>
          <w:lang w:val="sr-Cyrl-RS"/>
        </w:rPr>
      </w:pPr>
      <w:r w:rsidRPr="009514D6">
        <w:rPr>
          <w:rStyle w:val="FootnoteReference"/>
          <w:sz w:val="16"/>
          <w:szCs w:val="16"/>
        </w:rPr>
        <w:footnoteRef/>
      </w:r>
      <w:r w:rsidRPr="009514D6">
        <w:rPr>
          <w:sz w:val="16"/>
          <w:szCs w:val="16"/>
        </w:rPr>
        <w:t xml:space="preserve"> </w:t>
      </w:r>
      <w:r w:rsidRPr="009514D6">
        <w:rPr>
          <w:sz w:val="16"/>
          <w:szCs w:val="16"/>
          <w:lang w:val="sr-Cyrl-RS"/>
        </w:rPr>
        <w:tab/>
        <w:t>Више на адреси: https://networkreadinessindex.org/</w:t>
      </w:r>
    </w:p>
  </w:footnote>
  <w:footnote w:id="5">
    <w:p w14:paraId="77C21252" w14:textId="77777777" w:rsidR="00A907C5" w:rsidRPr="009514D6" w:rsidRDefault="00A907C5" w:rsidP="00876939">
      <w:pPr>
        <w:pStyle w:val="FootnoteText"/>
        <w:tabs>
          <w:tab w:val="left" w:pos="142"/>
        </w:tabs>
        <w:rPr>
          <w:sz w:val="16"/>
          <w:szCs w:val="16"/>
          <w:lang w:val="sr-Cyrl-RS"/>
        </w:rPr>
      </w:pPr>
      <w:r w:rsidRPr="009514D6">
        <w:rPr>
          <w:rStyle w:val="FootnoteReference"/>
          <w:sz w:val="16"/>
          <w:szCs w:val="16"/>
        </w:rPr>
        <w:footnoteRef/>
      </w:r>
      <w:r w:rsidRPr="009514D6">
        <w:rPr>
          <w:sz w:val="16"/>
          <w:szCs w:val="16"/>
        </w:rPr>
        <w:t xml:space="preserve"> </w:t>
      </w:r>
      <w:r w:rsidRPr="009514D6">
        <w:rPr>
          <w:sz w:val="16"/>
          <w:szCs w:val="16"/>
          <w:lang w:val="sr-Cyrl-RS"/>
        </w:rPr>
        <w:tab/>
        <w:t>Више на адреси: https://oxfordinsights.com/ai-readiness/</w:t>
      </w:r>
    </w:p>
  </w:footnote>
  <w:footnote w:id="6">
    <w:p w14:paraId="6B45D5F0" w14:textId="77777777" w:rsidR="00A907C5" w:rsidRPr="00DE2636" w:rsidRDefault="00A907C5" w:rsidP="00B1639C">
      <w:pPr>
        <w:pStyle w:val="FootnoteText"/>
        <w:rPr>
          <w:lang w:val="sr-Latn-RS"/>
        </w:rPr>
      </w:pPr>
      <w:r>
        <w:rPr>
          <w:rStyle w:val="FootnoteReference"/>
        </w:rPr>
        <w:footnoteRef/>
      </w:r>
      <w:r w:rsidRPr="00BC0EEF">
        <w:rPr>
          <w:lang w:val="en-US"/>
        </w:rPr>
        <w:t xml:space="preserve"> https://enauka.gov.rs/</w:t>
      </w:r>
    </w:p>
  </w:footnote>
  <w:footnote w:id="7">
    <w:p w14:paraId="712D45A8" w14:textId="77777777" w:rsidR="00A907C5" w:rsidRPr="00BC0EEF" w:rsidRDefault="00A907C5" w:rsidP="004B6036">
      <w:pPr>
        <w:pStyle w:val="FootnoteText"/>
        <w:rPr>
          <w:lang w:val="sr-Cyrl-RS"/>
        </w:rPr>
      </w:pPr>
      <w:r>
        <w:rPr>
          <w:rStyle w:val="FootnoteReference"/>
        </w:rPr>
        <w:footnoteRef/>
      </w:r>
      <w:r w:rsidRPr="00BC0EEF">
        <w:rPr>
          <w:lang w:val="en-US"/>
        </w:rPr>
        <w:t xml:space="preserve"> </w:t>
      </w:r>
      <w:r w:rsidRPr="00977AD5">
        <w:rPr>
          <w:lang w:val="en-US"/>
        </w:rPr>
        <w:t>Stanford (n.d.). Artificial Intelligence Index Report 2024. Https://Aiindex.Stanford.edu/Report/.</w:t>
      </w:r>
    </w:p>
  </w:footnote>
  <w:footnote w:id="8">
    <w:p w14:paraId="70D62667" w14:textId="77777777" w:rsidR="00A907C5" w:rsidRPr="007E3386" w:rsidRDefault="00A907C5">
      <w:pPr>
        <w:pStyle w:val="FootnoteText"/>
        <w:rPr>
          <w:lang w:val="sr-Cyrl-RS"/>
        </w:rPr>
      </w:pPr>
      <w:r>
        <w:rPr>
          <w:rStyle w:val="FootnoteReference"/>
        </w:rPr>
        <w:footnoteRef/>
      </w:r>
      <w:r w:rsidRPr="00E9731B">
        <w:rPr>
          <w:lang w:val="sr-Cyrl-RS"/>
        </w:rPr>
        <w:t xml:space="preserve"> </w:t>
      </w:r>
      <w:r w:rsidRPr="007E3386">
        <w:t>https</w:t>
      </w:r>
      <w:r w:rsidRPr="00E9731B">
        <w:rPr>
          <w:lang w:val="sr-Cyrl-RS"/>
        </w:rPr>
        <w:t>://</w:t>
      </w:r>
      <w:r w:rsidRPr="007E3386">
        <w:t>www</w:t>
      </w:r>
      <w:r w:rsidRPr="00E9731B">
        <w:rPr>
          <w:lang w:val="sr-Cyrl-RS"/>
        </w:rPr>
        <w:t>.</w:t>
      </w:r>
      <w:r w:rsidRPr="007E3386">
        <w:t>inovacionifond</w:t>
      </w:r>
      <w:r w:rsidRPr="00E9731B">
        <w:rPr>
          <w:lang w:val="sr-Cyrl-RS"/>
        </w:rPr>
        <w:t>.</w:t>
      </w:r>
      <w:r w:rsidRPr="007E3386">
        <w:t>rs</w:t>
      </w:r>
      <w:r w:rsidRPr="00E9731B">
        <w:rPr>
          <w:lang w:val="sr-Cyrl-RS"/>
        </w:rPr>
        <w:t>/</w:t>
      </w:r>
      <w:r w:rsidRPr="007E3386">
        <w:t>cir</w:t>
      </w:r>
      <w:r w:rsidRPr="00E9731B">
        <w:rPr>
          <w:lang w:val="sr-Cyrl-RS"/>
        </w:rPr>
        <w:t>/</w:t>
      </w:r>
      <w:r w:rsidRPr="007E3386">
        <w:t>program</w:t>
      </w:r>
      <w:r w:rsidRPr="00E9731B">
        <w:rPr>
          <w:lang w:val="sr-Cyrl-RS"/>
        </w:rPr>
        <w:t>/</w:t>
      </w:r>
      <w:r w:rsidRPr="007E3386">
        <w:t>serbia</w:t>
      </w:r>
      <w:r w:rsidRPr="00E9731B">
        <w:rPr>
          <w:lang w:val="sr-Cyrl-RS"/>
        </w:rPr>
        <w:t>-</w:t>
      </w:r>
      <w:r w:rsidRPr="007E3386">
        <w:t>ventures</w:t>
      </w:r>
      <w:r w:rsidRPr="00E9731B">
        <w:rPr>
          <w:lang w:val="sr-Cyrl-RS"/>
        </w:rPr>
        <w:t>-</w:t>
      </w:r>
      <w:r w:rsidRPr="007E3386">
        <w:t>ai</w:t>
      </w:r>
      <w:r>
        <w:rPr>
          <w:lang w:val="sr-Cyrl-RS"/>
        </w:rPr>
        <w:t xml:space="preserve"> </w:t>
      </w:r>
    </w:p>
  </w:footnote>
  <w:footnote w:id="9">
    <w:p w14:paraId="653711A6" w14:textId="680AC62E" w:rsidR="00A907C5" w:rsidRPr="004A4A72" w:rsidRDefault="00A907C5">
      <w:pPr>
        <w:pStyle w:val="FootnoteText"/>
        <w:rPr>
          <w:lang w:val="sr-Cyrl-RS"/>
        </w:rPr>
      </w:pPr>
      <w:r>
        <w:rPr>
          <w:rStyle w:val="FootnoteReference"/>
        </w:rPr>
        <w:footnoteRef/>
      </w:r>
      <w:r w:rsidRPr="004A4A72">
        <w:rPr>
          <w:lang w:val="sr-Cyrl-RS"/>
        </w:rPr>
        <w:t xml:space="preserve"> </w:t>
      </w:r>
      <w:r w:rsidRPr="004A4A72">
        <w:t>https</w:t>
      </w:r>
      <w:r w:rsidRPr="004A4A72">
        <w:rPr>
          <w:lang w:val="sr-Cyrl-RS"/>
        </w:rPr>
        <w:t>://</w:t>
      </w:r>
      <w:r w:rsidRPr="004A4A72">
        <w:t>www</w:t>
      </w:r>
      <w:r w:rsidRPr="004A4A72">
        <w:rPr>
          <w:lang w:val="sr-Cyrl-RS"/>
        </w:rPr>
        <w:t>.</w:t>
      </w:r>
      <w:r w:rsidRPr="004A4A72">
        <w:t>ai</w:t>
      </w:r>
      <w:r w:rsidRPr="004A4A72">
        <w:rPr>
          <w:lang w:val="sr-Cyrl-RS"/>
        </w:rPr>
        <w:t>.</w:t>
      </w:r>
      <w:r w:rsidRPr="004A4A72">
        <w:t>gov</w:t>
      </w:r>
      <w:r w:rsidRPr="004A4A72">
        <w:rPr>
          <w:lang w:val="sr-Cyrl-RS"/>
        </w:rPr>
        <w:t>.</w:t>
      </w:r>
      <w:r w:rsidRPr="004A4A72">
        <w:t>rs</w:t>
      </w:r>
      <w:r w:rsidRPr="004A4A72">
        <w:rPr>
          <w:lang w:val="sr-Cyrl-RS"/>
        </w:rPr>
        <w:t>/</w:t>
      </w:r>
      <w:r w:rsidRPr="004A4A72">
        <w:t>kompanije</w:t>
      </w:r>
      <w:r w:rsidRPr="004A4A72">
        <w:rPr>
          <w:lang w:val="sr-Cyrl-RS"/>
        </w:rPr>
        <w:t>/</w:t>
      </w:r>
      <w:r w:rsidRPr="004A4A72">
        <w:t>sr</w:t>
      </w:r>
      <w:r w:rsidRPr="004A4A72">
        <w:rPr>
          <w:lang w:val="sr-Cyrl-RS"/>
        </w:rPr>
        <w:t>/</w:t>
      </w:r>
      <w:r w:rsidRPr="004A4A72">
        <w:t>sve</w:t>
      </w:r>
      <w:r w:rsidRPr="004A4A72">
        <w:rPr>
          <w:lang w:val="sr-Cyrl-RS"/>
        </w:rPr>
        <w:t>-</w:t>
      </w:r>
      <w:r w:rsidRPr="004A4A72">
        <w:t>kompanije</w:t>
      </w:r>
    </w:p>
  </w:footnote>
  <w:footnote w:id="10">
    <w:p w14:paraId="628C3EAB" w14:textId="77777777" w:rsidR="00A907C5" w:rsidRPr="006A539F" w:rsidRDefault="00A907C5" w:rsidP="006A539F">
      <w:pPr>
        <w:pStyle w:val="FootnoteText"/>
        <w:ind w:left="142" w:hanging="142"/>
        <w:rPr>
          <w:sz w:val="16"/>
          <w:szCs w:val="16"/>
          <w:lang w:val="sr-Cyrl-RS"/>
        </w:rPr>
      </w:pPr>
      <w:r w:rsidRPr="006A539F">
        <w:rPr>
          <w:rStyle w:val="FootnoteReference"/>
          <w:sz w:val="16"/>
          <w:szCs w:val="16"/>
        </w:rPr>
        <w:footnoteRef/>
      </w:r>
      <w:r w:rsidRPr="006A539F">
        <w:rPr>
          <w:sz w:val="16"/>
          <w:szCs w:val="16"/>
        </w:rPr>
        <w:t xml:space="preserve"> </w:t>
      </w:r>
      <w:r>
        <w:rPr>
          <w:sz w:val="16"/>
          <w:szCs w:val="16"/>
          <w:lang w:val="sr-Cyrl-RS"/>
        </w:rPr>
        <w:tab/>
      </w:r>
      <w:r w:rsidRPr="00B71D03">
        <w:rPr>
          <w:color w:val="000000"/>
          <w:sz w:val="16"/>
          <w:szCs w:val="16"/>
          <w:lang w:val="sr-Cyrl-RS"/>
        </w:rPr>
        <w:t>Постоје поједини објављени корпуси, укупне величине око 100.000 речи, али не и успостављен темпо продукције на годишњем нивоу</w:t>
      </w:r>
      <w:r w:rsidRPr="006A539F">
        <w:rPr>
          <w:sz w:val="16"/>
          <w:szCs w:val="16"/>
          <w:lang w:val="sr-Cyrl-RS"/>
        </w:rPr>
        <w:t xml:space="preserve"> овде нису урачунати корпуси који постоје у власништву приватних технолошких компанија са којима ће се у оквиру ове иницијативе успостављати партнерства, и могућност приступа тим корпусима</w:t>
      </w:r>
      <w:r w:rsidRPr="006A539F">
        <w:rPr>
          <w:sz w:val="16"/>
          <w:szCs w:val="16"/>
          <w:lang w:val="sr-Latn-RS"/>
        </w:rPr>
        <w:t xml:space="preserve">, </w:t>
      </w:r>
      <w:r w:rsidRPr="006A539F">
        <w:rPr>
          <w:sz w:val="16"/>
          <w:szCs w:val="16"/>
          <w:lang w:val="sr-Cyrl-RS"/>
        </w:rPr>
        <w:t>односно њиховог отварања</w:t>
      </w:r>
      <w:r w:rsidRPr="006A539F">
        <w:rPr>
          <w:sz w:val="16"/>
          <w:szCs w:val="16"/>
        </w:rPr>
        <w:t>,</w:t>
      </w:r>
      <w:r w:rsidRPr="006A539F">
        <w:rPr>
          <w:sz w:val="16"/>
          <w:szCs w:val="16"/>
          <w:lang w:val="sr-Cyrl-RS"/>
        </w:rPr>
        <w:t xml:space="preserve"> додатни је мотив за успостављање таквих партнерстава</w:t>
      </w:r>
    </w:p>
  </w:footnote>
  <w:footnote w:id="11">
    <w:p w14:paraId="394D0CB3" w14:textId="77777777" w:rsidR="00A907C5" w:rsidRPr="002C52A3" w:rsidRDefault="00A907C5" w:rsidP="002C52A3">
      <w:pPr>
        <w:pStyle w:val="FootnoteText"/>
        <w:tabs>
          <w:tab w:val="left" w:pos="142"/>
        </w:tabs>
        <w:rPr>
          <w:sz w:val="16"/>
          <w:szCs w:val="16"/>
          <w:lang w:val="sr-Cyrl-RS"/>
        </w:rPr>
      </w:pPr>
      <w:r w:rsidRPr="002C52A3">
        <w:rPr>
          <w:rStyle w:val="FootnoteReference"/>
          <w:sz w:val="16"/>
          <w:szCs w:val="16"/>
        </w:rPr>
        <w:footnoteRef/>
      </w:r>
      <w:r w:rsidRPr="002C52A3">
        <w:rPr>
          <w:sz w:val="16"/>
          <w:szCs w:val="16"/>
        </w:rPr>
        <w:t xml:space="preserve"> </w:t>
      </w:r>
      <w:r w:rsidRPr="002C52A3">
        <w:rPr>
          <w:sz w:val="16"/>
          <w:szCs w:val="16"/>
          <w:lang w:val="sr-Cyrl-RS"/>
        </w:rPr>
        <w:tab/>
      </w:r>
      <w:r>
        <w:rPr>
          <w:sz w:val="16"/>
          <w:szCs w:val="16"/>
          <w:lang w:val="sr-Cyrl-RS"/>
        </w:rPr>
        <w:t>П</w:t>
      </w:r>
      <w:r w:rsidRPr="002C52A3">
        <w:rPr>
          <w:sz w:val="16"/>
          <w:szCs w:val="16"/>
          <w:lang w:val="sr-Cyrl-RS"/>
        </w:rPr>
        <w:t>остоје поједини објављени корпуси, укупне величине око 500 милиона речи, али не и успостављен темпо продукције на годишњем нивоу)</w:t>
      </w:r>
    </w:p>
  </w:footnote>
  <w:footnote w:id="12">
    <w:p w14:paraId="5BECFC0D" w14:textId="77777777" w:rsidR="00A907C5" w:rsidRPr="0067135C" w:rsidRDefault="00A907C5" w:rsidP="0067135C">
      <w:pPr>
        <w:pStyle w:val="FootnoteText"/>
        <w:tabs>
          <w:tab w:val="left" w:pos="142"/>
        </w:tabs>
        <w:rPr>
          <w:sz w:val="16"/>
          <w:szCs w:val="16"/>
          <w:lang w:val="sr-Cyrl-RS"/>
        </w:rPr>
      </w:pPr>
      <w:r w:rsidRPr="0067135C">
        <w:rPr>
          <w:rStyle w:val="FootnoteReference"/>
          <w:sz w:val="16"/>
          <w:szCs w:val="16"/>
        </w:rPr>
        <w:footnoteRef/>
      </w:r>
      <w:r w:rsidRPr="0067135C">
        <w:rPr>
          <w:sz w:val="16"/>
          <w:szCs w:val="16"/>
        </w:rPr>
        <w:t xml:space="preserve"> </w:t>
      </w:r>
      <w:r w:rsidRPr="0067135C">
        <w:rPr>
          <w:sz w:val="16"/>
          <w:szCs w:val="16"/>
          <w:lang w:val="sr-Cyrl-RS"/>
        </w:rPr>
        <w:tab/>
      </w:r>
      <w:r w:rsidRPr="00B71D03">
        <w:rPr>
          <w:color w:val="000000"/>
          <w:sz w:val="16"/>
          <w:szCs w:val="16"/>
          <w:lang w:val="sr-Cyrl-RS"/>
        </w:rPr>
        <w:t>Постоје поједини објављени корпуси, укупне величине око 1000 сати, али не и успостављен темпо продукције на годишњем нивоу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34B"/>
    <w:multiLevelType w:val="hybridMultilevel"/>
    <w:tmpl w:val="27D448AC"/>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73598F"/>
    <w:multiLevelType w:val="hybridMultilevel"/>
    <w:tmpl w:val="29505C08"/>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657F16"/>
    <w:multiLevelType w:val="hybridMultilevel"/>
    <w:tmpl w:val="29505C0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5A3D13"/>
    <w:multiLevelType w:val="hybridMultilevel"/>
    <w:tmpl w:val="29505C0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0D4289"/>
    <w:multiLevelType w:val="hybridMultilevel"/>
    <w:tmpl w:val="29505C08"/>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1646B4"/>
    <w:multiLevelType w:val="hybridMultilevel"/>
    <w:tmpl w:val="13FAD370"/>
    <w:lvl w:ilvl="0" w:tplc="FFFFFFFF">
      <w:start w:val="1"/>
      <w:numFmt w:val="decimal"/>
      <w:lvlText w:val="%1."/>
      <w:lvlJc w:val="left"/>
      <w:pPr>
        <w:ind w:left="1080" w:hanging="72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394407"/>
    <w:multiLevelType w:val="hybridMultilevel"/>
    <w:tmpl w:val="21B47B46"/>
    <w:lvl w:ilvl="0" w:tplc="74242A5E">
      <w:numFmt w:val="bullet"/>
      <w:lvlText w:val="-"/>
      <w:lvlJc w:val="left"/>
      <w:pPr>
        <w:ind w:left="720" w:hanging="360"/>
      </w:pPr>
      <w:rPr>
        <w:rFonts w:ascii="Times New Roman" w:eastAsia="Aptos"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129F04FE"/>
    <w:multiLevelType w:val="hybridMultilevel"/>
    <w:tmpl w:val="7F6CE866"/>
    <w:lvl w:ilvl="0" w:tplc="74242A5E">
      <w:numFmt w:val="bullet"/>
      <w:lvlText w:val="-"/>
      <w:lvlJc w:val="left"/>
      <w:pPr>
        <w:ind w:left="1800" w:hanging="360"/>
      </w:pPr>
      <w:rPr>
        <w:rFonts w:ascii="Times New Roman" w:eastAsia="Aptos" w:hAnsi="Times New Roman" w:cs="Times New Roman" w:hint="default"/>
      </w:rPr>
    </w:lvl>
    <w:lvl w:ilvl="1" w:tplc="241A0003" w:tentative="1">
      <w:start w:val="1"/>
      <w:numFmt w:val="bullet"/>
      <w:lvlText w:val="o"/>
      <w:lvlJc w:val="left"/>
      <w:pPr>
        <w:ind w:left="2520" w:hanging="360"/>
      </w:pPr>
      <w:rPr>
        <w:rFonts w:ascii="Courier New" w:hAnsi="Courier New" w:cs="Courier New" w:hint="default"/>
      </w:rPr>
    </w:lvl>
    <w:lvl w:ilvl="2" w:tplc="241A0005" w:tentative="1">
      <w:start w:val="1"/>
      <w:numFmt w:val="bullet"/>
      <w:lvlText w:val=""/>
      <w:lvlJc w:val="left"/>
      <w:pPr>
        <w:ind w:left="3240" w:hanging="360"/>
      </w:pPr>
      <w:rPr>
        <w:rFonts w:ascii="Wingdings" w:hAnsi="Wingdings" w:hint="default"/>
      </w:rPr>
    </w:lvl>
    <w:lvl w:ilvl="3" w:tplc="241A0001" w:tentative="1">
      <w:start w:val="1"/>
      <w:numFmt w:val="bullet"/>
      <w:lvlText w:val=""/>
      <w:lvlJc w:val="left"/>
      <w:pPr>
        <w:ind w:left="3960" w:hanging="360"/>
      </w:pPr>
      <w:rPr>
        <w:rFonts w:ascii="Symbol" w:hAnsi="Symbol" w:hint="default"/>
      </w:rPr>
    </w:lvl>
    <w:lvl w:ilvl="4" w:tplc="241A0003" w:tentative="1">
      <w:start w:val="1"/>
      <w:numFmt w:val="bullet"/>
      <w:lvlText w:val="o"/>
      <w:lvlJc w:val="left"/>
      <w:pPr>
        <w:ind w:left="4680" w:hanging="360"/>
      </w:pPr>
      <w:rPr>
        <w:rFonts w:ascii="Courier New" w:hAnsi="Courier New" w:cs="Courier New" w:hint="default"/>
      </w:rPr>
    </w:lvl>
    <w:lvl w:ilvl="5" w:tplc="241A0005" w:tentative="1">
      <w:start w:val="1"/>
      <w:numFmt w:val="bullet"/>
      <w:lvlText w:val=""/>
      <w:lvlJc w:val="left"/>
      <w:pPr>
        <w:ind w:left="5400" w:hanging="360"/>
      </w:pPr>
      <w:rPr>
        <w:rFonts w:ascii="Wingdings" w:hAnsi="Wingdings" w:hint="default"/>
      </w:rPr>
    </w:lvl>
    <w:lvl w:ilvl="6" w:tplc="241A0001" w:tentative="1">
      <w:start w:val="1"/>
      <w:numFmt w:val="bullet"/>
      <w:lvlText w:val=""/>
      <w:lvlJc w:val="left"/>
      <w:pPr>
        <w:ind w:left="6120" w:hanging="360"/>
      </w:pPr>
      <w:rPr>
        <w:rFonts w:ascii="Symbol" w:hAnsi="Symbol" w:hint="default"/>
      </w:rPr>
    </w:lvl>
    <w:lvl w:ilvl="7" w:tplc="241A0003" w:tentative="1">
      <w:start w:val="1"/>
      <w:numFmt w:val="bullet"/>
      <w:lvlText w:val="o"/>
      <w:lvlJc w:val="left"/>
      <w:pPr>
        <w:ind w:left="6840" w:hanging="360"/>
      </w:pPr>
      <w:rPr>
        <w:rFonts w:ascii="Courier New" w:hAnsi="Courier New" w:cs="Courier New" w:hint="default"/>
      </w:rPr>
    </w:lvl>
    <w:lvl w:ilvl="8" w:tplc="241A0005" w:tentative="1">
      <w:start w:val="1"/>
      <w:numFmt w:val="bullet"/>
      <w:lvlText w:val=""/>
      <w:lvlJc w:val="left"/>
      <w:pPr>
        <w:ind w:left="7560" w:hanging="360"/>
      </w:pPr>
      <w:rPr>
        <w:rFonts w:ascii="Wingdings" w:hAnsi="Wingdings" w:hint="default"/>
      </w:rPr>
    </w:lvl>
  </w:abstractNum>
  <w:abstractNum w:abstractNumId="8" w15:restartNumberingAfterBreak="0">
    <w:nsid w:val="13641C4F"/>
    <w:multiLevelType w:val="hybridMultilevel"/>
    <w:tmpl w:val="873EE2CE"/>
    <w:lvl w:ilvl="0" w:tplc="FFFFFFFF">
      <w:start w:val="1"/>
      <w:numFmt w:val="decimal"/>
      <w:lvlText w:val="%1."/>
      <w:lvlJc w:val="left"/>
      <w:pPr>
        <w:ind w:left="1080" w:hanging="72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927A8F"/>
    <w:multiLevelType w:val="hybridMultilevel"/>
    <w:tmpl w:val="5DE0F0C2"/>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8A412F4"/>
    <w:multiLevelType w:val="hybridMultilevel"/>
    <w:tmpl w:val="0264EEE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AE75CF"/>
    <w:multiLevelType w:val="hybridMultilevel"/>
    <w:tmpl w:val="56D24B44"/>
    <w:lvl w:ilvl="0" w:tplc="EF62464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6729A8"/>
    <w:multiLevelType w:val="hybridMultilevel"/>
    <w:tmpl w:val="8390946C"/>
    <w:lvl w:ilvl="0" w:tplc="A9C44B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7121CE"/>
    <w:multiLevelType w:val="hybridMultilevel"/>
    <w:tmpl w:val="29505C0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3C16931"/>
    <w:multiLevelType w:val="hybridMultilevel"/>
    <w:tmpl w:val="C2ACC81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6B23AC"/>
    <w:multiLevelType w:val="hybridMultilevel"/>
    <w:tmpl w:val="6FEE86A0"/>
    <w:lvl w:ilvl="0" w:tplc="74242A5E">
      <w:numFmt w:val="bullet"/>
      <w:lvlText w:val="-"/>
      <w:lvlJc w:val="left"/>
      <w:pPr>
        <w:ind w:left="720" w:hanging="360"/>
      </w:pPr>
      <w:rPr>
        <w:rFonts w:ascii="Times New Roman" w:eastAsia="Apto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634344"/>
    <w:multiLevelType w:val="hybridMultilevel"/>
    <w:tmpl w:val="29505C0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8A596D"/>
    <w:multiLevelType w:val="hybridMultilevel"/>
    <w:tmpl w:val="A0183638"/>
    <w:lvl w:ilvl="0" w:tplc="74242A5E">
      <w:numFmt w:val="bullet"/>
      <w:lvlText w:val="-"/>
      <w:lvlJc w:val="left"/>
      <w:pPr>
        <w:ind w:left="609" w:hanging="720"/>
      </w:pPr>
      <w:rPr>
        <w:rFonts w:ascii="Times New Roman" w:eastAsia="Aptos" w:hAnsi="Times New Roman" w:cs="Times New Roman" w:hint="default"/>
      </w:rPr>
    </w:lvl>
    <w:lvl w:ilvl="1" w:tplc="04090003">
      <w:start w:val="1"/>
      <w:numFmt w:val="bullet"/>
      <w:lvlText w:val="o"/>
      <w:lvlJc w:val="left"/>
      <w:pPr>
        <w:ind w:left="969" w:hanging="360"/>
      </w:pPr>
      <w:rPr>
        <w:rFonts w:ascii="Courier New" w:hAnsi="Courier New" w:cs="Courier New" w:hint="default"/>
      </w:rPr>
    </w:lvl>
    <w:lvl w:ilvl="2" w:tplc="04090005">
      <w:start w:val="1"/>
      <w:numFmt w:val="bullet"/>
      <w:lvlText w:val=""/>
      <w:lvlJc w:val="left"/>
      <w:pPr>
        <w:ind w:left="1689" w:hanging="360"/>
      </w:pPr>
      <w:rPr>
        <w:rFonts w:ascii="Wingdings" w:hAnsi="Wingdings" w:hint="default"/>
      </w:rPr>
    </w:lvl>
    <w:lvl w:ilvl="3" w:tplc="04090001" w:tentative="1">
      <w:start w:val="1"/>
      <w:numFmt w:val="bullet"/>
      <w:lvlText w:val=""/>
      <w:lvlJc w:val="left"/>
      <w:pPr>
        <w:ind w:left="2409" w:hanging="360"/>
      </w:pPr>
      <w:rPr>
        <w:rFonts w:ascii="Symbol" w:hAnsi="Symbol" w:hint="default"/>
      </w:rPr>
    </w:lvl>
    <w:lvl w:ilvl="4" w:tplc="04090003" w:tentative="1">
      <w:start w:val="1"/>
      <w:numFmt w:val="bullet"/>
      <w:lvlText w:val="o"/>
      <w:lvlJc w:val="left"/>
      <w:pPr>
        <w:ind w:left="3129" w:hanging="360"/>
      </w:pPr>
      <w:rPr>
        <w:rFonts w:ascii="Courier New" w:hAnsi="Courier New" w:cs="Courier New" w:hint="default"/>
      </w:rPr>
    </w:lvl>
    <w:lvl w:ilvl="5" w:tplc="04090005" w:tentative="1">
      <w:start w:val="1"/>
      <w:numFmt w:val="bullet"/>
      <w:lvlText w:val=""/>
      <w:lvlJc w:val="left"/>
      <w:pPr>
        <w:ind w:left="3849" w:hanging="360"/>
      </w:pPr>
      <w:rPr>
        <w:rFonts w:ascii="Wingdings" w:hAnsi="Wingdings" w:hint="default"/>
      </w:rPr>
    </w:lvl>
    <w:lvl w:ilvl="6" w:tplc="04090001" w:tentative="1">
      <w:start w:val="1"/>
      <w:numFmt w:val="bullet"/>
      <w:lvlText w:val=""/>
      <w:lvlJc w:val="left"/>
      <w:pPr>
        <w:ind w:left="4569" w:hanging="360"/>
      </w:pPr>
      <w:rPr>
        <w:rFonts w:ascii="Symbol" w:hAnsi="Symbol" w:hint="default"/>
      </w:rPr>
    </w:lvl>
    <w:lvl w:ilvl="7" w:tplc="04090003" w:tentative="1">
      <w:start w:val="1"/>
      <w:numFmt w:val="bullet"/>
      <w:lvlText w:val="o"/>
      <w:lvlJc w:val="left"/>
      <w:pPr>
        <w:ind w:left="5289" w:hanging="360"/>
      </w:pPr>
      <w:rPr>
        <w:rFonts w:ascii="Courier New" w:hAnsi="Courier New" w:cs="Courier New" w:hint="default"/>
      </w:rPr>
    </w:lvl>
    <w:lvl w:ilvl="8" w:tplc="04090005" w:tentative="1">
      <w:start w:val="1"/>
      <w:numFmt w:val="bullet"/>
      <w:lvlText w:val=""/>
      <w:lvlJc w:val="left"/>
      <w:pPr>
        <w:ind w:left="6009" w:hanging="360"/>
      </w:pPr>
      <w:rPr>
        <w:rFonts w:ascii="Wingdings" w:hAnsi="Wingdings" w:hint="default"/>
      </w:rPr>
    </w:lvl>
  </w:abstractNum>
  <w:abstractNum w:abstractNumId="18" w15:restartNumberingAfterBreak="0">
    <w:nsid w:val="3C914039"/>
    <w:multiLevelType w:val="hybridMultilevel"/>
    <w:tmpl w:val="29505C0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F8E74BA"/>
    <w:multiLevelType w:val="hybridMultilevel"/>
    <w:tmpl w:val="29505C0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FE27CE7"/>
    <w:multiLevelType w:val="hybridMultilevel"/>
    <w:tmpl w:val="FBF2335C"/>
    <w:lvl w:ilvl="0" w:tplc="74242A5E">
      <w:numFmt w:val="bullet"/>
      <w:lvlText w:val="-"/>
      <w:lvlJc w:val="left"/>
      <w:pPr>
        <w:ind w:left="1287" w:hanging="360"/>
      </w:pPr>
      <w:rPr>
        <w:rFonts w:ascii="Times New Roman" w:eastAsia="Aptos" w:hAnsi="Times New Roman" w:cs="Times New Roman"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21" w15:restartNumberingAfterBreak="0">
    <w:nsid w:val="42FF70F8"/>
    <w:multiLevelType w:val="hybridMultilevel"/>
    <w:tmpl w:val="48E4DC30"/>
    <w:lvl w:ilvl="0" w:tplc="FFFFFFFF">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44094B99"/>
    <w:multiLevelType w:val="hybridMultilevel"/>
    <w:tmpl w:val="E51AB5FA"/>
    <w:lvl w:ilvl="0" w:tplc="74242A5E">
      <w:numFmt w:val="bullet"/>
      <w:lvlText w:val="-"/>
      <w:lvlJc w:val="left"/>
      <w:pPr>
        <w:ind w:left="720" w:hanging="360"/>
      </w:pPr>
      <w:rPr>
        <w:rFonts w:ascii="Times New Roman" w:eastAsia="Aptos"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41A6A7E"/>
    <w:multiLevelType w:val="hybridMultilevel"/>
    <w:tmpl w:val="29505C0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6E201C0"/>
    <w:multiLevelType w:val="hybridMultilevel"/>
    <w:tmpl w:val="C2ACC81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87B5F93"/>
    <w:multiLevelType w:val="hybridMultilevel"/>
    <w:tmpl w:val="29505C08"/>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A2A7A9C"/>
    <w:multiLevelType w:val="hybridMultilevel"/>
    <w:tmpl w:val="29505C08"/>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AC416AA"/>
    <w:multiLevelType w:val="hybridMultilevel"/>
    <w:tmpl w:val="29505C0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B303CC3"/>
    <w:multiLevelType w:val="hybridMultilevel"/>
    <w:tmpl w:val="27D448AC"/>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567286E"/>
    <w:multiLevelType w:val="hybridMultilevel"/>
    <w:tmpl w:val="86526F5E"/>
    <w:lvl w:ilvl="0" w:tplc="74242A5E">
      <w:numFmt w:val="bullet"/>
      <w:lvlText w:val="-"/>
      <w:lvlJc w:val="left"/>
      <w:pPr>
        <w:ind w:left="1287" w:hanging="360"/>
      </w:pPr>
      <w:rPr>
        <w:rFonts w:ascii="Times New Roman" w:eastAsia="Aptos" w:hAnsi="Times New Roman" w:cs="Times New Roman"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30" w15:restartNumberingAfterBreak="0">
    <w:nsid w:val="590D0F9F"/>
    <w:multiLevelType w:val="hybridMultilevel"/>
    <w:tmpl w:val="67AC893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BFC29E5"/>
    <w:multiLevelType w:val="hybridMultilevel"/>
    <w:tmpl w:val="13FAD370"/>
    <w:lvl w:ilvl="0" w:tplc="E764A724">
      <w:start w:val="1"/>
      <w:numFmt w:val="decimal"/>
      <w:lvlText w:val="%1."/>
      <w:lvlJc w:val="left"/>
      <w:pPr>
        <w:ind w:left="1080" w:hanging="72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2643CE"/>
    <w:multiLevelType w:val="hybridMultilevel"/>
    <w:tmpl w:val="29505C08"/>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1A55488"/>
    <w:multiLevelType w:val="hybridMultilevel"/>
    <w:tmpl w:val="00AAE4EC"/>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2290095"/>
    <w:multiLevelType w:val="hybridMultilevel"/>
    <w:tmpl w:val="29505C0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5930712"/>
    <w:multiLevelType w:val="hybridMultilevel"/>
    <w:tmpl w:val="00AAE4EC"/>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AC55C3D"/>
    <w:multiLevelType w:val="hybridMultilevel"/>
    <w:tmpl w:val="29505C08"/>
    <w:lvl w:ilvl="0" w:tplc="FFFFFFF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CF6812"/>
    <w:multiLevelType w:val="hybridMultilevel"/>
    <w:tmpl w:val="29505C0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297CBC"/>
    <w:multiLevelType w:val="hybridMultilevel"/>
    <w:tmpl w:val="0264EEE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10517F5"/>
    <w:multiLevelType w:val="hybridMultilevel"/>
    <w:tmpl w:val="873EE2CE"/>
    <w:lvl w:ilvl="0" w:tplc="FFFFFFFF">
      <w:start w:val="1"/>
      <w:numFmt w:val="decimal"/>
      <w:lvlText w:val="%1."/>
      <w:lvlJc w:val="left"/>
      <w:pPr>
        <w:ind w:left="1080" w:hanging="72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C6051D8"/>
    <w:multiLevelType w:val="hybridMultilevel"/>
    <w:tmpl w:val="29505C08"/>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7"/>
  </w:num>
  <w:num w:numId="2">
    <w:abstractNumId w:val="12"/>
  </w:num>
  <w:num w:numId="3">
    <w:abstractNumId w:val="36"/>
  </w:num>
  <w:num w:numId="4">
    <w:abstractNumId w:val="3"/>
  </w:num>
  <w:num w:numId="5">
    <w:abstractNumId w:val="23"/>
  </w:num>
  <w:num w:numId="6">
    <w:abstractNumId w:val="40"/>
  </w:num>
  <w:num w:numId="7">
    <w:abstractNumId w:val="9"/>
  </w:num>
  <w:num w:numId="8">
    <w:abstractNumId w:val="33"/>
  </w:num>
  <w:num w:numId="9">
    <w:abstractNumId w:val="34"/>
  </w:num>
  <w:num w:numId="10">
    <w:abstractNumId w:val="30"/>
  </w:num>
  <w:num w:numId="11">
    <w:abstractNumId w:val="25"/>
  </w:num>
  <w:num w:numId="12">
    <w:abstractNumId w:val="31"/>
  </w:num>
  <w:num w:numId="13">
    <w:abstractNumId w:val="18"/>
  </w:num>
  <w:num w:numId="14">
    <w:abstractNumId w:val="13"/>
  </w:num>
  <w:num w:numId="15">
    <w:abstractNumId w:val="19"/>
  </w:num>
  <w:num w:numId="16">
    <w:abstractNumId w:val="10"/>
  </w:num>
  <w:num w:numId="17">
    <w:abstractNumId w:val="16"/>
  </w:num>
  <w:num w:numId="18">
    <w:abstractNumId w:val="14"/>
  </w:num>
  <w:num w:numId="19">
    <w:abstractNumId w:val="37"/>
  </w:num>
  <w:num w:numId="20">
    <w:abstractNumId w:val="4"/>
  </w:num>
  <w:num w:numId="21">
    <w:abstractNumId w:val="27"/>
  </w:num>
  <w:num w:numId="22">
    <w:abstractNumId w:val="0"/>
  </w:num>
  <w:num w:numId="23">
    <w:abstractNumId w:val="22"/>
  </w:num>
  <w:num w:numId="24">
    <w:abstractNumId w:val="32"/>
  </w:num>
  <w:num w:numId="25">
    <w:abstractNumId w:val="11"/>
  </w:num>
  <w:num w:numId="26">
    <w:abstractNumId w:val="2"/>
  </w:num>
  <w:num w:numId="27">
    <w:abstractNumId w:val="26"/>
  </w:num>
  <w:num w:numId="28">
    <w:abstractNumId w:val="5"/>
  </w:num>
  <w:num w:numId="29">
    <w:abstractNumId w:val="39"/>
  </w:num>
  <w:num w:numId="30">
    <w:abstractNumId w:val="1"/>
  </w:num>
  <w:num w:numId="31">
    <w:abstractNumId w:val="15"/>
  </w:num>
  <w:num w:numId="32">
    <w:abstractNumId w:val="7"/>
  </w:num>
  <w:num w:numId="33">
    <w:abstractNumId w:val="21"/>
  </w:num>
  <w:num w:numId="34">
    <w:abstractNumId w:val="35"/>
  </w:num>
  <w:num w:numId="35">
    <w:abstractNumId w:val="28"/>
  </w:num>
  <w:num w:numId="36">
    <w:abstractNumId w:val="8"/>
  </w:num>
  <w:num w:numId="37">
    <w:abstractNumId w:val="6"/>
  </w:num>
  <w:num w:numId="38">
    <w:abstractNumId w:val="24"/>
  </w:num>
  <w:num w:numId="39">
    <w:abstractNumId w:val="38"/>
  </w:num>
  <w:num w:numId="40">
    <w:abstractNumId w:val="20"/>
  </w:num>
  <w:num w:numId="41">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C76"/>
    <w:rsid w:val="00000349"/>
    <w:rsid w:val="000018EF"/>
    <w:rsid w:val="0000283A"/>
    <w:rsid w:val="0000D513"/>
    <w:rsid w:val="00022A4B"/>
    <w:rsid w:val="000245FA"/>
    <w:rsid w:val="00025362"/>
    <w:rsid w:val="00025640"/>
    <w:rsid w:val="00030BED"/>
    <w:rsid w:val="00031B16"/>
    <w:rsid w:val="00036F0E"/>
    <w:rsid w:val="00045AD2"/>
    <w:rsid w:val="00046A96"/>
    <w:rsid w:val="000506FD"/>
    <w:rsid w:val="00052A0B"/>
    <w:rsid w:val="00053FA3"/>
    <w:rsid w:val="00067775"/>
    <w:rsid w:val="00067948"/>
    <w:rsid w:val="000679D7"/>
    <w:rsid w:val="00073408"/>
    <w:rsid w:val="00075CDD"/>
    <w:rsid w:val="000805F2"/>
    <w:rsid w:val="00081BBF"/>
    <w:rsid w:val="00084B57"/>
    <w:rsid w:val="00084DF5"/>
    <w:rsid w:val="00086BA2"/>
    <w:rsid w:val="00092F3C"/>
    <w:rsid w:val="000A2C67"/>
    <w:rsid w:val="000A7433"/>
    <w:rsid w:val="000A7B15"/>
    <w:rsid w:val="000A7E07"/>
    <w:rsid w:val="000C091C"/>
    <w:rsid w:val="000C693D"/>
    <w:rsid w:val="000D0681"/>
    <w:rsid w:val="000D3057"/>
    <w:rsid w:val="000E18C1"/>
    <w:rsid w:val="000E4B97"/>
    <w:rsid w:val="000E636C"/>
    <w:rsid w:val="000E7232"/>
    <w:rsid w:val="000E728E"/>
    <w:rsid w:val="000F1B29"/>
    <w:rsid w:val="000F23B3"/>
    <w:rsid w:val="000F4182"/>
    <w:rsid w:val="000F61CE"/>
    <w:rsid w:val="000F69EC"/>
    <w:rsid w:val="00107F6E"/>
    <w:rsid w:val="00116831"/>
    <w:rsid w:val="001174A5"/>
    <w:rsid w:val="00121129"/>
    <w:rsid w:val="001242E0"/>
    <w:rsid w:val="00126F3D"/>
    <w:rsid w:val="0013079D"/>
    <w:rsid w:val="00134DF6"/>
    <w:rsid w:val="0014363A"/>
    <w:rsid w:val="00150641"/>
    <w:rsid w:val="001540CC"/>
    <w:rsid w:val="0015516A"/>
    <w:rsid w:val="00156BF2"/>
    <w:rsid w:val="001622F0"/>
    <w:rsid w:val="00162793"/>
    <w:rsid w:val="00165062"/>
    <w:rsid w:val="00166D75"/>
    <w:rsid w:val="001732C0"/>
    <w:rsid w:val="001750B4"/>
    <w:rsid w:val="001751A9"/>
    <w:rsid w:val="00176E60"/>
    <w:rsid w:val="0017717A"/>
    <w:rsid w:val="00185A27"/>
    <w:rsid w:val="001960A1"/>
    <w:rsid w:val="00196B41"/>
    <w:rsid w:val="001B3B08"/>
    <w:rsid w:val="001B5B59"/>
    <w:rsid w:val="001B66E9"/>
    <w:rsid w:val="001C1EC5"/>
    <w:rsid w:val="001C3BCF"/>
    <w:rsid w:val="001C4B9E"/>
    <w:rsid w:val="001C5967"/>
    <w:rsid w:val="001D0BBF"/>
    <w:rsid w:val="001E1B05"/>
    <w:rsid w:val="001E26EE"/>
    <w:rsid w:val="001E5BD9"/>
    <w:rsid w:val="001E7F29"/>
    <w:rsid w:val="001F09CC"/>
    <w:rsid w:val="001F10B7"/>
    <w:rsid w:val="001F1663"/>
    <w:rsid w:val="00200FD4"/>
    <w:rsid w:val="00202CBF"/>
    <w:rsid w:val="00203986"/>
    <w:rsid w:val="00203AC4"/>
    <w:rsid w:val="00207213"/>
    <w:rsid w:val="00212DE5"/>
    <w:rsid w:val="002133E4"/>
    <w:rsid w:val="00214DA4"/>
    <w:rsid w:val="00215B37"/>
    <w:rsid w:val="002173BA"/>
    <w:rsid w:val="00222001"/>
    <w:rsid w:val="002222F9"/>
    <w:rsid w:val="00223050"/>
    <w:rsid w:val="0022626F"/>
    <w:rsid w:val="00227934"/>
    <w:rsid w:val="00227CBD"/>
    <w:rsid w:val="00232230"/>
    <w:rsid w:val="00233386"/>
    <w:rsid w:val="002337C8"/>
    <w:rsid w:val="0023542A"/>
    <w:rsid w:val="00235DEA"/>
    <w:rsid w:val="00236765"/>
    <w:rsid w:val="00240161"/>
    <w:rsid w:val="00244984"/>
    <w:rsid w:val="00245382"/>
    <w:rsid w:val="0026291B"/>
    <w:rsid w:val="00266CCC"/>
    <w:rsid w:val="00275E00"/>
    <w:rsid w:val="0027738B"/>
    <w:rsid w:val="0028099D"/>
    <w:rsid w:val="00280B24"/>
    <w:rsid w:val="00283776"/>
    <w:rsid w:val="00284CA4"/>
    <w:rsid w:val="00293D90"/>
    <w:rsid w:val="002944FE"/>
    <w:rsid w:val="00295CA6"/>
    <w:rsid w:val="002961C2"/>
    <w:rsid w:val="002A2BD8"/>
    <w:rsid w:val="002A4F7B"/>
    <w:rsid w:val="002A6212"/>
    <w:rsid w:val="002B3087"/>
    <w:rsid w:val="002C09E2"/>
    <w:rsid w:val="002C11BE"/>
    <w:rsid w:val="002C52A3"/>
    <w:rsid w:val="002D1962"/>
    <w:rsid w:val="002D420C"/>
    <w:rsid w:val="002E1F58"/>
    <w:rsid w:val="002E389A"/>
    <w:rsid w:val="002F1957"/>
    <w:rsid w:val="002F1AE5"/>
    <w:rsid w:val="002F3748"/>
    <w:rsid w:val="002F3F0E"/>
    <w:rsid w:val="00303E67"/>
    <w:rsid w:val="00303EDA"/>
    <w:rsid w:val="00306E7A"/>
    <w:rsid w:val="0031238C"/>
    <w:rsid w:val="00312A02"/>
    <w:rsid w:val="00312AA8"/>
    <w:rsid w:val="00314CAF"/>
    <w:rsid w:val="00317064"/>
    <w:rsid w:val="003170A1"/>
    <w:rsid w:val="00320172"/>
    <w:rsid w:val="00321268"/>
    <w:rsid w:val="003248EA"/>
    <w:rsid w:val="003252E0"/>
    <w:rsid w:val="00331D57"/>
    <w:rsid w:val="00341085"/>
    <w:rsid w:val="00341C27"/>
    <w:rsid w:val="003423BA"/>
    <w:rsid w:val="0034262F"/>
    <w:rsid w:val="00343B9B"/>
    <w:rsid w:val="0035676F"/>
    <w:rsid w:val="003572D9"/>
    <w:rsid w:val="0035A5BB"/>
    <w:rsid w:val="003621D0"/>
    <w:rsid w:val="00362F23"/>
    <w:rsid w:val="00363635"/>
    <w:rsid w:val="00370472"/>
    <w:rsid w:val="00372710"/>
    <w:rsid w:val="0037470B"/>
    <w:rsid w:val="003843C5"/>
    <w:rsid w:val="00385F50"/>
    <w:rsid w:val="00390BD6"/>
    <w:rsid w:val="00393E90"/>
    <w:rsid w:val="00395150"/>
    <w:rsid w:val="003A5ED1"/>
    <w:rsid w:val="003B1371"/>
    <w:rsid w:val="003B3B46"/>
    <w:rsid w:val="003B5FFB"/>
    <w:rsid w:val="003B62E4"/>
    <w:rsid w:val="003C3E2F"/>
    <w:rsid w:val="003C6E4A"/>
    <w:rsid w:val="003D70C8"/>
    <w:rsid w:val="003E48E6"/>
    <w:rsid w:val="003F5F27"/>
    <w:rsid w:val="00403392"/>
    <w:rsid w:val="0040455C"/>
    <w:rsid w:val="00405779"/>
    <w:rsid w:val="004067B2"/>
    <w:rsid w:val="00411E91"/>
    <w:rsid w:val="004126C9"/>
    <w:rsid w:val="00412ED2"/>
    <w:rsid w:val="00413281"/>
    <w:rsid w:val="00422017"/>
    <w:rsid w:val="00423A33"/>
    <w:rsid w:val="00427B26"/>
    <w:rsid w:val="00432DE5"/>
    <w:rsid w:val="00437C3B"/>
    <w:rsid w:val="00440C90"/>
    <w:rsid w:val="004446B7"/>
    <w:rsid w:val="004506F2"/>
    <w:rsid w:val="00450A7C"/>
    <w:rsid w:val="00450EBB"/>
    <w:rsid w:val="00450FD1"/>
    <w:rsid w:val="004517E5"/>
    <w:rsid w:val="00452EEC"/>
    <w:rsid w:val="00460BAD"/>
    <w:rsid w:val="00463383"/>
    <w:rsid w:val="00465BC3"/>
    <w:rsid w:val="00470934"/>
    <w:rsid w:val="0047137A"/>
    <w:rsid w:val="00475F5C"/>
    <w:rsid w:val="004760A4"/>
    <w:rsid w:val="0047714B"/>
    <w:rsid w:val="00477D48"/>
    <w:rsid w:val="00480087"/>
    <w:rsid w:val="00482EFC"/>
    <w:rsid w:val="004837CF"/>
    <w:rsid w:val="00485B65"/>
    <w:rsid w:val="00487756"/>
    <w:rsid w:val="0049065F"/>
    <w:rsid w:val="004948F7"/>
    <w:rsid w:val="00497EA2"/>
    <w:rsid w:val="004A0F8D"/>
    <w:rsid w:val="004A4A72"/>
    <w:rsid w:val="004A7723"/>
    <w:rsid w:val="004A7903"/>
    <w:rsid w:val="004B13C2"/>
    <w:rsid w:val="004B5748"/>
    <w:rsid w:val="004B6036"/>
    <w:rsid w:val="004C4BED"/>
    <w:rsid w:val="004C5149"/>
    <w:rsid w:val="004C5532"/>
    <w:rsid w:val="004C6727"/>
    <w:rsid w:val="004D0EA6"/>
    <w:rsid w:val="004D252B"/>
    <w:rsid w:val="004D475D"/>
    <w:rsid w:val="004E0C32"/>
    <w:rsid w:val="004E12C9"/>
    <w:rsid w:val="004E5C84"/>
    <w:rsid w:val="004F462B"/>
    <w:rsid w:val="004F4A64"/>
    <w:rsid w:val="00500D55"/>
    <w:rsid w:val="00507B7C"/>
    <w:rsid w:val="00512859"/>
    <w:rsid w:val="00512FEE"/>
    <w:rsid w:val="00513DC1"/>
    <w:rsid w:val="00514868"/>
    <w:rsid w:val="005208FF"/>
    <w:rsid w:val="00524B85"/>
    <w:rsid w:val="005252A1"/>
    <w:rsid w:val="00530F63"/>
    <w:rsid w:val="00532DE1"/>
    <w:rsid w:val="00534865"/>
    <w:rsid w:val="00534E29"/>
    <w:rsid w:val="00534FC3"/>
    <w:rsid w:val="00535AD4"/>
    <w:rsid w:val="00540A51"/>
    <w:rsid w:val="00544C9C"/>
    <w:rsid w:val="005477C3"/>
    <w:rsid w:val="0055125F"/>
    <w:rsid w:val="00552107"/>
    <w:rsid w:val="00554650"/>
    <w:rsid w:val="005564C8"/>
    <w:rsid w:val="00562C18"/>
    <w:rsid w:val="0056311E"/>
    <w:rsid w:val="0056610D"/>
    <w:rsid w:val="00571569"/>
    <w:rsid w:val="0057164E"/>
    <w:rsid w:val="0057171A"/>
    <w:rsid w:val="00573E78"/>
    <w:rsid w:val="005746A5"/>
    <w:rsid w:val="005769EF"/>
    <w:rsid w:val="00577587"/>
    <w:rsid w:val="005778AC"/>
    <w:rsid w:val="00581EB3"/>
    <w:rsid w:val="00582390"/>
    <w:rsid w:val="00585E2F"/>
    <w:rsid w:val="0059301F"/>
    <w:rsid w:val="00593938"/>
    <w:rsid w:val="00594C60"/>
    <w:rsid w:val="00595A82"/>
    <w:rsid w:val="00597126"/>
    <w:rsid w:val="005A0E98"/>
    <w:rsid w:val="005A1282"/>
    <w:rsid w:val="005A3DBD"/>
    <w:rsid w:val="005A4C2D"/>
    <w:rsid w:val="005A6174"/>
    <w:rsid w:val="005A72A2"/>
    <w:rsid w:val="005A7549"/>
    <w:rsid w:val="005B2286"/>
    <w:rsid w:val="005B3F8C"/>
    <w:rsid w:val="005B6E69"/>
    <w:rsid w:val="005C13E6"/>
    <w:rsid w:val="005C3634"/>
    <w:rsid w:val="005C3D1E"/>
    <w:rsid w:val="005C4CEA"/>
    <w:rsid w:val="005C59F7"/>
    <w:rsid w:val="005C6560"/>
    <w:rsid w:val="005E0D10"/>
    <w:rsid w:val="005E645A"/>
    <w:rsid w:val="005E70BA"/>
    <w:rsid w:val="005F13C5"/>
    <w:rsid w:val="005F27F3"/>
    <w:rsid w:val="005F3ADB"/>
    <w:rsid w:val="005F40F2"/>
    <w:rsid w:val="005F7CE8"/>
    <w:rsid w:val="006037C9"/>
    <w:rsid w:val="00605E42"/>
    <w:rsid w:val="0060686E"/>
    <w:rsid w:val="00612832"/>
    <w:rsid w:val="00614B69"/>
    <w:rsid w:val="006215EE"/>
    <w:rsid w:val="00621B92"/>
    <w:rsid w:val="00625DEC"/>
    <w:rsid w:val="00626AE6"/>
    <w:rsid w:val="006323AB"/>
    <w:rsid w:val="006359D9"/>
    <w:rsid w:val="0063778B"/>
    <w:rsid w:val="006402E3"/>
    <w:rsid w:val="00641658"/>
    <w:rsid w:val="00641DE2"/>
    <w:rsid w:val="00645CE3"/>
    <w:rsid w:val="00646EB2"/>
    <w:rsid w:val="00650950"/>
    <w:rsid w:val="00650A4D"/>
    <w:rsid w:val="00651476"/>
    <w:rsid w:val="0065489B"/>
    <w:rsid w:val="00655299"/>
    <w:rsid w:val="0066261B"/>
    <w:rsid w:val="0067135C"/>
    <w:rsid w:val="0068111B"/>
    <w:rsid w:val="00681210"/>
    <w:rsid w:val="0068262C"/>
    <w:rsid w:val="006A539F"/>
    <w:rsid w:val="006B0E08"/>
    <w:rsid w:val="006B2733"/>
    <w:rsid w:val="006B60C8"/>
    <w:rsid w:val="006B77E9"/>
    <w:rsid w:val="006B7AD4"/>
    <w:rsid w:val="006C0BAE"/>
    <w:rsid w:val="006C14B8"/>
    <w:rsid w:val="006C6C5F"/>
    <w:rsid w:val="006C6C7F"/>
    <w:rsid w:val="006D18D2"/>
    <w:rsid w:val="006D51F2"/>
    <w:rsid w:val="006D6A2F"/>
    <w:rsid w:val="006D74A6"/>
    <w:rsid w:val="006D7875"/>
    <w:rsid w:val="006D7920"/>
    <w:rsid w:val="006E040F"/>
    <w:rsid w:val="006E371F"/>
    <w:rsid w:val="006E5BEC"/>
    <w:rsid w:val="006E643B"/>
    <w:rsid w:val="006F0AEF"/>
    <w:rsid w:val="006F1777"/>
    <w:rsid w:val="006F29DD"/>
    <w:rsid w:val="006F440F"/>
    <w:rsid w:val="00700CB8"/>
    <w:rsid w:val="00701CF7"/>
    <w:rsid w:val="00705362"/>
    <w:rsid w:val="0071005B"/>
    <w:rsid w:val="0072077E"/>
    <w:rsid w:val="0073549A"/>
    <w:rsid w:val="00735FD7"/>
    <w:rsid w:val="0074305E"/>
    <w:rsid w:val="00745E75"/>
    <w:rsid w:val="00746F4A"/>
    <w:rsid w:val="00756039"/>
    <w:rsid w:val="00757362"/>
    <w:rsid w:val="00757F4F"/>
    <w:rsid w:val="007673E7"/>
    <w:rsid w:val="00775F9C"/>
    <w:rsid w:val="00776D60"/>
    <w:rsid w:val="00776DE0"/>
    <w:rsid w:val="00777BAB"/>
    <w:rsid w:val="00782398"/>
    <w:rsid w:val="00786D37"/>
    <w:rsid w:val="00791D11"/>
    <w:rsid w:val="00793CBA"/>
    <w:rsid w:val="007A1D08"/>
    <w:rsid w:val="007A4312"/>
    <w:rsid w:val="007A48CC"/>
    <w:rsid w:val="007A7E4C"/>
    <w:rsid w:val="007B1610"/>
    <w:rsid w:val="007B35F4"/>
    <w:rsid w:val="007C4ADE"/>
    <w:rsid w:val="007C51EE"/>
    <w:rsid w:val="007D3D8A"/>
    <w:rsid w:val="007D681E"/>
    <w:rsid w:val="007E3386"/>
    <w:rsid w:val="007E5455"/>
    <w:rsid w:val="007E5F24"/>
    <w:rsid w:val="007E7793"/>
    <w:rsid w:val="007F3FBD"/>
    <w:rsid w:val="007F50AB"/>
    <w:rsid w:val="0080187D"/>
    <w:rsid w:val="0080395B"/>
    <w:rsid w:val="00804271"/>
    <w:rsid w:val="00806479"/>
    <w:rsid w:val="00816D7F"/>
    <w:rsid w:val="00821A78"/>
    <w:rsid w:val="00824197"/>
    <w:rsid w:val="008271DF"/>
    <w:rsid w:val="0082752D"/>
    <w:rsid w:val="00833856"/>
    <w:rsid w:val="008366BD"/>
    <w:rsid w:val="00843967"/>
    <w:rsid w:val="00845ECB"/>
    <w:rsid w:val="00851BB1"/>
    <w:rsid w:val="00852535"/>
    <w:rsid w:val="008561A7"/>
    <w:rsid w:val="00857C8A"/>
    <w:rsid w:val="008604A3"/>
    <w:rsid w:val="0086219C"/>
    <w:rsid w:val="008624AC"/>
    <w:rsid w:val="00862AA1"/>
    <w:rsid w:val="00862ACF"/>
    <w:rsid w:val="00866146"/>
    <w:rsid w:val="00871450"/>
    <w:rsid w:val="00872F3C"/>
    <w:rsid w:val="00873A06"/>
    <w:rsid w:val="00876939"/>
    <w:rsid w:val="00877E74"/>
    <w:rsid w:val="00884BC6"/>
    <w:rsid w:val="008869FA"/>
    <w:rsid w:val="0088742D"/>
    <w:rsid w:val="00887861"/>
    <w:rsid w:val="008901D6"/>
    <w:rsid w:val="0089125B"/>
    <w:rsid w:val="00892B1F"/>
    <w:rsid w:val="00896C3B"/>
    <w:rsid w:val="008A2B16"/>
    <w:rsid w:val="008B3BEA"/>
    <w:rsid w:val="008B59CA"/>
    <w:rsid w:val="008C23BB"/>
    <w:rsid w:val="008C6C0D"/>
    <w:rsid w:val="008C7804"/>
    <w:rsid w:val="008D3863"/>
    <w:rsid w:val="008D7A36"/>
    <w:rsid w:val="008E2626"/>
    <w:rsid w:val="008E52BD"/>
    <w:rsid w:val="008E5573"/>
    <w:rsid w:val="008E5C0D"/>
    <w:rsid w:val="008E67EB"/>
    <w:rsid w:val="008F1EE9"/>
    <w:rsid w:val="008F1F52"/>
    <w:rsid w:val="008F6CBE"/>
    <w:rsid w:val="00902FFA"/>
    <w:rsid w:val="00903A11"/>
    <w:rsid w:val="00905010"/>
    <w:rsid w:val="00911CB0"/>
    <w:rsid w:val="00912223"/>
    <w:rsid w:val="009123C1"/>
    <w:rsid w:val="00924FA4"/>
    <w:rsid w:val="00930DF8"/>
    <w:rsid w:val="00934C2D"/>
    <w:rsid w:val="00937DC2"/>
    <w:rsid w:val="00942A6B"/>
    <w:rsid w:val="00945F3A"/>
    <w:rsid w:val="00946F27"/>
    <w:rsid w:val="009514D6"/>
    <w:rsid w:val="00953DE8"/>
    <w:rsid w:val="009570B6"/>
    <w:rsid w:val="0096168D"/>
    <w:rsid w:val="009637B7"/>
    <w:rsid w:val="00970CDE"/>
    <w:rsid w:val="00971984"/>
    <w:rsid w:val="0097200D"/>
    <w:rsid w:val="00972772"/>
    <w:rsid w:val="00976880"/>
    <w:rsid w:val="00977AD5"/>
    <w:rsid w:val="0098036B"/>
    <w:rsid w:val="00980DAB"/>
    <w:rsid w:val="0098236B"/>
    <w:rsid w:val="00984003"/>
    <w:rsid w:val="009852B1"/>
    <w:rsid w:val="00986938"/>
    <w:rsid w:val="00987614"/>
    <w:rsid w:val="00993162"/>
    <w:rsid w:val="009937A0"/>
    <w:rsid w:val="0099655F"/>
    <w:rsid w:val="0099776F"/>
    <w:rsid w:val="009A67E7"/>
    <w:rsid w:val="009B2520"/>
    <w:rsid w:val="009B39B3"/>
    <w:rsid w:val="009B4A49"/>
    <w:rsid w:val="009B54FB"/>
    <w:rsid w:val="009C0EDE"/>
    <w:rsid w:val="009C29C9"/>
    <w:rsid w:val="009C67F8"/>
    <w:rsid w:val="009D1D37"/>
    <w:rsid w:val="009D251C"/>
    <w:rsid w:val="009D7400"/>
    <w:rsid w:val="009E39EA"/>
    <w:rsid w:val="009E44DD"/>
    <w:rsid w:val="009E4DA0"/>
    <w:rsid w:val="009F063E"/>
    <w:rsid w:val="009F7612"/>
    <w:rsid w:val="009F7C6F"/>
    <w:rsid w:val="00A01BB9"/>
    <w:rsid w:val="00A0254D"/>
    <w:rsid w:val="00A0311A"/>
    <w:rsid w:val="00A036B7"/>
    <w:rsid w:val="00A0588B"/>
    <w:rsid w:val="00A105C6"/>
    <w:rsid w:val="00A12526"/>
    <w:rsid w:val="00A15E5D"/>
    <w:rsid w:val="00A170ED"/>
    <w:rsid w:val="00A204AC"/>
    <w:rsid w:val="00A20752"/>
    <w:rsid w:val="00A24AEB"/>
    <w:rsid w:val="00A303FB"/>
    <w:rsid w:val="00A3169D"/>
    <w:rsid w:val="00A32BCE"/>
    <w:rsid w:val="00A40C35"/>
    <w:rsid w:val="00A427C4"/>
    <w:rsid w:val="00A42FD5"/>
    <w:rsid w:val="00A45B54"/>
    <w:rsid w:val="00A50574"/>
    <w:rsid w:val="00A52A83"/>
    <w:rsid w:val="00A555D9"/>
    <w:rsid w:val="00A577AB"/>
    <w:rsid w:val="00A6156C"/>
    <w:rsid w:val="00A6379D"/>
    <w:rsid w:val="00A66B7D"/>
    <w:rsid w:val="00A70556"/>
    <w:rsid w:val="00A729D3"/>
    <w:rsid w:val="00A737AB"/>
    <w:rsid w:val="00A73A62"/>
    <w:rsid w:val="00A74649"/>
    <w:rsid w:val="00A806D3"/>
    <w:rsid w:val="00A810E0"/>
    <w:rsid w:val="00A907C5"/>
    <w:rsid w:val="00A90824"/>
    <w:rsid w:val="00A913C7"/>
    <w:rsid w:val="00A92263"/>
    <w:rsid w:val="00AA05BC"/>
    <w:rsid w:val="00AA082D"/>
    <w:rsid w:val="00AA0E1F"/>
    <w:rsid w:val="00AA304D"/>
    <w:rsid w:val="00AA3DC0"/>
    <w:rsid w:val="00AA4BF6"/>
    <w:rsid w:val="00AB0CDC"/>
    <w:rsid w:val="00AB0DD3"/>
    <w:rsid w:val="00AC29D1"/>
    <w:rsid w:val="00AD0911"/>
    <w:rsid w:val="00AD1C76"/>
    <w:rsid w:val="00AD6EDD"/>
    <w:rsid w:val="00AE2705"/>
    <w:rsid w:val="00AE39AA"/>
    <w:rsid w:val="00AE5007"/>
    <w:rsid w:val="00AF0A59"/>
    <w:rsid w:val="00AF0EE9"/>
    <w:rsid w:val="00AF13C9"/>
    <w:rsid w:val="00AF28EB"/>
    <w:rsid w:val="00B01AEE"/>
    <w:rsid w:val="00B04473"/>
    <w:rsid w:val="00B06DC3"/>
    <w:rsid w:val="00B109DF"/>
    <w:rsid w:val="00B13135"/>
    <w:rsid w:val="00B13645"/>
    <w:rsid w:val="00B1639C"/>
    <w:rsid w:val="00B16BCB"/>
    <w:rsid w:val="00B207B0"/>
    <w:rsid w:val="00B212FB"/>
    <w:rsid w:val="00B23E46"/>
    <w:rsid w:val="00B32D24"/>
    <w:rsid w:val="00B3449D"/>
    <w:rsid w:val="00B34652"/>
    <w:rsid w:val="00B34E1B"/>
    <w:rsid w:val="00B37752"/>
    <w:rsid w:val="00B43772"/>
    <w:rsid w:val="00B505AC"/>
    <w:rsid w:val="00B52786"/>
    <w:rsid w:val="00B55256"/>
    <w:rsid w:val="00B55C3D"/>
    <w:rsid w:val="00B56658"/>
    <w:rsid w:val="00B57677"/>
    <w:rsid w:val="00B61F22"/>
    <w:rsid w:val="00B66658"/>
    <w:rsid w:val="00B67D59"/>
    <w:rsid w:val="00B70E0A"/>
    <w:rsid w:val="00B71D03"/>
    <w:rsid w:val="00B71E7C"/>
    <w:rsid w:val="00B814EC"/>
    <w:rsid w:val="00B8532F"/>
    <w:rsid w:val="00B87DAB"/>
    <w:rsid w:val="00B915CA"/>
    <w:rsid w:val="00BA4B44"/>
    <w:rsid w:val="00BA5FB2"/>
    <w:rsid w:val="00BB14D5"/>
    <w:rsid w:val="00BB5195"/>
    <w:rsid w:val="00BB653A"/>
    <w:rsid w:val="00BB78DC"/>
    <w:rsid w:val="00BC0EEF"/>
    <w:rsid w:val="00BC25D2"/>
    <w:rsid w:val="00BC3108"/>
    <w:rsid w:val="00BC48E3"/>
    <w:rsid w:val="00BD1F69"/>
    <w:rsid w:val="00BD224C"/>
    <w:rsid w:val="00BD3119"/>
    <w:rsid w:val="00BD3472"/>
    <w:rsid w:val="00BD6DB3"/>
    <w:rsid w:val="00BE0C76"/>
    <w:rsid w:val="00BE25A7"/>
    <w:rsid w:val="00BE3A3F"/>
    <w:rsid w:val="00BE418D"/>
    <w:rsid w:val="00BF0364"/>
    <w:rsid w:val="00BF09DB"/>
    <w:rsid w:val="00BF1190"/>
    <w:rsid w:val="00BF4AB1"/>
    <w:rsid w:val="00BF6B10"/>
    <w:rsid w:val="00C067AD"/>
    <w:rsid w:val="00C102AF"/>
    <w:rsid w:val="00C109C0"/>
    <w:rsid w:val="00C1317B"/>
    <w:rsid w:val="00C17A41"/>
    <w:rsid w:val="00C20D02"/>
    <w:rsid w:val="00C32D53"/>
    <w:rsid w:val="00C33659"/>
    <w:rsid w:val="00C41694"/>
    <w:rsid w:val="00C45ABA"/>
    <w:rsid w:val="00C462DD"/>
    <w:rsid w:val="00C46BAE"/>
    <w:rsid w:val="00C46D40"/>
    <w:rsid w:val="00C47CBA"/>
    <w:rsid w:val="00C53873"/>
    <w:rsid w:val="00C5404E"/>
    <w:rsid w:val="00C60C8F"/>
    <w:rsid w:val="00C634E8"/>
    <w:rsid w:val="00C66349"/>
    <w:rsid w:val="00C720A7"/>
    <w:rsid w:val="00C770D7"/>
    <w:rsid w:val="00C8038D"/>
    <w:rsid w:val="00C84677"/>
    <w:rsid w:val="00C868BA"/>
    <w:rsid w:val="00C90459"/>
    <w:rsid w:val="00C960B0"/>
    <w:rsid w:val="00C97D4E"/>
    <w:rsid w:val="00CA1F51"/>
    <w:rsid w:val="00CA2ECF"/>
    <w:rsid w:val="00CA48BE"/>
    <w:rsid w:val="00CB00B3"/>
    <w:rsid w:val="00CB1DF4"/>
    <w:rsid w:val="00CB231D"/>
    <w:rsid w:val="00CB544B"/>
    <w:rsid w:val="00CB5C3E"/>
    <w:rsid w:val="00CB791F"/>
    <w:rsid w:val="00CC2053"/>
    <w:rsid w:val="00CC27FC"/>
    <w:rsid w:val="00CC5AD2"/>
    <w:rsid w:val="00CD2535"/>
    <w:rsid w:val="00CD2720"/>
    <w:rsid w:val="00CD3FBC"/>
    <w:rsid w:val="00CD4EF3"/>
    <w:rsid w:val="00CD5F33"/>
    <w:rsid w:val="00CD6E22"/>
    <w:rsid w:val="00CD6FF3"/>
    <w:rsid w:val="00CE119D"/>
    <w:rsid w:val="00CE2EAB"/>
    <w:rsid w:val="00CE358F"/>
    <w:rsid w:val="00CE4ED7"/>
    <w:rsid w:val="00CE5AB7"/>
    <w:rsid w:val="00CF7186"/>
    <w:rsid w:val="00D01DB7"/>
    <w:rsid w:val="00D02A70"/>
    <w:rsid w:val="00D041FA"/>
    <w:rsid w:val="00D06F0C"/>
    <w:rsid w:val="00D13F1C"/>
    <w:rsid w:val="00D1588F"/>
    <w:rsid w:val="00D15DF8"/>
    <w:rsid w:val="00D16E2B"/>
    <w:rsid w:val="00D260C3"/>
    <w:rsid w:val="00D2725A"/>
    <w:rsid w:val="00D37558"/>
    <w:rsid w:val="00D37F47"/>
    <w:rsid w:val="00D41AA1"/>
    <w:rsid w:val="00D522BE"/>
    <w:rsid w:val="00D53118"/>
    <w:rsid w:val="00D54E40"/>
    <w:rsid w:val="00D57EA1"/>
    <w:rsid w:val="00D6149C"/>
    <w:rsid w:val="00D619A0"/>
    <w:rsid w:val="00D61A3D"/>
    <w:rsid w:val="00D62577"/>
    <w:rsid w:val="00D64D86"/>
    <w:rsid w:val="00D65CC7"/>
    <w:rsid w:val="00D70DC0"/>
    <w:rsid w:val="00D717B0"/>
    <w:rsid w:val="00D72037"/>
    <w:rsid w:val="00D72DA8"/>
    <w:rsid w:val="00D739BB"/>
    <w:rsid w:val="00D73C30"/>
    <w:rsid w:val="00D8017A"/>
    <w:rsid w:val="00D80D42"/>
    <w:rsid w:val="00D822A7"/>
    <w:rsid w:val="00D8345D"/>
    <w:rsid w:val="00D86CD3"/>
    <w:rsid w:val="00D963E1"/>
    <w:rsid w:val="00DA0FAB"/>
    <w:rsid w:val="00DA2A90"/>
    <w:rsid w:val="00DA2BC5"/>
    <w:rsid w:val="00DA6337"/>
    <w:rsid w:val="00DB6BBC"/>
    <w:rsid w:val="00DC59A7"/>
    <w:rsid w:val="00DD0924"/>
    <w:rsid w:val="00DD0C73"/>
    <w:rsid w:val="00DD2DDB"/>
    <w:rsid w:val="00DD5DA8"/>
    <w:rsid w:val="00DD79F2"/>
    <w:rsid w:val="00DE0BCB"/>
    <w:rsid w:val="00DE0CB4"/>
    <w:rsid w:val="00DE40BB"/>
    <w:rsid w:val="00DE55C7"/>
    <w:rsid w:val="00E02A19"/>
    <w:rsid w:val="00E057E0"/>
    <w:rsid w:val="00E06B21"/>
    <w:rsid w:val="00E07F5A"/>
    <w:rsid w:val="00E102BA"/>
    <w:rsid w:val="00E10F37"/>
    <w:rsid w:val="00E13382"/>
    <w:rsid w:val="00E13E4F"/>
    <w:rsid w:val="00E274FB"/>
    <w:rsid w:val="00E309E8"/>
    <w:rsid w:val="00E35733"/>
    <w:rsid w:val="00E35B80"/>
    <w:rsid w:val="00E35F2A"/>
    <w:rsid w:val="00E36F8F"/>
    <w:rsid w:val="00E4544D"/>
    <w:rsid w:val="00E46DD4"/>
    <w:rsid w:val="00E46F41"/>
    <w:rsid w:val="00E529A0"/>
    <w:rsid w:val="00E5633B"/>
    <w:rsid w:val="00E56FEA"/>
    <w:rsid w:val="00E60336"/>
    <w:rsid w:val="00E616E5"/>
    <w:rsid w:val="00E63B22"/>
    <w:rsid w:val="00E72259"/>
    <w:rsid w:val="00E73A85"/>
    <w:rsid w:val="00E850CE"/>
    <w:rsid w:val="00E8616C"/>
    <w:rsid w:val="00E90147"/>
    <w:rsid w:val="00E92635"/>
    <w:rsid w:val="00E96EF5"/>
    <w:rsid w:val="00E9731B"/>
    <w:rsid w:val="00EA09D2"/>
    <w:rsid w:val="00EA1099"/>
    <w:rsid w:val="00EA16E6"/>
    <w:rsid w:val="00EB0060"/>
    <w:rsid w:val="00EB1873"/>
    <w:rsid w:val="00EB30F5"/>
    <w:rsid w:val="00EB49E7"/>
    <w:rsid w:val="00EC0217"/>
    <w:rsid w:val="00EC7C46"/>
    <w:rsid w:val="00ED5D63"/>
    <w:rsid w:val="00ED6525"/>
    <w:rsid w:val="00ED661C"/>
    <w:rsid w:val="00ED7CA5"/>
    <w:rsid w:val="00EE0610"/>
    <w:rsid w:val="00EE0EE3"/>
    <w:rsid w:val="00EF2F6E"/>
    <w:rsid w:val="00EF5F07"/>
    <w:rsid w:val="00EF62CE"/>
    <w:rsid w:val="00EF79F1"/>
    <w:rsid w:val="00EF7E5C"/>
    <w:rsid w:val="00F00C05"/>
    <w:rsid w:val="00F01FCE"/>
    <w:rsid w:val="00F02053"/>
    <w:rsid w:val="00F02D22"/>
    <w:rsid w:val="00F04C63"/>
    <w:rsid w:val="00F13962"/>
    <w:rsid w:val="00F13F5A"/>
    <w:rsid w:val="00F14E74"/>
    <w:rsid w:val="00F279F5"/>
    <w:rsid w:val="00F33DFE"/>
    <w:rsid w:val="00F36F28"/>
    <w:rsid w:val="00F42292"/>
    <w:rsid w:val="00F4757E"/>
    <w:rsid w:val="00F51B4B"/>
    <w:rsid w:val="00F5233B"/>
    <w:rsid w:val="00F6239B"/>
    <w:rsid w:val="00F62B1B"/>
    <w:rsid w:val="00F66E52"/>
    <w:rsid w:val="00F67320"/>
    <w:rsid w:val="00F72643"/>
    <w:rsid w:val="00F732FC"/>
    <w:rsid w:val="00F744C2"/>
    <w:rsid w:val="00F77309"/>
    <w:rsid w:val="00F9388A"/>
    <w:rsid w:val="00F957C6"/>
    <w:rsid w:val="00FA55E7"/>
    <w:rsid w:val="00FB1C4A"/>
    <w:rsid w:val="00FB1C61"/>
    <w:rsid w:val="00FB6CC1"/>
    <w:rsid w:val="00FC07DE"/>
    <w:rsid w:val="00FC0BB8"/>
    <w:rsid w:val="00FC5484"/>
    <w:rsid w:val="00FC7F87"/>
    <w:rsid w:val="00FD1F05"/>
    <w:rsid w:val="00FD48E7"/>
    <w:rsid w:val="00FD546A"/>
    <w:rsid w:val="00FD68F2"/>
    <w:rsid w:val="00FE2423"/>
    <w:rsid w:val="00FE2B73"/>
    <w:rsid w:val="00FE31D8"/>
    <w:rsid w:val="00FE3313"/>
    <w:rsid w:val="00FE5E07"/>
    <w:rsid w:val="00FF09C8"/>
    <w:rsid w:val="00FF5839"/>
    <w:rsid w:val="00FF76E0"/>
    <w:rsid w:val="01E5AB52"/>
    <w:rsid w:val="026FDC5F"/>
    <w:rsid w:val="02BEB59A"/>
    <w:rsid w:val="02F91347"/>
    <w:rsid w:val="03C3C928"/>
    <w:rsid w:val="03D293BC"/>
    <w:rsid w:val="0459E513"/>
    <w:rsid w:val="046308F5"/>
    <w:rsid w:val="04A4ED9F"/>
    <w:rsid w:val="05DCFFE9"/>
    <w:rsid w:val="06A01ABC"/>
    <w:rsid w:val="06D5FABF"/>
    <w:rsid w:val="06ED4413"/>
    <w:rsid w:val="07AAEBAD"/>
    <w:rsid w:val="07F62940"/>
    <w:rsid w:val="08825B14"/>
    <w:rsid w:val="08ACA478"/>
    <w:rsid w:val="08FCC86A"/>
    <w:rsid w:val="09338ED6"/>
    <w:rsid w:val="095FD2E4"/>
    <w:rsid w:val="09E5618B"/>
    <w:rsid w:val="0A36A8FB"/>
    <w:rsid w:val="0B884327"/>
    <w:rsid w:val="0C05803A"/>
    <w:rsid w:val="0C76F360"/>
    <w:rsid w:val="0C8A6CC6"/>
    <w:rsid w:val="0C90ACA2"/>
    <w:rsid w:val="0C937F11"/>
    <w:rsid w:val="0CCD7703"/>
    <w:rsid w:val="0E043F74"/>
    <w:rsid w:val="0EAF1E7B"/>
    <w:rsid w:val="0ECA8F74"/>
    <w:rsid w:val="0F9A6152"/>
    <w:rsid w:val="111CA3FC"/>
    <w:rsid w:val="111F30BE"/>
    <w:rsid w:val="11705002"/>
    <w:rsid w:val="1242BC2D"/>
    <w:rsid w:val="137167A0"/>
    <w:rsid w:val="13A693A1"/>
    <w:rsid w:val="13CDF7CD"/>
    <w:rsid w:val="14289B18"/>
    <w:rsid w:val="14336464"/>
    <w:rsid w:val="148B716C"/>
    <w:rsid w:val="14C333A2"/>
    <w:rsid w:val="14D0C36E"/>
    <w:rsid w:val="1667190B"/>
    <w:rsid w:val="16D5A379"/>
    <w:rsid w:val="17A45157"/>
    <w:rsid w:val="1816C7A1"/>
    <w:rsid w:val="1823370A"/>
    <w:rsid w:val="182CBBE2"/>
    <w:rsid w:val="187CDB8A"/>
    <w:rsid w:val="1900AC52"/>
    <w:rsid w:val="1901C77C"/>
    <w:rsid w:val="19B0A33E"/>
    <w:rsid w:val="1AC0A725"/>
    <w:rsid w:val="1AF4159D"/>
    <w:rsid w:val="1AF79319"/>
    <w:rsid w:val="1B648A54"/>
    <w:rsid w:val="1C2726E1"/>
    <w:rsid w:val="1CE5FE65"/>
    <w:rsid w:val="1D08B08E"/>
    <w:rsid w:val="1DBD8D4A"/>
    <w:rsid w:val="1E03FEA9"/>
    <w:rsid w:val="1E1CB84F"/>
    <w:rsid w:val="207C72F0"/>
    <w:rsid w:val="20CF700C"/>
    <w:rsid w:val="21B8AA34"/>
    <w:rsid w:val="221A07E7"/>
    <w:rsid w:val="221A2CFF"/>
    <w:rsid w:val="230EF6F6"/>
    <w:rsid w:val="2332ADA1"/>
    <w:rsid w:val="23B55565"/>
    <w:rsid w:val="24D20B0D"/>
    <w:rsid w:val="2558CE9E"/>
    <w:rsid w:val="25728BC4"/>
    <w:rsid w:val="25EEDB65"/>
    <w:rsid w:val="27769158"/>
    <w:rsid w:val="27C1D9B5"/>
    <w:rsid w:val="28F00A2B"/>
    <w:rsid w:val="28F90E79"/>
    <w:rsid w:val="29017994"/>
    <w:rsid w:val="293047FD"/>
    <w:rsid w:val="2953F48A"/>
    <w:rsid w:val="2954CD36"/>
    <w:rsid w:val="29EA5FC7"/>
    <w:rsid w:val="29EA866E"/>
    <w:rsid w:val="2CFE42F0"/>
    <w:rsid w:val="2E7AB751"/>
    <w:rsid w:val="2EDA0981"/>
    <w:rsid w:val="2EE8D9FD"/>
    <w:rsid w:val="2F9B86D2"/>
    <w:rsid w:val="2FF7CDA5"/>
    <w:rsid w:val="30306B3C"/>
    <w:rsid w:val="30DEF6A9"/>
    <w:rsid w:val="316AAB00"/>
    <w:rsid w:val="334FDDD0"/>
    <w:rsid w:val="33ECEE1D"/>
    <w:rsid w:val="346A4574"/>
    <w:rsid w:val="350CA66A"/>
    <w:rsid w:val="3689AC45"/>
    <w:rsid w:val="369EEEAC"/>
    <w:rsid w:val="36C23C44"/>
    <w:rsid w:val="3717B0D6"/>
    <w:rsid w:val="373D6008"/>
    <w:rsid w:val="37F642BE"/>
    <w:rsid w:val="3807BA12"/>
    <w:rsid w:val="3AE91444"/>
    <w:rsid w:val="3AFC95BA"/>
    <w:rsid w:val="3B1C411F"/>
    <w:rsid w:val="3B22DB80"/>
    <w:rsid w:val="3B2BB6D2"/>
    <w:rsid w:val="3B91B0B9"/>
    <w:rsid w:val="3D6C82B7"/>
    <w:rsid w:val="3D6D5F07"/>
    <w:rsid w:val="3D880C8B"/>
    <w:rsid w:val="3E09EB9F"/>
    <w:rsid w:val="3E3BA69D"/>
    <w:rsid w:val="3F4E834E"/>
    <w:rsid w:val="3FF6067B"/>
    <w:rsid w:val="40A72B85"/>
    <w:rsid w:val="40DB96AD"/>
    <w:rsid w:val="414C77A1"/>
    <w:rsid w:val="449AE05A"/>
    <w:rsid w:val="44E00B47"/>
    <w:rsid w:val="46235619"/>
    <w:rsid w:val="46604276"/>
    <w:rsid w:val="472A02A6"/>
    <w:rsid w:val="48E6FA0C"/>
    <w:rsid w:val="496BAD89"/>
    <w:rsid w:val="4A16090A"/>
    <w:rsid w:val="4AAB2F31"/>
    <w:rsid w:val="4B133F95"/>
    <w:rsid w:val="4B8682F5"/>
    <w:rsid w:val="4B8EC0E7"/>
    <w:rsid w:val="4BED07B6"/>
    <w:rsid w:val="4CB41972"/>
    <w:rsid w:val="4CE878AB"/>
    <w:rsid w:val="4D8FA496"/>
    <w:rsid w:val="4DA38AD4"/>
    <w:rsid w:val="4DAA7EEF"/>
    <w:rsid w:val="4E1A2A7F"/>
    <w:rsid w:val="4E673F03"/>
    <w:rsid w:val="4FDE1478"/>
    <w:rsid w:val="5078E85F"/>
    <w:rsid w:val="50BBB66F"/>
    <w:rsid w:val="50DC3C0E"/>
    <w:rsid w:val="511ABBD3"/>
    <w:rsid w:val="51B4573D"/>
    <w:rsid w:val="539961BC"/>
    <w:rsid w:val="53B8F163"/>
    <w:rsid w:val="540F9735"/>
    <w:rsid w:val="5439CBD3"/>
    <w:rsid w:val="54449754"/>
    <w:rsid w:val="5579843D"/>
    <w:rsid w:val="558B3D73"/>
    <w:rsid w:val="55EFEF8B"/>
    <w:rsid w:val="560C2608"/>
    <w:rsid w:val="5760A8BE"/>
    <w:rsid w:val="57865976"/>
    <w:rsid w:val="57C7ED06"/>
    <w:rsid w:val="57E27C4F"/>
    <w:rsid w:val="57F46B5B"/>
    <w:rsid w:val="58925EDB"/>
    <w:rsid w:val="592FCE56"/>
    <w:rsid w:val="59707426"/>
    <w:rsid w:val="5A7B6B3F"/>
    <w:rsid w:val="5BB702D4"/>
    <w:rsid w:val="5C1C4C1A"/>
    <w:rsid w:val="5CC79FEE"/>
    <w:rsid w:val="5CCB76A2"/>
    <w:rsid w:val="5D017A73"/>
    <w:rsid w:val="5DAFDD3E"/>
    <w:rsid w:val="5DF17C67"/>
    <w:rsid w:val="5E3F2894"/>
    <w:rsid w:val="5E5A8F50"/>
    <w:rsid w:val="5EA061C9"/>
    <w:rsid w:val="5F5C646F"/>
    <w:rsid w:val="5F7F0ED1"/>
    <w:rsid w:val="605AE878"/>
    <w:rsid w:val="60B32289"/>
    <w:rsid w:val="614DBADF"/>
    <w:rsid w:val="61672111"/>
    <w:rsid w:val="621CD745"/>
    <w:rsid w:val="622E998C"/>
    <w:rsid w:val="640CF423"/>
    <w:rsid w:val="6471671D"/>
    <w:rsid w:val="64B76491"/>
    <w:rsid w:val="6598376A"/>
    <w:rsid w:val="65F5FBE3"/>
    <w:rsid w:val="661B3920"/>
    <w:rsid w:val="662C8D6E"/>
    <w:rsid w:val="66714091"/>
    <w:rsid w:val="67C28E9E"/>
    <w:rsid w:val="67E391D4"/>
    <w:rsid w:val="6814C26F"/>
    <w:rsid w:val="6839D278"/>
    <w:rsid w:val="69C3E00E"/>
    <w:rsid w:val="6A3EC3FF"/>
    <w:rsid w:val="6DA2AE74"/>
    <w:rsid w:val="6E868820"/>
    <w:rsid w:val="6F4807B5"/>
    <w:rsid w:val="7114EBD0"/>
    <w:rsid w:val="71621B1F"/>
    <w:rsid w:val="71EF3DF8"/>
    <w:rsid w:val="733B99F7"/>
    <w:rsid w:val="749E7F87"/>
    <w:rsid w:val="74CBBE2E"/>
    <w:rsid w:val="751DA03F"/>
    <w:rsid w:val="75ADF110"/>
    <w:rsid w:val="75E2F4B8"/>
    <w:rsid w:val="762F0EB1"/>
    <w:rsid w:val="767D0C2F"/>
    <w:rsid w:val="77980545"/>
    <w:rsid w:val="780827EB"/>
    <w:rsid w:val="7A1F1A87"/>
    <w:rsid w:val="7A26B292"/>
    <w:rsid w:val="7BDF193F"/>
    <w:rsid w:val="7C18D57C"/>
    <w:rsid w:val="7D2650E2"/>
    <w:rsid w:val="7D317A14"/>
    <w:rsid w:val="7DA20A4B"/>
    <w:rsid w:val="7E3077F2"/>
    <w:rsid w:val="7FD71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BC4543"/>
  <w15:chartTrackingRefBased/>
  <w15:docId w15:val="{6F69A688-55AA-4778-814D-5A1D052BD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ptos" w:eastAsia="Aptos" w:hAnsi="Aptos"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32C0"/>
    <w:pPr>
      <w:spacing w:after="240" w:line="280" w:lineRule="atLeast"/>
      <w:jc w:val="both"/>
    </w:pPr>
    <w:rPr>
      <w:rFonts w:ascii="Times New Roman" w:hAnsi="Times New Roman" w:cs="Times New Roman"/>
      <w:sz w:val="24"/>
      <w:szCs w:val="22"/>
      <w:lang w:val="ru-RU"/>
    </w:rPr>
  </w:style>
  <w:style w:type="paragraph" w:styleId="Heading1">
    <w:name w:val="heading 1"/>
    <w:basedOn w:val="Normal"/>
    <w:next w:val="Normal"/>
    <w:link w:val="Heading1Char"/>
    <w:uiPriority w:val="9"/>
    <w:qFormat/>
    <w:rsid w:val="00E8616C"/>
    <w:pPr>
      <w:keepNext/>
      <w:keepLines/>
      <w:spacing w:before="480" w:after="120"/>
      <w:jc w:val="center"/>
      <w:outlineLvl w:val="0"/>
    </w:pPr>
    <w:rPr>
      <w:rFonts w:eastAsia="Times New Roman"/>
      <w:b/>
      <w:sz w:val="32"/>
      <w:szCs w:val="40"/>
    </w:rPr>
  </w:style>
  <w:style w:type="paragraph" w:styleId="Heading2">
    <w:name w:val="heading 2"/>
    <w:basedOn w:val="Normal"/>
    <w:next w:val="Normal"/>
    <w:link w:val="Heading2Char"/>
    <w:uiPriority w:val="9"/>
    <w:unhideWhenUsed/>
    <w:qFormat/>
    <w:rsid w:val="00984003"/>
    <w:pPr>
      <w:keepNext/>
      <w:keepLines/>
      <w:spacing w:before="360"/>
      <w:jc w:val="center"/>
      <w:outlineLvl w:val="1"/>
    </w:pPr>
    <w:rPr>
      <w:rFonts w:eastAsia="Times New Roman"/>
      <w:b/>
      <w:sz w:val="28"/>
      <w:szCs w:val="32"/>
      <w:lang w:val="sr-Cyrl-RS"/>
    </w:rPr>
  </w:style>
  <w:style w:type="paragraph" w:styleId="Heading3">
    <w:name w:val="heading 3"/>
    <w:basedOn w:val="Normal"/>
    <w:next w:val="Normal"/>
    <w:link w:val="Heading3Char"/>
    <w:uiPriority w:val="9"/>
    <w:unhideWhenUsed/>
    <w:qFormat/>
    <w:rsid w:val="00F62B1B"/>
    <w:pPr>
      <w:spacing w:before="240"/>
      <w:outlineLvl w:val="2"/>
    </w:pPr>
    <w:rPr>
      <w:b/>
      <w:bCs/>
      <w:sz w:val="26"/>
      <w:szCs w:val="26"/>
      <w:lang w:val="sr-Cyrl-RS"/>
    </w:rPr>
  </w:style>
  <w:style w:type="paragraph" w:styleId="Heading4">
    <w:name w:val="heading 4"/>
    <w:basedOn w:val="Normal"/>
    <w:next w:val="Normal"/>
    <w:link w:val="Heading4Char"/>
    <w:uiPriority w:val="9"/>
    <w:unhideWhenUsed/>
    <w:qFormat/>
    <w:rsid w:val="00E35B80"/>
    <w:pPr>
      <w:keepNext/>
      <w:keepLines/>
      <w:spacing w:before="240" w:after="40"/>
      <w:outlineLvl w:val="3"/>
    </w:pPr>
    <w:rPr>
      <w:rFonts w:eastAsia="Times New Roman"/>
      <w:i/>
      <w:iCs/>
      <w:lang w:val="sr-Cyrl-RS"/>
    </w:rPr>
  </w:style>
  <w:style w:type="paragraph" w:styleId="Heading5">
    <w:name w:val="heading 5"/>
    <w:basedOn w:val="Normal"/>
    <w:next w:val="Normal"/>
    <w:link w:val="Heading5Char"/>
    <w:uiPriority w:val="9"/>
    <w:semiHidden/>
    <w:unhideWhenUsed/>
    <w:qFormat/>
    <w:rsid w:val="005A0E98"/>
    <w:pPr>
      <w:keepNext/>
      <w:keepLines/>
      <w:spacing w:before="80" w:after="40"/>
      <w:outlineLvl w:val="4"/>
    </w:pPr>
    <w:rPr>
      <w:rFonts w:eastAsia="Times New Roman"/>
      <w:color w:val="0F4761"/>
    </w:rPr>
  </w:style>
  <w:style w:type="paragraph" w:styleId="Heading6">
    <w:name w:val="heading 6"/>
    <w:basedOn w:val="Normal"/>
    <w:next w:val="Normal"/>
    <w:link w:val="Heading6Char"/>
    <w:uiPriority w:val="9"/>
    <w:semiHidden/>
    <w:unhideWhenUsed/>
    <w:qFormat/>
    <w:rsid w:val="005A0E98"/>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
    <w:semiHidden/>
    <w:unhideWhenUsed/>
    <w:qFormat/>
    <w:rsid w:val="005A0E98"/>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
    <w:semiHidden/>
    <w:unhideWhenUsed/>
    <w:qFormat/>
    <w:rsid w:val="005A0E98"/>
    <w:pPr>
      <w:keepNext/>
      <w:keepLines/>
      <w:spacing w:after="0"/>
      <w:outlineLvl w:val="7"/>
    </w:pPr>
    <w:rPr>
      <w:rFonts w:eastAsia="Times New Roman"/>
      <w:i/>
      <w:iCs/>
      <w:color w:val="272727"/>
    </w:rPr>
  </w:style>
  <w:style w:type="paragraph" w:styleId="Heading9">
    <w:name w:val="heading 9"/>
    <w:basedOn w:val="Normal"/>
    <w:next w:val="Normal"/>
    <w:link w:val="Heading9Char"/>
    <w:uiPriority w:val="9"/>
    <w:semiHidden/>
    <w:unhideWhenUsed/>
    <w:qFormat/>
    <w:rsid w:val="005A0E98"/>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8616C"/>
    <w:rPr>
      <w:rFonts w:ascii="Times New Roman" w:eastAsia="Times New Roman" w:hAnsi="Times New Roman" w:cs="Times New Roman"/>
      <w:b/>
      <w:sz w:val="32"/>
      <w:szCs w:val="40"/>
      <w:lang w:val="ru-RU"/>
    </w:rPr>
  </w:style>
  <w:style w:type="character" w:customStyle="1" w:styleId="Heading2Char">
    <w:name w:val="Heading 2 Char"/>
    <w:link w:val="Heading2"/>
    <w:uiPriority w:val="9"/>
    <w:rsid w:val="00984003"/>
    <w:rPr>
      <w:rFonts w:ascii="Times New Roman" w:eastAsia="Times New Roman" w:hAnsi="Times New Roman" w:cs="Times New Roman"/>
      <w:b/>
      <w:sz w:val="28"/>
      <w:szCs w:val="32"/>
      <w:lang w:val="sr-Cyrl-RS"/>
    </w:rPr>
  </w:style>
  <w:style w:type="character" w:customStyle="1" w:styleId="Heading3Char">
    <w:name w:val="Heading 3 Char"/>
    <w:link w:val="Heading3"/>
    <w:uiPriority w:val="9"/>
    <w:rsid w:val="00F62B1B"/>
    <w:rPr>
      <w:rFonts w:ascii="Times New Roman" w:hAnsi="Times New Roman" w:cs="Times New Roman"/>
      <w:b/>
      <w:bCs/>
      <w:sz w:val="26"/>
      <w:szCs w:val="26"/>
      <w:lang w:val="sr-Cyrl-RS"/>
    </w:rPr>
  </w:style>
  <w:style w:type="character" w:customStyle="1" w:styleId="Heading4Char">
    <w:name w:val="Heading 4 Char"/>
    <w:link w:val="Heading4"/>
    <w:uiPriority w:val="9"/>
    <w:rsid w:val="00E35B80"/>
    <w:rPr>
      <w:rFonts w:ascii="Times New Roman" w:eastAsia="Times New Roman" w:hAnsi="Times New Roman" w:cs="Times New Roman"/>
      <w:i/>
      <w:iCs/>
      <w:sz w:val="24"/>
      <w:lang w:val="sr-Cyrl-RS"/>
    </w:rPr>
  </w:style>
  <w:style w:type="character" w:customStyle="1" w:styleId="Heading5Char">
    <w:name w:val="Heading 5 Char"/>
    <w:link w:val="Heading5"/>
    <w:uiPriority w:val="9"/>
    <w:semiHidden/>
    <w:rsid w:val="005A0E98"/>
    <w:rPr>
      <w:rFonts w:eastAsia="Times New Roman" w:cs="Times New Roman"/>
      <w:color w:val="0F4761"/>
    </w:rPr>
  </w:style>
  <w:style w:type="character" w:customStyle="1" w:styleId="Heading6Char">
    <w:name w:val="Heading 6 Char"/>
    <w:link w:val="Heading6"/>
    <w:uiPriority w:val="9"/>
    <w:semiHidden/>
    <w:rsid w:val="005A0E98"/>
    <w:rPr>
      <w:rFonts w:eastAsia="Times New Roman" w:cs="Times New Roman"/>
      <w:i/>
      <w:iCs/>
      <w:color w:val="595959"/>
    </w:rPr>
  </w:style>
  <w:style w:type="character" w:customStyle="1" w:styleId="Heading7Char">
    <w:name w:val="Heading 7 Char"/>
    <w:link w:val="Heading7"/>
    <w:uiPriority w:val="9"/>
    <w:semiHidden/>
    <w:rsid w:val="005A0E98"/>
    <w:rPr>
      <w:rFonts w:eastAsia="Times New Roman" w:cs="Times New Roman"/>
      <w:color w:val="595959"/>
    </w:rPr>
  </w:style>
  <w:style w:type="character" w:customStyle="1" w:styleId="Heading8Char">
    <w:name w:val="Heading 8 Char"/>
    <w:link w:val="Heading8"/>
    <w:uiPriority w:val="9"/>
    <w:semiHidden/>
    <w:rsid w:val="005A0E98"/>
    <w:rPr>
      <w:rFonts w:eastAsia="Times New Roman" w:cs="Times New Roman"/>
      <w:i/>
      <w:iCs/>
      <w:color w:val="272727"/>
    </w:rPr>
  </w:style>
  <w:style w:type="character" w:customStyle="1" w:styleId="Heading9Char">
    <w:name w:val="Heading 9 Char"/>
    <w:link w:val="Heading9"/>
    <w:uiPriority w:val="9"/>
    <w:semiHidden/>
    <w:rsid w:val="005A0E98"/>
    <w:rPr>
      <w:rFonts w:eastAsia="Times New Roman" w:cs="Times New Roman"/>
      <w:color w:val="272727"/>
    </w:rPr>
  </w:style>
  <w:style w:type="paragraph" w:styleId="Title">
    <w:name w:val="Title"/>
    <w:basedOn w:val="Normal"/>
    <w:next w:val="Normal"/>
    <w:link w:val="TitleChar"/>
    <w:uiPriority w:val="10"/>
    <w:qFormat/>
    <w:rsid w:val="00B87DAB"/>
    <w:pPr>
      <w:contextualSpacing/>
      <w:jc w:val="center"/>
    </w:pPr>
    <w:rPr>
      <w:rFonts w:ascii="Aptos Display" w:eastAsia="Times New Roman" w:hAnsi="Aptos Display"/>
      <w:spacing w:val="-10"/>
      <w:kern w:val="28"/>
      <w:sz w:val="44"/>
      <w:szCs w:val="56"/>
    </w:rPr>
  </w:style>
  <w:style w:type="character" w:customStyle="1" w:styleId="TitleChar">
    <w:name w:val="Title Char"/>
    <w:link w:val="Title"/>
    <w:uiPriority w:val="10"/>
    <w:rsid w:val="00B87DAB"/>
    <w:rPr>
      <w:rFonts w:ascii="Aptos Display" w:eastAsia="Times New Roman" w:hAnsi="Aptos Display" w:cs="Times New Roman"/>
      <w:spacing w:val="-10"/>
      <w:kern w:val="28"/>
      <w:sz w:val="44"/>
      <w:szCs w:val="56"/>
    </w:rPr>
  </w:style>
  <w:style w:type="paragraph" w:styleId="Subtitle">
    <w:name w:val="Subtitle"/>
    <w:basedOn w:val="Normal"/>
    <w:next w:val="Normal"/>
    <w:link w:val="SubtitleChar"/>
    <w:uiPriority w:val="11"/>
    <w:qFormat/>
    <w:rsid w:val="00B87DAB"/>
    <w:pPr>
      <w:numPr>
        <w:ilvl w:val="1"/>
      </w:numPr>
      <w:spacing w:before="240"/>
      <w:contextualSpacing/>
      <w:jc w:val="center"/>
    </w:pPr>
    <w:rPr>
      <w:rFonts w:eastAsia="Times New Roman"/>
      <w:spacing w:val="15"/>
      <w:sz w:val="28"/>
      <w:szCs w:val="28"/>
    </w:rPr>
  </w:style>
  <w:style w:type="character" w:customStyle="1" w:styleId="SubtitleChar">
    <w:name w:val="Subtitle Char"/>
    <w:link w:val="Subtitle"/>
    <w:uiPriority w:val="11"/>
    <w:rsid w:val="00B87DAB"/>
    <w:rPr>
      <w:rFonts w:ascii="Aptos Display" w:eastAsia="Times New Roman" w:hAnsi="Aptos Display" w:cs="Times New Roman"/>
      <w:spacing w:val="15"/>
      <w:sz w:val="28"/>
      <w:szCs w:val="28"/>
    </w:rPr>
  </w:style>
  <w:style w:type="paragraph" w:styleId="Quote">
    <w:name w:val="Quote"/>
    <w:basedOn w:val="Normal"/>
    <w:next w:val="Normal"/>
    <w:link w:val="QuoteChar"/>
    <w:uiPriority w:val="29"/>
    <w:rsid w:val="005A0E98"/>
    <w:pPr>
      <w:spacing w:before="160"/>
      <w:jc w:val="center"/>
    </w:pPr>
    <w:rPr>
      <w:i/>
      <w:iCs/>
      <w:color w:val="404040"/>
    </w:rPr>
  </w:style>
  <w:style w:type="character" w:customStyle="1" w:styleId="QuoteChar">
    <w:name w:val="Quote Char"/>
    <w:link w:val="Quote"/>
    <w:uiPriority w:val="29"/>
    <w:rsid w:val="005A0E98"/>
    <w:rPr>
      <w:i/>
      <w:iCs/>
      <w:color w:val="404040"/>
    </w:rPr>
  </w:style>
  <w:style w:type="paragraph" w:styleId="ListParagraph">
    <w:name w:val="List Paragraph"/>
    <w:basedOn w:val="Normal"/>
    <w:uiPriority w:val="34"/>
    <w:qFormat/>
    <w:rsid w:val="005A0E98"/>
    <w:pPr>
      <w:ind w:left="720"/>
      <w:contextualSpacing/>
    </w:pPr>
  </w:style>
  <w:style w:type="character" w:styleId="IntenseEmphasis">
    <w:name w:val="Intense Emphasis"/>
    <w:uiPriority w:val="21"/>
    <w:rsid w:val="005A0E98"/>
    <w:rPr>
      <w:i/>
      <w:iCs/>
      <w:color w:val="0F4761"/>
    </w:rPr>
  </w:style>
  <w:style w:type="paragraph" w:styleId="IntenseQuote">
    <w:name w:val="Intense Quote"/>
    <w:basedOn w:val="Normal"/>
    <w:next w:val="Normal"/>
    <w:link w:val="IntenseQuoteChar"/>
    <w:uiPriority w:val="30"/>
    <w:rsid w:val="005A0E98"/>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link w:val="IntenseQuote"/>
    <w:uiPriority w:val="30"/>
    <w:rsid w:val="005A0E98"/>
    <w:rPr>
      <w:i/>
      <w:iCs/>
      <w:color w:val="0F4761"/>
    </w:rPr>
  </w:style>
  <w:style w:type="character" w:styleId="IntenseReference">
    <w:name w:val="Intense Reference"/>
    <w:uiPriority w:val="32"/>
    <w:rsid w:val="005A0E98"/>
    <w:rPr>
      <w:b/>
      <w:bCs/>
      <w:smallCaps/>
      <w:color w:val="0F4761"/>
      <w:spacing w:val="5"/>
    </w:rPr>
  </w:style>
  <w:style w:type="character" w:styleId="Strong">
    <w:name w:val="Strong"/>
    <w:uiPriority w:val="22"/>
    <w:qFormat/>
    <w:rsid w:val="00B87DAB"/>
    <w:rPr>
      <w:b/>
      <w:bCs/>
    </w:rPr>
  </w:style>
  <w:style w:type="character" w:styleId="Emphasis">
    <w:name w:val="Emphasis"/>
    <w:uiPriority w:val="20"/>
    <w:qFormat/>
    <w:rsid w:val="00B87DAB"/>
    <w:rPr>
      <w:rFonts w:ascii="Aptos Display" w:hAnsi="Aptos Display"/>
      <w:b/>
      <w:i w:val="0"/>
      <w:iCs/>
      <w:color w:val="FFC000"/>
    </w:rPr>
  </w:style>
  <w:style w:type="paragraph" w:customStyle="1" w:styleId="Komentar">
    <w:name w:val="Komentar"/>
    <w:basedOn w:val="Normal"/>
    <w:link w:val="KomentarChar"/>
    <w:qFormat/>
    <w:rsid w:val="009A67E7"/>
    <w:rPr>
      <w:color w:val="0070C0"/>
      <w:lang w:val="sr-Cyrl-RS"/>
    </w:rPr>
  </w:style>
  <w:style w:type="character" w:customStyle="1" w:styleId="KomentarChar">
    <w:name w:val="Komentar Char"/>
    <w:link w:val="Komentar"/>
    <w:rsid w:val="009A67E7"/>
    <w:rPr>
      <w:rFonts w:ascii="Times New Roman" w:hAnsi="Times New Roman" w:cs="Times New Roman"/>
      <w:color w:val="0070C0"/>
      <w:sz w:val="24"/>
      <w:lang w:val="sr-Cyrl-RS"/>
    </w:rPr>
  </w:style>
  <w:style w:type="character" w:styleId="CommentReference">
    <w:name w:val="annotation reference"/>
    <w:uiPriority w:val="99"/>
    <w:semiHidden/>
    <w:unhideWhenUsed/>
    <w:rsid w:val="00CE358F"/>
    <w:rPr>
      <w:sz w:val="16"/>
      <w:szCs w:val="16"/>
    </w:rPr>
  </w:style>
  <w:style w:type="paragraph" w:styleId="CommentText">
    <w:name w:val="annotation text"/>
    <w:basedOn w:val="Normal"/>
    <w:link w:val="CommentTextChar"/>
    <w:uiPriority w:val="99"/>
    <w:unhideWhenUsed/>
    <w:rsid w:val="00CE358F"/>
    <w:rPr>
      <w:sz w:val="20"/>
      <w:szCs w:val="20"/>
    </w:rPr>
  </w:style>
  <w:style w:type="character" w:customStyle="1" w:styleId="CommentTextChar">
    <w:name w:val="Comment Text Char"/>
    <w:link w:val="CommentText"/>
    <w:uiPriority w:val="99"/>
    <w:rsid w:val="00CE358F"/>
    <w:rPr>
      <w:rFonts w:ascii="Times New Roman" w:hAnsi="Times New Roman" w:cs="Times New Roman"/>
      <w:sz w:val="20"/>
      <w:szCs w:val="20"/>
      <w:lang w:val="ru-RU"/>
    </w:rPr>
  </w:style>
  <w:style w:type="paragraph" w:styleId="CommentSubject">
    <w:name w:val="annotation subject"/>
    <w:basedOn w:val="CommentText"/>
    <w:next w:val="CommentText"/>
    <w:link w:val="CommentSubjectChar"/>
    <w:uiPriority w:val="99"/>
    <w:semiHidden/>
    <w:unhideWhenUsed/>
    <w:rsid w:val="00CE358F"/>
    <w:rPr>
      <w:b/>
      <w:bCs/>
    </w:rPr>
  </w:style>
  <w:style w:type="character" w:customStyle="1" w:styleId="CommentSubjectChar">
    <w:name w:val="Comment Subject Char"/>
    <w:link w:val="CommentSubject"/>
    <w:uiPriority w:val="99"/>
    <w:semiHidden/>
    <w:rsid w:val="00CE358F"/>
    <w:rPr>
      <w:rFonts w:ascii="Times New Roman" w:hAnsi="Times New Roman" w:cs="Times New Roman"/>
      <w:b/>
      <w:bCs/>
      <w:sz w:val="20"/>
      <w:szCs w:val="20"/>
      <w:lang w:val="ru-RU"/>
    </w:rPr>
  </w:style>
  <w:style w:type="character" w:styleId="Hyperlink">
    <w:name w:val="Hyperlink"/>
    <w:uiPriority w:val="99"/>
    <w:unhideWhenUsed/>
    <w:rsid w:val="005A6174"/>
    <w:rPr>
      <w:color w:val="467886"/>
      <w:u w:val="single"/>
    </w:rPr>
  </w:style>
  <w:style w:type="character" w:customStyle="1" w:styleId="UnresolvedMention1">
    <w:name w:val="Unresolved Mention1"/>
    <w:uiPriority w:val="99"/>
    <w:semiHidden/>
    <w:unhideWhenUsed/>
    <w:rsid w:val="005A6174"/>
    <w:rPr>
      <w:color w:val="605E5C"/>
      <w:shd w:val="clear" w:color="auto" w:fill="E1DFDD"/>
    </w:rPr>
  </w:style>
  <w:style w:type="paragraph" w:styleId="Revision">
    <w:name w:val="Revision"/>
    <w:hidden/>
    <w:uiPriority w:val="99"/>
    <w:semiHidden/>
    <w:rsid w:val="00A45B54"/>
    <w:rPr>
      <w:rFonts w:ascii="Times New Roman" w:hAnsi="Times New Roman" w:cs="Times New Roman"/>
      <w:sz w:val="24"/>
      <w:szCs w:val="22"/>
      <w:lang w:val="ru-RU"/>
    </w:rPr>
  </w:style>
  <w:style w:type="paragraph" w:styleId="TOCHeading">
    <w:name w:val="TOC Heading"/>
    <w:basedOn w:val="Heading1"/>
    <w:next w:val="Normal"/>
    <w:uiPriority w:val="39"/>
    <w:unhideWhenUsed/>
    <w:qFormat/>
    <w:rsid w:val="00B43772"/>
    <w:pPr>
      <w:spacing w:before="240" w:after="0" w:line="259" w:lineRule="auto"/>
      <w:jc w:val="left"/>
      <w:outlineLvl w:val="9"/>
    </w:pPr>
    <w:rPr>
      <w:rFonts w:ascii="Aptos Display" w:hAnsi="Aptos Display"/>
      <w:b w:val="0"/>
      <w:color w:val="0F4761"/>
      <w:szCs w:val="32"/>
      <w:lang w:val="en-US"/>
    </w:rPr>
  </w:style>
  <w:style w:type="paragraph" w:styleId="TOC1">
    <w:name w:val="toc 1"/>
    <w:basedOn w:val="Normal"/>
    <w:next w:val="Normal"/>
    <w:autoRedefine/>
    <w:uiPriority w:val="39"/>
    <w:unhideWhenUsed/>
    <w:rsid w:val="00B43772"/>
    <w:pPr>
      <w:spacing w:after="100"/>
    </w:pPr>
  </w:style>
  <w:style w:type="paragraph" w:styleId="TOC2">
    <w:name w:val="toc 2"/>
    <w:basedOn w:val="Normal"/>
    <w:next w:val="Normal"/>
    <w:autoRedefine/>
    <w:uiPriority w:val="39"/>
    <w:unhideWhenUsed/>
    <w:rsid w:val="00B43772"/>
    <w:pPr>
      <w:spacing w:after="100"/>
      <w:ind w:left="240"/>
    </w:pPr>
  </w:style>
  <w:style w:type="paragraph" w:styleId="TOC3">
    <w:name w:val="toc 3"/>
    <w:basedOn w:val="Normal"/>
    <w:next w:val="Normal"/>
    <w:autoRedefine/>
    <w:uiPriority w:val="39"/>
    <w:unhideWhenUsed/>
    <w:rsid w:val="00B43772"/>
    <w:pPr>
      <w:spacing w:after="100"/>
      <w:ind w:left="480"/>
    </w:pPr>
  </w:style>
  <w:style w:type="paragraph" w:styleId="FootnoteText">
    <w:name w:val="footnote text"/>
    <w:basedOn w:val="Normal"/>
    <w:link w:val="FootnoteTextChar"/>
    <w:uiPriority w:val="99"/>
    <w:semiHidden/>
    <w:unhideWhenUsed/>
    <w:rsid w:val="00393E90"/>
    <w:pPr>
      <w:spacing w:after="0" w:line="240" w:lineRule="auto"/>
    </w:pPr>
    <w:rPr>
      <w:sz w:val="20"/>
      <w:szCs w:val="20"/>
    </w:rPr>
  </w:style>
  <w:style w:type="character" w:customStyle="1" w:styleId="FootnoteTextChar">
    <w:name w:val="Footnote Text Char"/>
    <w:link w:val="FootnoteText"/>
    <w:uiPriority w:val="99"/>
    <w:semiHidden/>
    <w:rsid w:val="00393E90"/>
    <w:rPr>
      <w:rFonts w:ascii="Times New Roman" w:hAnsi="Times New Roman" w:cs="Times New Roman"/>
      <w:sz w:val="20"/>
      <w:szCs w:val="20"/>
      <w:lang w:val="ru-RU"/>
    </w:rPr>
  </w:style>
  <w:style w:type="character" w:styleId="FootnoteReference">
    <w:name w:val="footnote reference"/>
    <w:uiPriority w:val="99"/>
    <w:semiHidden/>
    <w:unhideWhenUsed/>
    <w:rsid w:val="00393E90"/>
    <w:rPr>
      <w:vertAlign w:val="superscript"/>
    </w:rPr>
  </w:style>
  <w:style w:type="paragraph" w:styleId="BalloonText">
    <w:name w:val="Balloon Text"/>
    <w:basedOn w:val="Normal"/>
    <w:link w:val="BalloonTextChar"/>
    <w:uiPriority w:val="99"/>
    <w:semiHidden/>
    <w:unhideWhenUsed/>
    <w:rsid w:val="00A737A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737AB"/>
    <w:rPr>
      <w:rFonts w:ascii="Segoe UI" w:hAnsi="Segoe UI" w:cs="Segoe UI"/>
      <w:sz w:val="18"/>
      <w:szCs w:val="18"/>
      <w:lang w:val="ru-RU"/>
    </w:rPr>
  </w:style>
  <w:style w:type="character" w:customStyle="1" w:styleId="UnresolvedMention">
    <w:name w:val="Unresolved Mention"/>
    <w:uiPriority w:val="99"/>
    <w:semiHidden/>
    <w:unhideWhenUsed/>
    <w:rsid w:val="00A729D3"/>
    <w:rPr>
      <w:color w:val="605E5C"/>
      <w:shd w:val="clear" w:color="auto" w:fill="E1DFDD"/>
    </w:rPr>
  </w:style>
  <w:style w:type="paragraph" w:styleId="Header">
    <w:name w:val="header"/>
    <w:basedOn w:val="Normal"/>
    <w:link w:val="HeaderChar"/>
    <w:uiPriority w:val="99"/>
    <w:unhideWhenUsed/>
    <w:rsid w:val="00390BD6"/>
    <w:pPr>
      <w:tabs>
        <w:tab w:val="center" w:pos="4513"/>
        <w:tab w:val="right" w:pos="9026"/>
      </w:tabs>
      <w:spacing w:after="0" w:line="240" w:lineRule="auto"/>
    </w:pPr>
  </w:style>
  <w:style w:type="character" w:customStyle="1" w:styleId="HeaderChar">
    <w:name w:val="Header Char"/>
    <w:link w:val="Header"/>
    <w:uiPriority w:val="99"/>
    <w:rsid w:val="00390BD6"/>
    <w:rPr>
      <w:rFonts w:ascii="Times New Roman" w:hAnsi="Times New Roman" w:cs="Times New Roman"/>
      <w:sz w:val="24"/>
      <w:lang w:val="ru-RU"/>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390BD6"/>
    <w:pPr>
      <w:tabs>
        <w:tab w:val="center" w:pos="4513"/>
        <w:tab w:val="right" w:pos="9026"/>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uiPriority w:val="99"/>
    <w:rsid w:val="00390BD6"/>
    <w:rPr>
      <w:rFonts w:ascii="Times New Roman" w:hAnsi="Times New Roman" w:cs="Times New Roman"/>
      <w:sz w:val="24"/>
      <w:lang w:val="ru-RU"/>
    </w:rPr>
  </w:style>
  <w:style w:type="table" w:styleId="TableGrid">
    <w:name w:val="Table Grid"/>
    <w:basedOn w:val="TableNormal"/>
    <w:uiPriority w:val="39"/>
    <w:rsid w:val="00227934"/>
    <w:pPr>
      <w:widowControl w:val="0"/>
      <w:autoSpaceDE w:val="0"/>
      <w:autoSpaceDN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00CB8"/>
    <w:pPr>
      <w:spacing w:before="100" w:beforeAutospacing="1" w:after="100" w:afterAutospacing="1" w:line="240" w:lineRule="auto"/>
      <w:jc w:val="left"/>
    </w:pPr>
    <w:rPr>
      <w:rFonts w:eastAsia="Times New Roman"/>
      <w:szCs w:val="24"/>
      <w:lang w:val="sr-Latn-RS" w:eastAsia="sr-Latn-RS"/>
    </w:rPr>
  </w:style>
  <w:style w:type="paragraph" w:customStyle="1" w:styleId="1tekst">
    <w:name w:val="1tekst"/>
    <w:basedOn w:val="Normal"/>
    <w:rsid w:val="0037470B"/>
    <w:pPr>
      <w:spacing w:before="100" w:after="100" w:line="240" w:lineRule="auto"/>
      <w:ind w:firstLine="240"/>
    </w:pPr>
    <w:rPr>
      <w:rFonts w:eastAsia="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02481">
      <w:bodyDiv w:val="1"/>
      <w:marLeft w:val="0"/>
      <w:marRight w:val="0"/>
      <w:marTop w:val="0"/>
      <w:marBottom w:val="0"/>
      <w:divBdr>
        <w:top w:val="none" w:sz="0" w:space="0" w:color="auto"/>
        <w:left w:val="none" w:sz="0" w:space="0" w:color="auto"/>
        <w:bottom w:val="none" w:sz="0" w:space="0" w:color="auto"/>
        <w:right w:val="none" w:sz="0" w:space="0" w:color="auto"/>
      </w:divBdr>
    </w:div>
    <w:div w:id="132065613">
      <w:bodyDiv w:val="1"/>
      <w:marLeft w:val="0"/>
      <w:marRight w:val="0"/>
      <w:marTop w:val="0"/>
      <w:marBottom w:val="0"/>
      <w:divBdr>
        <w:top w:val="none" w:sz="0" w:space="0" w:color="auto"/>
        <w:left w:val="none" w:sz="0" w:space="0" w:color="auto"/>
        <w:bottom w:val="none" w:sz="0" w:space="0" w:color="auto"/>
        <w:right w:val="none" w:sz="0" w:space="0" w:color="auto"/>
      </w:divBdr>
    </w:div>
    <w:div w:id="194975083">
      <w:bodyDiv w:val="1"/>
      <w:marLeft w:val="0"/>
      <w:marRight w:val="0"/>
      <w:marTop w:val="0"/>
      <w:marBottom w:val="0"/>
      <w:divBdr>
        <w:top w:val="none" w:sz="0" w:space="0" w:color="auto"/>
        <w:left w:val="none" w:sz="0" w:space="0" w:color="auto"/>
        <w:bottom w:val="none" w:sz="0" w:space="0" w:color="auto"/>
        <w:right w:val="none" w:sz="0" w:space="0" w:color="auto"/>
      </w:divBdr>
    </w:div>
    <w:div w:id="204176153">
      <w:bodyDiv w:val="1"/>
      <w:marLeft w:val="0"/>
      <w:marRight w:val="0"/>
      <w:marTop w:val="0"/>
      <w:marBottom w:val="0"/>
      <w:divBdr>
        <w:top w:val="none" w:sz="0" w:space="0" w:color="auto"/>
        <w:left w:val="none" w:sz="0" w:space="0" w:color="auto"/>
        <w:bottom w:val="none" w:sz="0" w:space="0" w:color="auto"/>
        <w:right w:val="none" w:sz="0" w:space="0" w:color="auto"/>
      </w:divBdr>
    </w:div>
    <w:div w:id="367293714">
      <w:bodyDiv w:val="1"/>
      <w:marLeft w:val="0"/>
      <w:marRight w:val="0"/>
      <w:marTop w:val="0"/>
      <w:marBottom w:val="0"/>
      <w:divBdr>
        <w:top w:val="none" w:sz="0" w:space="0" w:color="auto"/>
        <w:left w:val="none" w:sz="0" w:space="0" w:color="auto"/>
        <w:bottom w:val="none" w:sz="0" w:space="0" w:color="auto"/>
        <w:right w:val="none" w:sz="0" w:space="0" w:color="auto"/>
      </w:divBdr>
    </w:div>
    <w:div w:id="1081369500">
      <w:bodyDiv w:val="1"/>
      <w:marLeft w:val="0"/>
      <w:marRight w:val="0"/>
      <w:marTop w:val="0"/>
      <w:marBottom w:val="0"/>
      <w:divBdr>
        <w:top w:val="none" w:sz="0" w:space="0" w:color="auto"/>
        <w:left w:val="none" w:sz="0" w:space="0" w:color="auto"/>
        <w:bottom w:val="none" w:sz="0" w:space="0" w:color="auto"/>
        <w:right w:val="none" w:sz="0" w:space="0" w:color="auto"/>
      </w:divBdr>
      <w:divsChild>
        <w:div w:id="4478059">
          <w:marLeft w:val="0"/>
          <w:marRight w:val="0"/>
          <w:marTop w:val="0"/>
          <w:marBottom w:val="0"/>
          <w:divBdr>
            <w:top w:val="none" w:sz="0" w:space="0" w:color="auto"/>
            <w:left w:val="none" w:sz="0" w:space="0" w:color="auto"/>
            <w:bottom w:val="none" w:sz="0" w:space="0" w:color="auto"/>
            <w:right w:val="none" w:sz="0" w:space="0" w:color="auto"/>
          </w:divBdr>
          <w:divsChild>
            <w:div w:id="299070906">
              <w:marLeft w:val="0"/>
              <w:marRight w:val="0"/>
              <w:marTop w:val="0"/>
              <w:marBottom w:val="0"/>
              <w:divBdr>
                <w:top w:val="none" w:sz="0" w:space="0" w:color="auto"/>
                <w:left w:val="none" w:sz="0" w:space="0" w:color="auto"/>
                <w:bottom w:val="none" w:sz="0" w:space="0" w:color="auto"/>
                <w:right w:val="none" w:sz="0" w:space="0" w:color="auto"/>
              </w:divBdr>
              <w:divsChild>
                <w:div w:id="162195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01496">
      <w:bodyDiv w:val="1"/>
      <w:marLeft w:val="0"/>
      <w:marRight w:val="0"/>
      <w:marTop w:val="0"/>
      <w:marBottom w:val="0"/>
      <w:divBdr>
        <w:top w:val="none" w:sz="0" w:space="0" w:color="auto"/>
        <w:left w:val="none" w:sz="0" w:space="0" w:color="auto"/>
        <w:bottom w:val="none" w:sz="0" w:space="0" w:color="auto"/>
        <w:right w:val="none" w:sz="0" w:space="0" w:color="auto"/>
      </w:divBdr>
    </w:div>
    <w:div w:id="1576083855">
      <w:bodyDiv w:val="1"/>
      <w:marLeft w:val="0"/>
      <w:marRight w:val="0"/>
      <w:marTop w:val="0"/>
      <w:marBottom w:val="0"/>
      <w:divBdr>
        <w:top w:val="none" w:sz="0" w:space="0" w:color="auto"/>
        <w:left w:val="none" w:sz="0" w:space="0" w:color="auto"/>
        <w:bottom w:val="none" w:sz="0" w:space="0" w:color="auto"/>
        <w:right w:val="none" w:sz="0" w:space="0" w:color="auto"/>
      </w:divBdr>
    </w:div>
    <w:div w:id="1755281783">
      <w:bodyDiv w:val="1"/>
      <w:marLeft w:val="0"/>
      <w:marRight w:val="0"/>
      <w:marTop w:val="0"/>
      <w:marBottom w:val="0"/>
      <w:divBdr>
        <w:top w:val="none" w:sz="0" w:space="0" w:color="auto"/>
        <w:left w:val="none" w:sz="0" w:space="0" w:color="auto"/>
        <w:bottom w:val="none" w:sz="0" w:space="0" w:color="auto"/>
        <w:right w:val="none" w:sz="0" w:space="0" w:color="auto"/>
      </w:divBdr>
    </w:div>
    <w:div w:id="1831094125">
      <w:bodyDiv w:val="1"/>
      <w:marLeft w:val="0"/>
      <w:marRight w:val="0"/>
      <w:marTop w:val="0"/>
      <w:marBottom w:val="0"/>
      <w:divBdr>
        <w:top w:val="none" w:sz="0" w:space="0" w:color="auto"/>
        <w:left w:val="none" w:sz="0" w:space="0" w:color="auto"/>
        <w:bottom w:val="none" w:sz="0" w:space="0" w:color="auto"/>
        <w:right w:val="none" w:sz="0" w:space="0" w:color="auto"/>
      </w:divBdr>
    </w:div>
    <w:div w:id="206694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_Office\word_templates\Aptos%20displa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2FA142130F8C48B17E47D266E84E47" ma:contentTypeVersion="6" ma:contentTypeDescription="Create a new document." ma:contentTypeScope="" ma:versionID="2327a612d27fe95f3890708b018c47c3">
  <xsd:schema xmlns:xsd="http://www.w3.org/2001/XMLSchema" xmlns:xs="http://www.w3.org/2001/XMLSchema" xmlns:p="http://schemas.microsoft.com/office/2006/metadata/properties" xmlns:ns2="4c9750d0-c642-4bc8-b941-2c633844664b" xmlns:ns3="8bdcde65-1eea-42b7-932d-fb9378d11d4a" targetNamespace="http://schemas.microsoft.com/office/2006/metadata/properties" ma:root="true" ma:fieldsID="102bd0bdee57943fcee52fc680236e95" ns2:_="" ns3:_="">
    <xsd:import namespace="4c9750d0-c642-4bc8-b941-2c633844664b"/>
    <xsd:import namespace="8bdcde65-1eea-42b7-932d-fb9378d11d4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750d0-c642-4bc8-b941-2c6338446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dcde65-1eea-42b7-932d-fb9378d11d4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71DA3-3589-425B-9DFA-BD06F7DCF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750d0-c642-4bc8-b941-2c633844664b"/>
    <ds:schemaRef ds:uri="8bdcde65-1eea-42b7-932d-fb9378d11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5D43C9-0A1D-4604-B32C-0D769C6FBB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12FA65-C426-46B0-ACA1-E704A526D838}">
  <ds:schemaRefs>
    <ds:schemaRef ds:uri="http://schemas.microsoft.com/sharepoint/v3/contenttype/forms"/>
  </ds:schemaRefs>
</ds:datastoreItem>
</file>

<file path=customXml/itemProps4.xml><?xml version="1.0" encoding="utf-8"?>
<ds:datastoreItem xmlns:ds="http://schemas.openxmlformats.org/officeDocument/2006/customXml" ds:itemID="{DEAE56F2-D212-41E7-B630-84B3F71F3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Aptos display template</Template>
  <TotalTime>55</TotalTime>
  <Pages>61</Pages>
  <Words>26436</Words>
  <Characters>150687</Characters>
  <Application>Microsoft Office Word</Application>
  <DocSecurity>0</DocSecurity>
  <Lines>1255</Lines>
  <Paragraphs>353</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176770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Uros Poluga</dc:creator>
  <cp:keywords/>
  <dc:description/>
  <cp:lastModifiedBy>Daktilobiro07</cp:lastModifiedBy>
  <cp:revision>29</cp:revision>
  <cp:lastPrinted>2025-01-10T07:54:00Z</cp:lastPrinted>
  <dcterms:created xsi:type="dcterms:W3CDTF">2025-01-08T11:32:00Z</dcterms:created>
  <dcterms:modified xsi:type="dcterms:W3CDTF">2025-01-10T09:03:00Z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2fcee2b0-e01e-4056-9b59-7ef3b9681e34</vt:lpwstr>
  </property>
  <property fmtid="{D5CDD505-2E9C-101B-9397-08002B2CF9AE}" pid="3" name="ContentTypeId">
    <vt:lpwstr>0x010100972FA142130F8C48B17E47D266E84E47</vt:lpwstr>
  </property>
  <property fmtid="{D5CDD505-2E9C-101B-9397-08002B2CF9AE}" pid="5" name="_NewReviewCycle">
    <vt:lpwstr/>
  </property>
</Properties>
</file>